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483" w:rsidRDefault="00B5154A" w:rsidP="00044EB7">
      <w:r>
        <w:rPr>
          <w:noProof/>
        </w:rPr>
        <w:drawing>
          <wp:inline distT="0" distB="0" distL="0" distR="0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154A" w:rsidRDefault="00B5154A" w:rsidP="00B5154A">
      <w:r>
        <w:t>Elemental Composition Report</w:t>
      </w:r>
    </w:p>
    <w:p w:rsidR="00B5154A" w:rsidRDefault="00B5154A" w:rsidP="00B5154A"/>
    <w:p w:rsidR="00B5154A" w:rsidRDefault="00B5154A" w:rsidP="00B5154A">
      <w:r>
        <w:t>Single Mass Analysis</w:t>
      </w:r>
    </w:p>
    <w:p w:rsidR="00B5154A" w:rsidRDefault="00B5154A" w:rsidP="00B5154A">
      <w:r>
        <w:t>Tolerance = 7.0 PPM   /   DBE: min = -1.5, max = 100.0</w:t>
      </w:r>
    </w:p>
    <w:p w:rsidR="00B5154A" w:rsidRDefault="00B5154A" w:rsidP="00B5154A">
      <w:r>
        <w:t xml:space="preserve">Element prediction: Off </w:t>
      </w:r>
    </w:p>
    <w:p w:rsidR="00B5154A" w:rsidRDefault="00B5154A" w:rsidP="00B5154A">
      <w:r>
        <w:t>Number of isotope peaks used for i-FIT = 3</w:t>
      </w:r>
    </w:p>
    <w:p w:rsidR="00B5154A" w:rsidRDefault="00B5154A" w:rsidP="00B5154A"/>
    <w:p w:rsidR="00B5154A" w:rsidRDefault="00B5154A" w:rsidP="00B5154A">
      <w:r>
        <w:t>Monoisotopic Mass, Even Electron Ions</w:t>
      </w:r>
    </w:p>
    <w:p w:rsidR="00B5154A" w:rsidRDefault="00B5154A" w:rsidP="00B5154A">
      <w:r>
        <w:t>229 formula(e) evaluated with 1 results within limits (all results (up to 1000) for each mass)</w:t>
      </w:r>
    </w:p>
    <w:p w:rsidR="00B5154A" w:rsidRDefault="00B5154A" w:rsidP="00B5154A">
      <w:r>
        <w:t>Elements Used:</w:t>
      </w:r>
    </w:p>
    <w:p w:rsidR="00B5154A" w:rsidRDefault="00B5154A" w:rsidP="00B5154A">
      <w:r>
        <w:t xml:space="preserve">C: 19-19    H: 4-150    N: 0-10    O: 0-10    Na: 0-1    S: 1-1    </w:t>
      </w:r>
    </w:p>
    <w:p w:rsidR="00B5154A" w:rsidRDefault="00B5154A" w:rsidP="00B5154A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B5154A" w:rsidRDefault="00B5154A" w:rsidP="00B5154A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7.0      </w:t>
      </w:r>
      <w:r>
        <w:tab/>
        <w:t>100.0</w:t>
      </w:r>
    </w:p>
    <w:p w:rsidR="00B5154A" w:rsidRDefault="00B5154A" w:rsidP="00B5154A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 xml:space="preserve">i-FIT (Norm) </w:t>
      </w:r>
      <w:r>
        <w:tab/>
        <w:t>Formula</w:t>
      </w:r>
    </w:p>
    <w:p w:rsidR="00B5154A" w:rsidRDefault="00B5154A" w:rsidP="00B5154A">
      <w:r>
        <w:t xml:space="preserve">436.1417   </w:t>
      </w:r>
      <w:r>
        <w:tab/>
        <w:t xml:space="preserve">436.1406       </w:t>
      </w:r>
      <w:r>
        <w:tab/>
        <w:t xml:space="preserve">1.1      </w:t>
      </w:r>
      <w:r>
        <w:tab/>
        <w:t xml:space="preserve">2.5      </w:t>
      </w:r>
      <w:r>
        <w:tab/>
        <w:t xml:space="preserve">6.5      </w:t>
      </w:r>
      <w:r>
        <w:tab/>
        <w:t xml:space="preserve">109.5      </w:t>
      </w:r>
      <w:r>
        <w:tab/>
        <w:t xml:space="preserve">0.0          </w:t>
      </w:r>
      <w:r>
        <w:tab/>
        <w:t>C19  H27  N  O7  Na  S</w:t>
      </w:r>
    </w:p>
    <w:p w:rsidR="000C34AF" w:rsidRDefault="000C34AF" w:rsidP="00B5154A"/>
    <w:p w:rsidR="000C34AF" w:rsidRDefault="000C34AF" w:rsidP="00B5154A">
      <w:r>
        <w:t>M+ CH3CN+Na ADDUCT</w:t>
      </w:r>
      <w:r w:rsidR="00696879">
        <w:t xml:space="preserve"> BEST FIT</w:t>
      </w:r>
      <w:bookmarkStart w:id="0" w:name="_GoBack"/>
      <w:bookmarkEnd w:id="0"/>
    </w:p>
    <w:p w:rsidR="00B5154A" w:rsidRDefault="00B5154A" w:rsidP="00B5154A"/>
    <w:p w:rsidR="00B5154A" w:rsidRDefault="00B5154A" w:rsidP="00B5154A">
      <w:r>
        <w:t>REPORT MASSES AS +/-5mDa, referenced against</w:t>
      </w:r>
    </w:p>
    <w:p w:rsidR="00B5154A" w:rsidRDefault="00B5154A" w:rsidP="00B5154A">
      <w:r>
        <w:t xml:space="preserve"> Leucine Enkelphalin @ 557.2802 (M+H, C13 isotope) and 556.2771 (M+H, C12 isotope) positive mode, 555.2645 (M-H, C13) and 554.2615 (M-H, C12) negative mode.</w:t>
      </w:r>
    </w:p>
    <w:p w:rsidR="00B5154A" w:rsidRDefault="00B5154A" w:rsidP="00B5154A">
      <w:r>
        <w:lastRenderedPageBreak/>
        <w:t>or Sulfadimethoxine @312.0840 (M+H, C13) and 311.0814 (M+H, C12) positive mode, 310.0684 (M-H, C13) and 309.0658 (M-H, C12) negative mode.</w:t>
      </w:r>
    </w:p>
    <w:p w:rsidR="00B5154A" w:rsidRDefault="00B5154A" w:rsidP="00B5154A">
      <w:r>
        <w:t>This software version MassLynx 4.1 is calibrated ignoring the electron in all cases.</w:t>
      </w:r>
    </w:p>
    <w:p w:rsidR="00B5154A" w:rsidRDefault="00B5154A" w:rsidP="00B5154A">
      <w:pPr>
        <w:tabs>
          <w:tab w:val="left" w:pos="6195"/>
        </w:tabs>
      </w:pPr>
      <w:r>
        <w:tab/>
      </w:r>
    </w:p>
    <w:p w:rsidR="00B5154A" w:rsidRPr="00044EB7" w:rsidRDefault="00B5154A" w:rsidP="00B5154A"/>
    <w:p w:rsidR="00B5154A" w:rsidRDefault="00B5154A" w:rsidP="00B5154A">
      <w:r>
        <w:t>143.1157</w:t>
      </w:r>
      <w:r>
        <w:tab/>
        <w:t>5.974e0</w:t>
      </w:r>
    </w:p>
    <w:p w:rsidR="00B5154A" w:rsidRDefault="00B5154A" w:rsidP="00B5154A">
      <w:r>
        <w:t>143.1579</w:t>
      </w:r>
      <w:r>
        <w:tab/>
        <w:t>5.156e1</w:t>
      </w:r>
    </w:p>
    <w:p w:rsidR="00B5154A" w:rsidRDefault="00B5154A" w:rsidP="00B5154A">
      <w:r>
        <w:t>143.1979</w:t>
      </w:r>
      <w:r>
        <w:tab/>
        <w:t>5.063e0</w:t>
      </w:r>
    </w:p>
    <w:p w:rsidR="00B5154A" w:rsidRDefault="00B5154A" w:rsidP="00B5154A">
      <w:r>
        <w:t>143.2434</w:t>
      </w:r>
      <w:r>
        <w:tab/>
        <w:t>5.063e0</w:t>
      </w:r>
    </w:p>
    <w:p w:rsidR="00B5154A" w:rsidRDefault="00B5154A" w:rsidP="00B5154A">
      <w:r>
        <w:t>143.2657</w:t>
      </w:r>
      <w:r>
        <w:tab/>
        <w:t>4.229e0</w:t>
      </w:r>
    </w:p>
    <w:p w:rsidR="00B5154A" w:rsidRDefault="00B5154A" w:rsidP="00B5154A">
      <w:r>
        <w:t>143.3035</w:t>
      </w:r>
      <w:r>
        <w:tab/>
        <w:t>4.051e0</w:t>
      </w:r>
    </w:p>
    <w:p w:rsidR="00B5154A" w:rsidRDefault="00B5154A" w:rsidP="00B5154A">
      <w:r>
        <w:t>143.3269</w:t>
      </w:r>
      <w:r>
        <w:tab/>
        <w:t>3.038e0</w:t>
      </w:r>
    </w:p>
    <w:p w:rsidR="00B5154A" w:rsidRDefault="00B5154A" w:rsidP="00B5154A">
      <w:r>
        <w:t>143.3623</w:t>
      </w:r>
      <w:r>
        <w:tab/>
        <w:t>6.171e0</w:t>
      </w:r>
    </w:p>
    <w:p w:rsidR="00B5154A" w:rsidRDefault="00B5154A" w:rsidP="00B5154A">
      <w:r>
        <w:t>143.3874</w:t>
      </w:r>
      <w:r>
        <w:tab/>
        <w:t>2.025e0</w:t>
      </w:r>
    </w:p>
    <w:p w:rsidR="00B5154A" w:rsidRDefault="00B5154A" w:rsidP="00B5154A">
      <w:r>
        <w:t>143.4196</w:t>
      </w:r>
      <w:r>
        <w:tab/>
        <w:t>6.076e0</w:t>
      </w:r>
    </w:p>
    <w:p w:rsidR="00B5154A" w:rsidRDefault="00B5154A" w:rsidP="00B5154A">
      <w:r>
        <w:t>143.4491</w:t>
      </w:r>
      <w:r>
        <w:tab/>
        <w:t>9.114e0</w:t>
      </w:r>
    </w:p>
    <w:p w:rsidR="00B5154A" w:rsidRDefault="00B5154A" w:rsidP="00B5154A">
      <w:r>
        <w:t>143.4768</w:t>
      </w:r>
      <w:r>
        <w:tab/>
        <w:t>4.214e0</w:t>
      </w:r>
    </w:p>
    <w:p w:rsidR="00B5154A" w:rsidRDefault="00B5154A" w:rsidP="00B5154A">
      <w:r>
        <w:t>143.5029</w:t>
      </w:r>
      <w:r>
        <w:tab/>
        <w:t>1.013e0</w:t>
      </w:r>
    </w:p>
    <w:p w:rsidR="00B5154A" w:rsidRDefault="00B5154A" w:rsidP="00B5154A">
      <w:r>
        <w:t>143.5644</w:t>
      </w:r>
      <w:r>
        <w:tab/>
        <w:t>8.929e1</w:t>
      </w:r>
    </w:p>
    <w:p w:rsidR="00B5154A" w:rsidRDefault="00B5154A" w:rsidP="00B5154A">
      <w:r>
        <w:t>143.5977</w:t>
      </w:r>
      <w:r>
        <w:tab/>
        <w:t>5.063e0</w:t>
      </w:r>
    </w:p>
    <w:p w:rsidR="00B5154A" w:rsidRDefault="00B5154A" w:rsidP="00B5154A">
      <w:r>
        <w:lastRenderedPageBreak/>
        <w:t>143.6242</w:t>
      </w:r>
      <w:r>
        <w:tab/>
        <w:t>2.025e0</w:t>
      </w:r>
    </w:p>
    <w:p w:rsidR="00B5154A" w:rsidRDefault="00B5154A" w:rsidP="00B5154A">
      <w:r>
        <w:t>143.6526</w:t>
      </w:r>
      <w:r>
        <w:tab/>
        <w:t>1.013e0</w:t>
      </w:r>
    </w:p>
    <w:p w:rsidR="00B5154A" w:rsidRDefault="00B5154A" w:rsidP="00B5154A">
      <w:r>
        <w:t>143.6859</w:t>
      </w:r>
      <w:r>
        <w:tab/>
        <w:t>4.051e0</w:t>
      </w:r>
    </w:p>
    <w:p w:rsidR="00B5154A" w:rsidRDefault="00B5154A" w:rsidP="00B5154A">
      <w:r>
        <w:t>143.7131</w:t>
      </w:r>
      <w:r>
        <w:tab/>
        <w:t>2.025e0</w:t>
      </w:r>
    </w:p>
    <w:p w:rsidR="00B5154A" w:rsidRDefault="00B5154A" w:rsidP="00B5154A">
      <w:r>
        <w:t>143.7437</w:t>
      </w:r>
      <w:r>
        <w:tab/>
        <w:t>3.038e0</w:t>
      </w:r>
    </w:p>
    <w:p w:rsidR="00B5154A" w:rsidRDefault="00B5154A" w:rsidP="00B5154A">
      <w:r>
        <w:t>143.7625</w:t>
      </w:r>
      <w:r>
        <w:tab/>
        <w:t>5.063e0</w:t>
      </w:r>
    </w:p>
    <w:p w:rsidR="00B5154A" w:rsidRDefault="00B5154A" w:rsidP="00B5154A">
      <w:r>
        <w:t>143.7901</w:t>
      </w:r>
      <w:r>
        <w:tab/>
        <w:t>1.013e0</w:t>
      </w:r>
    </w:p>
    <w:p w:rsidR="00B5154A" w:rsidRDefault="00B5154A" w:rsidP="00B5154A">
      <w:r>
        <w:t>143.8119</w:t>
      </w:r>
      <w:r>
        <w:tab/>
        <w:t>3.038e0</w:t>
      </w:r>
    </w:p>
    <w:p w:rsidR="00B5154A" w:rsidRDefault="00B5154A" w:rsidP="00B5154A">
      <w:r>
        <w:t>143.8329</w:t>
      </w:r>
      <w:r>
        <w:tab/>
        <w:t>2.025e0</w:t>
      </w:r>
    </w:p>
    <w:p w:rsidR="00B5154A" w:rsidRDefault="00B5154A" w:rsidP="00B5154A">
      <w:r>
        <w:t>143.8542</w:t>
      </w:r>
      <w:r>
        <w:tab/>
        <w:t>6.907e0</w:t>
      </w:r>
    </w:p>
    <w:p w:rsidR="00B5154A" w:rsidRDefault="00B5154A" w:rsidP="00B5154A">
      <w:r>
        <w:t>143.9103</w:t>
      </w:r>
      <w:r>
        <w:tab/>
        <w:t>5.063e0</w:t>
      </w:r>
    </w:p>
    <w:p w:rsidR="00B5154A" w:rsidRDefault="00B5154A" w:rsidP="00B5154A">
      <w:r>
        <w:t>143.9330</w:t>
      </w:r>
      <w:r>
        <w:tab/>
        <w:t>4.051e0</w:t>
      </w:r>
    </w:p>
    <w:p w:rsidR="00B5154A" w:rsidRDefault="00B5154A" w:rsidP="00B5154A">
      <w:r>
        <w:t>143.9664</w:t>
      </w:r>
      <w:r>
        <w:tab/>
        <w:t>2.025e0</w:t>
      </w:r>
    </w:p>
    <w:p w:rsidR="00B5154A" w:rsidRDefault="00B5154A" w:rsidP="00B5154A">
      <w:r>
        <w:t>143.9934</w:t>
      </w:r>
      <w:r>
        <w:tab/>
        <w:t>4.051e0</w:t>
      </w:r>
    </w:p>
    <w:p w:rsidR="00B5154A" w:rsidRDefault="00B5154A" w:rsidP="00B5154A">
      <w:r>
        <w:t>144.0200</w:t>
      </w:r>
      <w:r>
        <w:tab/>
        <w:t>3.247e0</w:t>
      </w:r>
    </w:p>
    <w:p w:rsidR="00B5154A" w:rsidRDefault="00B5154A" w:rsidP="00B5154A">
      <w:r>
        <w:t>144.0604</w:t>
      </w:r>
      <w:r>
        <w:tab/>
        <w:t>7.878e0</w:t>
      </w:r>
    </w:p>
    <w:p w:rsidR="00B5154A" w:rsidRDefault="00B5154A" w:rsidP="00B5154A">
      <w:r>
        <w:t>144.1046</w:t>
      </w:r>
      <w:r>
        <w:tab/>
        <w:t>6.314e0</w:t>
      </w:r>
    </w:p>
    <w:p w:rsidR="00B5154A" w:rsidRDefault="00B5154A" w:rsidP="00B5154A">
      <w:r>
        <w:t>144.1425</w:t>
      </w:r>
      <w:r>
        <w:tab/>
        <w:t>6.703e0</w:t>
      </w:r>
    </w:p>
    <w:p w:rsidR="00B5154A" w:rsidRDefault="00B5154A" w:rsidP="00B5154A">
      <w:r>
        <w:t>144.1606</w:t>
      </w:r>
      <w:r>
        <w:tab/>
        <w:t>4.963e0</w:t>
      </w:r>
    </w:p>
    <w:p w:rsidR="00B5154A" w:rsidRDefault="00B5154A" w:rsidP="00B5154A">
      <w:r>
        <w:lastRenderedPageBreak/>
        <w:t>144.1932</w:t>
      </w:r>
      <w:r>
        <w:tab/>
        <w:t>2.025e0</w:t>
      </w:r>
    </w:p>
    <w:p w:rsidR="00B5154A" w:rsidRDefault="00B5154A" w:rsidP="00B5154A">
      <w:r>
        <w:t>144.2313</w:t>
      </w:r>
      <w:r>
        <w:tab/>
        <w:t>4.231e0</w:t>
      </w:r>
    </w:p>
    <w:p w:rsidR="00B5154A" w:rsidRDefault="00B5154A" w:rsidP="00B5154A">
      <w:r>
        <w:t>144.2647</w:t>
      </w:r>
      <w:r>
        <w:tab/>
        <w:t>2.025e0</w:t>
      </w:r>
    </w:p>
    <w:p w:rsidR="00B5154A" w:rsidRDefault="00B5154A" w:rsidP="00B5154A">
      <w:r>
        <w:t>144.2904</w:t>
      </w:r>
      <w:r>
        <w:tab/>
        <w:t>1.013e0</w:t>
      </w:r>
    </w:p>
    <w:p w:rsidR="00B5154A" w:rsidRDefault="00B5154A" w:rsidP="00B5154A">
      <w:r>
        <w:t>144.3077</w:t>
      </w:r>
      <w:r>
        <w:tab/>
        <w:t>3.038e0</w:t>
      </w:r>
    </w:p>
    <w:p w:rsidR="00B5154A" w:rsidRDefault="00B5154A" w:rsidP="00B5154A">
      <w:r>
        <w:t>144.3426</w:t>
      </w:r>
      <w:r>
        <w:tab/>
        <w:t>5.063e0</w:t>
      </w:r>
    </w:p>
    <w:p w:rsidR="00B5154A" w:rsidRDefault="00B5154A" w:rsidP="00B5154A">
      <w:r>
        <w:t>144.3893</w:t>
      </w:r>
      <w:r>
        <w:tab/>
        <w:t>1.013e0</w:t>
      </w:r>
    </w:p>
    <w:p w:rsidR="00B5154A" w:rsidRDefault="00B5154A" w:rsidP="00B5154A">
      <w:r>
        <w:t>144.4121</w:t>
      </w:r>
      <w:r>
        <w:tab/>
        <w:t>4.051e0</w:t>
      </w:r>
    </w:p>
    <w:p w:rsidR="00B5154A" w:rsidRDefault="00B5154A" w:rsidP="00B5154A">
      <w:r>
        <w:t>144.4338</w:t>
      </w:r>
      <w:r>
        <w:tab/>
        <w:t>2.135e0</w:t>
      </w:r>
    </w:p>
    <w:p w:rsidR="00B5154A" w:rsidRDefault="00B5154A" w:rsidP="00B5154A">
      <w:r>
        <w:t>144.4693</w:t>
      </w:r>
      <w:r>
        <w:tab/>
        <w:t>2.025e0</w:t>
      </w:r>
    </w:p>
    <w:p w:rsidR="00B5154A" w:rsidRDefault="00B5154A" w:rsidP="00B5154A">
      <w:r>
        <w:t>144.4881</w:t>
      </w:r>
      <w:r>
        <w:tab/>
        <w:t>2.025e0</w:t>
      </w:r>
    </w:p>
    <w:p w:rsidR="00B5154A" w:rsidRDefault="00B5154A" w:rsidP="00B5154A">
      <w:r>
        <w:t>144.5060</w:t>
      </w:r>
      <w:r>
        <w:tab/>
        <w:t>2.025e0</w:t>
      </w:r>
    </w:p>
    <w:p w:rsidR="00B5154A" w:rsidRDefault="00B5154A" w:rsidP="00B5154A">
      <w:r>
        <w:t>144.5489</w:t>
      </w:r>
      <w:r>
        <w:tab/>
        <w:t>2.025e0</w:t>
      </w:r>
    </w:p>
    <w:p w:rsidR="00B5154A" w:rsidRDefault="00B5154A" w:rsidP="00B5154A">
      <w:r>
        <w:t>144.5717</w:t>
      </w:r>
      <w:r>
        <w:tab/>
        <w:t>2.025e0</w:t>
      </w:r>
    </w:p>
    <w:p w:rsidR="00B5154A" w:rsidRDefault="00B5154A" w:rsidP="00B5154A">
      <w:r>
        <w:t>144.6016</w:t>
      </w:r>
      <w:r>
        <w:tab/>
        <w:t>2.025e0</w:t>
      </w:r>
    </w:p>
    <w:p w:rsidR="00B5154A" w:rsidRDefault="00B5154A" w:rsidP="00B5154A">
      <w:r>
        <w:t>144.6334</w:t>
      </w:r>
      <w:r>
        <w:tab/>
        <w:t>2.025e0</w:t>
      </w:r>
    </w:p>
    <w:p w:rsidR="00B5154A" w:rsidRDefault="00B5154A" w:rsidP="00B5154A">
      <w:r>
        <w:t>144.7233</w:t>
      </w:r>
      <w:r>
        <w:tab/>
        <w:t>2.025e0</w:t>
      </w:r>
    </w:p>
    <w:p w:rsidR="00B5154A" w:rsidRDefault="00B5154A" w:rsidP="00B5154A">
      <w:r>
        <w:t>144.7608</w:t>
      </w:r>
      <w:r>
        <w:tab/>
        <w:t>3.354e0</w:t>
      </w:r>
    </w:p>
    <w:p w:rsidR="00B5154A" w:rsidRDefault="00B5154A" w:rsidP="00B5154A">
      <w:r>
        <w:t>144.8044</w:t>
      </w:r>
      <w:r>
        <w:tab/>
        <w:t>1.013e0</w:t>
      </w:r>
    </w:p>
    <w:p w:rsidR="00B5154A" w:rsidRDefault="00B5154A" w:rsidP="00B5154A">
      <w:r>
        <w:lastRenderedPageBreak/>
        <w:t>144.8338</w:t>
      </w:r>
      <w:r>
        <w:tab/>
        <w:t>2.025e0</w:t>
      </w:r>
    </w:p>
    <w:p w:rsidR="00B5154A" w:rsidRDefault="00B5154A" w:rsidP="00B5154A">
      <w:r>
        <w:t>144.8588</w:t>
      </w:r>
      <w:r>
        <w:tab/>
        <w:t>1.013e0</w:t>
      </w:r>
    </w:p>
    <w:p w:rsidR="00B5154A" w:rsidRDefault="00B5154A" w:rsidP="00B5154A">
      <w:r>
        <w:t>144.8901</w:t>
      </w:r>
      <w:r>
        <w:tab/>
        <w:t>3.038e0</w:t>
      </w:r>
    </w:p>
    <w:p w:rsidR="00B5154A" w:rsidRDefault="00B5154A" w:rsidP="00B5154A">
      <w:r>
        <w:t>144.9229</w:t>
      </w:r>
      <w:r>
        <w:tab/>
        <w:t>2.025e0</w:t>
      </w:r>
    </w:p>
    <w:p w:rsidR="00B5154A" w:rsidRDefault="00B5154A" w:rsidP="00B5154A">
      <w:r>
        <w:t>144.9430</w:t>
      </w:r>
      <w:r>
        <w:tab/>
        <w:t>4.051e0</w:t>
      </w:r>
    </w:p>
    <w:p w:rsidR="00B5154A" w:rsidRDefault="00B5154A" w:rsidP="00B5154A">
      <w:r>
        <w:t>144.9634</w:t>
      </w:r>
      <w:r>
        <w:tab/>
        <w:t>3.038e0</w:t>
      </w:r>
    </w:p>
    <w:p w:rsidR="00B5154A" w:rsidRDefault="00B5154A" w:rsidP="00B5154A">
      <w:r>
        <w:t>144.9918</w:t>
      </w:r>
      <w:r>
        <w:tab/>
        <w:t>3.038e0</w:t>
      </w:r>
    </w:p>
    <w:p w:rsidR="00B5154A" w:rsidRDefault="00B5154A" w:rsidP="00B5154A">
      <w:r>
        <w:t>145.0545</w:t>
      </w:r>
      <w:r>
        <w:tab/>
        <w:t>7.991e0</w:t>
      </w:r>
    </w:p>
    <w:p w:rsidR="00B5154A" w:rsidRDefault="00B5154A" w:rsidP="00B5154A">
      <w:r>
        <w:t>145.0696</w:t>
      </w:r>
      <w:r>
        <w:tab/>
        <w:t>2.516e0</w:t>
      </w:r>
    </w:p>
    <w:p w:rsidR="00B5154A" w:rsidRDefault="00B5154A" w:rsidP="00B5154A">
      <w:r>
        <w:t>145.1004</w:t>
      </w:r>
      <w:r>
        <w:tab/>
        <w:t>6.935e0</w:t>
      </w:r>
    </w:p>
    <w:p w:rsidR="00B5154A" w:rsidRDefault="00B5154A" w:rsidP="00B5154A">
      <w:r>
        <w:t>145.1404</w:t>
      </w:r>
      <w:r>
        <w:tab/>
        <w:t>2.907e0</w:t>
      </w:r>
    </w:p>
    <w:p w:rsidR="00B5154A" w:rsidRDefault="00B5154A" w:rsidP="00B5154A">
      <w:r>
        <w:t>145.1771</w:t>
      </w:r>
      <w:r>
        <w:tab/>
        <w:t>4.051e0</w:t>
      </w:r>
    </w:p>
    <w:p w:rsidR="00B5154A" w:rsidRDefault="00B5154A" w:rsidP="00B5154A">
      <w:r>
        <w:t>145.2142</w:t>
      </w:r>
      <w:r>
        <w:tab/>
        <w:t>1.013e0</w:t>
      </w:r>
    </w:p>
    <w:p w:rsidR="00B5154A" w:rsidRDefault="00B5154A" w:rsidP="00B5154A">
      <w:r>
        <w:t>145.2265</w:t>
      </w:r>
      <w:r>
        <w:tab/>
        <w:t>1.013e0</w:t>
      </w:r>
    </w:p>
    <w:p w:rsidR="00B5154A" w:rsidRDefault="00B5154A" w:rsidP="00B5154A">
      <w:r>
        <w:t>145.2549</w:t>
      </w:r>
      <w:r>
        <w:tab/>
        <w:t>5.063e0</w:t>
      </w:r>
    </w:p>
    <w:p w:rsidR="00B5154A" w:rsidRDefault="00B5154A" w:rsidP="00B5154A">
      <w:r>
        <w:t>145.2884</w:t>
      </w:r>
      <w:r>
        <w:tab/>
        <w:t>3.038e0</w:t>
      </w:r>
    </w:p>
    <w:p w:rsidR="00B5154A" w:rsidRDefault="00B5154A" w:rsidP="00B5154A">
      <w:r>
        <w:t>145.3188</w:t>
      </w:r>
      <w:r>
        <w:tab/>
        <w:t>2.025e0</w:t>
      </w:r>
    </w:p>
    <w:p w:rsidR="00B5154A" w:rsidRDefault="00B5154A" w:rsidP="00B5154A">
      <w:r>
        <w:t>145.3485</w:t>
      </w:r>
      <w:r>
        <w:tab/>
        <w:t>2.025e0</w:t>
      </w:r>
    </w:p>
    <w:p w:rsidR="00B5154A" w:rsidRDefault="00B5154A" w:rsidP="00B5154A">
      <w:r>
        <w:t>145.4062</w:t>
      </w:r>
      <w:r>
        <w:tab/>
        <w:t>2.025e0</w:t>
      </w:r>
    </w:p>
    <w:p w:rsidR="00B5154A" w:rsidRDefault="00B5154A" w:rsidP="00B5154A">
      <w:r>
        <w:lastRenderedPageBreak/>
        <w:t>145.4656</w:t>
      </w:r>
      <w:r>
        <w:tab/>
        <w:t>2.025e0</w:t>
      </w:r>
    </w:p>
    <w:p w:rsidR="00B5154A" w:rsidRDefault="00B5154A" w:rsidP="00B5154A">
      <w:r>
        <w:t>145.4978</w:t>
      </w:r>
      <w:r>
        <w:tab/>
        <w:t>3.038e0</w:t>
      </w:r>
    </w:p>
    <w:p w:rsidR="00B5154A" w:rsidRDefault="00B5154A" w:rsidP="00B5154A">
      <w:r>
        <w:t>145.5379</w:t>
      </w:r>
      <w:r>
        <w:tab/>
        <w:t>3.038e0</w:t>
      </w:r>
    </w:p>
    <w:p w:rsidR="00B5154A" w:rsidRDefault="00B5154A" w:rsidP="00B5154A">
      <w:r>
        <w:t>145.5753</w:t>
      </w:r>
      <w:r>
        <w:tab/>
        <w:t>4.051e0</w:t>
      </w:r>
    </w:p>
    <w:p w:rsidR="00B5154A" w:rsidRDefault="00B5154A" w:rsidP="00B5154A">
      <w:r>
        <w:t>145.6089</w:t>
      </w:r>
      <w:r>
        <w:tab/>
        <w:t>3.038e0</w:t>
      </w:r>
    </w:p>
    <w:p w:rsidR="00B5154A" w:rsidRDefault="00B5154A" w:rsidP="00B5154A">
      <w:r>
        <w:t>145.6461</w:t>
      </w:r>
      <w:r>
        <w:tab/>
        <w:t>3.038e0</w:t>
      </w:r>
    </w:p>
    <w:p w:rsidR="00B5154A" w:rsidRDefault="00B5154A" w:rsidP="00B5154A">
      <w:r>
        <w:t>145.6664</w:t>
      </w:r>
      <w:r>
        <w:tab/>
        <w:t>3.038e0</w:t>
      </w:r>
    </w:p>
    <w:p w:rsidR="00B5154A" w:rsidRDefault="00B5154A" w:rsidP="00B5154A">
      <w:r>
        <w:t>145.6868</w:t>
      </w:r>
      <w:r>
        <w:tab/>
        <w:t>2.025e0</w:t>
      </w:r>
    </w:p>
    <w:p w:rsidR="00B5154A" w:rsidRDefault="00B5154A" w:rsidP="00B5154A">
      <w:r>
        <w:t>145.7461</w:t>
      </w:r>
      <w:r>
        <w:tab/>
        <w:t>1.013e0</w:t>
      </w:r>
    </w:p>
    <w:p w:rsidR="00B5154A" w:rsidRDefault="00B5154A" w:rsidP="00B5154A">
      <w:r>
        <w:t>145.7855</w:t>
      </w:r>
      <w:r>
        <w:tab/>
        <w:t>4.051e0</w:t>
      </w:r>
    </w:p>
    <w:p w:rsidR="00B5154A" w:rsidRDefault="00B5154A" w:rsidP="00B5154A">
      <w:r>
        <w:t>145.8167</w:t>
      </w:r>
      <w:r>
        <w:tab/>
        <w:t>1.013e0</w:t>
      </w:r>
    </w:p>
    <w:p w:rsidR="00B5154A" w:rsidRDefault="00B5154A" w:rsidP="00B5154A">
      <w:r>
        <w:t>145.8307</w:t>
      </w:r>
      <w:r>
        <w:tab/>
        <w:t>2.025e0</w:t>
      </w:r>
    </w:p>
    <w:p w:rsidR="00B5154A" w:rsidRDefault="00B5154A" w:rsidP="00B5154A">
      <w:r>
        <w:t>145.9088</w:t>
      </w:r>
      <w:r>
        <w:tab/>
        <w:t>5.063e0</w:t>
      </w:r>
    </w:p>
    <w:p w:rsidR="00B5154A" w:rsidRDefault="00B5154A" w:rsidP="00B5154A">
      <w:r>
        <w:t>145.9389</w:t>
      </w:r>
      <w:r>
        <w:tab/>
        <w:t>3.038e0</w:t>
      </w:r>
    </w:p>
    <w:p w:rsidR="00B5154A" w:rsidRDefault="00B5154A" w:rsidP="00B5154A">
      <w:r>
        <w:t>146.0714</w:t>
      </w:r>
      <w:r>
        <w:tab/>
        <w:t>4.208e2</w:t>
      </w:r>
    </w:p>
    <w:p w:rsidR="00B5154A" w:rsidRDefault="00B5154A" w:rsidP="00B5154A">
      <w:r>
        <w:t>146.1245</w:t>
      </w:r>
      <w:r>
        <w:tab/>
        <w:t>1.954e0</w:t>
      </w:r>
    </w:p>
    <w:p w:rsidR="00B5154A" w:rsidRDefault="00B5154A" w:rsidP="00B5154A">
      <w:r>
        <w:t>146.1620</w:t>
      </w:r>
      <w:r>
        <w:tab/>
        <w:t>5.821e0</w:t>
      </w:r>
    </w:p>
    <w:p w:rsidR="00B5154A" w:rsidRDefault="00B5154A" w:rsidP="00B5154A">
      <w:r>
        <w:t>146.2068</w:t>
      </w:r>
      <w:r>
        <w:tab/>
        <w:t>2.025e0</w:t>
      </w:r>
    </w:p>
    <w:p w:rsidR="00B5154A" w:rsidRDefault="00B5154A" w:rsidP="00B5154A">
      <w:r>
        <w:t>146.2466</w:t>
      </w:r>
      <w:r>
        <w:tab/>
        <w:t>4.051e0</w:t>
      </w:r>
    </w:p>
    <w:p w:rsidR="00B5154A" w:rsidRDefault="00B5154A" w:rsidP="00B5154A">
      <w:r>
        <w:lastRenderedPageBreak/>
        <w:t>146.3199</w:t>
      </w:r>
      <w:r>
        <w:tab/>
        <w:t>6.076e0</w:t>
      </w:r>
    </w:p>
    <w:p w:rsidR="00B5154A" w:rsidRDefault="00B5154A" w:rsidP="00B5154A">
      <w:r>
        <w:t>146.3626</w:t>
      </w:r>
      <w:r>
        <w:tab/>
        <w:t>2.025e0</w:t>
      </w:r>
    </w:p>
    <w:p w:rsidR="00B5154A" w:rsidRDefault="00B5154A" w:rsidP="00B5154A">
      <w:r>
        <w:t>146.3878</w:t>
      </w:r>
      <w:r>
        <w:tab/>
        <w:t>4.750e0</w:t>
      </w:r>
    </w:p>
    <w:p w:rsidR="00B5154A" w:rsidRDefault="00B5154A" w:rsidP="00B5154A">
      <w:r>
        <w:t>146.4164</w:t>
      </w:r>
      <w:r>
        <w:tab/>
        <w:t>3.038e0</w:t>
      </w:r>
    </w:p>
    <w:p w:rsidR="00B5154A" w:rsidRDefault="00B5154A" w:rsidP="00B5154A">
      <w:r>
        <w:t>146.4417</w:t>
      </w:r>
      <w:r>
        <w:tab/>
        <w:t>4.051e0</w:t>
      </w:r>
    </w:p>
    <w:p w:rsidR="00B5154A" w:rsidRDefault="00B5154A" w:rsidP="00B5154A">
      <w:r>
        <w:t>146.4761</w:t>
      </w:r>
      <w:r>
        <w:tab/>
        <w:t>6.076e0</w:t>
      </w:r>
    </w:p>
    <w:p w:rsidR="00B5154A" w:rsidRDefault="00B5154A" w:rsidP="00B5154A">
      <w:r>
        <w:t>146.4963</w:t>
      </w:r>
      <w:r>
        <w:tab/>
        <w:t>2.947e0</w:t>
      </w:r>
    </w:p>
    <w:p w:rsidR="00B5154A" w:rsidRDefault="00B5154A" w:rsidP="00B5154A">
      <w:r>
        <w:t>146.5188</w:t>
      </w:r>
      <w:r>
        <w:tab/>
        <w:t>3.494e0</w:t>
      </w:r>
    </w:p>
    <w:p w:rsidR="00B5154A" w:rsidRDefault="00B5154A" w:rsidP="00B5154A">
      <w:r>
        <w:t>146.5373</w:t>
      </w:r>
      <w:r>
        <w:tab/>
        <w:t>4.130e0</w:t>
      </w:r>
    </w:p>
    <w:p w:rsidR="00B5154A" w:rsidRDefault="00B5154A" w:rsidP="00B5154A">
      <w:r>
        <w:t>146.5647</w:t>
      </w:r>
      <w:r>
        <w:tab/>
        <w:t>2.107e0</w:t>
      </w:r>
    </w:p>
    <w:p w:rsidR="00B5154A" w:rsidRDefault="00B5154A" w:rsidP="00B5154A">
      <w:r>
        <w:t>146.6130</w:t>
      </w:r>
      <w:r>
        <w:tab/>
        <w:t>2.025e0</w:t>
      </w:r>
    </w:p>
    <w:p w:rsidR="00B5154A" w:rsidRDefault="00B5154A" w:rsidP="00B5154A">
      <w:r>
        <w:t>146.6478</w:t>
      </w:r>
      <w:r>
        <w:tab/>
        <w:t>5.063e0</w:t>
      </w:r>
    </w:p>
    <w:p w:rsidR="00B5154A" w:rsidRDefault="00B5154A" w:rsidP="00B5154A">
      <w:r>
        <w:t>146.6753</w:t>
      </w:r>
      <w:r>
        <w:tab/>
        <w:t>4.051e0</w:t>
      </w:r>
    </w:p>
    <w:p w:rsidR="00B5154A" w:rsidRDefault="00B5154A" w:rsidP="00B5154A">
      <w:r>
        <w:t>146.7072</w:t>
      </w:r>
      <w:r>
        <w:tab/>
        <w:t>4.051e0</w:t>
      </w:r>
    </w:p>
    <w:p w:rsidR="00B5154A" w:rsidRDefault="00B5154A" w:rsidP="00B5154A">
      <w:r>
        <w:t>146.7724</w:t>
      </w:r>
      <w:r>
        <w:tab/>
        <w:t>5.698e0</w:t>
      </w:r>
    </w:p>
    <w:p w:rsidR="00B5154A" w:rsidRDefault="00B5154A" w:rsidP="00B5154A">
      <w:r>
        <w:t>146.8172</w:t>
      </w:r>
      <w:r>
        <w:tab/>
        <w:t>5.063e0</w:t>
      </w:r>
    </w:p>
    <w:p w:rsidR="00B5154A" w:rsidRDefault="00B5154A" w:rsidP="00B5154A">
      <w:r>
        <w:t>146.8357</w:t>
      </w:r>
      <w:r>
        <w:tab/>
        <w:t>1.861e0</w:t>
      </w:r>
    </w:p>
    <w:p w:rsidR="00B5154A" w:rsidRDefault="00B5154A" w:rsidP="00B5154A">
      <w:r>
        <w:t>146.8698</w:t>
      </w:r>
      <w:r>
        <w:tab/>
        <w:t>3.038e0</w:t>
      </w:r>
    </w:p>
    <w:p w:rsidR="00B5154A" w:rsidRDefault="00B5154A" w:rsidP="00B5154A">
      <w:r>
        <w:t>146.8898</w:t>
      </w:r>
      <w:r>
        <w:tab/>
        <w:t>4.058e0</w:t>
      </w:r>
    </w:p>
    <w:p w:rsidR="00B5154A" w:rsidRDefault="00B5154A" w:rsidP="00B5154A">
      <w:r>
        <w:lastRenderedPageBreak/>
        <w:t>146.9018</w:t>
      </w:r>
      <w:r>
        <w:tab/>
        <w:t>3.038e0</w:t>
      </w:r>
    </w:p>
    <w:p w:rsidR="00B5154A" w:rsidRDefault="00B5154A" w:rsidP="00B5154A">
      <w:r>
        <w:t>146.9384</w:t>
      </w:r>
      <w:r>
        <w:tab/>
        <w:t>2.025e0</w:t>
      </w:r>
    </w:p>
    <w:p w:rsidR="00B5154A" w:rsidRDefault="00B5154A" w:rsidP="00B5154A">
      <w:r>
        <w:t>146.9718</w:t>
      </w:r>
      <w:r>
        <w:tab/>
        <w:t>2.025e0</w:t>
      </w:r>
    </w:p>
    <w:p w:rsidR="00B5154A" w:rsidRDefault="00B5154A" w:rsidP="00B5154A">
      <w:r>
        <w:t>146.9997</w:t>
      </w:r>
      <w:r>
        <w:tab/>
        <w:t>1.782e0</w:t>
      </w:r>
    </w:p>
    <w:p w:rsidR="00B5154A" w:rsidRDefault="00B5154A" w:rsidP="00B5154A">
      <w:r>
        <w:t>147.0455</w:t>
      </w:r>
      <w:r>
        <w:tab/>
        <w:t>9.471e0</w:t>
      </w:r>
    </w:p>
    <w:p w:rsidR="00B5154A" w:rsidRDefault="00B5154A" w:rsidP="00B5154A">
      <w:r>
        <w:t>147.0739</w:t>
      </w:r>
      <w:r>
        <w:tab/>
        <w:t>3.672e1</w:t>
      </w:r>
    </w:p>
    <w:p w:rsidR="00B5154A" w:rsidRDefault="00B5154A" w:rsidP="00B5154A">
      <w:r>
        <w:t>147.1824</w:t>
      </w:r>
      <w:r>
        <w:tab/>
        <w:t>3.038e0</w:t>
      </w:r>
    </w:p>
    <w:p w:rsidR="00B5154A" w:rsidRDefault="00B5154A" w:rsidP="00B5154A">
      <w:r>
        <w:t>147.2068</w:t>
      </w:r>
      <w:r>
        <w:tab/>
        <w:t>5.063e0</w:t>
      </w:r>
    </w:p>
    <w:p w:rsidR="00B5154A" w:rsidRDefault="00B5154A" w:rsidP="00B5154A">
      <w:r>
        <w:t>147.2516</w:t>
      </w:r>
      <w:r>
        <w:tab/>
        <w:t>3.038e0</w:t>
      </w:r>
    </w:p>
    <w:p w:rsidR="00B5154A" w:rsidRDefault="00B5154A" w:rsidP="00B5154A">
      <w:r>
        <w:t>147.2894</w:t>
      </w:r>
      <w:r>
        <w:tab/>
        <w:t>4.051e0</w:t>
      </w:r>
    </w:p>
    <w:p w:rsidR="00B5154A" w:rsidRDefault="00B5154A" w:rsidP="00B5154A">
      <w:r>
        <w:t>147.3222</w:t>
      </w:r>
      <w:r>
        <w:tab/>
        <w:t>3.038e0</w:t>
      </w:r>
    </w:p>
    <w:p w:rsidR="00B5154A" w:rsidRDefault="00B5154A" w:rsidP="00B5154A">
      <w:r>
        <w:t>147.3432</w:t>
      </w:r>
      <w:r>
        <w:tab/>
        <w:t>2.295e0</w:t>
      </w:r>
    </w:p>
    <w:p w:rsidR="00B5154A" w:rsidRDefault="00B5154A" w:rsidP="00B5154A">
      <w:r>
        <w:t>147.3794</w:t>
      </w:r>
      <w:r>
        <w:tab/>
        <w:t>1.013e0</w:t>
      </w:r>
    </w:p>
    <w:p w:rsidR="00B5154A" w:rsidRDefault="00B5154A" w:rsidP="00B5154A">
      <w:r>
        <w:t>147.4189</w:t>
      </w:r>
      <w:r>
        <w:tab/>
        <w:t>1.013e0</w:t>
      </w:r>
    </w:p>
    <w:p w:rsidR="00B5154A" w:rsidRDefault="00B5154A" w:rsidP="00B5154A">
      <w:r>
        <w:t>147.4464</w:t>
      </w:r>
      <w:r>
        <w:tab/>
        <w:t>3.038e0</w:t>
      </w:r>
    </w:p>
    <w:p w:rsidR="00B5154A" w:rsidRDefault="00B5154A" w:rsidP="00B5154A">
      <w:r>
        <w:t>147.4703</w:t>
      </w:r>
      <w:r>
        <w:tab/>
        <w:t>1.013e0</w:t>
      </w:r>
    </w:p>
    <w:p w:rsidR="00B5154A" w:rsidRDefault="00B5154A" w:rsidP="00B5154A">
      <w:r>
        <w:t>147.4985</w:t>
      </w:r>
      <w:r>
        <w:tab/>
        <w:t>3.038e0</w:t>
      </w:r>
    </w:p>
    <w:p w:rsidR="00B5154A" w:rsidRDefault="00B5154A" w:rsidP="00B5154A">
      <w:r>
        <w:t>147.5316</w:t>
      </w:r>
      <w:r>
        <w:tab/>
        <w:t>1.013e0</w:t>
      </w:r>
    </w:p>
    <w:p w:rsidR="00B5154A" w:rsidRDefault="00B5154A" w:rsidP="00B5154A">
      <w:r>
        <w:t>147.5583</w:t>
      </w:r>
      <w:r>
        <w:tab/>
        <w:t>2.025e0</w:t>
      </w:r>
    </w:p>
    <w:p w:rsidR="00B5154A" w:rsidRDefault="00B5154A" w:rsidP="00B5154A">
      <w:r>
        <w:lastRenderedPageBreak/>
        <w:t>147.5856</w:t>
      </w:r>
      <w:r>
        <w:tab/>
        <w:t>3.038e0</w:t>
      </w:r>
    </w:p>
    <w:p w:rsidR="00B5154A" w:rsidRDefault="00B5154A" w:rsidP="00B5154A">
      <w:r>
        <w:t>147.6214</w:t>
      </w:r>
      <w:r>
        <w:tab/>
        <w:t>2.025e0</w:t>
      </w:r>
    </w:p>
    <w:p w:rsidR="00B5154A" w:rsidRDefault="00B5154A" w:rsidP="00B5154A">
      <w:r>
        <w:t>147.6726</w:t>
      </w:r>
      <w:r>
        <w:tab/>
        <w:t>4.051e0</w:t>
      </w:r>
    </w:p>
    <w:p w:rsidR="00B5154A" w:rsidRDefault="00B5154A" w:rsidP="00B5154A">
      <w:r>
        <w:t>147.7091</w:t>
      </w:r>
      <w:r>
        <w:tab/>
        <w:t>2.025e0</w:t>
      </w:r>
    </w:p>
    <w:p w:rsidR="00B5154A" w:rsidRDefault="00B5154A" w:rsidP="00B5154A">
      <w:r>
        <w:t>147.7292</w:t>
      </w:r>
      <w:r>
        <w:tab/>
        <w:t>3.038e0</w:t>
      </w:r>
    </w:p>
    <w:p w:rsidR="00B5154A" w:rsidRDefault="00B5154A" w:rsidP="00B5154A">
      <w:r>
        <w:t>147.7835</w:t>
      </w:r>
      <w:r>
        <w:tab/>
        <w:t>1.013e0</w:t>
      </w:r>
    </w:p>
    <w:p w:rsidR="00B5154A" w:rsidRDefault="00B5154A" w:rsidP="00B5154A">
      <w:r>
        <w:t>147.8209</w:t>
      </w:r>
      <w:r>
        <w:tab/>
        <w:t>4.051e0</w:t>
      </w:r>
    </w:p>
    <w:p w:rsidR="00B5154A" w:rsidRDefault="00B5154A" w:rsidP="00B5154A">
      <w:r>
        <w:t>147.8479</w:t>
      </w:r>
      <w:r>
        <w:tab/>
        <w:t>1.013e0</w:t>
      </w:r>
    </w:p>
    <w:p w:rsidR="00B5154A" w:rsidRDefault="00B5154A" w:rsidP="00B5154A">
      <w:r>
        <w:t>147.8833</w:t>
      </w:r>
      <w:r>
        <w:tab/>
        <w:t>2.025e0</w:t>
      </w:r>
    </w:p>
    <w:p w:rsidR="00B5154A" w:rsidRDefault="00B5154A" w:rsidP="00B5154A">
      <w:r>
        <w:t>147.9154</w:t>
      </w:r>
      <w:r>
        <w:tab/>
        <w:t>1.013e0</w:t>
      </w:r>
    </w:p>
    <w:p w:rsidR="00B5154A" w:rsidRDefault="00B5154A" w:rsidP="00B5154A">
      <w:r>
        <w:t>147.9382</w:t>
      </w:r>
      <w:r>
        <w:tab/>
        <w:t>3.038e0</w:t>
      </w:r>
    </w:p>
    <w:p w:rsidR="00B5154A" w:rsidRDefault="00B5154A" w:rsidP="00B5154A">
      <w:r>
        <w:t>147.9783</w:t>
      </w:r>
      <w:r>
        <w:tab/>
        <w:t>2.025e0</w:t>
      </w:r>
    </w:p>
    <w:p w:rsidR="00B5154A" w:rsidRDefault="00B5154A" w:rsidP="00B5154A">
      <w:r>
        <w:t>148.0678</w:t>
      </w:r>
      <w:r>
        <w:tab/>
        <w:t>2.722e2</w:t>
      </w:r>
    </w:p>
    <w:p w:rsidR="00B5154A" w:rsidRDefault="00B5154A" w:rsidP="00B5154A">
      <w:r>
        <w:t>148.1113</w:t>
      </w:r>
      <w:r>
        <w:tab/>
        <w:t>5.836e0</w:t>
      </w:r>
    </w:p>
    <w:p w:rsidR="00B5154A" w:rsidRDefault="00B5154A" w:rsidP="00B5154A">
      <w:r>
        <w:t>148.1339</w:t>
      </w:r>
      <w:r>
        <w:tab/>
        <w:t>1.261e0</w:t>
      </w:r>
    </w:p>
    <w:p w:rsidR="00B5154A" w:rsidRDefault="00B5154A" w:rsidP="00B5154A">
      <w:r>
        <w:t>148.1707</w:t>
      </w:r>
      <w:r>
        <w:tab/>
        <w:t>1.013e0</w:t>
      </w:r>
    </w:p>
    <w:p w:rsidR="00B5154A" w:rsidRDefault="00B5154A" w:rsidP="00B5154A">
      <w:r>
        <w:t>148.1979</w:t>
      </w:r>
      <w:r>
        <w:tab/>
        <w:t>3.038e0</w:t>
      </w:r>
    </w:p>
    <w:p w:rsidR="00B5154A" w:rsidRDefault="00B5154A" w:rsidP="00B5154A">
      <w:r>
        <w:t>148.2193</w:t>
      </w:r>
      <w:r>
        <w:tab/>
        <w:t>2.025e0</w:t>
      </w:r>
    </w:p>
    <w:p w:rsidR="00B5154A" w:rsidRDefault="00B5154A" w:rsidP="00B5154A">
      <w:r>
        <w:t>148.2420</w:t>
      </w:r>
      <w:r>
        <w:tab/>
        <w:t>1.013e0</w:t>
      </w:r>
    </w:p>
    <w:p w:rsidR="00B5154A" w:rsidRDefault="00B5154A" w:rsidP="00B5154A">
      <w:r>
        <w:lastRenderedPageBreak/>
        <w:t>148.2617</w:t>
      </w:r>
      <w:r>
        <w:tab/>
        <w:t>1.013e0</w:t>
      </w:r>
    </w:p>
    <w:p w:rsidR="00B5154A" w:rsidRDefault="00B5154A" w:rsidP="00B5154A">
      <w:r>
        <w:t>148.2884</w:t>
      </w:r>
      <w:r>
        <w:tab/>
        <w:t>5.063e0</w:t>
      </w:r>
    </w:p>
    <w:p w:rsidR="00B5154A" w:rsidRDefault="00B5154A" w:rsidP="00B5154A">
      <w:r>
        <w:t>148.3125</w:t>
      </w:r>
      <w:r>
        <w:tab/>
        <w:t>2.418e0</w:t>
      </w:r>
    </w:p>
    <w:p w:rsidR="00B5154A" w:rsidRDefault="00B5154A" w:rsidP="00B5154A">
      <w:r>
        <w:t>148.3517</w:t>
      </w:r>
      <w:r>
        <w:tab/>
        <w:t>1.013e0</w:t>
      </w:r>
    </w:p>
    <w:p w:rsidR="00B5154A" w:rsidRDefault="00B5154A" w:rsidP="00B5154A">
      <w:r>
        <w:t>148.3715</w:t>
      </w:r>
      <w:r>
        <w:tab/>
        <w:t>3.038e0</w:t>
      </w:r>
    </w:p>
    <w:p w:rsidR="00B5154A" w:rsidRDefault="00B5154A" w:rsidP="00B5154A">
      <w:r>
        <w:t>148.4085</w:t>
      </w:r>
      <w:r>
        <w:tab/>
        <w:t>2.820e0</w:t>
      </w:r>
    </w:p>
    <w:p w:rsidR="00B5154A" w:rsidRDefault="00B5154A" w:rsidP="00B5154A">
      <w:r>
        <w:t>148.4330</w:t>
      </w:r>
      <w:r>
        <w:tab/>
        <w:t>2.025e0</w:t>
      </w:r>
    </w:p>
    <w:p w:rsidR="00B5154A" w:rsidRDefault="00B5154A" w:rsidP="00B5154A">
      <w:r>
        <w:t>148.4494</w:t>
      </w:r>
      <w:r>
        <w:tab/>
        <w:t>1.013e0</w:t>
      </w:r>
    </w:p>
    <w:p w:rsidR="00B5154A" w:rsidRDefault="00B5154A" w:rsidP="00B5154A">
      <w:r>
        <w:t>148.4862</w:t>
      </w:r>
      <w:r>
        <w:tab/>
        <w:t>4.051e0</w:t>
      </w:r>
    </w:p>
    <w:p w:rsidR="00B5154A" w:rsidRDefault="00B5154A" w:rsidP="00B5154A">
      <w:r>
        <w:t>148.5174</w:t>
      </w:r>
      <w:r>
        <w:tab/>
        <w:t>3.038e0</w:t>
      </w:r>
    </w:p>
    <w:p w:rsidR="00B5154A" w:rsidRDefault="00B5154A" w:rsidP="00B5154A">
      <w:r>
        <w:t>148.5380</w:t>
      </w:r>
      <w:r>
        <w:tab/>
        <w:t>4.598e0</w:t>
      </w:r>
    </w:p>
    <w:p w:rsidR="00B5154A" w:rsidRDefault="00B5154A" w:rsidP="00B5154A">
      <w:r>
        <w:t>148.5550</w:t>
      </w:r>
      <w:r>
        <w:tab/>
        <w:t>1.393e1</w:t>
      </w:r>
    </w:p>
    <w:p w:rsidR="00B5154A" w:rsidRDefault="00B5154A" w:rsidP="00B5154A">
      <w:r>
        <w:t>148.5995</w:t>
      </w:r>
      <w:r>
        <w:tab/>
        <w:t>2.025e0</w:t>
      </w:r>
    </w:p>
    <w:p w:rsidR="00B5154A" w:rsidRDefault="00B5154A" w:rsidP="00B5154A">
      <w:r>
        <w:t>148.6534</w:t>
      </w:r>
      <w:r>
        <w:tab/>
        <w:t>2.025e0</w:t>
      </w:r>
    </w:p>
    <w:p w:rsidR="00B5154A" w:rsidRDefault="00B5154A" w:rsidP="00B5154A">
      <w:r>
        <w:t>148.6954</w:t>
      </w:r>
      <w:r>
        <w:tab/>
        <w:t>2.025e0</w:t>
      </w:r>
    </w:p>
    <w:p w:rsidR="00B5154A" w:rsidRDefault="00B5154A" w:rsidP="00B5154A">
      <w:r>
        <w:t>148.7274</w:t>
      </w:r>
      <w:r>
        <w:tab/>
        <w:t>3.038e0</w:t>
      </w:r>
    </w:p>
    <w:p w:rsidR="00B5154A" w:rsidRDefault="00B5154A" w:rsidP="00B5154A">
      <w:r>
        <w:t>148.7691</w:t>
      </w:r>
      <w:r>
        <w:tab/>
        <w:t>4.051e0</w:t>
      </w:r>
    </w:p>
    <w:p w:rsidR="00B5154A" w:rsidRDefault="00B5154A" w:rsidP="00B5154A">
      <w:r>
        <w:t>148.8185</w:t>
      </w:r>
      <w:r>
        <w:tab/>
        <w:t>1.013e0</w:t>
      </w:r>
    </w:p>
    <w:p w:rsidR="00B5154A" w:rsidRDefault="00B5154A" w:rsidP="00B5154A">
      <w:r>
        <w:t>148.8790</w:t>
      </w:r>
      <w:r>
        <w:tab/>
        <w:t>3.038e0</w:t>
      </w:r>
    </w:p>
    <w:p w:rsidR="00B5154A" w:rsidRDefault="00B5154A" w:rsidP="00B5154A">
      <w:r>
        <w:lastRenderedPageBreak/>
        <w:t>148.9018</w:t>
      </w:r>
      <w:r>
        <w:tab/>
        <w:t>2.025e0</w:t>
      </w:r>
    </w:p>
    <w:p w:rsidR="00B5154A" w:rsidRDefault="00B5154A" w:rsidP="00B5154A">
      <w:r>
        <w:t>148.9317</w:t>
      </w:r>
      <w:r>
        <w:tab/>
        <w:t>1.013e0</w:t>
      </w:r>
    </w:p>
    <w:p w:rsidR="00B5154A" w:rsidRDefault="00B5154A" w:rsidP="00B5154A">
      <w:r>
        <w:t>148.9648</w:t>
      </w:r>
      <w:r>
        <w:tab/>
        <w:t>1.013e0</w:t>
      </w:r>
    </w:p>
    <w:p w:rsidR="00B5154A" w:rsidRDefault="00B5154A" w:rsidP="00B5154A">
      <w:r>
        <w:t>148.9917</w:t>
      </w:r>
      <w:r>
        <w:tab/>
        <w:t>8.676e0</w:t>
      </w:r>
    </w:p>
    <w:p w:rsidR="00B5154A" w:rsidRDefault="00B5154A" w:rsidP="00B5154A">
      <w:r>
        <w:t>149.0139</w:t>
      </w:r>
      <w:r>
        <w:tab/>
        <w:t>2.115e0</w:t>
      </w:r>
    </w:p>
    <w:p w:rsidR="00B5154A" w:rsidRDefault="00B5154A" w:rsidP="00B5154A">
      <w:r>
        <w:t>149.0416</w:t>
      </w:r>
      <w:r>
        <w:tab/>
        <w:t>2.472e0</w:t>
      </w:r>
    </w:p>
    <w:p w:rsidR="00B5154A" w:rsidRDefault="00B5154A" w:rsidP="00B5154A">
      <w:r>
        <w:t>149.0734</w:t>
      </w:r>
      <w:r>
        <w:tab/>
        <w:t>1.405e1</w:t>
      </w:r>
    </w:p>
    <w:p w:rsidR="00B5154A" w:rsidRDefault="00B5154A" w:rsidP="00B5154A">
      <w:r>
        <w:t>149.1123</w:t>
      </w:r>
      <w:r>
        <w:tab/>
        <w:t>3.992e0</w:t>
      </w:r>
    </w:p>
    <w:p w:rsidR="00B5154A" w:rsidRDefault="00B5154A" w:rsidP="00B5154A">
      <w:r>
        <w:t>149.1686</w:t>
      </w:r>
      <w:r>
        <w:tab/>
        <w:t>1.013e0</w:t>
      </w:r>
    </w:p>
    <w:p w:rsidR="00B5154A" w:rsidRDefault="00B5154A" w:rsidP="00B5154A">
      <w:r>
        <w:t>149.1879</w:t>
      </w:r>
      <w:r>
        <w:tab/>
        <w:t>2.025e0</w:t>
      </w:r>
    </w:p>
    <w:p w:rsidR="00B5154A" w:rsidRDefault="00B5154A" w:rsidP="00B5154A">
      <w:r>
        <w:t>149.2199</w:t>
      </w:r>
      <w:r>
        <w:tab/>
        <w:t>3.038e0</w:t>
      </w:r>
    </w:p>
    <w:p w:rsidR="00B5154A" w:rsidRDefault="00B5154A" w:rsidP="00B5154A">
      <w:r>
        <w:t>149.2486</w:t>
      </w:r>
      <w:r>
        <w:tab/>
        <w:t>3.038e0</w:t>
      </w:r>
    </w:p>
    <w:p w:rsidR="00B5154A" w:rsidRDefault="00B5154A" w:rsidP="00B5154A">
      <w:r>
        <w:t>149.2759</w:t>
      </w:r>
      <w:r>
        <w:tab/>
        <w:t>3.183e0</w:t>
      </w:r>
    </w:p>
    <w:p w:rsidR="00B5154A" w:rsidRDefault="00B5154A" w:rsidP="00B5154A">
      <w:r>
        <w:t>149.3111</w:t>
      </w:r>
      <w:r>
        <w:tab/>
        <w:t>2.025e0</w:t>
      </w:r>
    </w:p>
    <w:p w:rsidR="00B5154A" w:rsidRDefault="00B5154A" w:rsidP="00B5154A">
      <w:r>
        <w:t>149.3423</w:t>
      </w:r>
      <w:r>
        <w:tab/>
        <w:t>3.038e0</w:t>
      </w:r>
    </w:p>
    <w:p w:rsidR="00B5154A" w:rsidRDefault="00B5154A" w:rsidP="00B5154A">
      <w:r>
        <w:t>149.3729</w:t>
      </w:r>
      <w:r>
        <w:tab/>
        <w:t>4.051e0</w:t>
      </w:r>
    </w:p>
    <w:p w:rsidR="00B5154A" w:rsidRDefault="00B5154A" w:rsidP="00B5154A">
      <w:r>
        <w:t>149.3926</w:t>
      </w:r>
      <w:r>
        <w:tab/>
        <w:t>1.013e0</w:t>
      </w:r>
    </w:p>
    <w:p w:rsidR="00B5154A" w:rsidRDefault="00B5154A" w:rsidP="00B5154A">
      <w:r>
        <w:t>149.4345</w:t>
      </w:r>
      <w:r>
        <w:tab/>
        <w:t>2.025e0</w:t>
      </w:r>
    </w:p>
    <w:p w:rsidR="00B5154A" w:rsidRDefault="00B5154A" w:rsidP="00B5154A">
      <w:r>
        <w:t>149.4689</w:t>
      </w:r>
      <w:r>
        <w:tab/>
        <w:t>3.038e0</w:t>
      </w:r>
    </w:p>
    <w:p w:rsidR="00B5154A" w:rsidRDefault="00B5154A" w:rsidP="00B5154A">
      <w:r>
        <w:lastRenderedPageBreak/>
        <w:t>149.5092</w:t>
      </w:r>
      <w:r>
        <w:tab/>
        <w:t>1.013e0</w:t>
      </w:r>
    </w:p>
    <w:p w:rsidR="00B5154A" w:rsidRDefault="00B5154A" w:rsidP="00B5154A">
      <w:r>
        <w:t>149.5389</w:t>
      </w:r>
      <w:r>
        <w:tab/>
        <w:t>1.013e0</w:t>
      </w:r>
    </w:p>
    <w:p w:rsidR="00B5154A" w:rsidRDefault="00B5154A" w:rsidP="00B5154A">
      <w:r>
        <w:t>149.5643</w:t>
      </w:r>
      <w:r>
        <w:tab/>
        <w:t>2.025e0</w:t>
      </w:r>
    </w:p>
    <w:p w:rsidR="00B5154A" w:rsidRDefault="00B5154A" w:rsidP="00B5154A">
      <w:r>
        <w:t>149.5990</w:t>
      </w:r>
      <w:r>
        <w:tab/>
        <w:t>2.025e0</w:t>
      </w:r>
    </w:p>
    <w:p w:rsidR="00B5154A" w:rsidRDefault="00B5154A" w:rsidP="00B5154A">
      <w:r>
        <w:t>149.6395</w:t>
      </w:r>
      <w:r>
        <w:tab/>
        <w:t>4.051e0</w:t>
      </w:r>
    </w:p>
    <w:p w:rsidR="00B5154A" w:rsidRDefault="00B5154A" w:rsidP="00B5154A">
      <w:r>
        <w:t>149.7129</w:t>
      </w:r>
      <w:r>
        <w:tab/>
        <w:t>5.063e0</w:t>
      </w:r>
    </w:p>
    <w:p w:rsidR="00B5154A" w:rsidRDefault="00B5154A" w:rsidP="00B5154A">
      <w:r>
        <w:t>149.7597</w:t>
      </w:r>
      <w:r>
        <w:tab/>
        <w:t>1.013e0</w:t>
      </w:r>
    </w:p>
    <w:p w:rsidR="00B5154A" w:rsidRDefault="00B5154A" w:rsidP="00B5154A">
      <w:r>
        <w:t>149.7955</w:t>
      </w:r>
      <w:r>
        <w:tab/>
        <w:t>1.013e0</w:t>
      </w:r>
    </w:p>
    <w:p w:rsidR="00B5154A" w:rsidRDefault="00B5154A" w:rsidP="00B5154A">
      <w:r>
        <w:t>149.8217</w:t>
      </w:r>
      <w:r>
        <w:tab/>
        <w:t>1.013e0</w:t>
      </w:r>
    </w:p>
    <w:p w:rsidR="00B5154A" w:rsidRDefault="00B5154A" w:rsidP="00B5154A">
      <w:r>
        <w:t>149.8629</w:t>
      </w:r>
      <w:r>
        <w:tab/>
        <w:t>5.063e0</w:t>
      </w:r>
    </w:p>
    <w:p w:rsidR="00B5154A" w:rsidRDefault="00B5154A" w:rsidP="00B5154A">
      <w:r>
        <w:t>149.8961</w:t>
      </w:r>
      <w:r>
        <w:tab/>
        <w:t>1.013e0</w:t>
      </w:r>
    </w:p>
    <w:p w:rsidR="00B5154A" w:rsidRDefault="00B5154A" w:rsidP="00B5154A">
      <w:r>
        <w:t>149.9240</w:t>
      </w:r>
      <w:r>
        <w:tab/>
        <w:t>2.025e0</w:t>
      </w:r>
    </w:p>
    <w:p w:rsidR="00B5154A" w:rsidRDefault="00B5154A" w:rsidP="00B5154A">
      <w:r>
        <w:t>149.9446</w:t>
      </w:r>
      <w:r>
        <w:tab/>
        <w:t>3.123e0</w:t>
      </w:r>
    </w:p>
    <w:p w:rsidR="00B5154A" w:rsidRDefault="00B5154A" w:rsidP="00B5154A">
      <w:r>
        <w:t>150.0320</w:t>
      </w:r>
      <w:r>
        <w:tab/>
        <w:t>1.311e0</w:t>
      </w:r>
    </w:p>
    <w:p w:rsidR="00B5154A" w:rsidRDefault="00B5154A" w:rsidP="00B5154A">
      <w:r>
        <w:t>150.0643</w:t>
      </w:r>
      <w:r>
        <w:tab/>
        <w:t>1.190e1</w:t>
      </w:r>
    </w:p>
    <w:p w:rsidR="00B5154A" w:rsidRDefault="00B5154A" w:rsidP="00B5154A">
      <w:r>
        <w:t>150.1081</w:t>
      </w:r>
      <w:r>
        <w:tab/>
        <w:t>5.772e0</w:t>
      </w:r>
    </w:p>
    <w:p w:rsidR="00B5154A" w:rsidRDefault="00B5154A" w:rsidP="00B5154A">
      <w:r>
        <w:t>150.1241</w:t>
      </w:r>
      <w:r>
        <w:tab/>
        <w:t>6.690e0</w:t>
      </w:r>
    </w:p>
    <w:p w:rsidR="00B5154A" w:rsidRDefault="00B5154A" w:rsidP="00B5154A">
      <w:r>
        <w:t>150.1990</w:t>
      </w:r>
      <w:r>
        <w:tab/>
        <w:t>2.025e0</w:t>
      </w:r>
    </w:p>
    <w:p w:rsidR="00B5154A" w:rsidRDefault="00B5154A" w:rsidP="00B5154A">
      <w:r>
        <w:t>150.2221</w:t>
      </w:r>
      <w:r>
        <w:tab/>
        <w:t>1.013e0</w:t>
      </w:r>
    </w:p>
    <w:p w:rsidR="00B5154A" w:rsidRDefault="00B5154A" w:rsidP="00B5154A">
      <w:r>
        <w:lastRenderedPageBreak/>
        <w:t>150.2575</w:t>
      </w:r>
      <w:r>
        <w:tab/>
        <w:t>1.013e0</w:t>
      </w:r>
    </w:p>
    <w:p w:rsidR="00B5154A" w:rsidRDefault="00B5154A" w:rsidP="00B5154A">
      <w:r>
        <w:t>150.2873</w:t>
      </w:r>
      <w:r>
        <w:tab/>
        <w:t>2.025e0</w:t>
      </w:r>
    </w:p>
    <w:p w:rsidR="00B5154A" w:rsidRDefault="00B5154A" w:rsidP="00B5154A">
      <w:r>
        <w:t>150.3108</w:t>
      </w:r>
      <w:r>
        <w:tab/>
        <w:t>2.025e0</w:t>
      </w:r>
    </w:p>
    <w:p w:rsidR="00B5154A" w:rsidRDefault="00B5154A" w:rsidP="00B5154A">
      <w:r>
        <w:t>150.3292</w:t>
      </w:r>
      <w:r>
        <w:tab/>
        <w:t>1.013e0</w:t>
      </w:r>
    </w:p>
    <w:p w:rsidR="00B5154A" w:rsidRDefault="00B5154A" w:rsidP="00B5154A">
      <w:r>
        <w:t>150.3473</w:t>
      </w:r>
      <w:r>
        <w:tab/>
        <w:t>2.025e0</w:t>
      </w:r>
    </w:p>
    <w:p w:rsidR="00B5154A" w:rsidRDefault="00B5154A" w:rsidP="00B5154A">
      <w:r>
        <w:t>150.3976</w:t>
      </w:r>
      <w:r>
        <w:tab/>
        <w:t>2.025e0</w:t>
      </w:r>
    </w:p>
    <w:p w:rsidR="00B5154A" w:rsidRDefault="00B5154A" w:rsidP="00B5154A">
      <w:r>
        <w:t>150.4410</w:t>
      </w:r>
      <w:r>
        <w:tab/>
        <w:t>2.025e0</w:t>
      </w:r>
    </w:p>
    <w:p w:rsidR="00B5154A" w:rsidRDefault="00B5154A" w:rsidP="00B5154A">
      <w:r>
        <w:t>150.4707</w:t>
      </w:r>
      <w:r>
        <w:tab/>
        <w:t>3.038e0</w:t>
      </w:r>
    </w:p>
    <w:p w:rsidR="00B5154A" w:rsidRDefault="00B5154A" w:rsidP="00B5154A">
      <w:r>
        <w:t>150.5052</w:t>
      </w:r>
      <w:r>
        <w:tab/>
        <w:t>1.013e0</w:t>
      </w:r>
    </w:p>
    <w:p w:rsidR="00B5154A" w:rsidRDefault="00B5154A" w:rsidP="00B5154A">
      <w:r>
        <w:t>150.5465</w:t>
      </w:r>
      <w:r>
        <w:tab/>
        <w:t>8.101e0</w:t>
      </w:r>
    </w:p>
    <w:p w:rsidR="00B5154A" w:rsidRDefault="00B5154A" w:rsidP="00B5154A">
      <w:r>
        <w:t>150.5888</w:t>
      </w:r>
      <w:r>
        <w:tab/>
        <w:t>5.063e0</w:t>
      </w:r>
    </w:p>
    <w:p w:rsidR="00B5154A" w:rsidRDefault="00B5154A" w:rsidP="00B5154A">
      <w:r>
        <w:t>150.6095</w:t>
      </w:r>
      <w:r>
        <w:tab/>
        <w:t>3.038e0</w:t>
      </w:r>
    </w:p>
    <w:p w:rsidR="00B5154A" w:rsidRDefault="00B5154A" w:rsidP="00B5154A">
      <w:r>
        <w:t>150.6281</w:t>
      </w:r>
      <w:r>
        <w:tab/>
        <w:t>4.051e0</w:t>
      </w:r>
    </w:p>
    <w:p w:rsidR="00B5154A" w:rsidRDefault="00B5154A" w:rsidP="00B5154A">
      <w:r>
        <w:t>150.6491</w:t>
      </w:r>
      <w:r>
        <w:tab/>
        <w:t>3.038e0</w:t>
      </w:r>
    </w:p>
    <w:p w:rsidR="00B5154A" w:rsidRDefault="00B5154A" w:rsidP="00B5154A">
      <w:r>
        <w:t>150.6747</w:t>
      </w:r>
      <w:r>
        <w:tab/>
        <w:t>7.089e0</w:t>
      </w:r>
    </w:p>
    <w:p w:rsidR="00B5154A" w:rsidRDefault="00B5154A" w:rsidP="00B5154A">
      <w:r>
        <w:t>150.7476</w:t>
      </w:r>
      <w:r>
        <w:tab/>
        <w:t>9.114e0</w:t>
      </w:r>
    </w:p>
    <w:p w:rsidR="00B5154A" w:rsidRDefault="00B5154A" w:rsidP="00B5154A">
      <w:r>
        <w:t>150.7915</w:t>
      </w:r>
      <w:r>
        <w:tab/>
        <w:t>2.025e0</w:t>
      </w:r>
    </w:p>
    <w:p w:rsidR="00B5154A" w:rsidRDefault="00B5154A" w:rsidP="00B5154A">
      <w:r>
        <w:t>150.8397</w:t>
      </w:r>
      <w:r>
        <w:tab/>
        <w:t>2.025e0</w:t>
      </w:r>
    </w:p>
    <w:p w:rsidR="00B5154A" w:rsidRDefault="00B5154A" w:rsidP="00B5154A">
      <w:r>
        <w:t>150.8867</w:t>
      </w:r>
      <w:r>
        <w:tab/>
        <w:t>3.038e0</w:t>
      </w:r>
    </w:p>
    <w:p w:rsidR="00B5154A" w:rsidRDefault="00B5154A" w:rsidP="00B5154A">
      <w:r>
        <w:lastRenderedPageBreak/>
        <w:t>150.9166</w:t>
      </w:r>
      <w:r>
        <w:tab/>
        <w:t>2.025e0</w:t>
      </w:r>
    </w:p>
    <w:p w:rsidR="00B5154A" w:rsidRDefault="00B5154A" w:rsidP="00B5154A">
      <w:r>
        <w:t>150.9385</w:t>
      </w:r>
      <w:r>
        <w:tab/>
        <w:t>2.025e0</w:t>
      </w:r>
    </w:p>
    <w:p w:rsidR="00B5154A" w:rsidRDefault="00B5154A" w:rsidP="00B5154A">
      <w:r>
        <w:t>150.9833</w:t>
      </w:r>
      <w:r>
        <w:tab/>
        <w:t>2.025e0</w:t>
      </w:r>
    </w:p>
    <w:p w:rsidR="00B5154A" w:rsidRDefault="00B5154A" w:rsidP="00B5154A">
      <w:r>
        <w:t>150.9976</w:t>
      </w:r>
      <w:r>
        <w:tab/>
        <w:t>1.013e0</w:t>
      </w:r>
    </w:p>
    <w:p w:rsidR="00B5154A" w:rsidRDefault="00B5154A" w:rsidP="00B5154A">
      <w:r>
        <w:t>151.0486</w:t>
      </w:r>
      <w:r>
        <w:tab/>
        <w:t>4.011e1</w:t>
      </w:r>
    </w:p>
    <w:p w:rsidR="00B5154A" w:rsidRDefault="00B5154A" w:rsidP="00B5154A">
      <w:r>
        <w:t>151.0902</w:t>
      </w:r>
      <w:r>
        <w:tab/>
        <w:t>1.394e1</w:t>
      </w:r>
    </w:p>
    <w:p w:rsidR="00B5154A" w:rsidRDefault="00B5154A" w:rsidP="00B5154A">
      <w:r>
        <w:t>151.1797</w:t>
      </w:r>
      <w:r>
        <w:tab/>
        <w:t>3.038e0</w:t>
      </w:r>
    </w:p>
    <w:p w:rsidR="00B5154A" w:rsidRDefault="00B5154A" w:rsidP="00B5154A">
      <w:r>
        <w:t>151.2131</w:t>
      </w:r>
      <w:r>
        <w:tab/>
        <w:t>1.013e0</w:t>
      </w:r>
    </w:p>
    <w:p w:rsidR="00B5154A" w:rsidRDefault="00B5154A" w:rsidP="00B5154A">
      <w:r>
        <w:t>151.2359</w:t>
      </w:r>
      <w:r>
        <w:tab/>
        <w:t>2.025e0</w:t>
      </w:r>
    </w:p>
    <w:p w:rsidR="00B5154A" w:rsidRDefault="00B5154A" w:rsidP="00B5154A">
      <w:r>
        <w:t>151.2691</w:t>
      </w:r>
      <w:r>
        <w:tab/>
        <w:t>1.013e0</w:t>
      </w:r>
    </w:p>
    <w:p w:rsidR="00B5154A" w:rsidRDefault="00B5154A" w:rsidP="00B5154A">
      <w:r>
        <w:t>151.2882</w:t>
      </w:r>
      <w:r>
        <w:tab/>
        <w:t>4.051e0</w:t>
      </w:r>
    </w:p>
    <w:p w:rsidR="00B5154A" w:rsidRDefault="00B5154A" w:rsidP="00B5154A">
      <w:r>
        <w:t>151.3244</w:t>
      </w:r>
      <w:r>
        <w:tab/>
        <w:t>2.025e0</w:t>
      </w:r>
    </w:p>
    <w:p w:rsidR="00B5154A" w:rsidRDefault="00B5154A" w:rsidP="00B5154A">
      <w:r>
        <w:t>151.3738</w:t>
      </w:r>
      <w:r>
        <w:tab/>
        <w:t>6.076e0</w:t>
      </w:r>
    </w:p>
    <w:p w:rsidR="00B5154A" w:rsidRDefault="00B5154A" w:rsidP="00B5154A">
      <w:r>
        <w:t>151.3980</w:t>
      </w:r>
      <w:r>
        <w:tab/>
        <w:t>3.038e0</w:t>
      </w:r>
    </w:p>
    <w:p w:rsidR="00B5154A" w:rsidRDefault="00B5154A" w:rsidP="00B5154A">
      <w:r>
        <w:t>151.4466</w:t>
      </w:r>
      <w:r>
        <w:tab/>
        <w:t>2.025e0</w:t>
      </w:r>
    </w:p>
    <w:p w:rsidR="00B5154A" w:rsidRDefault="00B5154A" w:rsidP="00B5154A">
      <w:r>
        <w:t>151.4616</w:t>
      </w:r>
      <w:r>
        <w:tab/>
        <w:t>2.025e0</w:t>
      </w:r>
    </w:p>
    <w:p w:rsidR="00B5154A" w:rsidRDefault="00B5154A" w:rsidP="00B5154A">
      <w:r>
        <w:t>151.4848</w:t>
      </w:r>
      <w:r>
        <w:tab/>
        <w:t>1.013e0</w:t>
      </w:r>
    </w:p>
    <w:p w:rsidR="00B5154A" w:rsidRDefault="00B5154A" w:rsidP="00B5154A">
      <w:r>
        <w:t>151.5021</w:t>
      </w:r>
      <w:r>
        <w:tab/>
        <w:t>2.025e0</w:t>
      </w:r>
    </w:p>
    <w:p w:rsidR="00B5154A" w:rsidRDefault="00B5154A" w:rsidP="00B5154A">
      <w:r>
        <w:t>151.5529</w:t>
      </w:r>
      <w:r>
        <w:tab/>
        <w:t>1.323e1</w:t>
      </w:r>
    </w:p>
    <w:p w:rsidR="00B5154A" w:rsidRDefault="00B5154A" w:rsidP="00B5154A">
      <w:r>
        <w:lastRenderedPageBreak/>
        <w:t>151.5820</w:t>
      </w:r>
      <w:r>
        <w:tab/>
        <w:t>2.025e0</w:t>
      </w:r>
    </w:p>
    <w:p w:rsidR="00B5154A" w:rsidRDefault="00B5154A" w:rsidP="00B5154A">
      <w:r>
        <w:t>151.6448</w:t>
      </w:r>
      <w:r>
        <w:tab/>
        <w:t>1.013e0</w:t>
      </w:r>
    </w:p>
    <w:p w:rsidR="00B5154A" w:rsidRDefault="00B5154A" w:rsidP="00B5154A">
      <w:r>
        <w:t>151.6741</w:t>
      </w:r>
      <w:r>
        <w:tab/>
        <w:t>1.013e0</w:t>
      </w:r>
    </w:p>
    <w:p w:rsidR="00B5154A" w:rsidRDefault="00B5154A" w:rsidP="00B5154A">
      <w:r>
        <w:t>151.6973</w:t>
      </w:r>
      <w:r>
        <w:tab/>
        <w:t>1.013e0</w:t>
      </w:r>
    </w:p>
    <w:p w:rsidR="00B5154A" w:rsidRDefault="00B5154A" w:rsidP="00B5154A">
      <w:r>
        <w:t>151.7294</w:t>
      </w:r>
      <w:r>
        <w:tab/>
        <w:t>2.025e0</w:t>
      </w:r>
    </w:p>
    <w:p w:rsidR="00B5154A" w:rsidRDefault="00B5154A" w:rsidP="00B5154A">
      <w:r>
        <w:t>151.7659</w:t>
      </w:r>
      <w:r>
        <w:tab/>
        <w:t>1.013e0</w:t>
      </w:r>
    </w:p>
    <w:p w:rsidR="00B5154A" w:rsidRDefault="00B5154A" w:rsidP="00B5154A">
      <w:r>
        <w:t>151.7827</w:t>
      </w:r>
      <w:r>
        <w:tab/>
        <w:t>2.025e0</w:t>
      </w:r>
    </w:p>
    <w:p w:rsidR="00B5154A" w:rsidRDefault="00B5154A" w:rsidP="00B5154A">
      <w:r>
        <w:t>151.8113</w:t>
      </w:r>
      <w:r>
        <w:tab/>
        <w:t>1.013e0</w:t>
      </w:r>
    </w:p>
    <w:p w:rsidR="00B5154A" w:rsidRDefault="00B5154A" w:rsidP="00B5154A">
      <w:r>
        <w:t>151.8280</w:t>
      </w:r>
      <w:r>
        <w:tab/>
        <w:t>1.013e0</w:t>
      </w:r>
    </w:p>
    <w:p w:rsidR="00B5154A" w:rsidRDefault="00B5154A" w:rsidP="00B5154A">
      <w:r>
        <w:t>151.8763</w:t>
      </w:r>
      <w:r>
        <w:tab/>
        <w:t>3.038e0</w:t>
      </w:r>
    </w:p>
    <w:p w:rsidR="00B5154A" w:rsidRDefault="00B5154A" w:rsidP="00B5154A">
      <w:r>
        <w:t>151.9074</w:t>
      </w:r>
      <w:r>
        <w:tab/>
        <w:t>3.038e0</w:t>
      </w:r>
    </w:p>
    <w:p w:rsidR="00B5154A" w:rsidRDefault="00B5154A" w:rsidP="00B5154A">
      <w:r>
        <w:t>151.9411</w:t>
      </w:r>
      <w:r>
        <w:tab/>
        <w:t>4.051e0</w:t>
      </w:r>
    </w:p>
    <w:p w:rsidR="00B5154A" w:rsidRDefault="00B5154A" w:rsidP="00B5154A">
      <w:r>
        <w:t>151.9620</w:t>
      </w:r>
      <w:r>
        <w:tab/>
        <w:t>1.013e0</w:t>
      </w:r>
    </w:p>
    <w:p w:rsidR="00B5154A" w:rsidRDefault="00B5154A" w:rsidP="00B5154A">
      <w:r>
        <w:t>151.9919</w:t>
      </w:r>
      <w:r>
        <w:tab/>
        <w:t>2.025e0</w:t>
      </w:r>
    </w:p>
    <w:p w:rsidR="00B5154A" w:rsidRDefault="00B5154A" w:rsidP="00B5154A">
      <w:r>
        <w:t>152.0463</w:t>
      </w:r>
      <w:r>
        <w:tab/>
        <w:t>4.407e1</w:t>
      </w:r>
    </w:p>
    <w:p w:rsidR="00B5154A" w:rsidRDefault="00B5154A" w:rsidP="00B5154A">
      <w:r>
        <w:t>152.0696</w:t>
      </w:r>
      <w:r>
        <w:tab/>
        <w:t>2.445e1</w:t>
      </w:r>
    </w:p>
    <w:p w:rsidR="00B5154A" w:rsidRDefault="00B5154A" w:rsidP="00B5154A">
      <w:r>
        <w:t>152.1278</w:t>
      </w:r>
      <w:r>
        <w:tab/>
        <w:t>1.662e0</w:t>
      </w:r>
    </w:p>
    <w:p w:rsidR="00B5154A" w:rsidRDefault="00B5154A" w:rsidP="00B5154A">
      <w:r>
        <w:t>152.1705</w:t>
      </w:r>
      <w:r>
        <w:tab/>
        <w:t>7.089e0</w:t>
      </w:r>
    </w:p>
    <w:p w:rsidR="00B5154A" w:rsidRDefault="00B5154A" w:rsidP="00B5154A">
      <w:r>
        <w:t>152.1959</w:t>
      </w:r>
      <w:r>
        <w:tab/>
        <w:t>2.546e0</w:t>
      </w:r>
    </w:p>
    <w:p w:rsidR="00B5154A" w:rsidRDefault="00B5154A" w:rsidP="00B5154A">
      <w:r>
        <w:lastRenderedPageBreak/>
        <w:t>152.2179</w:t>
      </w:r>
      <w:r>
        <w:tab/>
        <w:t>3.038e0</w:t>
      </w:r>
    </w:p>
    <w:p w:rsidR="00B5154A" w:rsidRDefault="00B5154A" w:rsidP="00B5154A">
      <w:r>
        <w:t>152.2534</w:t>
      </w:r>
      <w:r>
        <w:tab/>
        <w:t>2.025e0</w:t>
      </w:r>
    </w:p>
    <w:p w:rsidR="00B5154A" w:rsidRDefault="00B5154A" w:rsidP="00B5154A">
      <w:r>
        <w:t>152.2845</w:t>
      </w:r>
      <w:r>
        <w:tab/>
        <w:t>4.051e0</w:t>
      </w:r>
    </w:p>
    <w:p w:rsidR="00B5154A" w:rsidRDefault="00B5154A" w:rsidP="00B5154A">
      <w:r>
        <w:t>152.3067</w:t>
      </w:r>
      <w:r>
        <w:tab/>
        <w:t>1.013e0</w:t>
      </w:r>
    </w:p>
    <w:p w:rsidR="00B5154A" w:rsidRDefault="00B5154A" w:rsidP="00B5154A">
      <w:r>
        <w:t>152.3345</w:t>
      </w:r>
      <w:r>
        <w:tab/>
        <w:t>7.089e0</w:t>
      </w:r>
    </w:p>
    <w:p w:rsidR="00B5154A" w:rsidRDefault="00B5154A" w:rsidP="00B5154A">
      <w:r>
        <w:t>152.3620</w:t>
      </w:r>
      <w:r>
        <w:tab/>
        <w:t>1.013e0</w:t>
      </w:r>
    </w:p>
    <w:p w:rsidR="00B5154A" w:rsidRDefault="00B5154A" w:rsidP="00B5154A">
      <w:r>
        <w:t>152.4010</w:t>
      </w:r>
      <w:r>
        <w:tab/>
        <w:t>2.025e0</w:t>
      </w:r>
    </w:p>
    <w:p w:rsidR="00B5154A" w:rsidRDefault="00B5154A" w:rsidP="00B5154A">
      <w:r>
        <w:t>152.4843</w:t>
      </w:r>
      <w:r>
        <w:tab/>
        <w:t>3.038e0</w:t>
      </w:r>
    </w:p>
    <w:p w:rsidR="00B5154A" w:rsidRDefault="00B5154A" w:rsidP="00B5154A">
      <w:r>
        <w:t>152.5318</w:t>
      </w:r>
      <w:r>
        <w:tab/>
        <w:t>4.051e0</w:t>
      </w:r>
    </w:p>
    <w:p w:rsidR="00B5154A" w:rsidRDefault="00B5154A" w:rsidP="00B5154A">
      <w:r>
        <w:t>152.5621</w:t>
      </w:r>
      <w:r>
        <w:tab/>
        <w:t>7.089e0</w:t>
      </w:r>
    </w:p>
    <w:p w:rsidR="00B5154A" w:rsidRDefault="00B5154A" w:rsidP="00B5154A">
      <w:r>
        <w:t>152.6317</w:t>
      </w:r>
      <w:r>
        <w:tab/>
        <w:t>4.051e0</w:t>
      </w:r>
    </w:p>
    <w:p w:rsidR="00B5154A" w:rsidRDefault="00B5154A" w:rsidP="00B5154A">
      <w:r>
        <w:t>152.6505</w:t>
      </w:r>
      <w:r>
        <w:tab/>
        <w:t>1.013e0</w:t>
      </w:r>
    </w:p>
    <w:p w:rsidR="00B5154A" w:rsidRDefault="00B5154A" w:rsidP="00B5154A">
      <w:r>
        <w:t>152.6939</w:t>
      </w:r>
      <w:r>
        <w:tab/>
        <w:t>1.013e0</w:t>
      </w:r>
    </w:p>
    <w:p w:rsidR="00B5154A" w:rsidRDefault="00B5154A" w:rsidP="00B5154A">
      <w:r>
        <w:t>152.7259</w:t>
      </w:r>
      <w:r>
        <w:tab/>
        <w:t>2.025e0</w:t>
      </w:r>
    </w:p>
    <w:p w:rsidR="00B5154A" w:rsidRDefault="00B5154A" w:rsidP="00B5154A">
      <w:r>
        <w:t>152.7884</w:t>
      </w:r>
      <w:r>
        <w:tab/>
        <w:t>3.038e0</w:t>
      </w:r>
    </w:p>
    <w:p w:rsidR="00B5154A" w:rsidRDefault="00B5154A" w:rsidP="00B5154A">
      <w:r>
        <w:t>152.8081</w:t>
      </w:r>
      <w:r>
        <w:tab/>
        <w:t>1.013e0</w:t>
      </w:r>
    </w:p>
    <w:p w:rsidR="00B5154A" w:rsidRDefault="00B5154A" w:rsidP="00B5154A">
      <w:r>
        <w:t>152.8482</w:t>
      </w:r>
      <w:r>
        <w:tab/>
        <w:t>4.051e0</w:t>
      </w:r>
    </w:p>
    <w:p w:rsidR="00B5154A" w:rsidRDefault="00B5154A" w:rsidP="00B5154A">
      <w:r>
        <w:t>152.8802</w:t>
      </w:r>
      <w:r>
        <w:tab/>
        <w:t>2.025e0</w:t>
      </w:r>
    </w:p>
    <w:p w:rsidR="00B5154A" w:rsidRDefault="00B5154A" w:rsidP="00B5154A">
      <w:r>
        <w:t>152.9069</w:t>
      </w:r>
      <w:r>
        <w:tab/>
        <w:t>2.025e0</w:t>
      </w:r>
    </w:p>
    <w:p w:rsidR="00B5154A" w:rsidRDefault="00B5154A" w:rsidP="00B5154A">
      <w:r>
        <w:lastRenderedPageBreak/>
        <w:t>152.9420</w:t>
      </w:r>
      <w:r>
        <w:tab/>
        <w:t>3.038e0</w:t>
      </w:r>
    </w:p>
    <w:p w:rsidR="00B5154A" w:rsidRDefault="00B5154A" w:rsidP="00B5154A">
      <w:r>
        <w:t>152.9658</w:t>
      </w:r>
      <w:r>
        <w:tab/>
        <w:t>1.013e0</w:t>
      </w:r>
    </w:p>
    <w:p w:rsidR="00B5154A" w:rsidRDefault="00B5154A" w:rsidP="00B5154A">
      <w:r>
        <w:t>152.9857</w:t>
      </w:r>
      <w:r>
        <w:tab/>
        <w:t>1.013e0</w:t>
      </w:r>
    </w:p>
    <w:p w:rsidR="00B5154A" w:rsidRDefault="00B5154A" w:rsidP="00B5154A">
      <w:r>
        <w:t>153.0095</w:t>
      </w:r>
      <w:r>
        <w:tab/>
        <w:t>2.626e0</w:t>
      </w:r>
    </w:p>
    <w:p w:rsidR="00B5154A" w:rsidRDefault="00B5154A" w:rsidP="00B5154A">
      <w:r>
        <w:t>153.0466</w:t>
      </w:r>
      <w:r>
        <w:tab/>
        <w:t>2.154e1</w:t>
      </w:r>
    </w:p>
    <w:p w:rsidR="00B5154A" w:rsidRDefault="00B5154A" w:rsidP="00B5154A">
      <w:r>
        <w:t>153.1480</w:t>
      </w:r>
      <w:r>
        <w:tab/>
        <w:t>4.465e0</w:t>
      </w:r>
    </w:p>
    <w:p w:rsidR="00B5154A" w:rsidRDefault="00B5154A" w:rsidP="00B5154A">
      <w:r>
        <w:t>153.1871</w:t>
      </w:r>
      <w:r>
        <w:tab/>
        <w:t>2.025e0</w:t>
      </w:r>
    </w:p>
    <w:p w:rsidR="00B5154A" w:rsidRDefault="00B5154A" w:rsidP="00B5154A">
      <w:r>
        <w:t>153.2057</w:t>
      </w:r>
      <w:r>
        <w:tab/>
        <w:t>2.025e0</w:t>
      </w:r>
    </w:p>
    <w:p w:rsidR="00B5154A" w:rsidRDefault="00B5154A" w:rsidP="00B5154A">
      <w:r>
        <w:t>153.2357</w:t>
      </w:r>
      <w:r>
        <w:tab/>
        <w:t>1.013e0</w:t>
      </w:r>
    </w:p>
    <w:p w:rsidR="00B5154A" w:rsidRDefault="00B5154A" w:rsidP="00B5154A">
      <w:r>
        <w:t>153.2524</w:t>
      </w:r>
      <w:r>
        <w:tab/>
        <w:t>2.025e0</w:t>
      </w:r>
    </w:p>
    <w:p w:rsidR="00B5154A" w:rsidRDefault="00B5154A" w:rsidP="00B5154A">
      <w:r>
        <w:t>153.2896</w:t>
      </w:r>
      <w:r>
        <w:tab/>
        <w:t>2.025e0</w:t>
      </w:r>
    </w:p>
    <w:p w:rsidR="00B5154A" w:rsidRDefault="00B5154A" w:rsidP="00B5154A">
      <w:r>
        <w:t>153.3068</w:t>
      </w:r>
      <w:r>
        <w:tab/>
        <w:t>2.308e0</w:t>
      </w:r>
    </w:p>
    <w:p w:rsidR="00B5154A" w:rsidRDefault="00B5154A" w:rsidP="00B5154A">
      <w:r>
        <w:t>153.3753</w:t>
      </w:r>
      <w:r>
        <w:tab/>
        <w:t>3.038e0</w:t>
      </w:r>
    </w:p>
    <w:p w:rsidR="00B5154A" w:rsidRDefault="00B5154A" w:rsidP="00B5154A">
      <w:r>
        <w:t>153.4122</w:t>
      </w:r>
      <w:r>
        <w:tab/>
        <w:t>2.025e0</w:t>
      </w:r>
    </w:p>
    <w:p w:rsidR="00B5154A" w:rsidRDefault="00B5154A" w:rsidP="00B5154A">
      <w:r>
        <w:t>153.4442</w:t>
      </w:r>
      <w:r>
        <w:tab/>
        <w:t>2.025e0</w:t>
      </w:r>
    </w:p>
    <w:p w:rsidR="00B5154A" w:rsidRDefault="00B5154A" w:rsidP="00B5154A">
      <w:r>
        <w:t>153.4792</w:t>
      </w:r>
      <w:r>
        <w:tab/>
        <w:t>1.013e0</w:t>
      </w:r>
    </w:p>
    <w:p w:rsidR="00B5154A" w:rsidRDefault="00B5154A" w:rsidP="00B5154A">
      <w:r>
        <w:t>153.5020</w:t>
      </w:r>
      <w:r>
        <w:tab/>
        <w:t>2.025e0</w:t>
      </w:r>
    </w:p>
    <w:p w:rsidR="00B5154A" w:rsidRDefault="00B5154A" w:rsidP="00B5154A">
      <w:r>
        <w:t>153.5482</w:t>
      </w:r>
      <w:r>
        <w:tab/>
        <w:t>7.089e0</w:t>
      </w:r>
    </w:p>
    <w:p w:rsidR="00B5154A" w:rsidRDefault="00B5154A" w:rsidP="00B5154A">
      <w:r>
        <w:t>153.6079</w:t>
      </w:r>
      <w:r>
        <w:tab/>
        <w:t>3.038e0</w:t>
      </w:r>
    </w:p>
    <w:p w:rsidR="00B5154A" w:rsidRDefault="00B5154A" w:rsidP="00B5154A">
      <w:r>
        <w:lastRenderedPageBreak/>
        <w:t>153.6401</w:t>
      </w:r>
      <w:r>
        <w:tab/>
        <w:t>4.051e0</w:t>
      </w:r>
    </w:p>
    <w:p w:rsidR="00B5154A" w:rsidRDefault="00B5154A" w:rsidP="00B5154A">
      <w:r>
        <w:t>153.7061</w:t>
      </w:r>
      <w:r>
        <w:tab/>
        <w:t>3.038e0</w:t>
      </w:r>
    </w:p>
    <w:p w:rsidR="00B5154A" w:rsidRDefault="00B5154A" w:rsidP="00B5154A">
      <w:r>
        <w:t>153.7363</w:t>
      </w:r>
      <w:r>
        <w:tab/>
        <w:t>1.013e0</w:t>
      </w:r>
    </w:p>
    <w:p w:rsidR="00B5154A" w:rsidRDefault="00B5154A" w:rsidP="00B5154A">
      <w:r>
        <w:t>153.7584</w:t>
      </w:r>
      <w:r>
        <w:tab/>
        <w:t>1.013e0</w:t>
      </w:r>
    </w:p>
    <w:p w:rsidR="00B5154A" w:rsidRDefault="00B5154A" w:rsidP="00B5154A">
      <w:r>
        <w:t>153.8152</w:t>
      </w:r>
      <w:r>
        <w:tab/>
        <w:t>1.013e0</w:t>
      </w:r>
    </w:p>
    <w:p w:rsidR="00B5154A" w:rsidRDefault="00B5154A" w:rsidP="00B5154A">
      <w:r>
        <w:t>153.8541</w:t>
      </w:r>
      <w:r>
        <w:tab/>
        <w:t>2.025e0</w:t>
      </w:r>
    </w:p>
    <w:p w:rsidR="00B5154A" w:rsidRDefault="00B5154A" w:rsidP="00B5154A">
      <w:r>
        <w:t>153.8758</w:t>
      </w:r>
      <w:r>
        <w:tab/>
        <w:t>2.025e0</w:t>
      </w:r>
    </w:p>
    <w:p w:rsidR="00B5154A" w:rsidRDefault="00B5154A" w:rsidP="00B5154A">
      <w:r>
        <w:t>153.8960</w:t>
      </w:r>
      <w:r>
        <w:tab/>
        <w:t>2.025e0</w:t>
      </w:r>
    </w:p>
    <w:p w:rsidR="00B5154A" w:rsidRDefault="00B5154A" w:rsidP="00B5154A">
      <w:r>
        <w:t>153.9137</w:t>
      </w:r>
      <w:r>
        <w:tab/>
        <w:t>1.013e0</w:t>
      </w:r>
    </w:p>
    <w:p w:rsidR="00B5154A" w:rsidRDefault="00B5154A" w:rsidP="00B5154A">
      <w:r>
        <w:t>153.9665</w:t>
      </w:r>
      <w:r>
        <w:tab/>
        <w:t>1.013e0</w:t>
      </w:r>
    </w:p>
    <w:p w:rsidR="00B5154A" w:rsidRDefault="00B5154A" w:rsidP="00B5154A">
      <w:r>
        <w:t>153.9816</w:t>
      </w:r>
      <w:r>
        <w:tab/>
        <w:t>2.025e0</w:t>
      </w:r>
    </w:p>
    <w:p w:rsidR="00B5154A" w:rsidRDefault="00B5154A" w:rsidP="00B5154A">
      <w:r>
        <w:t>153.9993</w:t>
      </w:r>
      <w:r>
        <w:tab/>
        <w:t>2.025e0</w:t>
      </w:r>
    </w:p>
    <w:p w:rsidR="00B5154A" w:rsidRDefault="00B5154A" w:rsidP="00B5154A">
      <w:r>
        <w:t>154.0188</w:t>
      </w:r>
      <w:r>
        <w:tab/>
        <w:t>1.599e0</w:t>
      </w:r>
    </w:p>
    <w:p w:rsidR="00B5154A" w:rsidRDefault="00B5154A" w:rsidP="00B5154A">
      <w:r>
        <w:t>154.0520</w:t>
      </w:r>
      <w:r>
        <w:tab/>
        <w:t>1.841e0</w:t>
      </w:r>
    </w:p>
    <w:p w:rsidR="00B5154A" w:rsidRDefault="00B5154A" w:rsidP="00B5154A">
      <w:r>
        <w:t>154.0898</w:t>
      </w:r>
      <w:r>
        <w:tab/>
        <w:t>1.787e0</w:t>
      </w:r>
    </w:p>
    <w:p w:rsidR="00B5154A" w:rsidRDefault="00B5154A" w:rsidP="00B5154A">
      <w:r>
        <w:t>154.1378</w:t>
      </w:r>
      <w:r>
        <w:tab/>
        <w:t>1.234e2</w:t>
      </w:r>
    </w:p>
    <w:p w:rsidR="00B5154A" w:rsidRDefault="00B5154A" w:rsidP="00B5154A">
      <w:r>
        <w:t>154.1803</w:t>
      </w:r>
      <w:r>
        <w:tab/>
        <w:t>2.025e0</w:t>
      </w:r>
    </w:p>
    <w:p w:rsidR="00B5154A" w:rsidRDefault="00B5154A" w:rsidP="00B5154A">
      <w:r>
        <w:t>154.2049</w:t>
      </w:r>
      <w:r>
        <w:tab/>
        <w:t>3.038e0</w:t>
      </w:r>
    </w:p>
    <w:p w:rsidR="00B5154A" w:rsidRDefault="00B5154A" w:rsidP="00B5154A">
      <w:r>
        <w:t>154.2339</w:t>
      </w:r>
      <w:r>
        <w:tab/>
        <w:t>1.013e0</w:t>
      </w:r>
    </w:p>
    <w:p w:rsidR="00B5154A" w:rsidRDefault="00B5154A" w:rsidP="00B5154A">
      <w:r>
        <w:lastRenderedPageBreak/>
        <w:t>154.2666</w:t>
      </w:r>
      <w:r>
        <w:tab/>
        <w:t>5.063e0</w:t>
      </w:r>
    </w:p>
    <w:p w:rsidR="00B5154A" w:rsidRDefault="00B5154A" w:rsidP="00B5154A">
      <w:r>
        <w:t>154.2988</w:t>
      </w:r>
      <w:r>
        <w:tab/>
        <w:t>3.038e0</w:t>
      </w:r>
    </w:p>
    <w:p w:rsidR="00B5154A" w:rsidRDefault="00B5154A" w:rsidP="00B5154A">
      <w:r>
        <w:t>154.3231</w:t>
      </w:r>
      <w:r>
        <w:tab/>
        <w:t>1.013e0</w:t>
      </w:r>
    </w:p>
    <w:p w:rsidR="00B5154A" w:rsidRDefault="00B5154A" w:rsidP="00B5154A">
      <w:r>
        <w:t>154.3553</w:t>
      </w:r>
      <w:r>
        <w:tab/>
        <w:t>2.025e0</w:t>
      </w:r>
    </w:p>
    <w:p w:rsidR="00B5154A" w:rsidRDefault="00B5154A" w:rsidP="00B5154A">
      <w:r>
        <w:t>154.3955</w:t>
      </w:r>
      <w:r>
        <w:tab/>
        <w:t>2.025e0</w:t>
      </w:r>
    </w:p>
    <w:p w:rsidR="00B5154A" w:rsidRDefault="00B5154A" w:rsidP="00B5154A">
      <w:r>
        <w:t>154.4313</w:t>
      </w:r>
      <w:r>
        <w:tab/>
        <w:t>1.013e0</w:t>
      </w:r>
    </w:p>
    <w:p w:rsidR="00B5154A" w:rsidRDefault="00B5154A" w:rsidP="00B5154A">
      <w:r>
        <w:t>154.4646</w:t>
      </w:r>
      <w:r>
        <w:tab/>
        <w:t>1.013e0</w:t>
      </w:r>
    </w:p>
    <w:p w:rsidR="00B5154A" w:rsidRDefault="00B5154A" w:rsidP="00B5154A">
      <w:r>
        <w:t>154.5090</w:t>
      </w:r>
      <w:r>
        <w:tab/>
        <w:t>7.089e0</w:t>
      </w:r>
    </w:p>
    <w:p w:rsidR="00B5154A" w:rsidRDefault="00B5154A" w:rsidP="00B5154A">
      <w:r>
        <w:t>154.5671</w:t>
      </w:r>
      <w:r>
        <w:tab/>
        <w:t>1.013e0</w:t>
      </w:r>
    </w:p>
    <w:p w:rsidR="00B5154A" w:rsidRDefault="00B5154A" w:rsidP="00B5154A">
      <w:r>
        <w:t>154.5972</w:t>
      </w:r>
      <w:r>
        <w:tab/>
        <w:t>4.051e0</w:t>
      </w:r>
    </w:p>
    <w:p w:rsidR="00B5154A" w:rsidRDefault="00B5154A" w:rsidP="00B5154A">
      <w:r>
        <w:t>154.6325</w:t>
      </w:r>
      <w:r>
        <w:tab/>
        <w:t>2.535e0</w:t>
      </w:r>
    </w:p>
    <w:p w:rsidR="00B5154A" w:rsidRDefault="00B5154A" w:rsidP="00B5154A">
      <w:r>
        <w:t>154.6496</w:t>
      </w:r>
      <w:r>
        <w:tab/>
        <w:t>2.025e0</w:t>
      </w:r>
    </w:p>
    <w:p w:rsidR="00B5154A" w:rsidRDefault="00B5154A" w:rsidP="00B5154A">
      <w:r>
        <w:t>154.6869</w:t>
      </w:r>
      <w:r>
        <w:tab/>
        <w:t>3.038e0</w:t>
      </w:r>
    </w:p>
    <w:p w:rsidR="00B5154A" w:rsidRDefault="00B5154A" w:rsidP="00B5154A">
      <w:r>
        <w:t>154.7322</w:t>
      </w:r>
      <w:r>
        <w:tab/>
        <w:t>2.025e0</w:t>
      </w:r>
    </w:p>
    <w:p w:rsidR="00B5154A" w:rsidRDefault="00B5154A" w:rsidP="00B5154A">
      <w:r>
        <w:t>154.7473</w:t>
      </w:r>
      <w:r>
        <w:tab/>
        <w:t>2.025e0</w:t>
      </w:r>
    </w:p>
    <w:p w:rsidR="00B5154A" w:rsidRDefault="00B5154A" w:rsidP="00B5154A">
      <w:r>
        <w:t>154.7813</w:t>
      </w:r>
      <w:r>
        <w:tab/>
        <w:t>2.025e0</w:t>
      </w:r>
    </w:p>
    <w:p w:rsidR="00B5154A" w:rsidRDefault="00B5154A" w:rsidP="00B5154A">
      <w:r>
        <w:t>154.8148</w:t>
      </w:r>
      <w:r>
        <w:tab/>
        <w:t>1.013e0</w:t>
      </w:r>
    </w:p>
    <w:p w:rsidR="00B5154A" w:rsidRDefault="00B5154A" w:rsidP="00B5154A">
      <w:r>
        <w:t>154.8534</w:t>
      </w:r>
      <w:r>
        <w:tab/>
        <w:t>2.025e0</w:t>
      </w:r>
    </w:p>
    <w:p w:rsidR="00B5154A" w:rsidRDefault="00B5154A" w:rsidP="00B5154A">
      <w:r>
        <w:t>154.8801</w:t>
      </w:r>
      <w:r>
        <w:tab/>
        <w:t>4.051e0</w:t>
      </w:r>
    </w:p>
    <w:p w:rsidR="00B5154A" w:rsidRDefault="00B5154A" w:rsidP="00B5154A">
      <w:r>
        <w:lastRenderedPageBreak/>
        <w:t>154.9136</w:t>
      </w:r>
      <w:r>
        <w:tab/>
        <w:t>4.300e0</w:t>
      </w:r>
    </w:p>
    <w:p w:rsidR="00B5154A" w:rsidRDefault="00B5154A" w:rsidP="00B5154A">
      <w:r>
        <w:t>154.9480</w:t>
      </w:r>
      <w:r>
        <w:tab/>
        <w:t>3.038e0</w:t>
      </w:r>
    </w:p>
    <w:p w:rsidR="00B5154A" w:rsidRDefault="00B5154A" w:rsidP="00B5154A">
      <w:r>
        <w:t>154.9732</w:t>
      </w:r>
      <w:r>
        <w:tab/>
        <w:t>4.051e0</w:t>
      </w:r>
    </w:p>
    <w:p w:rsidR="00B5154A" w:rsidRDefault="00B5154A" w:rsidP="00B5154A">
      <w:r>
        <w:t>155.0391</w:t>
      </w:r>
      <w:r>
        <w:tab/>
        <w:t>2.323e0</w:t>
      </w:r>
    </w:p>
    <w:p w:rsidR="00B5154A" w:rsidRDefault="00B5154A" w:rsidP="00B5154A">
      <w:r>
        <w:t>155.0546</w:t>
      </w:r>
      <w:r>
        <w:tab/>
        <w:t>1.538e0</w:t>
      </w:r>
    </w:p>
    <w:p w:rsidR="00B5154A" w:rsidRDefault="00B5154A" w:rsidP="00B5154A">
      <w:r>
        <w:t>155.1181</w:t>
      </w:r>
      <w:r>
        <w:tab/>
        <w:t>8.861e0</w:t>
      </w:r>
    </w:p>
    <w:p w:rsidR="00B5154A" w:rsidRDefault="00B5154A" w:rsidP="00B5154A">
      <w:r>
        <w:t>155.1353</w:t>
      </w:r>
      <w:r>
        <w:tab/>
        <w:t>1.225e1</w:t>
      </w:r>
    </w:p>
    <w:p w:rsidR="00B5154A" w:rsidRDefault="00B5154A" w:rsidP="00B5154A">
      <w:r>
        <w:t>155.1845</w:t>
      </w:r>
      <w:r>
        <w:tab/>
        <w:t>3.038e0</w:t>
      </w:r>
    </w:p>
    <w:p w:rsidR="00B5154A" w:rsidRDefault="00B5154A" w:rsidP="00B5154A">
      <w:r>
        <w:t>155.2102</w:t>
      </w:r>
      <w:r>
        <w:tab/>
        <w:t>2.025e0</w:t>
      </w:r>
    </w:p>
    <w:p w:rsidR="00B5154A" w:rsidRDefault="00B5154A" w:rsidP="00B5154A">
      <w:r>
        <w:t>155.2922</w:t>
      </w:r>
      <w:r>
        <w:tab/>
        <w:t>6.076e0</w:t>
      </w:r>
    </w:p>
    <w:p w:rsidR="00B5154A" w:rsidRDefault="00B5154A" w:rsidP="00B5154A">
      <w:r>
        <w:t>155.3406</w:t>
      </w:r>
      <w:r>
        <w:tab/>
        <w:t>3.038e0</w:t>
      </w:r>
    </w:p>
    <w:p w:rsidR="00B5154A" w:rsidRDefault="00B5154A" w:rsidP="00B5154A">
      <w:r>
        <w:t>155.3770</w:t>
      </w:r>
      <w:r>
        <w:tab/>
        <w:t>4.051e0</w:t>
      </w:r>
    </w:p>
    <w:p w:rsidR="00B5154A" w:rsidRDefault="00B5154A" w:rsidP="00B5154A">
      <w:r>
        <w:t>155.4300</w:t>
      </w:r>
      <w:r>
        <w:tab/>
        <w:t>2.025e0</w:t>
      </w:r>
    </w:p>
    <w:p w:rsidR="00B5154A" w:rsidRDefault="00B5154A" w:rsidP="00B5154A">
      <w:r>
        <w:t>155.4568</w:t>
      </w:r>
      <w:r>
        <w:tab/>
        <w:t>1.013e0</w:t>
      </w:r>
    </w:p>
    <w:p w:rsidR="00B5154A" w:rsidRDefault="00B5154A" w:rsidP="00B5154A">
      <w:r>
        <w:t>155.4899</w:t>
      </w:r>
      <w:r>
        <w:tab/>
        <w:t>3.976e0</w:t>
      </w:r>
    </w:p>
    <w:p w:rsidR="00B5154A" w:rsidRDefault="00B5154A" w:rsidP="00B5154A">
      <w:r>
        <w:t>155.5093</w:t>
      </w:r>
      <w:r>
        <w:tab/>
        <w:t>2.025e0</w:t>
      </w:r>
    </w:p>
    <w:p w:rsidR="00B5154A" w:rsidRDefault="00B5154A" w:rsidP="00B5154A">
      <w:r>
        <w:t>155.5462</w:t>
      </w:r>
      <w:r>
        <w:tab/>
        <w:t>1.013e0</w:t>
      </w:r>
    </w:p>
    <w:p w:rsidR="00B5154A" w:rsidRDefault="00B5154A" w:rsidP="00B5154A">
      <w:r>
        <w:t>155.5665</w:t>
      </w:r>
      <w:r>
        <w:tab/>
        <w:t>2.025e0</w:t>
      </w:r>
    </w:p>
    <w:p w:rsidR="00B5154A" w:rsidRDefault="00B5154A" w:rsidP="00B5154A">
      <w:r>
        <w:t>155.5826</w:t>
      </w:r>
      <w:r>
        <w:tab/>
        <w:t>1.013e0</w:t>
      </w:r>
    </w:p>
    <w:p w:rsidR="00B5154A" w:rsidRDefault="00B5154A" w:rsidP="00B5154A">
      <w:r>
        <w:lastRenderedPageBreak/>
        <w:t>155.6199</w:t>
      </w:r>
      <w:r>
        <w:tab/>
        <w:t>4.051e0</w:t>
      </w:r>
    </w:p>
    <w:p w:rsidR="00B5154A" w:rsidRDefault="00B5154A" w:rsidP="00B5154A">
      <w:r>
        <w:t>155.6456</w:t>
      </w:r>
      <w:r>
        <w:tab/>
        <w:t>1.616e0</w:t>
      </w:r>
    </w:p>
    <w:p w:rsidR="00B5154A" w:rsidRDefault="00B5154A" w:rsidP="00B5154A">
      <w:r>
        <w:t>155.7007</w:t>
      </w:r>
      <w:r>
        <w:tab/>
        <w:t>3.038e0</w:t>
      </w:r>
    </w:p>
    <w:p w:rsidR="00B5154A" w:rsidRDefault="00B5154A" w:rsidP="00B5154A">
      <w:r>
        <w:t>155.7184</w:t>
      </w:r>
      <w:r>
        <w:tab/>
        <w:t>1.013e0</w:t>
      </w:r>
    </w:p>
    <w:p w:rsidR="00B5154A" w:rsidRDefault="00B5154A" w:rsidP="00B5154A">
      <w:r>
        <w:t>155.7469</w:t>
      </w:r>
      <w:r>
        <w:tab/>
        <w:t>2.025e0</w:t>
      </w:r>
    </w:p>
    <w:p w:rsidR="00B5154A" w:rsidRDefault="00B5154A" w:rsidP="00B5154A">
      <w:r>
        <w:t>155.7682</w:t>
      </w:r>
      <w:r>
        <w:tab/>
        <w:t>2.025e0</w:t>
      </w:r>
    </w:p>
    <w:p w:rsidR="00B5154A" w:rsidRDefault="00B5154A" w:rsidP="00B5154A">
      <w:r>
        <w:t>155.8007</w:t>
      </w:r>
      <w:r>
        <w:tab/>
        <w:t>8.101e0</w:t>
      </w:r>
    </w:p>
    <w:p w:rsidR="00B5154A" w:rsidRDefault="00B5154A" w:rsidP="00B5154A">
      <w:r>
        <w:t>155.8549</w:t>
      </w:r>
      <w:r>
        <w:tab/>
        <w:t>2.025e0</w:t>
      </w:r>
    </w:p>
    <w:p w:rsidR="00B5154A" w:rsidRDefault="00B5154A" w:rsidP="00B5154A">
      <w:r>
        <w:t>155.8772</w:t>
      </w:r>
      <w:r>
        <w:tab/>
        <w:t>1.013e0</w:t>
      </w:r>
    </w:p>
    <w:p w:rsidR="00B5154A" w:rsidRDefault="00B5154A" w:rsidP="00B5154A">
      <w:r>
        <w:t>155.8957</w:t>
      </w:r>
      <w:r>
        <w:tab/>
        <w:t>2.025e0</w:t>
      </w:r>
    </w:p>
    <w:p w:rsidR="00B5154A" w:rsidRDefault="00B5154A" w:rsidP="00B5154A">
      <w:r>
        <w:t>155.9226</w:t>
      </w:r>
      <w:r>
        <w:tab/>
        <w:t>3.038e0</w:t>
      </w:r>
    </w:p>
    <w:p w:rsidR="00B5154A" w:rsidRDefault="00B5154A" w:rsidP="00B5154A">
      <w:r>
        <w:t>155.9541</w:t>
      </w:r>
      <w:r>
        <w:tab/>
        <w:t>1.013e0</w:t>
      </w:r>
    </w:p>
    <w:p w:rsidR="00B5154A" w:rsidRDefault="00B5154A" w:rsidP="00B5154A">
      <w:r>
        <w:t>156.0012</w:t>
      </w:r>
      <w:r>
        <w:tab/>
        <w:t>3.431e0</w:t>
      </w:r>
    </w:p>
    <w:p w:rsidR="00B5154A" w:rsidRDefault="00B5154A" w:rsidP="00B5154A">
      <w:r>
        <w:t>156.0429</w:t>
      </w:r>
      <w:r>
        <w:tab/>
        <w:t>1.539e0</w:t>
      </w:r>
    </w:p>
    <w:p w:rsidR="00B5154A" w:rsidRDefault="00B5154A" w:rsidP="00B5154A">
      <w:r>
        <w:t>156.0777</w:t>
      </w:r>
      <w:r>
        <w:tab/>
        <w:t>7.840e1</w:t>
      </w:r>
    </w:p>
    <w:p w:rsidR="00B5154A" w:rsidRDefault="00B5154A" w:rsidP="00B5154A">
      <w:r>
        <w:t>156.1326</w:t>
      </w:r>
      <w:r>
        <w:tab/>
        <w:t>1.957e0</w:t>
      </w:r>
    </w:p>
    <w:p w:rsidR="00B5154A" w:rsidRDefault="00B5154A" w:rsidP="00B5154A">
      <w:r>
        <w:t>156.1769</w:t>
      </w:r>
      <w:r>
        <w:tab/>
        <w:t>3.038e0</w:t>
      </w:r>
    </w:p>
    <w:p w:rsidR="00B5154A" w:rsidRDefault="00B5154A" w:rsidP="00B5154A">
      <w:r>
        <w:t>156.2029</w:t>
      </w:r>
      <w:r>
        <w:tab/>
        <w:t>1.013e0</w:t>
      </w:r>
    </w:p>
    <w:p w:rsidR="00B5154A" w:rsidRDefault="00B5154A" w:rsidP="00B5154A">
      <w:r>
        <w:t>156.2231</w:t>
      </w:r>
      <w:r>
        <w:tab/>
        <w:t>1.013e0</w:t>
      </w:r>
    </w:p>
    <w:p w:rsidR="00B5154A" w:rsidRDefault="00B5154A" w:rsidP="00B5154A">
      <w:r>
        <w:lastRenderedPageBreak/>
        <w:t>156.2460</w:t>
      </w:r>
      <w:r>
        <w:tab/>
        <w:t>1.013e0</w:t>
      </w:r>
    </w:p>
    <w:p w:rsidR="00B5154A" w:rsidRDefault="00B5154A" w:rsidP="00B5154A">
      <w:r>
        <w:t>156.2903</w:t>
      </w:r>
      <w:r>
        <w:tab/>
        <w:t>4.051e0</w:t>
      </w:r>
    </w:p>
    <w:p w:rsidR="00B5154A" w:rsidRDefault="00B5154A" w:rsidP="00B5154A">
      <w:r>
        <w:t>156.3228</w:t>
      </w:r>
      <w:r>
        <w:tab/>
        <w:t>2.025e0</w:t>
      </w:r>
    </w:p>
    <w:p w:rsidR="00B5154A" w:rsidRDefault="00B5154A" w:rsidP="00B5154A">
      <w:r>
        <w:t>156.3520</w:t>
      </w:r>
      <w:r>
        <w:tab/>
        <w:t>1.013e0</w:t>
      </w:r>
    </w:p>
    <w:p w:rsidR="00B5154A" w:rsidRDefault="00B5154A" w:rsidP="00B5154A">
      <w:r>
        <w:t>156.3720</w:t>
      </w:r>
      <w:r>
        <w:tab/>
        <w:t>1.013e0</w:t>
      </w:r>
    </w:p>
    <w:p w:rsidR="00B5154A" w:rsidRDefault="00B5154A" w:rsidP="00B5154A">
      <w:r>
        <w:t>156.3922</w:t>
      </w:r>
      <w:r>
        <w:tab/>
        <w:t>2.025e0</w:t>
      </w:r>
    </w:p>
    <w:p w:rsidR="00B5154A" w:rsidRDefault="00B5154A" w:rsidP="00B5154A">
      <w:r>
        <w:t>156.4468</w:t>
      </w:r>
      <w:r>
        <w:tab/>
        <w:t>2.025e0</w:t>
      </w:r>
    </w:p>
    <w:p w:rsidR="00B5154A" w:rsidRDefault="00B5154A" w:rsidP="00B5154A">
      <w:r>
        <w:t>156.4700</w:t>
      </w:r>
      <w:r>
        <w:tab/>
        <w:t>2.226e0</w:t>
      </w:r>
    </w:p>
    <w:p w:rsidR="00B5154A" w:rsidRDefault="00B5154A" w:rsidP="00B5154A">
      <w:r>
        <w:t>156.5171</w:t>
      </w:r>
      <w:r>
        <w:tab/>
        <w:t>1.943e0</w:t>
      </w:r>
    </w:p>
    <w:p w:rsidR="00B5154A" w:rsidRDefault="00B5154A" w:rsidP="00B5154A">
      <w:r>
        <w:t>156.5438</w:t>
      </w:r>
      <w:r>
        <w:tab/>
        <w:t>3.952e0</w:t>
      </w:r>
    </w:p>
    <w:p w:rsidR="00B5154A" w:rsidRDefault="00B5154A" w:rsidP="00B5154A">
      <w:r>
        <w:t>156.5798</w:t>
      </w:r>
      <w:r>
        <w:tab/>
        <w:t>2.025e0</w:t>
      </w:r>
    </w:p>
    <w:p w:rsidR="00B5154A" w:rsidRDefault="00B5154A" w:rsidP="00B5154A">
      <w:r>
        <w:t>156.6118</w:t>
      </w:r>
      <w:r>
        <w:tab/>
        <w:t>2.025e0</w:t>
      </w:r>
    </w:p>
    <w:p w:rsidR="00B5154A" w:rsidRDefault="00B5154A" w:rsidP="00B5154A">
      <w:r>
        <w:t>156.6644</w:t>
      </w:r>
      <w:r>
        <w:tab/>
        <w:t>5.063e0</w:t>
      </w:r>
    </w:p>
    <w:p w:rsidR="00B5154A" w:rsidRDefault="00B5154A" w:rsidP="00B5154A">
      <w:r>
        <w:t>156.7217</w:t>
      </w:r>
      <w:r>
        <w:tab/>
        <w:t>2.025e0</w:t>
      </w:r>
    </w:p>
    <w:p w:rsidR="00B5154A" w:rsidRDefault="00B5154A" w:rsidP="00B5154A">
      <w:r>
        <w:t>156.7475</w:t>
      </w:r>
      <w:r>
        <w:tab/>
        <w:t>1.013e0</w:t>
      </w:r>
    </w:p>
    <w:p w:rsidR="00B5154A" w:rsidRDefault="00B5154A" w:rsidP="00B5154A">
      <w:r>
        <w:t>156.7692</w:t>
      </w:r>
      <w:r>
        <w:tab/>
        <w:t>2.025e0</w:t>
      </w:r>
    </w:p>
    <w:p w:rsidR="00B5154A" w:rsidRDefault="00B5154A" w:rsidP="00B5154A">
      <w:r>
        <w:t>156.7964</w:t>
      </w:r>
      <w:r>
        <w:tab/>
        <w:t>5.063e0</w:t>
      </w:r>
    </w:p>
    <w:p w:rsidR="00B5154A" w:rsidRDefault="00B5154A" w:rsidP="00B5154A">
      <w:r>
        <w:t>156.8248</w:t>
      </w:r>
      <w:r>
        <w:tab/>
        <w:t>1.013e0</w:t>
      </w:r>
    </w:p>
    <w:p w:rsidR="00B5154A" w:rsidRDefault="00B5154A" w:rsidP="00B5154A">
      <w:r>
        <w:t>156.8490</w:t>
      </w:r>
      <w:r>
        <w:tab/>
        <w:t>2.025e0</w:t>
      </w:r>
    </w:p>
    <w:p w:rsidR="00B5154A" w:rsidRDefault="00B5154A" w:rsidP="00B5154A">
      <w:r>
        <w:lastRenderedPageBreak/>
        <w:t>156.8792</w:t>
      </w:r>
      <w:r>
        <w:tab/>
        <w:t>2.025e0</w:t>
      </w:r>
    </w:p>
    <w:p w:rsidR="00B5154A" w:rsidRDefault="00B5154A" w:rsidP="00B5154A">
      <w:r>
        <w:t>156.9198</w:t>
      </w:r>
      <w:r>
        <w:tab/>
        <w:t>3.127e0</w:t>
      </w:r>
    </w:p>
    <w:p w:rsidR="00B5154A" w:rsidRDefault="00B5154A" w:rsidP="00B5154A">
      <w:r>
        <w:t>156.9439</w:t>
      </w:r>
      <w:r>
        <w:tab/>
        <w:t>1.013e0</w:t>
      </w:r>
    </w:p>
    <w:p w:rsidR="00B5154A" w:rsidRDefault="00B5154A" w:rsidP="00B5154A">
      <w:r>
        <w:t>156.9706</w:t>
      </w:r>
      <w:r>
        <w:tab/>
        <w:t>2.025e0</w:t>
      </w:r>
    </w:p>
    <w:p w:rsidR="00B5154A" w:rsidRDefault="00B5154A" w:rsidP="00B5154A">
      <w:r>
        <w:t>156.9924</w:t>
      </w:r>
      <w:r>
        <w:tab/>
        <w:t>2.025e0</w:t>
      </w:r>
    </w:p>
    <w:p w:rsidR="00B5154A" w:rsidRDefault="00B5154A" w:rsidP="00B5154A">
      <w:r>
        <w:t>157.0403</w:t>
      </w:r>
      <w:r>
        <w:tab/>
        <w:t>9.233e0</w:t>
      </w:r>
    </w:p>
    <w:p w:rsidR="00B5154A" w:rsidRDefault="00B5154A" w:rsidP="00B5154A">
      <w:r>
        <w:t>157.0788</w:t>
      </w:r>
      <w:r>
        <w:tab/>
        <w:t>1.168e1</w:t>
      </w:r>
    </w:p>
    <w:p w:rsidR="00B5154A" w:rsidRDefault="00B5154A" w:rsidP="00B5154A">
      <w:r>
        <w:t>157.1340</w:t>
      </w:r>
      <w:r>
        <w:tab/>
        <w:t>7.876e0</w:t>
      </w:r>
    </w:p>
    <w:p w:rsidR="00B5154A" w:rsidRDefault="00B5154A" w:rsidP="00B5154A">
      <w:r>
        <w:t>157.1955</w:t>
      </w:r>
      <w:r>
        <w:tab/>
        <w:t>2.025e0</w:t>
      </w:r>
    </w:p>
    <w:p w:rsidR="00B5154A" w:rsidRDefault="00B5154A" w:rsidP="00B5154A">
      <w:r>
        <w:t>157.2380</w:t>
      </w:r>
      <w:r>
        <w:tab/>
        <w:t>4.051e0</w:t>
      </w:r>
    </w:p>
    <w:p w:rsidR="00B5154A" w:rsidRDefault="00B5154A" w:rsidP="00B5154A">
      <w:r>
        <w:t>157.2675</w:t>
      </w:r>
      <w:r>
        <w:tab/>
        <w:t>4.175e0</w:t>
      </w:r>
    </w:p>
    <w:p w:rsidR="00B5154A" w:rsidRDefault="00B5154A" w:rsidP="00B5154A">
      <w:r>
        <w:t>157.3139</w:t>
      </w:r>
      <w:r>
        <w:tab/>
        <w:t>4.051e0</w:t>
      </w:r>
    </w:p>
    <w:p w:rsidR="00B5154A" w:rsidRDefault="00B5154A" w:rsidP="00B5154A">
      <w:r>
        <w:t>157.3568</w:t>
      </w:r>
      <w:r>
        <w:tab/>
        <w:t>1.013e0</w:t>
      </w:r>
    </w:p>
    <w:p w:rsidR="00B5154A" w:rsidRDefault="00B5154A" w:rsidP="00B5154A">
      <w:r>
        <w:t>157.4119</w:t>
      </w:r>
      <w:r>
        <w:tab/>
        <w:t>3.339e0</w:t>
      </w:r>
    </w:p>
    <w:p w:rsidR="00B5154A" w:rsidRDefault="00B5154A" w:rsidP="00B5154A">
      <w:r>
        <w:t>157.4436</w:t>
      </w:r>
      <w:r>
        <w:tab/>
        <w:t>3.843e0</w:t>
      </w:r>
    </w:p>
    <w:p w:rsidR="00B5154A" w:rsidRDefault="00B5154A" w:rsidP="00B5154A">
      <w:r>
        <w:t>157.4787</w:t>
      </w:r>
      <w:r>
        <w:tab/>
        <w:t>3.038e0</w:t>
      </w:r>
    </w:p>
    <w:p w:rsidR="00B5154A" w:rsidRDefault="00B5154A" w:rsidP="00B5154A">
      <w:r>
        <w:t>157.5341</w:t>
      </w:r>
      <w:r>
        <w:tab/>
        <w:t>1.926e0</w:t>
      </w:r>
    </w:p>
    <w:p w:rsidR="00B5154A" w:rsidRDefault="00B5154A" w:rsidP="00B5154A">
      <w:r>
        <w:t>157.5737</w:t>
      </w:r>
      <w:r>
        <w:tab/>
        <w:t>4.051e0</w:t>
      </w:r>
    </w:p>
    <w:p w:rsidR="00B5154A" w:rsidRDefault="00B5154A" w:rsidP="00B5154A">
      <w:r>
        <w:t>157.6138</w:t>
      </w:r>
      <w:r>
        <w:tab/>
        <w:t>1.013e0</w:t>
      </w:r>
    </w:p>
    <w:p w:rsidR="00B5154A" w:rsidRDefault="00B5154A" w:rsidP="00B5154A">
      <w:r>
        <w:lastRenderedPageBreak/>
        <w:t>157.6324</w:t>
      </w:r>
      <w:r>
        <w:tab/>
        <w:t>3.038e0</w:t>
      </w:r>
    </w:p>
    <w:p w:rsidR="00B5154A" w:rsidRDefault="00B5154A" w:rsidP="00B5154A">
      <w:r>
        <w:t>157.6574</w:t>
      </w:r>
      <w:r>
        <w:tab/>
        <w:t>1.013e0</w:t>
      </w:r>
    </w:p>
    <w:p w:rsidR="00B5154A" w:rsidRDefault="00B5154A" w:rsidP="00B5154A">
      <w:r>
        <w:t>157.6802</w:t>
      </w:r>
      <w:r>
        <w:tab/>
        <w:t>3.038e0</w:t>
      </w:r>
    </w:p>
    <w:p w:rsidR="00B5154A" w:rsidRDefault="00B5154A" w:rsidP="00B5154A">
      <w:r>
        <w:t>157.7239</w:t>
      </w:r>
      <w:r>
        <w:tab/>
        <w:t>2.025e0</w:t>
      </w:r>
    </w:p>
    <w:p w:rsidR="00B5154A" w:rsidRDefault="00B5154A" w:rsidP="00B5154A">
      <w:r>
        <w:t>157.7642</w:t>
      </w:r>
      <w:r>
        <w:tab/>
        <w:t>1.013e0</w:t>
      </w:r>
    </w:p>
    <w:p w:rsidR="00B5154A" w:rsidRDefault="00B5154A" w:rsidP="00B5154A">
      <w:r>
        <w:t>157.8273</w:t>
      </w:r>
      <w:r>
        <w:tab/>
        <w:t>1.013e0</w:t>
      </w:r>
    </w:p>
    <w:p w:rsidR="00B5154A" w:rsidRDefault="00B5154A" w:rsidP="00B5154A">
      <w:r>
        <w:t>157.8459</w:t>
      </w:r>
      <w:r>
        <w:tab/>
        <w:t>2.025e0</w:t>
      </w:r>
    </w:p>
    <w:p w:rsidR="00B5154A" w:rsidRDefault="00B5154A" w:rsidP="00B5154A">
      <w:r>
        <w:t>157.8710</w:t>
      </w:r>
      <w:r>
        <w:tab/>
        <w:t>1.013e0</w:t>
      </w:r>
    </w:p>
    <w:p w:rsidR="00B5154A" w:rsidRDefault="00B5154A" w:rsidP="00B5154A">
      <w:r>
        <w:t>157.9003</w:t>
      </w:r>
      <w:r>
        <w:tab/>
        <w:t>1.013e0</w:t>
      </w:r>
    </w:p>
    <w:p w:rsidR="00B5154A" w:rsidRDefault="00B5154A" w:rsidP="00B5154A">
      <w:r>
        <w:t>157.9223</w:t>
      </w:r>
      <w:r>
        <w:tab/>
        <w:t>2.025e0</w:t>
      </w:r>
    </w:p>
    <w:p w:rsidR="00B5154A" w:rsidRDefault="00B5154A" w:rsidP="00B5154A">
      <w:r>
        <w:t>157.9510</w:t>
      </w:r>
      <w:r>
        <w:tab/>
        <w:t>2.025e0</w:t>
      </w:r>
    </w:p>
    <w:p w:rsidR="00B5154A" w:rsidRDefault="00B5154A" w:rsidP="00B5154A">
      <w:r>
        <w:t>158.0368</w:t>
      </w:r>
      <w:r>
        <w:tab/>
        <w:t>1.820e0</w:t>
      </w:r>
    </w:p>
    <w:p w:rsidR="00B5154A" w:rsidRDefault="00B5154A" w:rsidP="00B5154A">
      <w:r>
        <w:t>158.0553</w:t>
      </w:r>
      <w:r>
        <w:tab/>
        <w:t>3.491e0</w:t>
      </w:r>
    </w:p>
    <w:p w:rsidR="00B5154A" w:rsidRDefault="00B5154A" w:rsidP="00B5154A">
      <w:r>
        <w:t>158.1127</w:t>
      </w:r>
      <w:r>
        <w:tab/>
        <w:t>4.622e0</w:t>
      </w:r>
    </w:p>
    <w:p w:rsidR="00B5154A" w:rsidRDefault="00B5154A" w:rsidP="00B5154A">
      <w:r>
        <w:t>158.1545</w:t>
      </w:r>
      <w:r>
        <w:tab/>
        <w:t>1.533e0</w:t>
      </w:r>
    </w:p>
    <w:p w:rsidR="00B5154A" w:rsidRDefault="00B5154A" w:rsidP="00B5154A">
      <w:r>
        <w:t>158.1774</w:t>
      </w:r>
      <w:r>
        <w:tab/>
        <w:t>3.038e0</w:t>
      </w:r>
    </w:p>
    <w:p w:rsidR="00B5154A" w:rsidRDefault="00B5154A" w:rsidP="00B5154A">
      <w:r>
        <w:t>158.2098</w:t>
      </w:r>
      <w:r>
        <w:tab/>
        <w:t>3.038e0</w:t>
      </w:r>
    </w:p>
    <w:p w:rsidR="00B5154A" w:rsidRDefault="00B5154A" w:rsidP="00B5154A">
      <w:r>
        <w:t>158.2421</w:t>
      </w:r>
      <w:r>
        <w:tab/>
        <w:t>5.063e0</w:t>
      </w:r>
    </w:p>
    <w:p w:rsidR="00B5154A" w:rsidRDefault="00B5154A" w:rsidP="00B5154A">
      <w:r>
        <w:t>158.2744</w:t>
      </w:r>
      <w:r>
        <w:tab/>
        <w:t>1.510e0</w:t>
      </w:r>
    </w:p>
    <w:p w:rsidR="00B5154A" w:rsidRDefault="00B5154A" w:rsidP="00B5154A">
      <w:r>
        <w:lastRenderedPageBreak/>
        <w:t>158.3054</w:t>
      </w:r>
      <w:r>
        <w:tab/>
        <w:t>1.013e0</w:t>
      </w:r>
    </w:p>
    <w:p w:rsidR="00B5154A" w:rsidRDefault="00B5154A" w:rsidP="00B5154A">
      <w:r>
        <w:t>158.3573</w:t>
      </w:r>
      <w:r>
        <w:tab/>
        <w:t>3.038e0</w:t>
      </w:r>
    </w:p>
    <w:p w:rsidR="00B5154A" w:rsidRDefault="00B5154A" w:rsidP="00B5154A">
      <w:r>
        <w:t>158.4013</w:t>
      </w:r>
      <w:r>
        <w:tab/>
        <w:t>3.038e0</w:t>
      </w:r>
    </w:p>
    <w:p w:rsidR="00B5154A" w:rsidRDefault="00B5154A" w:rsidP="00B5154A">
      <w:r>
        <w:t>158.4515</w:t>
      </w:r>
      <w:r>
        <w:tab/>
        <w:t>1.013e0</w:t>
      </w:r>
    </w:p>
    <w:p w:rsidR="00B5154A" w:rsidRDefault="00B5154A" w:rsidP="00B5154A">
      <w:r>
        <w:t>158.5692</w:t>
      </w:r>
      <w:r>
        <w:tab/>
        <w:t>3.005e0</w:t>
      </w:r>
    </w:p>
    <w:p w:rsidR="00B5154A" w:rsidRDefault="00B5154A" w:rsidP="00B5154A">
      <w:r>
        <w:t>158.6110</w:t>
      </w:r>
      <w:r>
        <w:tab/>
        <w:t>2.025e0</w:t>
      </w:r>
    </w:p>
    <w:p w:rsidR="00B5154A" w:rsidRDefault="00B5154A" w:rsidP="00B5154A">
      <w:r>
        <w:t>158.6375</w:t>
      </w:r>
      <w:r>
        <w:tab/>
        <w:t>5.063e0</w:t>
      </w:r>
    </w:p>
    <w:p w:rsidR="00B5154A" w:rsidRDefault="00B5154A" w:rsidP="00B5154A">
      <w:r>
        <w:t>158.6824</w:t>
      </w:r>
      <w:r>
        <w:tab/>
        <w:t>1.013e0</w:t>
      </w:r>
    </w:p>
    <w:p w:rsidR="00B5154A" w:rsidRDefault="00B5154A" w:rsidP="00B5154A">
      <w:r>
        <w:t>158.7365</w:t>
      </w:r>
      <w:r>
        <w:tab/>
        <w:t>3.038e0</w:t>
      </w:r>
    </w:p>
    <w:p w:rsidR="00B5154A" w:rsidRDefault="00B5154A" w:rsidP="00B5154A">
      <w:r>
        <w:t>158.8044</w:t>
      </w:r>
      <w:r>
        <w:tab/>
        <w:t>3.038e0</w:t>
      </w:r>
    </w:p>
    <w:p w:rsidR="00B5154A" w:rsidRDefault="00B5154A" w:rsidP="00B5154A">
      <w:r>
        <w:t>158.8335</w:t>
      </w:r>
      <w:r>
        <w:tab/>
        <w:t>1.013e0</w:t>
      </w:r>
    </w:p>
    <w:p w:rsidR="00B5154A" w:rsidRDefault="00B5154A" w:rsidP="00B5154A">
      <w:r>
        <w:t>158.8537</w:t>
      </w:r>
      <w:r>
        <w:tab/>
        <w:t>2.025e0</w:t>
      </w:r>
    </w:p>
    <w:p w:rsidR="00B5154A" w:rsidRDefault="00B5154A" w:rsidP="00B5154A">
      <w:r>
        <w:t>158.8859</w:t>
      </w:r>
      <w:r>
        <w:tab/>
        <w:t>2.025e0</w:t>
      </w:r>
    </w:p>
    <w:p w:rsidR="00B5154A" w:rsidRDefault="00B5154A" w:rsidP="00B5154A">
      <w:r>
        <w:t>158.9236</w:t>
      </w:r>
      <w:r>
        <w:tab/>
        <w:t>2.025e0</w:t>
      </w:r>
    </w:p>
    <w:p w:rsidR="00B5154A" w:rsidRDefault="00B5154A" w:rsidP="00B5154A">
      <w:r>
        <w:t>158.9704</w:t>
      </w:r>
      <w:r>
        <w:tab/>
        <w:t>2.851e1</w:t>
      </w:r>
    </w:p>
    <w:p w:rsidR="00B5154A" w:rsidRDefault="00B5154A" w:rsidP="00B5154A">
      <w:r>
        <w:t>159.0539</w:t>
      </w:r>
      <w:r>
        <w:tab/>
        <w:t>2.853e0</w:t>
      </w:r>
    </w:p>
    <w:p w:rsidR="00B5154A" w:rsidRDefault="00B5154A" w:rsidP="00B5154A">
      <w:r>
        <w:t>159.1139</w:t>
      </w:r>
      <w:r>
        <w:tab/>
        <w:t>1.047e1</w:t>
      </w:r>
    </w:p>
    <w:p w:rsidR="00B5154A" w:rsidRDefault="00B5154A" w:rsidP="00B5154A">
      <w:r>
        <w:t>159.1799</w:t>
      </w:r>
      <w:r>
        <w:tab/>
        <w:t>3.038e0</w:t>
      </w:r>
    </w:p>
    <w:p w:rsidR="00B5154A" w:rsidRDefault="00B5154A" w:rsidP="00B5154A">
      <w:r>
        <w:t>159.2088</w:t>
      </w:r>
      <w:r>
        <w:tab/>
        <w:t>2.025e0</w:t>
      </w:r>
    </w:p>
    <w:p w:rsidR="00B5154A" w:rsidRDefault="00B5154A" w:rsidP="00B5154A">
      <w:r>
        <w:lastRenderedPageBreak/>
        <w:t>159.2258</w:t>
      </w:r>
      <w:r>
        <w:tab/>
        <w:t>1.013e0</w:t>
      </w:r>
    </w:p>
    <w:p w:rsidR="00B5154A" w:rsidRDefault="00B5154A" w:rsidP="00B5154A">
      <w:r>
        <w:t>159.2587</w:t>
      </w:r>
      <w:r>
        <w:tab/>
        <w:t>1.013e0</w:t>
      </w:r>
    </w:p>
    <w:p w:rsidR="00B5154A" w:rsidRDefault="00B5154A" w:rsidP="00B5154A">
      <w:r>
        <w:t>159.2794</w:t>
      </w:r>
      <w:r>
        <w:tab/>
        <w:t>3.038e0</w:t>
      </w:r>
    </w:p>
    <w:p w:rsidR="00B5154A" w:rsidRDefault="00B5154A" w:rsidP="00B5154A">
      <w:r>
        <w:t>159.3008</w:t>
      </w:r>
      <w:r>
        <w:tab/>
        <w:t>4.051e0</w:t>
      </w:r>
    </w:p>
    <w:p w:rsidR="00B5154A" w:rsidRDefault="00B5154A" w:rsidP="00B5154A">
      <w:r>
        <w:t>159.3363</w:t>
      </w:r>
      <w:r>
        <w:tab/>
        <w:t>1.013e0</w:t>
      </w:r>
    </w:p>
    <w:p w:rsidR="00B5154A" w:rsidRDefault="00B5154A" w:rsidP="00B5154A">
      <w:r>
        <w:t>159.3705</w:t>
      </w:r>
      <w:r>
        <w:tab/>
        <w:t>5.063e0</w:t>
      </w:r>
    </w:p>
    <w:p w:rsidR="00B5154A" w:rsidRDefault="00B5154A" w:rsidP="00B5154A">
      <w:r>
        <w:t>159.3978</w:t>
      </w:r>
      <w:r>
        <w:tab/>
        <w:t>2.025e0</w:t>
      </w:r>
    </w:p>
    <w:p w:rsidR="00B5154A" w:rsidRDefault="00B5154A" w:rsidP="00B5154A">
      <w:r>
        <w:t>159.4401</w:t>
      </w:r>
      <w:r>
        <w:tab/>
        <w:t>1.013e0</w:t>
      </w:r>
    </w:p>
    <w:p w:rsidR="00B5154A" w:rsidRDefault="00B5154A" w:rsidP="00B5154A">
      <w:r>
        <w:t>159.4639</w:t>
      </w:r>
      <w:r>
        <w:tab/>
        <w:t>1.013e0</w:t>
      </w:r>
    </w:p>
    <w:p w:rsidR="00B5154A" w:rsidRDefault="00B5154A" w:rsidP="00B5154A">
      <w:r>
        <w:t>159.4872</w:t>
      </w:r>
      <w:r>
        <w:tab/>
        <w:t>1.013e0</w:t>
      </w:r>
    </w:p>
    <w:p w:rsidR="00B5154A" w:rsidRDefault="00B5154A" w:rsidP="00B5154A">
      <w:r>
        <w:t>159.5002</w:t>
      </w:r>
      <w:r>
        <w:tab/>
        <w:t>1.013e0</w:t>
      </w:r>
    </w:p>
    <w:p w:rsidR="00B5154A" w:rsidRDefault="00B5154A" w:rsidP="00B5154A">
      <w:r>
        <w:t>159.5304</w:t>
      </w:r>
      <w:r>
        <w:tab/>
        <w:t>1.926e0</w:t>
      </w:r>
    </w:p>
    <w:p w:rsidR="00B5154A" w:rsidRDefault="00B5154A" w:rsidP="00B5154A">
      <w:r>
        <w:t>159.5616</w:t>
      </w:r>
      <w:r>
        <w:tab/>
        <w:t>8.019e0</w:t>
      </w:r>
    </w:p>
    <w:p w:rsidR="00B5154A" w:rsidRDefault="00B5154A" w:rsidP="00B5154A">
      <w:r>
        <w:t>159.6049</w:t>
      </w:r>
      <w:r>
        <w:tab/>
        <w:t>2.025e0</w:t>
      </w:r>
    </w:p>
    <w:p w:rsidR="00B5154A" w:rsidRDefault="00B5154A" w:rsidP="00B5154A">
      <w:r>
        <w:t>159.6309</w:t>
      </w:r>
      <w:r>
        <w:tab/>
        <w:t>1.013e0</w:t>
      </w:r>
    </w:p>
    <w:p w:rsidR="00B5154A" w:rsidRDefault="00B5154A" w:rsidP="00B5154A">
      <w:r>
        <w:t>159.6764</w:t>
      </w:r>
      <w:r>
        <w:tab/>
        <w:t>3.038e0</w:t>
      </w:r>
    </w:p>
    <w:p w:rsidR="00B5154A" w:rsidRDefault="00B5154A" w:rsidP="00B5154A">
      <w:r>
        <w:t>159.7260</w:t>
      </w:r>
      <w:r>
        <w:tab/>
        <w:t>3.038e0</w:t>
      </w:r>
    </w:p>
    <w:p w:rsidR="00B5154A" w:rsidRDefault="00B5154A" w:rsidP="00B5154A">
      <w:r>
        <w:t>159.7652</w:t>
      </w:r>
      <w:r>
        <w:tab/>
        <w:t>2.025e0</w:t>
      </w:r>
    </w:p>
    <w:p w:rsidR="00B5154A" w:rsidRDefault="00B5154A" w:rsidP="00B5154A">
      <w:r>
        <w:t>159.7974</w:t>
      </w:r>
      <w:r>
        <w:tab/>
        <w:t>2.025e0</w:t>
      </w:r>
    </w:p>
    <w:p w:rsidR="00B5154A" w:rsidRDefault="00B5154A" w:rsidP="00B5154A">
      <w:r>
        <w:lastRenderedPageBreak/>
        <w:t>159.8399</w:t>
      </w:r>
      <w:r>
        <w:tab/>
        <w:t>1.159e0</w:t>
      </w:r>
    </w:p>
    <w:p w:rsidR="00B5154A" w:rsidRDefault="00B5154A" w:rsidP="00B5154A">
      <w:r>
        <w:t>159.8680</w:t>
      </w:r>
      <w:r>
        <w:tab/>
        <w:t>3.962e0</w:t>
      </w:r>
    </w:p>
    <w:p w:rsidR="00B5154A" w:rsidRDefault="00B5154A" w:rsidP="00B5154A">
      <w:r>
        <w:t>159.8910</w:t>
      </w:r>
      <w:r>
        <w:tab/>
        <w:t>3.038e0</w:t>
      </w:r>
    </w:p>
    <w:p w:rsidR="00B5154A" w:rsidRDefault="00B5154A" w:rsidP="00B5154A">
      <w:r>
        <w:t>159.9081</w:t>
      </w:r>
      <w:r>
        <w:tab/>
        <w:t>2.025e0</w:t>
      </w:r>
    </w:p>
    <w:p w:rsidR="00B5154A" w:rsidRDefault="00B5154A" w:rsidP="00B5154A">
      <w:r>
        <w:t>159.9505</w:t>
      </w:r>
      <w:r>
        <w:tab/>
        <w:t>2.025e0</w:t>
      </w:r>
    </w:p>
    <w:p w:rsidR="00B5154A" w:rsidRDefault="00B5154A" w:rsidP="00B5154A">
      <w:r>
        <w:t>159.9875</w:t>
      </w:r>
      <w:r>
        <w:tab/>
        <w:t>1.013e0</w:t>
      </w:r>
    </w:p>
    <w:p w:rsidR="00B5154A" w:rsidRDefault="00B5154A" w:rsidP="00B5154A">
      <w:r>
        <w:t>160.0137</w:t>
      </w:r>
      <w:r>
        <w:tab/>
        <w:t>2.308e0</w:t>
      </w:r>
    </w:p>
    <w:p w:rsidR="00B5154A" w:rsidRDefault="00B5154A" w:rsidP="00B5154A">
      <w:r>
        <w:t>160.0607</w:t>
      </w:r>
      <w:r>
        <w:tab/>
        <w:t>1.588e0</w:t>
      </w:r>
    </w:p>
    <w:p w:rsidR="00B5154A" w:rsidRDefault="00B5154A" w:rsidP="00B5154A">
      <w:r>
        <w:t>160.0796</w:t>
      </w:r>
      <w:r>
        <w:tab/>
        <w:t>1.643e0</w:t>
      </w:r>
    </w:p>
    <w:p w:rsidR="00B5154A" w:rsidRDefault="00B5154A" w:rsidP="00B5154A">
      <w:r>
        <w:t>160.1323</w:t>
      </w:r>
      <w:r>
        <w:tab/>
        <w:t>1.185e0</w:t>
      </w:r>
    </w:p>
    <w:p w:rsidR="00B5154A" w:rsidRDefault="00B5154A" w:rsidP="00B5154A">
      <w:r>
        <w:t>160.1649</w:t>
      </w:r>
      <w:r>
        <w:tab/>
        <w:t>1.745e0</w:t>
      </w:r>
    </w:p>
    <w:p w:rsidR="00B5154A" w:rsidRDefault="00B5154A" w:rsidP="00B5154A">
      <w:r>
        <w:t>160.1822</w:t>
      </w:r>
      <w:r>
        <w:tab/>
        <w:t>2.025e0</w:t>
      </w:r>
    </w:p>
    <w:p w:rsidR="00B5154A" w:rsidRDefault="00B5154A" w:rsidP="00B5154A">
      <w:r>
        <w:t>160.2449</w:t>
      </w:r>
      <w:r>
        <w:tab/>
        <w:t>4.035e0</w:t>
      </w:r>
    </w:p>
    <w:p w:rsidR="00B5154A" w:rsidRDefault="00B5154A" w:rsidP="00B5154A">
      <w:r>
        <w:t>160.2743</w:t>
      </w:r>
      <w:r>
        <w:tab/>
        <w:t>4.051e0</w:t>
      </w:r>
    </w:p>
    <w:p w:rsidR="00B5154A" w:rsidRDefault="00B5154A" w:rsidP="00B5154A">
      <w:r>
        <w:t>160.3066</w:t>
      </w:r>
      <w:r>
        <w:tab/>
        <w:t>2.025e0</w:t>
      </w:r>
    </w:p>
    <w:p w:rsidR="00B5154A" w:rsidRDefault="00B5154A" w:rsidP="00B5154A">
      <w:r>
        <w:t>160.3320</w:t>
      </w:r>
      <w:r>
        <w:tab/>
        <w:t>2.025e0</w:t>
      </w:r>
    </w:p>
    <w:p w:rsidR="00B5154A" w:rsidRDefault="00B5154A" w:rsidP="00B5154A">
      <w:r>
        <w:t>160.3541</w:t>
      </w:r>
      <w:r>
        <w:tab/>
        <w:t>1.013e0</w:t>
      </w:r>
    </w:p>
    <w:p w:rsidR="00B5154A" w:rsidRDefault="00B5154A" w:rsidP="00B5154A">
      <w:r>
        <w:t>160.3742</w:t>
      </w:r>
      <w:r>
        <w:tab/>
        <w:t>1.013e0</w:t>
      </w:r>
    </w:p>
    <w:p w:rsidR="00B5154A" w:rsidRDefault="00B5154A" w:rsidP="00B5154A">
      <w:r>
        <w:t>160.4089</w:t>
      </w:r>
      <w:r>
        <w:tab/>
        <w:t>2.025e0</w:t>
      </w:r>
    </w:p>
    <w:p w:rsidR="00B5154A" w:rsidRDefault="00B5154A" w:rsidP="00B5154A">
      <w:r>
        <w:lastRenderedPageBreak/>
        <w:t>160.4542</w:t>
      </w:r>
      <w:r>
        <w:tab/>
        <w:t>4.051e0</w:t>
      </w:r>
    </w:p>
    <w:p w:rsidR="00B5154A" w:rsidRDefault="00B5154A" w:rsidP="00B5154A">
      <w:r>
        <w:t>160.4803</w:t>
      </w:r>
      <w:r>
        <w:tab/>
        <w:t>3.702e0</w:t>
      </w:r>
    </w:p>
    <w:p w:rsidR="00B5154A" w:rsidRDefault="00B5154A" w:rsidP="00B5154A">
      <w:r>
        <w:t>160.5021</w:t>
      </w:r>
      <w:r>
        <w:tab/>
        <w:t>3.038e0</w:t>
      </w:r>
    </w:p>
    <w:p w:rsidR="00B5154A" w:rsidRDefault="00B5154A" w:rsidP="00B5154A">
      <w:r>
        <w:t>160.5466</w:t>
      </w:r>
      <w:r>
        <w:tab/>
        <w:t>2.730e0</w:t>
      </w:r>
    </w:p>
    <w:p w:rsidR="00B5154A" w:rsidRDefault="00B5154A" w:rsidP="00B5154A">
      <w:r>
        <w:t>160.5826</w:t>
      </w:r>
      <w:r>
        <w:tab/>
        <w:t>3.038e0</w:t>
      </w:r>
    </w:p>
    <w:p w:rsidR="00B5154A" w:rsidRDefault="00B5154A" w:rsidP="00B5154A">
      <w:r>
        <w:t>160.6268</w:t>
      </w:r>
      <w:r>
        <w:tab/>
        <w:t>1.013e0</w:t>
      </w:r>
    </w:p>
    <w:p w:rsidR="00B5154A" w:rsidRDefault="00B5154A" w:rsidP="00B5154A">
      <w:r>
        <w:t>160.6500</w:t>
      </w:r>
      <w:r>
        <w:tab/>
        <w:t>2.025e0</w:t>
      </w:r>
    </w:p>
    <w:p w:rsidR="00B5154A" w:rsidRDefault="00B5154A" w:rsidP="00B5154A">
      <w:r>
        <w:t>160.6696</w:t>
      </w:r>
      <w:r>
        <w:tab/>
        <w:t>2.025e0</w:t>
      </w:r>
    </w:p>
    <w:p w:rsidR="00B5154A" w:rsidRDefault="00B5154A" w:rsidP="00B5154A">
      <w:r>
        <w:t>160.7190</w:t>
      </w:r>
      <w:r>
        <w:tab/>
        <w:t>2.025e0</w:t>
      </w:r>
    </w:p>
    <w:p w:rsidR="00B5154A" w:rsidRDefault="00B5154A" w:rsidP="00B5154A">
      <w:r>
        <w:t>160.7649</w:t>
      </w:r>
      <w:r>
        <w:tab/>
        <w:t>1.013e0</w:t>
      </w:r>
    </w:p>
    <w:p w:rsidR="00B5154A" w:rsidRDefault="00B5154A" w:rsidP="00B5154A">
      <w:r>
        <w:t>160.7859</w:t>
      </w:r>
      <w:r>
        <w:tab/>
        <w:t>4.051e0</w:t>
      </w:r>
    </w:p>
    <w:p w:rsidR="00B5154A" w:rsidRDefault="00B5154A" w:rsidP="00B5154A">
      <w:r>
        <w:t>160.8396</w:t>
      </w:r>
      <w:r>
        <w:tab/>
        <w:t>4.051e0</w:t>
      </w:r>
    </w:p>
    <w:p w:rsidR="00B5154A" w:rsidRDefault="00B5154A" w:rsidP="00B5154A">
      <w:r>
        <w:t>160.8724</w:t>
      </w:r>
      <w:r>
        <w:tab/>
        <w:t>2.025e0</w:t>
      </w:r>
    </w:p>
    <w:p w:rsidR="00B5154A" w:rsidRDefault="00B5154A" w:rsidP="00B5154A">
      <w:r>
        <w:t>160.8993</w:t>
      </w:r>
      <w:r>
        <w:tab/>
        <w:t>4.791e0</w:t>
      </w:r>
    </w:p>
    <w:p w:rsidR="00B5154A" w:rsidRDefault="00B5154A" w:rsidP="00B5154A">
      <w:r>
        <w:t>160.9341</w:t>
      </w:r>
      <w:r>
        <w:tab/>
        <w:t>3.038e0</w:t>
      </w:r>
    </w:p>
    <w:p w:rsidR="00B5154A" w:rsidRDefault="00B5154A" w:rsidP="00B5154A">
      <w:r>
        <w:t>160.9579</w:t>
      </w:r>
      <w:r>
        <w:tab/>
        <w:t>2.025e0</w:t>
      </w:r>
    </w:p>
    <w:p w:rsidR="00B5154A" w:rsidRDefault="00B5154A" w:rsidP="00B5154A">
      <w:r>
        <w:t>160.9978</w:t>
      </w:r>
      <w:r>
        <w:tab/>
        <w:t>3.038e0</w:t>
      </w:r>
    </w:p>
    <w:p w:rsidR="00B5154A" w:rsidRDefault="00B5154A" w:rsidP="00B5154A">
      <w:r>
        <w:t>161.0439</w:t>
      </w:r>
      <w:r>
        <w:tab/>
        <w:t>1.580e0</w:t>
      </w:r>
    </w:p>
    <w:p w:rsidR="00B5154A" w:rsidRDefault="00B5154A" w:rsidP="00B5154A">
      <w:r>
        <w:t>161.0869</w:t>
      </w:r>
      <w:r>
        <w:tab/>
        <w:t>7.902e0</w:t>
      </w:r>
    </w:p>
    <w:p w:rsidR="00B5154A" w:rsidRDefault="00B5154A" w:rsidP="00B5154A">
      <w:r>
        <w:lastRenderedPageBreak/>
        <w:t>161.1750</w:t>
      </w:r>
      <w:r>
        <w:tab/>
        <w:t>2.616e0</w:t>
      </w:r>
    </w:p>
    <w:p w:rsidR="00B5154A" w:rsidRDefault="00B5154A" w:rsidP="00B5154A">
      <w:r>
        <w:t>161.2060</w:t>
      </w:r>
      <w:r>
        <w:tab/>
        <w:t>1.673e0</w:t>
      </w:r>
    </w:p>
    <w:p w:rsidR="00B5154A" w:rsidRDefault="00B5154A" w:rsidP="00B5154A">
      <w:r>
        <w:t>161.2359</w:t>
      </w:r>
      <w:r>
        <w:tab/>
        <w:t>1.013e0</w:t>
      </w:r>
    </w:p>
    <w:p w:rsidR="00B5154A" w:rsidRDefault="00B5154A" w:rsidP="00B5154A">
      <w:r>
        <w:t>161.2713</w:t>
      </w:r>
      <w:r>
        <w:tab/>
        <w:t>5.063e0</w:t>
      </w:r>
    </w:p>
    <w:p w:rsidR="00B5154A" w:rsidRDefault="00B5154A" w:rsidP="00B5154A">
      <w:r>
        <w:t>161.3275</w:t>
      </w:r>
      <w:r>
        <w:tab/>
        <w:t>4.051e0</w:t>
      </w:r>
    </w:p>
    <w:p w:rsidR="00B5154A" w:rsidRDefault="00B5154A" w:rsidP="00B5154A">
      <w:r>
        <w:t>161.3938</w:t>
      </w:r>
      <w:r>
        <w:tab/>
        <w:t>3.038e0</w:t>
      </w:r>
    </w:p>
    <w:p w:rsidR="00B5154A" w:rsidRDefault="00B5154A" w:rsidP="00B5154A">
      <w:r>
        <w:t>161.4480</w:t>
      </w:r>
      <w:r>
        <w:tab/>
        <w:t>3.038e0</w:t>
      </w:r>
    </w:p>
    <w:p w:rsidR="00B5154A" w:rsidRDefault="00B5154A" w:rsidP="00B5154A">
      <w:r>
        <w:t>161.4713</w:t>
      </w:r>
      <w:r>
        <w:tab/>
        <w:t>2.025e0</w:t>
      </w:r>
    </w:p>
    <w:p w:rsidR="00B5154A" w:rsidRDefault="00B5154A" w:rsidP="00B5154A">
      <w:r>
        <w:t>161.5027</w:t>
      </w:r>
      <w:r>
        <w:tab/>
        <w:t>2.025e0</w:t>
      </w:r>
    </w:p>
    <w:p w:rsidR="00B5154A" w:rsidRDefault="00B5154A" w:rsidP="00B5154A">
      <w:r>
        <w:t>161.5576</w:t>
      </w:r>
      <w:r>
        <w:tab/>
        <w:t>2.957e1</w:t>
      </w:r>
    </w:p>
    <w:p w:rsidR="00B5154A" w:rsidRDefault="00B5154A" w:rsidP="00B5154A">
      <w:r>
        <w:t>161.6348</w:t>
      </w:r>
      <w:r>
        <w:tab/>
        <w:t>1.013e0</w:t>
      </w:r>
    </w:p>
    <w:p w:rsidR="00B5154A" w:rsidRDefault="00B5154A" w:rsidP="00B5154A">
      <w:r>
        <w:t>161.6545</w:t>
      </w:r>
      <w:r>
        <w:tab/>
        <w:t>2.025e0</w:t>
      </w:r>
    </w:p>
    <w:p w:rsidR="00B5154A" w:rsidRDefault="00B5154A" w:rsidP="00B5154A">
      <w:r>
        <w:t>161.6831</w:t>
      </w:r>
      <w:r>
        <w:tab/>
        <w:t>3.038e0</w:t>
      </w:r>
    </w:p>
    <w:p w:rsidR="00B5154A" w:rsidRDefault="00B5154A" w:rsidP="00B5154A">
      <w:r>
        <w:t>161.7227</w:t>
      </w:r>
      <w:r>
        <w:tab/>
        <w:t>3.517e0</w:t>
      </w:r>
    </w:p>
    <w:p w:rsidR="00B5154A" w:rsidRDefault="00B5154A" w:rsidP="00B5154A">
      <w:r>
        <w:t>161.7635</w:t>
      </w:r>
      <w:r>
        <w:tab/>
        <w:t>2.025e0</w:t>
      </w:r>
    </w:p>
    <w:p w:rsidR="00B5154A" w:rsidRDefault="00B5154A" w:rsidP="00B5154A">
      <w:r>
        <w:t>161.7868</w:t>
      </w:r>
      <w:r>
        <w:tab/>
        <w:t>1.013e0</w:t>
      </w:r>
    </w:p>
    <w:p w:rsidR="00B5154A" w:rsidRDefault="00B5154A" w:rsidP="00B5154A">
      <w:r>
        <w:t>161.8332</w:t>
      </w:r>
      <w:r>
        <w:tab/>
        <w:t>4.051e0</w:t>
      </w:r>
    </w:p>
    <w:p w:rsidR="00B5154A" w:rsidRDefault="00B5154A" w:rsidP="00B5154A">
      <w:r>
        <w:t>161.8841</w:t>
      </w:r>
      <w:r>
        <w:tab/>
        <w:t>7.089e0</w:t>
      </w:r>
    </w:p>
    <w:p w:rsidR="00B5154A" w:rsidRDefault="00B5154A" w:rsidP="00B5154A">
      <w:r>
        <w:t>161.9279</w:t>
      </w:r>
      <w:r>
        <w:tab/>
        <w:t>3.076e0</w:t>
      </w:r>
    </w:p>
    <w:p w:rsidR="00B5154A" w:rsidRDefault="00B5154A" w:rsidP="00B5154A">
      <w:r>
        <w:lastRenderedPageBreak/>
        <w:t>161.9524</w:t>
      </w:r>
      <w:r>
        <w:tab/>
        <w:t>4.948e0</w:t>
      </w:r>
    </w:p>
    <w:p w:rsidR="00B5154A" w:rsidRDefault="00B5154A" w:rsidP="00B5154A">
      <w:r>
        <w:t>161.9694</w:t>
      </w:r>
      <w:r>
        <w:tab/>
        <w:t>7.204e0</w:t>
      </w:r>
    </w:p>
    <w:p w:rsidR="00B5154A" w:rsidRDefault="00B5154A" w:rsidP="00B5154A">
      <w:r>
        <w:t>162.0002</w:t>
      </w:r>
      <w:r>
        <w:tab/>
        <w:t>6.366e0</w:t>
      </w:r>
    </w:p>
    <w:p w:rsidR="00B5154A" w:rsidRDefault="00B5154A" w:rsidP="00B5154A">
      <w:r>
        <w:t>162.0244</w:t>
      </w:r>
      <w:r>
        <w:tab/>
        <w:t>3.911e0</w:t>
      </w:r>
    </w:p>
    <w:p w:rsidR="00B5154A" w:rsidRDefault="00B5154A" w:rsidP="00B5154A">
      <w:r>
        <w:t>162.0596</w:t>
      </w:r>
      <w:r>
        <w:tab/>
        <w:t>6.042e0</w:t>
      </w:r>
    </w:p>
    <w:p w:rsidR="00B5154A" w:rsidRDefault="00B5154A" w:rsidP="00B5154A">
      <w:r>
        <w:t>162.0814</w:t>
      </w:r>
      <w:r>
        <w:tab/>
        <w:t>4.576e0</w:t>
      </w:r>
    </w:p>
    <w:p w:rsidR="00B5154A" w:rsidRDefault="00B5154A" w:rsidP="00B5154A">
      <w:r>
        <w:t>162.1483</w:t>
      </w:r>
      <w:r>
        <w:tab/>
        <w:t>2.249e3</w:t>
      </w:r>
    </w:p>
    <w:p w:rsidR="00B5154A" w:rsidRDefault="00B5154A" w:rsidP="00B5154A">
      <w:r>
        <w:t>162.2048</w:t>
      </w:r>
      <w:r>
        <w:tab/>
        <w:t>3.219e0</w:t>
      </w:r>
    </w:p>
    <w:p w:rsidR="00B5154A" w:rsidRDefault="00B5154A" w:rsidP="00B5154A">
      <w:r>
        <w:t>162.2333</w:t>
      </w:r>
      <w:r>
        <w:tab/>
        <w:t>7.139e0</w:t>
      </w:r>
    </w:p>
    <w:p w:rsidR="00B5154A" w:rsidRDefault="00B5154A" w:rsidP="00B5154A">
      <w:r>
        <w:t>162.2851</w:t>
      </w:r>
      <w:r>
        <w:tab/>
        <w:t>5.939e1</w:t>
      </w:r>
    </w:p>
    <w:p w:rsidR="00B5154A" w:rsidRDefault="00B5154A" w:rsidP="00B5154A">
      <w:r>
        <w:t>162.3188</w:t>
      </w:r>
      <w:r>
        <w:tab/>
        <w:t>8.101e0</w:t>
      </w:r>
    </w:p>
    <w:p w:rsidR="00B5154A" w:rsidRDefault="00B5154A" w:rsidP="00B5154A">
      <w:r>
        <w:t>162.3692</w:t>
      </w:r>
      <w:r>
        <w:tab/>
        <w:t>5.734e0</w:t>
      </w:r>
    </w:p>
    <w:p w:rsidR="00B5154A" w:rsidRDefault="00B5154A" w:rsidP="00B5154A">
      <w:r>
        <w:t>162.4433</w:t>
      </w:r>
      <w:r>
        <w:tab/>
        <w:t>5.809e0</w:t>
      </w:r>
    </w:p>
    <w:p w:rsidR="00B5154A" w:rsidRDefault="00B5154A" w:rsidP="00B5154A">
      <w:r>
        <w:t>162.4678</w:t>
      </w:r>
      <w:r>
        <w:tab/>
        <w:t>5.063e0</w:t>
      </w:r>
    </w:p>
    <w:p w:rsidR="00B5154A" w:rsidRDefault="00B5154A" w:rsidP="00B5154A">
      <w:r>
        <w:t>162.5056</w:t>
      </w:r>
      <w:r>
        <w:tab/>
        <w:t>4.421e0</w:t>
      </w:r>
    </w:p>
    <w:p w:rsidR="00B5154A" w:rsidRDefault="00B5154A" w:rsidP="00B5154A">
      <w:r>
        <w:t>162.5284</w:t>
      </w:r>
      <w:r>
        <w:tab/>
        <w:t>6.973e0</w:t>
      </w:r>
    </w:p>
    <w:p w:rsidR="00B5154A" w:rsidRDefault="00B5154A" w:rsidP="00B5154A">
      <w:r>
        <w:t>162.5554</w:t>
      </w:r>
      <w:r>
        <w:tab/>
        <w:t>1.583e1</w:t>
      </w:r>
    </w:p>
    <w:p w:rsidR="00B5154A" w:rsidRDefault="00B5154A" w:rsidP="00B5154A">
      <w:r>
        <w:t>162.5937</w:t>
      </w:r>
      <w:r>
        <w:tab/>
        <w:t>3.862e0</w:t>
      </w:r>
    </w:p>
    <w:p w:rsidR="00B5154A" w:rsidRDefault="00B5154A" w:rsidP="00B5154A">
      <w:r>
        <w:t>162.6256</w:t>
      </w:r>
      <w:r>
        <w:tab/>
        <w:t>1.238e1</w:t>
      </w:r>
    </w:p>
    <w:p w:rsidR="00B5154A" w:rsidRDefault="00B5154A" w:rsidP="00B5154A">
      <w:r>
        <w:lastRenderedPageBreak/>
        <w:t>162.6517</w:t>
      </w:r>
      <w:r>
        <w:tab/>
        <w:t>4.051e0</w:t>
      </w:r>
    </w:p>
    <w:p w:rsidR="00B5154A" w:rsidRDefault="00B5154A" w:rsidP="00B5154A">
      <w:r>
        <w:t>162.6781</w:t>
      </w:r>
      <w:r>
        <w:tab/>
        <w:t>5.063e0</w:t>
      </w:r>
    </w:p>
    <w:p w:rsidR="00B5154A" w:rsidRDefault="00B5154A" w:rsidP="00B5154A">
      <w:r>
        <w:t>162.6975</w:t>
      </w:r>
      <w:r>
        <w:tab/>
        <w:t>5.063e0</w:t>
      </w:r>
    </w:p>
    <w:p w:rsidR="00B5154A" w:rsidRDefault="00B5154A" w:rsidP="00B5154A">
      <w:r>
        <w:t>162.7292</w:t>
      </w:r>
      <w:r>
        <w:tab/>
        <w:t>3.038e0</w:t>
      </w:r>
    </w:p>
    <w:p w:rsidR="00B5154A" w:rsidRDefault="00B5154A" w:rsidP="00B5154A">
      <w:r>
        <w:t>162.7663</w:t>
      </w:r>
      <w:r>
        <w:tab/>
        <w:t>8.101e0</w:t>
      </w:r>
    </w:p>
    <w:p w:rsidR="00B5154A" w:rsidRDefault="00B5154A" w:rsidP="00B5154A">
      <w:r>
        <w:t>162.8249</w:t>
      </w:r>
      <w:r>
        <w:tab/>
        <w:t>3.038e0</w:t>
      </w:r>
    </w:p>
    <w:p w:rsidR="00B5154A" w:rsidRDefault="00B5154A" w:rsidP="00B5154A">
      <w:r>
        <w:t>162.8556</w:t>
      </w:r>
      <w:r>
        <w:tab/>
        <w:t>5.524e0</w:t>
      </w:r>
    </w:p>
    <w:p w:rsidR="00B5154A" w:rsidRDefault="00B5154A" w:rsidP="00B5154A">
      <w:r>
        <w:t>162.8774</w:t>
      </w:r>
      <w:r>
        <w:tab/>
        <w:t>4.141e0</w:t>
      </w:r>
    </w:p>
    <w:p w:rsidR="00B5154A" w:rsidRDefault="00B5154A" w:rsidP="00B5154A">
      <w:r>
        <w:t>162.9103</w:t>
      </w:r>
      <w:r>
        <w:tab/>
        <w:t>1.013e0</w:t>
      </w:r>
    </w:p>
    <w:p w:rsidR="00B5154A" w:rsidRDefault="00B5154A" w:rsidP="00B5154A">
      <w:r>
        <w:t>162.9397</w:t>
      </w:r>
      <w:r>
        <w:tab/>
        <w:t>6.076e0</w:t>
      </w:r>
    </w:p>
    <w:p w:rsidR="00B5154A" w:rsidRDefault="00B5154A" w:rsidP="00B5154A">
      <w:r>
        <w:t>162.9612</w:t>
      </w:r>
      <w:r>
        <w:tab/>
        <w:t>3.038e0</w:t>
      </w:r>
    </w:p>
    <w:p w:rsidR="00B5154A" w:rsidRDefault="00B5154A" w:rsidP="00B5154A">
      <w:r>
        <w:t>163.0058</w:t>
      </w:r>
      <w:r>
        <w:tab/>
        <w:t>2.231e1</w:t>
      </w:r>
    </w:p>
    <w:p w:rsidR="00B5154A" w:rsidRDefault="00B5154A" w:rsidP="00B5154A">
      <w:r>
        <w:t>163.0794</w:t>
      </w:r>
      <w:r>
        <w:tab/>
        <w:t>8.420e1</w:t>
      </w:r>
    </w:p>
    <w:p w:rsidR="00B5154A" w:rsidRDefault="00B5154A" w:rsidP="00B5154A">
      <w:r>
        <w:t>163.1545</w:t>
      </w:r>
      <w:r>
        <w:tab/>
        <w:t>3.077e2</w:t>
      </w:r>
    </w:p>
    <w:p w:rsidR="00B5154A" w:rsidRDefault="00B5154A" w:rsidP="00B5154A">
      <w:r>
        <w:t>163.2348</w:t>
      </w:r>
      <w:r>
        <w:tab/>
        <w:t>4.051e0</w:t>
      </w:r>
    </w:p>
    <w:p w:rsidR="00B5154A" w:rsidRDefault="00B5154A" w:rsidP="00B5154A">
      <w:r>
        <w:t>163.2613</w:t>
      </w:r>
      <w:r>
        <w:tab/>
        <w:t>4.051e0</w:t>
      </w:r>
    </w:p>
    <w:p w:rsidR="00B5154A" w:rsidRDefault="00B5154A" w:rsidP="00B5154A">
      <w:r>
        <w:t>163.2867</w:t>
      </w:r>
      <w:r>
        <w:tab/>
        <w:t>2.025e0</w:t>
      </w:r>
    </w:p>
    <w:p w:rsidR="00B5154A" w:rsidRDefault="00B5154A" w:rsidP="00B5154A">
      <w:r>
        <w:t>163.3107</w:t>
      </w:r>
      <w:r>
        <w:tab/>
        <w:t>1.013e0</w:t>
      </w:r>
    </w:p>
    <w:p w:rsidR="00B5154A" w:rsidRDefault="00B5154A" w:rsidP="00B5154A">
      <w:r>
        <w:t>163.3371</w:t>
      </w:r>
      <w:r>
        <w:tab/>
        <w:t>5.063e0</w:t>
      </w:r>
    </w:p>
    <w:p w:rsidR="00B5154A" w:rsidRDefault="00B5154A" w:rsidP="00B5154A">
      <w:r>
        <w:lastRenderedPageBreak/>
        <w:t>163.3725</w:t>
      </w:r>
      <w:r>
        <w:tab/>
        <w:t>4.051e0</w:t>
      </w:r>
    </w:p>
    <w:p w:rsidR="00B5154A" w:rsidRDefault="00B5154A" w:rsidP="00B5154A">
      <w:r>
        <w:t>163.3961</w:t>
      </w:r>
      <w:r>
        <w:tab/>
        <w:t>4.051e0</w:t>
      </w:r>
    </w:p>
    <w:p w:rsidR="00B5154A" w:rsidRDefault="00B5154A" w:rsidP="00B5154A">
      <w:r>
        <w:t>163.4413</w:t>
      </w:r>
      <w:r>
        <w:tab/>
        <w:t>4.051e0</w:t>
      </w:r>
    </w:p>
    <w:p w:rsidR="00B5154A" w:rsidRDefault="00B5154A" w:rsidP="00B5154A">
      <w:r>
        <w:t>163.4710</w:t>
      </w:r>
      <w:r>
        <w:tab/>
        <w:t>3.253e0</w:t>
      </w:r>
    </w:p>
    <w:p w:rsidR="00B5154A" w:rsidRDefault="00B5154A" w:rsidP="00B5154A">
      <w:r>
        <w:t>163.5201</w:t>
      </w:r>
      <w:r>
        <w:tab/>
        <w:t>6.378e0</w:t>
      </w:r>
    </w:p>
    <w:p w:rsidR="00B5154A" w:rsidRDefault="00B5154A" w:rsidP="00B5154A">
      <w:r>
        <w:t>163.5471</w:t>
      </w:r>
      <w:r>
        <w:tab/>
        <w:t>1.943e0</w:t>
      </w:r>
    </w:p>
    <w:p w:rsidR="00B5154A" w:rsidRDefault="00B5154A" w:rsidP="00B5154A">
      <w:r>
        <w:t>163.5882</w:t>
      </w:r>
      <w:r>
        <w:tab/>
        <w:t>7.089e0</w:t>
      </w:r>
    </w:p>
    <w:p w:rsidR="00B5154A" w:rsidRDefault="00B5154A" w:rsidP="00B5154A">
      <w:r>
        <w:t>163.6364</w:t>
      </w:r>
      <w:r>
        <w:tab/>
        <w:t>1.013e0</w:t>
      </w:r>
    </w:p>
    <w:p w:rsidR="00B5154A" w:rsidRDefault="00B5154A" w:rsidP="00B5154A">
      <w:r>
        <w:t>163.6597</w:t>
      </w:r>
      <w:r>
        <w:tab/>
        <w:t>4.051e0</w:t>
      </w:r>
    </w:p>
    <w:p w:rsidR="00B5154A" w:rsidRDefault="00B5154A" w:rsidP="00B5154A">
      <w:r>
        <w:t>163.6839</w:t>
      </w:r>
      <w:r>
        <w:tab/>
        <w:t>4.557e0</w:t>
      </w:r>
    </w:p>
    <w:p w:rsidR="00B5154A" w:rsidRDefault="00B5154A" w:rsidP="00B5154A">
      <w:r>
        <w:t>163.7018</w:t>
      </w:r>
      <w:r>
        <w:tab/>
        <w:t>3.544e0</w:t>
      </w:r>
    </w:p>
    <w:p w:rsidR="00B5154A" w:rsidRDefault="00B5154A" w:rsidP="00B5154A">
      <w:r>
        <w:t>163.7246</w:t>
      </w:r>
      <w:r>
        <w:tab/>
        <w:t>3.038e0</w:t>
      </w:r>
    </w:p>
    <w:p w:rsidR="00B5154A" w:rsidRDefault="00B5154A" w:rsidP="00B5154A">
      <w:r>
        <w:t>163.7494</w:t>
      </w:r>
      <w:r>
        <w:tab/>
        <w:t>3.038e0</w:t>
      </w:r>
    </w:p>
    <w:p w:rsidR="00B5154A" w:rsidRDefault="00B5154A" w:rsidP="00B5154A">
      <w:r>
        <w:t>163.7773</w:t>
      </w:r>
      <w:r>
        <w:tab/>
        <w:t>3.038e0</w:t>
      </w:r>
    </w:p>
    <w:p w:rsidR="00B5154A" w:rsidRDefault="00B5154A" w:rsidP="00B5154A">
      <w:r>
        <w:t>163.8098</w:t>
      </w:r>
      <w:r>
        <w:tab/>
        <w:t>5.063e0</w:t>
      </w:r>
    </w:p>
    <w:p w:rsidR="00B5154A" w:rsidRDefault="00B5154A" w:rsidP="00B5154A">
      <w:r>
        <w:t>163.8464</w:t>
      </w:r>
      <w:r>
        <w:tab/>
        <w:t>6.076e0</w:t>
      </w:r>
    </w:p>
    <w:p w:rsidR="00B5154A" w:rsidRDefault="00B5154A" w:rsidP="00B5154A">
      <w:r>
        <w:t>163.8955</w:t>
      </w:r>
      <w:r>
        <w:tab/>
        <w:t>5.063e0</w:t>
      </w:r>
    </w:p>
    <w:p w:rsidR="00B5154A" w:rsidRDefault="00B5154A" w:rsidP="00B5154A">
      <w:r>
        <w:t>163.9296</w:t>
      </w:r>
      <w:r>
        <w:tab/>
        <w:t>1.013e0</w:t>
      </w:r>
    </w:p>
    <w:p w:rsidR="00B5154A" w:rsidRDefault="00B5154A" w:rsidP="00B5154A">
      <w:r>
        <w:t>163.9484</w:t>
      </w:r>
      <w:r>
        <w:tab/>
        <w:t>3.038e0</w:t>
      </w:r>
    </w:p>
    <w:p w:rsidR="00B5154A" w:rsidRDefault="00B5154A" w:rsidP="00B5154A">
      <w:r>
        <w:lastRenderedPageBreak/>
        <w:t>163.9744</w:t>
      </w:r>
      <w:r>
        <w:tab/>
        <w:t>4.051e0</w:t>
      </w:r>
    </w:p>
    <w:p w:rsidR="00B5154A" w:rsidRDefault="00B5154A" w:rsidP="00B5154A">
      <w:r>
        <w:t>164.0055</w:t>
      </w:r>
      <w:r>
        <w:tab/>
        <w:t>3.962e0</w:t>
      </w:r>
    </w:p>
    <w:p w:rsidR="00B5154A" w:rsidRDefault="00B5154A" w:rsidP="00B5154A">
      <w:r>
        <w:t>164.0276</w:t>
      </w:r>
      <w:r>
        <w:tab/>
        <w:t>9.280e0</w:t>
      </w:r>
    </w:p>
    <w:p w:rsidR="00B5154A" w:rsidRDefault="00B5154A" w:rsidP="00B5154A">
      <w:r>
        <w:t>164.0831</w:t>
      </w:r>
      <w:r>
        <w:tab/>
        <w:t>2.020e1</w:t>
      </w:r>
    </w:p>
    <w:p w:rsidR="00B5154A" w:rsidRDefault="00B5154A" w:rsidP="00B5154A">
      <w:r>
        <w:t>164.1270</w:t>
      </w:r>
      <w:r>
        <w:tab/>
        <w:t>5.034e0</w:t>
      </w:r>
    </w:p>
    <w:p w:rsidR="00B5154A" w:rsidRDefault="00B5154A" w:rsidP="00B5154A">
      <w:r>
        <w:t>164.1572</w:t>
      </w:r>
      <w:r>
        <w:tab/>
        <w:t>3.458e1</w:t>
      </w:r>
    </w:p>
    <w:p w:rsidR="00B5154A" w:rsidRDefault="00B5154A" w:rsidP="00B5154A">
      <w:r>
        <w:t>164.1878</w:t>
      </w:r>
      <w:r>
        <w:tab/>
        <w:t>3.699e0</w:t>
      </w:r>
    </w:p>
    <w:p w:rsidR="00B5154A" w:rsidRDefault="00B5154A" w:rsidP="00B5154A">
      <w:r>
        <w:t>164.2178</w:t>
      </w:r>
      <w:r>
        <w:tab/>
        <w:t>3.910e0</w:t>
      </w:r>
    </w:p>
    <w:p w:rsidR="00B5154A" w:rsidRDefault="00B5154A" w:rsidP="00B5154A">
      <w:r>
        <w:t>164.2508</w:t>
      </w:r>
      <w:r>
        <w:tab/>
        <w:t>2.025e0</w:t>
      </w:r>
    </w:p>
    <w:p w:rsidR="00B5154A" w:rsidRDefault="00B5154A" w:rsidP="00B5154A">
      <w:r>
        <w:t>164.2799</w:t>
      </w:r>
      <w:r>
        <w:tab/>
        <w:t>1.013e0</w:t>
      </w:r>
    </w:p>
    <w:p w:rsidR="00B5154A" w:rsidRDefault="00B5154A" w:rsidP="00B5154A">
      <w:r>
        <w:t>164.3159</w:t>
      </w:r>
      <w:r>
        <w:tab/>
        <w:t>2.025e0</w:t>
      </w:r>
    </w:p>
    <w:p w:rsidR="00B5154A" w:rsidRDefault="00B5154A" w:rsidP="00B5154A">
      <w:r>
        <w:t>164.3850</w:t>
      </w:r>
      <w:r>
        <w:tab/>
        <w:t>2.025e0</w:t>
      </w:r>
    </w:p>
    <w:p w:rsidR="00B5154A" w:rsidRDefault="00B5154A" w:rsidP="00B5154A">
      <w:r>
        <w:t>164.4122</w:t>
      </w:r>
      <w:r>
        <w:tab/>
        <w:t>3.038e0</w:t>
      </w:r>
    </w:p>
    <w:p w:rsidR="00B5154A" w:rsidRDefault="00B5154A" w:rsidP="00B5154A">
      <w:r>
        <w:t>164.4329</w:t>
      </w:r>
      <w:r>
        <w:tab/>
        <w:t>1.013e0</w:t>
      </w:r>
    </w:p>
    <w:p w:rsidR="00B5154A" w:rsidRDefault="00B5154A" w:rsidP="00B5154A">
      <w:r>
        <w:t>164.4671</w:t>
      </w:r>
      <w:r>
        <w:tab/>
        <w:t>1.013e0</w:t>
      </w:r>
    </w:p>
    <w:p w:rsidR="00B5154A" w:rsidRDefault="00B5154A" w:rsidP="00B5154A">
      <w:r>
        <w:t>164.4877</w:t>
      </w:r>
      <w:r>
        <w:tab/>
        <w:t>3.038e0</w:t>
      </w:r>
    </w:p>
    <w:p w:rsidR="00B5154A" w:rsidRDefault="00B5154A" w:rsidP="00B5154A">
      <w:r>
        <w:t>164.5260</w:t>
      </w:r>
      <w:r>
        <w:tab/>
        <w:t>2.534e0</w:t>
      </w:r>
    </w:p>
    <w:p w:rsidR="00B5154A" w:rsidRDefault="00B5154A" w:rsidP="00B5154A">
      <w:r>
        <w:t>164.5751</w:t>
      </w:r>
      <w:r>
        <w:tab/>
        <w:t>7.764e1</w:t>
      </w:r>
    </w:p>
    <w:p w:rsidR="00B5154A" w:rsidRDefault="00B5154A" w:rsidP="00B5154A">
      <w:r>
        <w:t>164.6166</w:t>
      </w:r>
      <w:r>
        <w:tab/>
        <w:t>5.480e0</w:t>
      </w:r>
    </w:p>
    <w:p w:rsidR="00B5154A" w:rsidRDefault="00B5154A" w:rsidP="00B5154A">
      <w:r>
        <w:lastRenderedPageBreak/>
        <w:t>164.6535</w:t>
      </w:r>
      <w:r>
        <w:tab/>
        <w:t>5.063e0</w:t>
      </w:r>
    </w:p>
    <w:p w:rsidR="00B5154A" w:rsidRDefault="00B5154A" w:rsidP="00B5154A">
      <w:r>
        <w:t>164.6939</w:t>
      </w:r>
      <w:r>
        <w:tab/>
        <w:t>2.025e0</w:t>
      </w:r>
    </w:p>
    <w:p w:rsidR="00B5154A" w:rsidRDefault="00B5154A" w:rsidP="00B5154A">
      <w:r>
        <w:t>164.7161</w:t>
      </w:r>
      <w:r>
        <w:tab/>
        <w:t>4.051e0</w:t>
      </w:r>
    </w:p>
    <w:p w:rsidR="00B5154A" w:rsidRDefault="00B5154A" w:rsidP="00B5154A">
      <w:r>
        <w:t>164.7404</w:t>
      </w:r>
      <w:r>
        <w:tab/>
        <w:t>2.025e0</w:t>
      </w:r>
    </w:p>
    <w:p w:rsidR="00B5154A" w:rsidRDefault="00B5154A" w:rsidP="00B5154A">
      <w:r>
        <w:t>164.7833</w:t>
      </w:r>
      <w:r>
        <w:tab/>
        <w:t>4.051e0</w:t>
      </w:r>
    </w:p>
    <w:p w:rsidR="00B5154A" w:rsidRDefault="00B5154A" w:rsidP="00B5154A">
      <w:r>
        <w:t>164.8311</w:t>
      </w:r>
      <w:r>
        <w:tab/>
        <w:t>2.265e0</w:t>
      </w:r>
    </w:p>
    <w:p w:rsidR="00B5154A" w:rsidRDefault="00B5154A" w:rsidP="00B5154A">
      <w:r>
        <w:t>164.8865</w:t>
      </w:r>
      <w:r>
        <w:tab/>
        <w:t>1.013e0</w:t>
      </w:r>
    </w:p>
    <w:p w:rsidR="00B5154A" w:rsidRDefault="00B5154A" w:rsidP="00B5154A">
      <w:r>
        <w:t>164.9122</w:t>
      </w:r>
      <w:r>
        <w:tab/>
        <w:t>2.025e0</w:t>
      </w:r>
    </w:p>
    <w:p w:rsidR="00B5154A" w:rsidRDefault="00B5154A" w:rsidP="00B5154A">
      <w:r>
        <w:t>164.9552</w:t>
      </w:r>
      <w:r>
        <w:tab/>
        <w:t>1.013e0</w:t>
      </w:r>
    </w:p>
    <w:p w:rsidR="00B5154A" w:rsidRDefault="00B5154A" w:rsidP="00B5154A">
      <w:r>
        <w:t>165.0050</w:t>
      </w:r>
      <w:r>
        <w:tab/>
        <w:t>1.294e1</w:t>
      </w:r>
    </w:p>
    <w:p w:rsidR="00B5154A" w:rsidRDefault="00B5154A" w:rsidP="00B5154A">
      <w:r>
        <w:t>165.0727</w:t>
      </w:r>
      <w:r>
        <w:tab/>
        <w:t>2.596e1</w:t>
      </w:r>
    </w:p>
    <w:p w:rsidR="00B5154A" w:rsidRDefault="00B5154A" w:rsidP="00B5154A">
      <w:r>
        <w:t>165.1553</w:t>
      </w:r>
      <w:r>
        <w:tab/>
        <w:t>4.657e0</w:t>
      </w:r>
    </w:p>
    <w:p w:rsidR="00B5154A" w:rsidRDefault="00B5154A" w:rsidP="00B5154A">
      <w:r>
        <w:t>165.1912</w:t>
      </w:r>
      <w:r>
        <w:tab/>
        <w:t>3.038e0</w:t>
      </w:r>
    </w:p>
    <w:p w:rsidR="00B5154A" w:rsidRDefault="00B5154A" w:rsidP="00B5154A">
      <w:r>
        <w:t>165.2211</w:t>
      </w:r>
      <w:r>
        <w:tab/>
        <w:t>3.059e0</w:t>
      </w:r>
    </w:p>
    <w:p w:rsidR="00B5154A" w:rsidRDefault="00B5154A" w:rsidP="00B5154A">
      <w:r>
        <w:t>165.2650</w:t>
      </w:r>
      <w:r>
        <w:tab/>
        <w:t>1.013e0</w:t>
      </w:r>
    </w:p>
    <w:p w:rsidR="00B5154A" w:rsidRDefault="00B5154A" w:rsidP="00B5154A">
      <w:r>
        <w:t>165.2974</w:t>
      </w:r>
      <w:r>
        <w:tab/>
        <w:t>3.038e0</w:t>
      </w:r>
    </w:p>
    <w:p w:rsidR="00B5154A" w:rsidRDefault="00B5154A" w:rsidP="00B5154A">
      <w:r>
        <w:t>165.3406</w:t>
      </w:r>
      <w:r>
        <w:tab/>
        <w:t>1.013e0</w:t>
      </w:r>
    </w:p>
    <w:p w:rsidR="00B5154A" w:rsidRDefault="00B5154A" w:rsidP="00B5154A">
      <w:r>
        <w:t>165.3577</w:t>
      </w:r>
      <w:r>
        <w:tab/>
        <w:t>1.013e0</w:t>
      </w:r>
    </w:p>
    <w:p w:rsidR="00B5154A" w:rsidRDefault="00B5154A" w:rsidP="00B5154A">
      <w:r>
        <w:t>165.3853</w:t>
      </w:r>
      <w:r>
        <w:tab/>
        <w:t>2.025e0</w:t>
      </w:r>
    </w:p>
    <w:p w:rsidR="00B5154A" w:rsidRDefault="00B5154A" w:rsidP="00B5154A">
      <w:r>
        <w:lastRenderedPageBreak/>
        <w:t>165.4293</w:t>
      </w:r>
      <w:r>
        <w:tab/>
        <w:t>1.013e0</w:t>
      </w:r>
    </w:p>
    <w:p w:rsidR="00B5154A" w:rsidRDefault="00B5154A" w:rsidP="00B5154A">
      <w:r>
        <w:t>165.4742</w:t>
      </w:r>
      <w:r>
        <w:tab/>
        <w:t>6.213e0</w:t>
      </w:r>
    </w:p>
    <w:p w:rsidR="00B5154A" w:rsidRDefault="00B5154A" w:rsidP="00B5154A">
      <w:r>
        <w:t>165.5309</w:t>
      </w:r>
      <w:r>
        <w:tab/>
        <w:t>2.730e0</w:t>
      </w:r>
    </w:p>
    <w:p w:rsidR="00B5154A" w:rsidRDefault="00B5154A" w:rsidP="00B5154A">
      <w:r>
        <w:t>165.5764</w:t>
      </w:r>
      <w:r>
        <w:tab/>
        <w:t>8.982e0</w:t>
      </w:r>
    </w:p>
    <w:p w:rsidR="00B5154A" w:rsidRDefault="00B5154A" w:rsidP="00B5154A">
      <w:r>
        <w:t>165.6107</w:t>
      </w:r>
      <w:r>
        <w:tab/>
        <w:t>3.038e0</w:t>
      </w:r>
    </w:p>
    <w:p w:rsidR="00B5154A" w:rsidRDefault="00B5154A" w:rsidP="00B5154A">
      <w:r>
        <w:t>165.6526</w:t>
      </w:r>
      <w:r>
        <w:tab/>
        <w:t>4.051e0</w:t>
      </w:r>
    </w:p>
    <w:p w:rsidR="00B5154A" w:rsidRDefault="00B5154A" w:rsidP="00B5154A">
      <w:r>
        <w:t>165.6821</w:t>
      </w:r>
      <w:r>
        <w:tab/>
        <w:t>5.063e0</w:t>
      </w:r>
    </w:p>
    <w:p w:rsidR="00B5154A" w:rsidRDefault="00B5154A" w:rsidP="00B5154A">
      <w:r>
        <w:t>165.7160</w:t>
      </w:r>
      <w:r>
        <w:tab/>
        <w:t>2.025e0</w:t>
      </w:r>
    </w:p>
    <w:p w:rsidR="00B5154A" w:rsidRDefault="00B5154A" w:rsidP="00B5154A">
      <w:r>
        <w:t>165.7436</w:t>
      </w:r>
      <w:r>
        <w:tab/>
        <w:t>1.013e0</w:t>
      </w:r>
    </w:p>
    <w:p w:rsidR="00B5154A" w:rsidRDefault="00B5154A" w:rsidP="00B5154A">
      <w:r>
        <w:t>165.7900</w:t>
      </w:r>
      <w:r>
        <w:tab/>
        <w:t>2.025e0</w:t>
      </w:r>
    </w:p>
    <w:p w:rsidR="00B5154A" w:rsidRDefault="00B5154A" w:rsidP="00B5154A">
      <w:r>
        <w:t>165.8192</w:t>
      </w:r>
      <w:r>
        <w:tab/>
        <w:t>1.013e0</w:t>
      </w:r>
    </w:p>
    <w:p w:rsidR="00B5154A" w:rsidRDefault="00B5154A" w:rsidP="00B5154A">
      <w:r>
        <w:t>165.8468</w:t>
      </w:r>
      <w:r>
        <w:tab/>
        <w:t>1.013e0</w:t>
      </w:r>
    </w:p>
    <w:p w:rsidR="00B5154A" w:rsidRDefault="00B5154A" w:rsidP="00B5154A">
      <w:r>
        <w:t>165.8640</w:t>
      </w:r>
      <w:r>
        <w:tab/>
        <w:t>1.013e0</w:t>
      </w:r>
    </w:p>
    <w:p w:rsidR="00B5154A" w:rsidRDefault="00B5154A" w:rsidP="00B5154A">
      <w:r>
        <w:t>165.8918</w:t>
      </w:r>
      <w:r>
        <w:tab/>
        <w:t>5.071e0</w:t>
      </w:r>
    </w:p>
    <w:p w:rsidR="00B5154A" w:rsidRDefault="00B5154A" w:rsidP="00B5154A">
      <w:r>
        <w:t>165.9157</w:t>
      </w:r>
      <w:r>
        <w:tab/>
        <w:t>3.044e0</w:t>
      </w:r>
    </w:p>
    <w:p w:rsidR="00B5154A" w:rsidRDefault="00B5154A" w:rsidP="00B5154A">
      <w:r>
        <w:t>165.9374</w:t>
      </w:r>
      <w:r>
        <w:tab/>
        <w:t>3.038e0</w:t>
      </w:r>
    </w:p>
    <w:p w:rsidR="00B5154A" w:rsidRDefault="00B5154A" w:rsidP="00B5154A">
      <w:r>
        <w:t>165.9762</w:t>
      </w:r>
      <w:r>
        <w:tab/>
        <w:t>2.025e0</w:t>
      </w:r>
    </w:p>
    <w:p w:rsidR="00B5154A" w:rsidRDefault="00B5154A" w:rsidP="00B5154A">
      <w:r>
        <w:t>165.9968</w:t>
      </w:r>
      <w:r>
        <w:tab/>
        <w:t>2.025e0</w:t>
      </w:r>
    </w:p>
    <w:p w:rsidR="00B5154A" w:rsidRDefault="00B5154A" w:rsidP="00B5154A">
      <w:r>
        <w:t>166.0312</w:t>
      </w:r>
      <w:r>
        <w:tab/>
        <w:t>1.935e0</w:t>
      </w:r>
    </w:p>
    <w:p w:rsidR="00B5154A" w:rsidRDefault="00B5154A" w:rsidP="00B5154A">
      <w:r>
        <w:lastRenderedPageBreak/>
        <w:t>166.0591</w:t>
      </w:r>
      <w:r>
        <w:tab/>
        <w:t>3.376e0</w:t>
      </w:r>
    </w:p>
    <w:p w:rsidR="00B5154A" w:rsidRDefault="00B5154A" w:rsidP="00B5154A">
      <w:r>
        <w:t>166.1269</w:t>
      </w:r>
      <w:r>
        <w:tab/>
        <w:t>1.046e0</w:t>
      </w:r>
    </w:p>
    <w:p w:rsidR="00B5154A" w:rsidRDefault="00B5154A" w:rsidP="00B5154A">
      <w:r>
        <w:t>166.2167</w:t>
      </w:r>
      <w:r>
        <w:tab/>
        <w:t>7.089e0</w:t>
      </w:r>
    </w:p>
    <w:p w:rsidR="00B5154A" w:rsidRDefault="00B5154A" w:rsidP="00B5154A">
      <w:r>
        <w:t>166.2433</w:t>
      </w:r>
      <w:r>
        <w:tab/>
        <w:t>1.013e0</w:t>
      </w:r>
    </w:p>
    <w:p w:rsidR="00B5154A" w:rsidRDefault="00B5154A" w:rsidP="00B5154A">
      <w:r>
        <w:t>166.2919</w:t>
      </w:r>
      <w:r>
        <w:tab/>
        <w:t>4.051e0</w:t>
      </w:r>
    </w:p>
    <w:p w:rsidR="00B5154A" w:rsidRDefault="00B5154A" w:rsidP="00B5154A">
      <w:r>
        <w:t>166.3121</w:t>
      </w:r>
      <w:r>
        <w:tab/>
        <w:t>1.013e0</w:t>
      </w:r>
    </w:p>
    <w:p w:rsidR="00B5154A" w:rsidRDefault="00B5154A" w:rsidP="00B5154A">
      <w:r>
        <w:t>166.3518</w:t>
      </w:r>
      <w:r>
        <w:tab/>
        <w:t>2.025e0</w:t>
      </w:r>
    </w:p>
    <w:p w:rsidR="00B5154A" w:rsidRDefault="00B5154A" w:rsidP="00B5154A">
      <w:r>
        <w:t>166.4013</w:t>
      </w:r>
      <w:r>
        <w:tab/>
        <w:t>1.013e0</w:t>
      </w:r>
    </w:p>
    <w:p w:rsidR="00B5154A" w:rsidRDefault="00B5154A" w:rsidP="00B5154A">
      <w:r>
        <w:t>166.4182</w:t>
      </w:r>
      <w:r>
        <w:tab/>
        <w:t>1.013e0</w:t>
      </w:r>
    </w:p>
    <w:p w:rsidR="00B5154A" w:rsidRDefault="00B5154A" w:rsidP="00B5154A">
      <w:r>
        <w:t>166.4403</w:t>
      </w:r>
      <w:r>
        <w:tab/>
        <w:t>2.025e0</w:t>
      </w:r>
    </w:p>
    <w:p w:rsidR="00B5154A" w:rsidRDefault="00B5154A" w:rsidP="00B5154A">
      <w:r>
        <w:t>166.4776</w:t>
      </w:r>
      <w:r>
        <w:tab/>
        <w:t>2.779e0</w:t>
      </w:r>
    </w:p>
    <w:p w:rsidR="00B5154A" w:rsidRDefault="00B5154A" w:rsidP="00B5154A">
      <w:r>
        <w:t>166.5134</w:t>
      </w:r>
      <w:r>
        <w:tab/>
        <w:t>3.923e0</w:t>
      </w:r>
    </w:p>
    <w:p w:rsidR="00B5154A" w:rsidRDefault="00B5154A" w:rsidP="00B5154A">
      <w:r>
        <w:t>166.5450</w:t>
      </w:r>
      <w:r>
        <w:tab/>
        <w:t>1.706e0</w:t>
      </w:r>
    </w:p>
    <w:p w:rsidR="00B5154A" w:rsidRDefault="00B5154A" w:rsidP="00B5154A">
      <w:r>
        <w:t>166.5686</w:t>
      </w:r>
      <w:r>
        <w:tab/>
        <w:t>7.745e0</w:t>
      </w:r>
    </w:p>
    <w:p w:rsidR="00B5154A" w:rsidRDefault="00B5154A" w:rsidP="00B5154A">
      <w:r>
        <w:t>166.6105</w:t>
      </w:r>
      <w:r>
        <w:tab/>
        <w:t>2.025e0</w:t>
      </w:r>
    </w:p>
    <w:p w:rsidR="00B5154A" w:rsidRDefault="00B5154A" w:rsidP="00B5154A">
      <w:r>
        <w:t>166.6739</w:t>
      </w:r>
      <w:r>
        <w:tab/>
        <w:t>5.977e0</w:t>
      </w:r>
    </w:p>
    <w:p w:rsidR="00B5154A" w:rsidRDefault="00B5154A" w:rsidP="00B5154A">
      <w:r>
        <w:t>166.7047</w:t>
      </w:r>
      <w:r>
        <w:tab/>
        <w:t>3.038e0</w:t>
      </w:r>
    </w:p>
    <w:p w:rsidR="00B5154A" w:rsidRDefault="00B5154A" w:rsidP="00B5154A">
      <w:r>
        <w:t>166.7481</w:t>
      </w:r>
      <w:r>
        <w:tab/>
        <w:t>3.038e0</w:t>
      </w:r>
    </w:p>
    <w:p w:rsidR="00B5154A" w:rsidRDefault="00B5154A" w:rsidP="00B5154A">
      <w:r>
        <w:t>166.8263</w:t>
      </w:r>
      <w:r>
        <w:tab/>
        <w:t>4.051e0</w:t>
      </w:r>
    </w:p>
    <w:p w:rsidR="00B5154A" w:rsidRDefault="00B5154A" w:rsidP="00B5154A">
      <w:r>
        <w:lastRenderedPageBreak/>
        <w:t>166.8470</w:t>
      </w:r>
      <w:r>
        <w:tab/>
        <w:t>3.038e0</w:t>
      </w:r>
    </w:p>
    <w:p w:rsidR="00B5154A" w:rsidRDefault="00B5154A" w:rsidP="00B5154A">
      <w:r>
        <w:t>166.8918</w:t>
      </w:r>
      <w:r>
        <w:tab/>
        <w:t>2.025e0</w:t>
      </w:r>
    </w:p>
    <w:p w:rsidR="00B5154A" w:rsidRDefault="00B5154A" w:rsidP="00B5154A">
      <w:r>
        <w:t>166.9264</w:t>
      </w:r>
      <w:r>
        <w:tab/>
        <w:t>1.013e0</w:t>
      </w:r>
    </w:p>
    <w:p w:rsidR="00B5154A" w:rsidRDefault="00B5154A" w:rsidP="00B5154A">
      <w:r>
        <w:t>166.9603</w:t>
      </w:r>
      <w:r>
        <w:tab/>
        <w:t>2.025e0</w:t>
      </w:r>
    </w:p>
    <w:p w:rsidR="00B5154A" w:rsidRDefault="00B5154A" w:rsidP="00B5154A">
      <w:r>
        <w:t>166.9851</w:t>
      </w:r>
      <w:r>
        <w:tab/>
        <w:t>3.046e0</w:t>
      </w:r>
    </w:p>
    <w:p w:rsidR="00B5154A" w:rsidRDefault="00B5154A" w:rsidP="00B5154A">
      <w:r>
        <w:t>167.0119</w:t>
      </w:r>
      <w:r>
        <w:tab/>
        <w:t>9.654e0</w:t>
      </w:r>
    </w:p>
    <w:p w:rsidR="00B5154A" w:rsidRDefault="00B5154A" w:rsidP="00B5154A">
      <w:r>
        <w:t>167.0378</w:t>
      </w:r>
      <w:r>
        <w:tab/>
        <w:t>2.119e0</w:t>
      </w:r>
    </w:p>
    <w:p w:rsidR="00B5154A" w:rsidRDefault="00B5154A" w:rsidP="00B5154A">
      <w:r>
        <w:t>167.1762</w:t>
      </w:r>
      <w:r>
        <w:tab/>
        <w:t>1.437e0</w:t>
      </w:r>
    </w:p>
    <w:p w:rsidR="00B5154A" w:rsidRDefault="00B5154A" w:rsidP="00B5154A">
      <w:r>
        <w:t>167.1991</w:t>
      </w:r>
      <w:r>
        <w:tab/>
        <w:t>4.051e0</w:t>
      </w:r>
    </w:p>
    <w:p w:rsidR="00B5154A" w:rsidRDefault="00B5154A" w:rsidP="00B5154A">
      <w:r>
        <w:t>167.2455</w:t>
      </w:r>
      <w:r>
        <w:tab/>
        <w:t>1.013e0</w:t>
      </w:r>
    </w:p>
    <w:p w:rsidR="00B5154A" w:rsidRDefault="00B5154A" w:rsidP="00B5154A">
      <w:r>
        <w:t>167.2751</w:t>
      </w:r>
      <w:r>
        <w:tab/>
        <w:t>3.038e0</w:t>
      </w:r>
    </w:p>
    <w:p w:rsidR="00B5154A" w:rsidRDefault="00B5154A" w:rsidP="00B5154A">
      <w:r>
        <w:t>167.3134</w:t>
      </w:r>
      <w:r>
        <w:tab/>
        <w:t>2.025e0</w:t>
      </w:r>
    </w:p>
    <w:p w:rsidR="00B5154A" w:rsidRDefault="00B5154A" w:rsidP="00B5154A">
      <w:r>
        <w:t>167.3422</w:t>
      </w:r>
      <w:r>
        <w:tab/>
        <w:t>4.230e0</w:t>
      </w:r>
    </w:p>
    <w:p w:rsidR="00B5154A" w:rsidRDefault="00B5154A" w:rsidP="00B5154A">
      <w:r>
        <w:t>167.3687</w:t>
      </w:r>
      <w:r>
        <w:tab/>
        <w:t>4.051e0</w:t>
      </w:r>
    </w:p>
    <w:p w:rsidR="00B5154A" w:rsidRDefault="00B5154A" w:rsidP="00B5154A">
      <w:r>
        <w:t>167.4022</w:t>
      </w:r>
      <w:r>
        <w:tab/>
        <w:t>4.051e0</w:t>
      </w:r>
    </w:p>
    <w:p w:rsidR="00B5154A" w:rsidRDefault="00B5154A" w:rsidP="00B5154A">
      <w:r>
        <w:t>167.4273</w:t>
      </w:r>
      <w:r>
        <w:tab/>
        <w:t>4.051e0</w:t>
      </w:r>
    </w:p>
    <w:p w:rsidR="00B5154A" w:rsidRDefault="00B5154A" w:rsidP="00B5154A">
      <w:r>
        <w:t>167.4687</w:t>
      </w:r>
      <w:r>
        <w:tab/>
        <w:t>1.013e0</w:t>
      </w:r>
    </w:p>
    <w:p w:rsidR="00B5154A" w:rsidRDefault="00B5154A" w:rsidP="00B5154A">
      <w:r>
        <w:t>167.5353</w:t>
      </w:r>
      <w:r>
        <w:tab/>
        <w:t>2.718e0</w:t>
      </w:r>
    </w:p>
    <w:p w:rsidR="00B5154A" w:rsidRDefault="00B5154A" w:rsidP="00B5154A">
      <w:r>
        <w:t>167.5593</w:t>
      </w:r>
      <w:r>
        <w:tab/>
        <w:t>2.654e0</w:t>
      </w:r>
    </w:p>
    <w:p w:rsidR="00B5154A" w:rsidRDefault="00B5154A" w:rsidP="00B5154A">
      <w:r>
        <w:lastRenderedPageBreak/>
        <w:t>167.5855</w:t>
      </w:r>
      <w:r>
        <w:tab/>
        <w:t>3.038e0</w:t>
      </w:r>
    </w:p>
    <w:p w:rsidR="00B5154A" w:rsidRDefault="00B5154A" w:rsidP="00B5154A">
      <w:r>
        <w:t>167.6094</w:t>
      </w:r>
      <w:r>
        <w:tab/>
        <w:t>1.013e0</w:t>
      </w:r>
    </w:p>
    <w:p w:rsidR="00B5154A" w:rsidRDefault="00B5154A" w:rsidP="00B5154A">
      <w:r>
        <w:t>167.6714</w:t>
      </w:r>
      <w:r>
        <w:tab/>
        <w:t>4.051e0</w:t>
      </w:r>
    </w:p>
    <w:p w:rsidR="00B5154A" w:rsidRDefault="00B5154A" w:rsidP="00B5154A">
      <w:r>
        <w:t>167.7039</w:t>
      </w:r>
      <w:r>
        <w:tab/>
        <w:t>2.025e0</w:t>
      </w:r>
    </w:p>
    <w:p w:rsidR="00B5154A" w:rsidRDefault="00B5154A" w:rsidP="00B5154A">
      <w:r>
        <w:t>167.7851</w:t>
      </w:r>
      <w:r>
        <w:tab/>
        <w:t>1.013e0</w:t>
      </w:r>
    </w:p>
    <w:p w:rsidR="00B5154A" w:rsidRDefault="00B5154A" w:rsidP="00B5154A">
      <w:r>
        <w:t>167.8369</w:t>
      </w:r>
      <w:r>
        <w:tab/>
        <w:t>2.025e0</w:t>
      </w:r>
    </w:p>
    <w:p w:rsidR="00B5154A" w:rsidRDefault="00B5154A" w:rsidP="00B5154A">
      <w:r>
        <w:t>167.8577</w:t>
      </w:r>
      <w:r>
        <w:tab/>
        <w:t>1.013e0</w:t>
      </w:r>
    </w:p>
    <w:p w:rsidR="00B5154A" w:rsidRDefault="00B5154A" w:rsidP="00B5154A">
      <w:r>
        <w:t>167.8987</w:t>
      </w:r>
      <w:r>
        <w:tab/>
        <w:t>4.051e0</w:t>
      </w:r>
    </w:p>
    <w:p w:rsidR="00B5154A" w:rsidRDefault="00B5154A" w:rsidP="00B5154A">
      <w:r>
        <w:t>167.9279</w:t>
      </w:r>
      <w:r>
        <w:tab/>
        <w:t>2.025e0</w:t>
      </w:r>
    </w:p>
    <w:p w:rsidR="00B5154A" w:rsidRDefault="00B5154A" w:rsidP="00B5154A">
      <w:r>
        <w:t>167.9671</w:t>
      </w:r>
      <w:r>
        <w:tab/>
        <w:t>1.013e0</w:t>
      </w:r>
    </w:p>
    <w:p w:rsidR="00B5154A" w:rsidRDefault="00B5154A" w:rsidP="00B5154A">
      <w:r>
        <w:t>168.0083</w:t>
      </w:r>
      <w:r>
        <w:tab/>
        <w:t>1.013e0</w:t>
      </w:r>
    </w:p>
    <w:p w:rsidR="00B5154A" w:rsidRDefault="00B5154A" w:rsidP="00B5154A">
      <w:r>
        <w:t>168.0616</w:t>
      </w:r>
      <w:r>
        <w:tab/>
        <w:t>3.777e0</w:t>
      </w:r>
    </w:p>
    <w:p w:rsidR="00B5154A" w:rsidRDefault="00B5154A" w:rsidP="00B5154A">
      <w:r>
        <w:t>168.1194</w:t>
      </w:r>
      <w:r>
        <w:tab/>
        <w:t>1.207e1</w:t>
      </w:r>
    </w:p>
    <w:p w:rsidR="00B5154A" w:rsidRDefault="00B5154A" w:rsidP="00B5154A">
      <w:r>
        <w:t>168.1821</w:t>
      </w:r>
      <w:r>
        <w:tab/>
        <w:t>4.051e0</w:t>
      </w:r>
    </w:p>
    <w:p w:rsidR="00B5154A" w:rsidRDefault="00B5154A" w:rsidP="00B5154A">
      <w:r>
        <w:t>168.2072</w:t>
      </w:r>
      <w:r>
        <w:tab/>
        <w:t>2.025e0</w:t>
      </w:r>
    </w:p>
    <w:p w:rsidR="00B5154A" w:rsidRDefault="00B5154A" w:rsidP="00B5154A">
      <w:r>
        <w:t>168.2313</w:t>
      </w:r>
      <w:r>
        <w:tab/>
        <w:t>2.025e0</w:t>
      </w:r>
    </w:p>
    <w:p w:rsidR="00B5154A" w:rsidRDefault="00B5154A" w:rsidP="00B5154A">
      <w:r>
        <w:t>168.2538</w:t>
      </w:r>
      <w:r>
        <w:tab/>
        <w:t>2.025e0</w:t>
      </w:r>
    </w:p>
    <w:p w:rsidR="00B5154A" w:rsidRDefault="00B5154A" w:rsidP="00B5154A">
      <w:r>
        <w:t>168.2742</w:t>
      </w:r>
      <w:r>
        <w:tab/>
        <w:t>1.013e0</w:t>
      </w:r>
    </w:p>
    <w:p w:rsidR="00B5154A" w:rsidRDefault="00B5154A" w:rsidP="00B5154A">
      <w:r>
        <w:t>168.2964</w:t>
      </w:r>
      <w:r>
        <w:tab/>
        <w:t>2.025e0</w:t>
      </w:r>
    </w:p>
    <w:p w:rsidR="00B5154A" w:rsidRDefault="00B5154A" w:rsidP="00B5154A">
      <w:r>
        <w:lastRenderedPageBreak/>
        <w:t>168.3323</w:t>
      </w:r>
      <w:r>
        <w:tab/>
        <w:t>1.013e0</w:t>
      </w:r>
    </w:p>
    <w:p w:rsidR="00B5154A" w:rsidRDefault="00B5154A" w:rsidP="00B5154A">
      <w:r>
        <w:t>168.3526</w:t>
      </w:r>
      <w:r>
        <w:tab/>
        <w:t>2.025e0</w:t>
      </w:r>
    </w:p>
    <w:p w:rsidR="00B5154A" w:rsidRDefault="00B5154A" w:rsidP="00B5154A">
      <w:r>
        <w:t>168.3838</w:t>
      </w:r>
      <w:r>
        <w:tab/>
        <w:t>6.076e0</w:t>
      </w:r>
    </w:p>
    <w:p w:rsidR="00B5154A" w:rsidRDefault="00B5154A" w:rsidP="00B5154A">
      <w:r>
        <w:t>168.4021</w:t>
      </w:r>
      <w:r>
        <w:tab/>
        <w:t>3.038e0</w:t>
      </w:r>
    </w:p>
    <w:p w:rsidR="00B5154A" w:rsidRDefault="00B5154A" w:rsidP="00B5154A">
      <w:r>
        <w:t>168.4305</w:t>
      </w:r>
      <w:r>
        <w:tab/>
        <w:t>3.038e0</w:t>
      </w:r>
    </w:p>
    <w:p w:rsidR="00B5154A" w:rsidRDefault="00B5154A" w:rsidP="00B5154A">
      <w:r>
        <w:t>168.4626</w:t>
      </w:r>
      <w:r>
        <w:tab/>
        <w:t>3.038e0</w:t>
      </w:r>
    </w:p>
    <w:p w:rsidR="00B5154A" w:rsidRDefault="00B5154A" w:rsidP="00B5154A">
      <w:r>
        <w:t>168.4808</w:t>
      </w:r>
      <w:r>
        <w:tab/>
        <w:t>1.013e0</w:t>
      </w:r>
    </w:p>
    <w:p w:rsidR="00B5154A" w:rsidRDefault="00B5154A" w:rsidP="00B5154A">
      <w:r>
        <w:t>168.5713</w:t>
      </w:r>
      <w:r>
        <w:tab/>
        <w:t>2.095e1</w:t>
      </w:r>
    </w:p>
    <w:p w:rsidR="00B5154A" w:rsidRDefault="00B5154A" w:rsidP="00B5154A">
      <w:r>
        <w:t>168.6124</w:t>
      </w:r>
      <w:r>
        <w:tab/>
        <w:t>2.025e0</w:t>
      </w:r>
    </w:p>
    <w:p w:rsidR="00B5154A" w:rsidRDefault="00B5154A" w:rsidP="00B5154A">
      <w:r>
        <w:t>168.6456</w:t>
      </w:r>
      <w:r>
        <w:tab/>
        <w:t>3.038e0</w:t>
      </w:r>
    </w:p>
    <w:p w:rsidR="00B5154A" w:rsidRDefault="00B5154A" w:rsidP="00B5154A">
      <w:r>
        <w:t>168.6708</w:t>
      </w:r>
      <w:r>
        <w:tab/>
        <w:t>2.025e0</w:t>
      </w:r>
    </w:p>
    <w:p w:rsidR="00B5154A" w:rsidRDefault="00B5154A" w:rsidP="00B5154A">
      <w:r>
        <w:t>168.7118</w:t>
      </w:r>
      <w:r>
        <w:tab/>
        <w:t>1.013e0</w:t>
      </w:r>
    </w:p>
    <w:p w:rsidR="00B5154A" w:rsidRDefault="00B5154A" w:rsidP="00B5154A">
      <w:r>
        <w:t>168.7805</w:t>
      </w:r>
      <w:r>
        <w:tab/>
        <w:t>1.013e0</w:t>
      </w:r>
    </w:p>
    <w:p w:rsidR="00B5154A" w:rsidRDefault="00B5154A" w:rsidP="00B5154A">
      <w:r>
        <w:t>168.8139</w:t>
      </w:r>
      <w:r>
        <w:tab/>
        <w:t>4.051e0</w:t>
      </w:r>
    </w:p>
    <w:p w:rsidR="00B5154A" w:rsidRDefault="00B5154A" w:rsidP="00B5154A">
      <w:r>
        <w:t>168.8523</w:t>
      </w:r>
      <w:r>
        <w:tab/>
        <w:t>3.038e0</w:t>
      </w:r>
    </w:p>
    <w:p w:rsidR="00B5154A" w:rsidRDefault="00B5154A" w:rsidP="00B5154A">
      <w:r>
        <w:t>168.8748</w:t>
      </w:r>
      <w:r>
        <w:tab/>
        <w:t>5.008e0</w:t>
      </w:r>
    </w:p>
    <w:p w:rsidR="00B5154A" w:rsidRDefault="00B5154A" w:rsidP="00B5154A">
      <w:r>
        <w:t>168.9087</w:t>
      </w:r>
      <w:r>
        <w:tab/>
        <w:t>1.013e0</w:t>
      </w:r>
    </w:p>
    <w:p w:rsidR="00B5154A" w:rsidRDefault="00B5154A" w:rsidP="00B5154A">
      <w:r>
        <w:t>168.9554</w:t>
      </w:r>
      <w:r>
        <w:tab/>
        <w:t>4.051e0</w:t>
      </w:r>
    </w:p>
    <w:p w:rsidR="00B5154A" w:rsidRDefault="00B5154A" w:rsidP="00B5154A">
      <w:r>
        <w:t>168.9795</w:t>
      </w:r>
      <w:r>
        <w:tab/>
        <w:t>2.234e0</w:t>
      </w:r>
    </w:p>
    <w:p w:rsidR="00B5154A" w:rsidRDefault="00B5154A" w:rsidP="00B5154A">
      <w:r>
        <w:lastRenderedPageBreak/>
        <w:t>169.0039</w:t>
      </w:r>
      <w:r>
        <w:tab/>
        <w:t>2.073e0</w:t>
      </w:r>
    </w:p>
    <w:p w:rsidR="00B5154A" w:rsidRDefault="00B5154A" w:rsidP="00B5154A">
      <w:r>
        <w:t>169.0502</w:t>
      </w:r>
      <w:r>
        <w:tab/>
        <w:t>5.802e0</w:t>
      </w:r>
    </w:p>
    <w:p w:rsidR="00B5154A" w:rsidRDefault="00B5154A" w:rsidP="00B5154A">
      <w:r>
        <w:t>169.0747</w:t>
      </w:r>
      <w:r>
        <w:tab/>
        <w:t>4.157e0</w:t>
      </w:r>
    </w:p>
    <w:p w:rsidR="00B5154A" w:rsidRDefault="00B5154A" w:rsidP="00B5154A">
      <w:r>
        <w:t>169.1125</w:t>
      </w:r>
      <w:r>
        <w:tab/>
        <w:t>1.350e1</w:t>
      </w:r>
    </w:p>
    <w:p w:rsidR="00B5154A" w:rsidRDefault="00B5154A" w:rsidP="00B5154A">
      <w:r>
        <w:t>169.1366</w:t>
      </w:r>
      <w:r>
        <w:tab/>
        <w:t>7.367e0</w:t>
      </w:r>
    </w:p>
    <w:p w:rsidR="00B5154A" w:rsidRDefault="00B5154A" w:rsidP="00B5154A">
      <w:r>
        <w:t>169.1723</w:t>
      </w:r>
      <w:r>
        <w:tab/>
        <w:t>1.754e1</w:t>
      </w:r>
    </w:p>
    <w:p w:rsidR="00B5154A" w:rsidRDefault="00B5154A" w:rsidP="00B5154A">
      <w:r>
        <w:t>169.2121</w:t>
      </w:r>
      <w:r>
        <w:tab/>
        <w:t>2.025e0</w:t>
      </w:r>
    </w:p>
    <w:p w:rsidR="00B5154A" w:rsidRDefault="00B5154A" w:rsidP="00B5154A">
      <w:r>
        <w:t>169.2312</w:t>
      </w:r>
      <w:r>
        <w:tab/>
        <w:t>2.025e0</w:t>
      </w:r>
    </w:p>
    <w:p w:rsidR="00B5154A" w:rsidRDefault="00B5154A" w:rsidP="00B5154A">
      <w:r>
        <w:t>169.2553</w:t>
      </w:r>
      <w:r>
        <w:tab/>
        <w:t>2.251e0</w:t>
      </w:r>
    </w:p>
    <w:p w:rsidR="00B5154A" w:rsidRDefault="00B5154A" w:rsidP="00B5154A">
      <w:r>
        <w:t>169.2867</w:t>
      </w:r>
      <w:r>
        <w:tab/>
        <w:t>2.025e0</w:t>
      </w:r>
    </w:p>
    <w:p w:rsidR="00B5154A" w:rsidRDefault="00B5154A" w:rsidP="00B5154A">
      <w:r>
        <w:t>169.3127</w:t>
      </w:r>
      <w:r>
        <w:tab/>
        <w:t>2.656e0</w:t>
      </w:r>
    </w:p>
    <w:p w:rsidR="00B5154A" w:rsidRDefault="00B5154A" w:rsidP="00B5154A">
      <w:r>
        <w:t>169.3326</w:t>
      </w:r>
      <w:r>
        <w:tab/>
        <w:t>3.038e0</w:t>
      </w:r>
    </w:p>
    <w:p w:rsidR="00B5154A" w:rsidRDefault="00B5154A" w:rsidP="00B5154A">
      <w:r>
        <w:t>169.3578</w:t>
      </w:r>
      <w:r>
        <w:tab/>
        <w:t>2.025e0</w:t>
      </w:r>
    </w:p>
    <w:p w:rsidR="00B5154A" w:rsidRDefault="00B5154A" w:rsidP="00B5154A">
      <w:r>
        <w:t>169.3994</w:t>
      </w:r>
      <w:r>
        <w:tab/>
        <w:t>4.051e0</w:t>
      </w:r>
    </w:p>
    <w:p w:rsidR="00B5154A" w:rsidRDefault="00B5154A" w:rsidP="00B5154A">
      <w:r>
        <w:t>169.4236</w:t>
      </w:r>
      <w:r>
        <w:tab/>
        <w:t>1.013e0</w:t>
      </w:r>
    </w:p>
    <w:p w:rsidR="00B5154A" w:rsidRDefault="00B5154A" w:rsidP="00B5154A">
      <w:r>
        <w:t>169.4513</w:t>
      </w:r>
      <w:r>
        <w:tab/>
        <w:t>1.013e0</w:t>
      </w:r>
    </w:p>
    <w:p w:rsidR="00B5154A" w:rsidRDefault="00B5154A" w:rsidP="00B5154A">
      <w:r>
        <w:t>169.5068</w:t>
      </w:r>
      <w:r>
        <w:tab/>
        <w:t>5.063e0</w:t>
      </w:r>
    </w:p>
    <w:p w:rsidR="00B5154A" w:rsidRDefault="00B5154A" w:rsidP="00B5154A">
      <w:r>
        <w:t>169.5456</w:t>
      </w:r>
      <w:r>
        <w:tab/>
        <w:t>3.667e0</w:t>
      </w:r>
    </w:p>
    <w:p w:rsidR="00B5154A" w:rsidRDefault="00B5154A" w:rsidP="00B5154A">
      <w:r>
        <w:t>169.5712</w:t>
      </w:r>
      <w:r>
        <w:tab/>
        <w:t>1.284e1</w:t>
      </w:r>
    </w:p>
    <w:p w:rsidR="00B5154A" w:rsidRDefault="00B5154A" w:rsidP="00B5154A">
      <w:r>
        <w:lastRenderedPageBreak/>
        <w:t>169.6409</w:t>
      </w:r>
      <w:r>
        <w:tab/>
        <w:t>4.039e0</w:t>
      </w:r>
    </w:p>
    <w:p w:rsidR="00B5154A" w:rsidRDefault="00B5154A" w:rsidP="00B5154A">
      <w:r>
        <w:t>169.6796</w:t>
      </w:r>
      <w:r>
        <w:tab/>
        <w:t>4.051e0</w:t>
      </w:r>
    </w:p>
    <w:p w:rsidR="00B5154A" w:rsidRDefault="00B5154A" w:rsidP="00B5154A">
      <w:r>
        <w:t>169.7373</w:t>
      </w:r>
      <w:r>
        <w:tab/>
        <w:t>4.051e0</w:t>
      </w:r>
    </w:p>
    <w:p w:rsidR="00B5154A" w:rsidRDefault="00B5154A" w:rsidP="00B5154A">
      <w:r>
        <w:t>169.7622</w:t>
      </w:r>
      <w:r>
        <w:tab/>
        <w:t>5.063e0</w:t>
      </w:r>
    </w:p>
    <w:p w:rsidR="00B5154A" w:rsidRDefault="00B5154A" w:rsidP="00B5154A">
      <w:r>
        <w:t>169.8107</w:t>
      </w:r>
      <w:r>
        <w:tab/>
        <w:t>1.013e0</w:t>
      </w:r>
    </w:p>
    <w:p w:rsidR="00B5154A" w:rsidRDefault="00B5154A" w:rsidP="00B5154A">
      <w:r>
        <w:t>169.8350</w:t>
      </w:r>
      <w:r>
        <w:tab/>
        <w:t>2.025e0</w:t>
      </w:r>
    </w:p>
    <w:p w:rsidR="00B5154A" w:rsidRDefault="00B5154A" w:rsidP="00B5154A">
      <w:r>
        <w:t>169.8593</w:t>
      </w:r>
      <w:r>
        <w:tab/>
        <w:t>2.025e0</w:t>
      </w:r>
    </w:p>
    <w:p w:rsidR="00B5154A" w:rsidRDefault="00B5154A" w:rsidP="00B5154A">
      <w:r>
        <w:t>169.8975</w:t>
      </w:r>
      <w:r>
        <w:tab/>
        <w:t>2.025e0</w:t>
      </w:r>
    </w:p>
    <w:p w:rsidR="00B5154A" w:rsidRDefault="00B5154A" w:rsidP="00B5154A">
      <w:r>
        <w:t>169.9518</w:t>
      </w:r>
      <w:r>
        <w:tab/>
        <w:t>4.051e0</w:t>
      </w:r>
    </w:p>
    <w:p w:rsidR="00B5154A" w:rsidRDefault="00B5154A" w:rsidP="00B5154A">
      <w:r>
        <w:t>169.9912</w:t>
      </w:r>
      <w:r>
        <w:tab/>
        <w:t>2.025e0</w:t>
      </w:r>
    </w:p>
    <w:p w:rsidR="00B5154A" w:rsidRDefault="00B5154A" w:rsidP="00B5154A">
      <w:r>
        <w:t>170.0085</w:t>
      </w:r>
      <w:r>
        <w:tab/>
        <w:t>1.013e0</w:t>
      </w:r>
    </w:p>
    <w:p w:rsidR="00B5154A" w:rsidRDefault="00B5154A" w:rsidP="00B5154A">
      <w:r>
        <w:t>170.0621</w:t>
      </w:r>
      <w:r>
        <w:tab/>
        <w:t>4.275e0</w:t>
      </w:r>
    </w:p>
    <w:p w:rsidR="00B5154A" w:rsidRDefault="00B5154A" w:rsidP="00B5154A">
      <w:r>
        <w:t>170.0951</w:t>
      </w:r>
      <w:r>
        <w:tab/>
        <w:t>5.182e0</w:t>
      </w:r>
    </w:p>
    <w:p w:rsidR="00B5154A" w:rsidRDefault="00B5154A" w:rsidP="00B5154A">
      <w:r>
        <w:t>170.1923</w:t>
      </w:r>
      <w:r>
        <w:tab/>
        <w:t>2.025e0</w:t>
      </w:r>
    </w:p>
    <w:p w:rsidR="00B5154A" w:rsidRDefault="00B5154A" w:rsidP="00B5154A">
      <w:r>
        <w:t>170.2440</w:t>
      </w:r>
      <w:r>
        <w:tab/>
        <w:t>2.025e0</w:t>
      </w:r>
    </w:p>
    <w:p w:rsidR="00B5154A" w:rsidRDefault="00B5154A" w:rsidP="00B5154A">
      <w:r>
        <w:t>170.2785</w:t>
      </w:r>
      <w:r>
        <w:tab/>
        <w:t>1.013e0</w:t>
      </w:r>
    </w:p>
    <w:p w:rsidR="00B5154A" w:rsidRDefault="00B5154A" w:rsidP="00B5154A">
      <w:r>
        <w:t>170.3171</w:t>
      </w:r>
      <w:r>
        <w:tab/>
        <w:t>4.051e0</w:t>
      </w:r>
    </w:p>
    <w:p w:rsidR="00B5154A" w:rsidRDefault="00B5154A" w:rsidP="00B5154A">
      <w:r>
        <w:t>170.3401</w:t>
      </w:r>
      <w:r>
        <w:tab/>
        <w:t>4.051e0</w:t>
      </w:r>
    </w:p>
    <w:p w:rsidR="00B5154A" w:rsidRDefault="00B5154A" w:rsidP="00B5154A">
      <w:r>
        <w:t>170.3717</w:t>
      </w:r>
      <w:r>
        <w:tab/>
        <w:t>1.013e0</w:t>
      </w:r>
    </w:p>
    <w:p w:rsidR="00B5154A" w:rsidRDefault="00B5154A" w:rsidP="00B5154A">
      <w:r>
        <w:lastRenderedPageBreak/>
        <w:t>170.4135</w:t>
      </w:r>
      <w:r>
        <w:tab/>
        <w:t>1.013e0</w:t>
      </w:r>
    </w:p>
    <w:p w:rsidR="00B5154A" w:rsidRDefault="00B5154A" w:rsidP="00B5154A">
      <w:r>
        <w:t>170.4359</w:t>
      </w:r>
      <w:r>
        <w:tab/>
        <w:t>3.038e0</w:t>
      </w:r>
    </w:p>
    <w:p w:rsidR="00B5154A" w:rsidRDefault="00B5154A" w:rsidP="00B5154A">
      <w:r>
        <w:t>170.4744</w:t>
      </w:r>
      <w:r>
        <w:tab/>
        <w:t>2.025e0</w:t>
      </w:r>
    </w:p>
    <w:p w:rsidR="00B5154A" w:rsidRDefault="00B5154A" w:rsidP="00B5154A">
      <w:r>
        <w:t>170.5074</w:t>
      </w:r>
      <w:r>
        <w:tab/>
        <w:t>1.013e0</w:t>
      </w:r>
    </w:p>
    <w:p w:rsidR="00B5154A" w:rsidRDefault="00B5154A" w:rsidP="00B5154A">
      <w:r>
        <w:t>170.5405</w:t>
      </w:r>
      <w:r>
        <w:tab/>
        <w:t>3.406e0</w:t>
      </w:r>
    </w:p>
    <w:p w:rsidR="00B5154A" w:rsidRDefault="00B5154A" w:rsidP="00B5154A">
      <w:r>
        <w:t>170.5690</w:t>
      </w:r>
      <w:r>
        <w:tab/>
        <w:t>7.881e0</w:t>
      </w:r>
    </w:p>
    <w:p w:rsidR="00B5154A" w:rsidRDefault="00B5154A" w:rsidP="00B5154A">
      <w:r>
        <w:t>170.6134</w:t>
      </w:r>
      <w:r>
        <w:tab/>
        <w:t>2.025e0</w:t>
      </w:r>
    </w:p>
    <w:p w:rsidR="00B5154A" w:rsidRDefault="00B5154A" w:rsidP="00B5154A">
      <w:r>
        <w:t>170.6429</w:t>
      </w:r>
      <w:r>
        <w:tab/>
        <w:t>2.025e0</w:t>
      </w:r>
    </w:p>
    <w:p w:rsidR="00B5154A" w:rsidRDefault="00B5154A" w:rsidP="00B5154A">
      <w:r>
        <w:t>170.6873</w:t>
      </w:r>
      <w:r>
        <w:tab/>
        <w:t>3.038e0</w:t>
      </w:r>
    </w:p>
    <w:p w:rsidR="00B5154A" w:rsidRDefault="00B5154A" w:rsidP="00B5154A">
      <w:r>
        <w:t>170.7124</w:t>
      </w:r>
      <w:r>
        <w:tab/>
        <w:t>2.025e0</w:t>
      </w:r>
    </w:p>
    <w:p w:rsidR="00B5154A" w:rsidRDefault="00B5154A" w:rsidP="00B5154A">
      <w:r>
        <w:t>170.7681</w:t>
      </w:r>
      <w:r>
        <w:tab/>
        <w:t>1.013e0</w:t>
      </w:r>
    </w:p>
    <w:p w:rsidR="00B5154A" w:rsidRDefault="00B5154A" w:rsidP="00B5154A">
      <w:r>
        <w:t>170.8151</w:t>
      </w:r>
      <w:r>
        <w:tab/>
        <w:t>3.283e0</w:t>
      </w:r>
    </w:p>
    <w:p w:rsidR="00B5154A" w:rsidRDefault="00B5154A" w:rsidP="00B5154A">
      <w:r>
        <w:t>170.8542</w:t>
      </w:r>
      <w:r>
        <w:tab/>
        <w:t>3.038e0</w:t>
      </w:r>
    </w:p>
    <w:p w:rsidR="00B5154A" w:rsidRDefault="00B5154A" w:rsidP="00B5154A">
      <w:r>
        <w:t>170.8768</w:t>
      </w:r>
      <w:r>
        <w:tab/>
        <w:t>3.038e0</w:t>
      </w:r>
    </w:p>
    <w:p w:rsidR="00B5154A" w:rsidRDefault="00B5154A" w:rsidP="00B5154A">
      <w:r>
        <w:t>170.9107</w:t>
      </w:r>
      <w:r>
        <w:tab/>
        <w:t>1.013e0</w:t>
      </w:r>
    </w:p>
    <w:p w:rsidR="00B5154A" w:rsidRDefault="00B5154A" w:rsidP="00B5154A">
      <w:r>
        <w:t>170.9672</w:t>
      </w:r>
      <w:r>
        <w:tab/>
        <w:t>1.704e0</w:t>
      </w:r>
    </w:p>
    <w:p w:rsidR="00B5154A" w:rsidRDefault="00B5154A" w:rsidP="00B5154A">
      <w:r>
        <w:t>171.0619</w:t>
      </w:r>
      <w:r>
        <w:tab/>
        <w:t>7.517e0</w:t>
      </w:r>
    </w:p>
    <w:p w:rsidR="00B5154A" w:rsidRDefault="00B5154A" w:rsidP="00B5154A">
      <w:r>
        <w:t>171.1121</w:t>
      </w:r>
      <w:r>
        <w:tab/>
        <w:t>1.340e1</w:t>
      </w:r>
    </w:p>
    <w:p w:rsidR="00B5154A" w:rsidRDefault="00B5154A" w:rsidP="00B5154A">
      <w:r>
        <w:t>171.1519</w:t>
      </w:r>
      <w:r>
        <w:tab/>
        <w:t>2.224e1</w:t>
      </w:r>
    </w:p>
    <w:p w:rsidR="00B5154A" w:rsidRDefault="00B5154A" w:rsidP="00B5154A">
      <w:r>
        <w:lastRenderedPageBreak/>
        <w:t>171.1911</w:t>
      </w:r>
      <w:r>
        <w:tab/>
        <w:t>9.114e0</w:t>
      </w:r>
    </w:p>
    <w:p w:rsidR="00B5154A" w:rsidRDefault="00B5154A" w:rsidP="00B5154A">
      <w:r>
        <w:t>171.2293</w:t>
      </w:r>
      <w:r>
        <w:tab/>
        <w:t>1.013e0</w:t>
      </w:r>
    </w:p>
    <w:p w:rsidR="00B5154A" w:rsidRDefault="00B5154A" w:rsidP="00B5154A">
      <w:r>
        <w:t>171.2502</w:t>
      </w:r>
      <w:r>
        <w:tab/>
        <w:t>2.025e0</w:t>
      </w:r>
    </w:p>
    <w:p w:rsidR="00B5154A" w:rsidRDefault="00B5154A" w:rsidP="00B5154A">
      <w:r>
        <w:t>171.2850</w:t>
      </w:r>
      <w:r>
        <w:tab/>
        <w:t>1.013e0</w:t>
      </w:r>
    </w:p>
    <w:p w:rsidR="00B5154A" w:rsidRDefault="00B5154A" w:rsidP="00B5154A">
      <w:r>
        <w:t>171.3214</w:t>
      </w:r>
      <w:r>
        <w:tab/>
        <w:t>3.038e0</w:t>
      </w:r>
    </w:p>
    <w:p w:rsidR="00B5154A" w:rsidRDefault="00B5154A" w:rsidP="00B5154A">
      <w:r>
        <w:t>171.3617</w:t>
      </w:r>
      <w:r>
        <w:tab/>
        <w:t>1.013e0</w:t>
      </w:r>
    </w:p>
    <w:p w:rsidR="00B5154A" w:rsidRDefault="00B5154A" w:rsidP="00B5154A">
      <w:r>
        <w:t>171.3791</w:t>
      </w:r>
      <w:r>
        <w:tab/>
        <w:t>1.013e0</w:t>
      </w:r>
    </w:p>
    <w:p w:rsidR="00B5154A" w:rsidRDefault="00B5154A" w:rsidP="00B5154A">
      <w:r>
        <w:t>171.4095</w:t>
      </w:r>
      <w:r>
        <w:tab/>
        <w:t>3.038e0</w:t>
      </w:r>
    </w:p>
    <w:p w:rsidR="00B5154A" w:rsidRDefault="00B5154A" w:rsidP="00B5154A">
      <w:r>
        <w:t>171.4453</w:t>
      </w:r>
      <w:r>
        <w:tab/>
        <w:t>1.013e0</w:t>
      </w:r>
    </w:p>
    <w:p w:rsidR="00B5154A" w:rsidRDefault="00B5154A" w:rsidP="00B5154A">
      <w:r>
        <w:t>171.4905</w:t>
      </w:r>
      <w:r>
        <w:tab/>
        <w:t>1.013e0</w:t>
      </w:r>
    </w:p>
    <w:p w:rsidR="00B5154A" w:rsidRDefault="00B5154A" w:rsidP="00B5154A">
      <w:r>
        <w:t>171.5212</w:t>
      </w:r>
      <w:r>
        <w:tab/>
        <w:t>1.706e0</w:t>
      </w:r>
    </w:p>
    <w:p w:rsidR="00B5154A" w:rsidRDefault="00B5154A" w:rsidP="00B5154A">
      <w:r>
        <w:t>171.5836</w:t>
      </w:r>
      <w:r>
        <w:tab/>
        <w:t>3.038e0</w:t>
      </w:r>
    </w:p>
    <w:p w:rsidR="00B5154A" w:rsidRDefault="00B5154A" w:rsidP="00B5154A">
      <w:r>
        <w:t>171.6472</w:t>
      </w:r>
      <w:r>
        <w:tab/>
        <w:t>1.013e0</w:t>
      </w:r>
    </w:p>
    <w:p w:rsidR="00B5154A" w:rsidRDefault="00B5154A" w:rsidP="00B5154A">
      <w:r>
        <w:t>171.6943</w:t>
      </w:r>
      <w:r>
        <w:tab/>
        <w:t>2.025e0</w:t>
      </w:r>
    </w:p>
    <w:p w:rsidR="00B5154A" w:rsidRDefault="00B5154A" w:rsidP="00B5154A">
      <w:r>
        <w:t>171.7588</w:t>
      </w:r>
      <w:r>
        <w:tab/>
        <w:t>6.076e0</w:t>
      </w:r>
    </w:p>
    <w:p w:rsidR="00B5154A" w:rsidRDefault="00B5154A" w:rsidP="00B5154A">
      <w:r>
        <w:t>171.7970</w:t>
      </w:r>
      <w:r>
        <w:tab/>
        <w:t>2.025e0</w:t>
      </w:r>
    </w:p>
    <w:p w:rsidR="00B5154A" w:rsidRDefault="00B5154A" w:rsidP="00B5154A">
      <w:r>
        <w:t>171.8310</w:t>
      </w:r>
      <w:r>
        <w:tab/>
        <w:t>3.038e0</w:t>
      </w:r>
    </w:p>
    <w:p w:rsidR="00B5154A" w:rsidRDefault="00B5154A" w:rsidP="00B5154A">
      <w:r>
        <w:t>171.8790</w:t>
      </w:r>
      <w:r>
        <w:tab/>
        <w:t>2.025e0</w:t>
      </w:r>
    </w:p>
    <w:p w:rsidR="00B5154A" w:rsidRDefault="00B5154A" w:rsidP="00B5154A">
      <w:r>
        <w:t>171.9104</w:t>
      </w:r>
      <w:r>
        <w:tab/>
        <w:t>2.025e0</w:t>
      </w:r>
    </w:p>
    <w:p w:rsidR="00B5154A" w:rsidRDefault="00B5154A" w:rsidP="00B5154A">
      <w:r>
        <w:lastRenderedPageBreak/>
        <w:t>172.0716</w:t>
      </w:r>
      <w:r>
        <w:tab/>
        <w:t>2.485e0</w:t>
      </w:r>
    </w:p>
    <w:p w:rsidR="00B5154A" w:rsidRDefault="00B5154A" w:rsidP="00B5154A">
      <w:r>
        <w:t>172.1057</w:t>
      </w:r>
      <w:r>
        <w:tab/>
        <w:t>1.306e1</w:t>
      </w:r>
    </w:p>
    <w:p w:rsidR="00B5154A" w:rsidRDefault="00B5154A" w:rsidP="00B5154A">
      <w:r>
        <w:t>172.1306</w:t>
      </w:r>
      <w:r>
        <w:tab/>
        <w:t>2.196e0</w:t>
      </w:r>
    </w:p>
    <w:p w:rsidR="00B5154A" w:rsidRDefault="00B5154A" w:rsidP="00B5154A">
      <w:r>
        <w:t>172.1552</w:t>
      </w:r>
      <w:r>
        <w:tab/>
        <w:t>1.667e0</w:t>
      </w:r>
    </w:p>
    <w:p w:rsidR="00B5154A" w:rsidRDefault="00B5154A" w:rsidP="00B5154A">
      <w:r>
        <w:t>172.1771</w:t>
      </w:r>
      <w:r>
        <w:tab/>
        <w:t>5.721e0</w:t>
      </w:r>
    </w:p>
    <w:p w:rsidR="00B5154A" w:rsidRDefault="00B5154A" w:rsidP="00B5154A">
      <w:r>
        <w:t>172.2147</w:t>
      </w:r>
      <w:r>
        <w:tab/>
        <w:t>3.038e0</w:t>
      </w:r>
    </w:p>
    <w:p w:rsidR="00B5154A" w:rsidRDefault="00B5154A" w:rsidP="00B5154A">
      <w:r>
        <w:t>172.2486</w:t>
      </w:r>
      <w:r>
        <w:tab/>
        <w:t>2.025e0</w:t>
      </w:r>
    </w:p>
    <w:p w:rsidR="00B5154A" w:rsidRDefault="00B5154A" w:rsidP="00B5154A">
      <w:r>
        <w:t>172.2679</w:t>
      </w:r>
      <w:r>
        <w:tab/>
        <w:t>2.025e0</w:t>
      </w:r>
    </w:p>
    <w:p w:rsidR="00B5154A" w:rsidRDefault="00B5154A" w:rsidP="00B5154A">
      <w:r>
        <w:t>172.3097</w:t>
      </w:r>
      <w:r>
        <w:tab/>
        <w:t>2.025e0</w:t>
      </w:r>
    </w:p>
    <w:p w:rsidR="00B5154A" w:rsidRDefault="00B5154A" w:rsidP="00B5154A">
      <w:r>
        <w:t>172.3446</w:t>
      </w:r>
      <w:r>
        <w:tab/>
        <w:t>3.038e0</w:t>
      </w:r>
    </w:p>
    <w:p w:rsidR="00B5154A" w:rsidRDefault="00B5154A" w:rsidP="00B5154A">
      <w:r>
        <w:t>172.3845</w:t>
      </w:r>
      <w:r>
        <w:tab/>
        <w:t>2.025e0</w:t>
      </w:r>
    </w:p>
    <w:p w:rsidR="00B5154A" w:rsidRDefault="00B5154A" w:rsidP="00B5154A">
      <w:r>
        <w:t>172.4387</w:t>
      </w:r>
      <w:r>
        <w:tab/>
        <w:t>1.013e0</w:t>
      </w:r>
    </w:p>
    <w:p w:rsidR="00B5154A" w:rsidRDefault="00B5154A" w:rsidP="00B5154A">
      <w:r>
        <w:t>172.4542</w:t>
      </w:r>
      <w:r>
        <w:tab/>
        <w:t>2.025e0</w:t>
      </w:r>
    </w:p>
    <w:p w:rsidR="00B5154A" w:rsidRDefault="00B5154A" w:rsidP="00B5154A">
      <w:r>
        <w:t>172.4856</w:t>
      </w:r>
      <w:r>
        <w:tab/>
        <w:t>4.051e0</w:t>
      </w:r>
    </w:p>
    <w:p w:rsidR="00B5154A" w:rsidRDefault="00B5154A" w:rsidP="00B5154A">
      <w:r>
        <w:t>172.5397</w:t>
      </w:r>
      <w:r>
        <w:tab/>
        <w:t>3.603e0</w:t>
      </w:r>
    </w:p>
    <w:p w:rsidR="00B5154A" w:rsidRDefault="00B5154A" w:rsidP="00B5154A">
      <w:r>
        <w:t>172.5845</w:t>
      </w:r>
      <w:r>
        <w:tab/>
        <w:t>3.038e0</w:t>
      </w:r>
    </w:p>
    <w:p w:rsidR="00B5154A" w:rsidRDefault="00B5154A" w:rsidP="00B5154A">
      <w:r>
        <w:t>172.6287</w:t>
      </w:r>
      <w:r>
        <w:tab/>
        <w:t>2.135e0</w:t>
      </w:r>
    </w:p>
    <w:p w:rsidR="00B5154A" w:rsidRDefault="00B5154A" w:rsidP="00B5154A">
      <w:r>
        <w:t>172.6600</w:t>
      </w:r>
      <w:r>
        <w:tab/>
        <w:t>3.038e0</w:t>
      </w:r>
    </w:p>
    <w:p w:rsidR="00B5154A" w:rsidRDefault="00B5154A" w:rsidP="00B5154A">
      <w:r>
        <w:t>172.6857</w:t>
      </w:r>
      <w:r>
        <w:tab/>
        <w:t>3.038e0</w:t>
      </w:r>
    </w:p>
    <w:p w:rsidR="00B5154A" w:rsidRDefault="00B5154A" w:rsidP="00B5154A">
      <w:r>
        <w:lastRenderedPageBreak/>
        <w:t>172.7316</w:t>
      </w:r>
      <w:r>
        <w:tab/>
        <w:t>5.063e0</w:t>
      </w:r>
    </w:p>
    <w:p w:rsidR="00B5154A" w:rsidRDefault="00B5154A" w:rsidP="00B5154A">
      <w:r>
        <w:t>172.8008</w:t>
      </w:r>
      <w:r>
        <w:tab/>
        <w:t>4.051e0</w:t>
      </w:r>
    </w:p>
    <w:p w:rsidR="00B5154A" w:rsidRDefault="00B5154A" w:rsidP="00B5154A">
      <w:r>
        <w:t>172.8416</w:t>
      </w:r>
      <w:r>
        <w:tab/>
        <w:t>2.025e0</w:t>
      </w:r>
    </w:p>
    <w:p w:rsidR="00B5154A" w:rsidRDefault="00B5154A" w:rsidP="00B5154A">
      <w:r>
        <w:t>172.8626</w:t>
      </w:r>
      <w:r>
        <w:tab/>
        <w:t>2.025e0</w:t>
      </w:r>
    </w:p>
    <w:p w:rsidR="00B5154A" w:rsidRDefault="00B5154A" w:rsidP="00B5154A">
      <w:r>
        <w:t>172.9029</w:t>
      </w:r>
      <w:r>
        <w:tab/>
        <w:t>1.013e0</w:t>
      </w:r>
    </w:p>
    <w:p w:rsidR="00B5154A" w:rsidRDefault="00B5154A" w:rsidP="00B5154A">
      <w:r>
        <w:t>172.9361</w:t>
      </w:r>
      <w:r>
        <w:tab/>
        <w:t>2.025e0</w:t>
      </w:r>
    </w:p>
    <w:p w:rsidR="00B5154A" w:rsidRDefault="00B5154A" w:rsidP="00B5154A">
      <w:r>
        <w:t>172.9727</w:t>
      </w:r>
      <w:r>
        <w:tab/>
        <w:t>1.393e0</w:t>
      </w:r>
    </w:p>
    <w:p w:rsidR="00B5154A" w:rsidRDefault="00B5154A" w:rsidP="00B5154A">
      <w:r>
        <w:t>173.0336</w:t>
      </w:r>
      <w:r>
        <w:tab/>
        <w:t>1.361e2</w:t>
      </w:r>
    </w:p>
    <w:p w:rsidR="00B5154A" w:rsidRDefault="00B5154A" w:rsidP="00B5154A">
      <w:r>
        <w:t>173.0804</w:t>
      </w:r>
      <w:r>
        <w:tab/>
        <w:t>3.218e1</w:t>
      </w:r>
    </w:p>
    <w:p w:rsidR="00B5154A" w:rsidRDefault="00B5154A" w:rsidP="00B5154A">
      <w:r>
        <w:t>173.1307</w:t>
      </w:r>
      <w:r>
        <w:tab/>
        <w:t>3.990e0</w:t>
      </w:r>
    </w:p>
    <w:p w:rsidR="00B5154A" w:rsidRDefault="00B5154A" w:rsidP="00B5154A">
      <w:r>
        <w:t>173.1775</w:t>
      </w:r>
      <w:r>
        <w:tab/>
        <w:t>1.013e0</w:t>
      </w:r>
    </w:p>
    <w:p w:rsidR="00B5154A" w:rsidRDefault="00B5154A" w:rsidP="00B5154A">
      <w:r>
        <w:t>173.2257</w:t>
      </w:r>
      <w:r>
        <w:tab/>
        <w:t>5.063e0</w:t>
      </w:r>
    </w:p>
    <w:p w:rsidR="00B5154A" w:rsidRDefault="00B5154A" w:rsidP="00B5154A">
      <w:r>
        <w:t>173.2700</w:t>
      </w:r>
      <w:r>
        <w:tab/>
        <w:t>1.013e0</w:t>
      </w:r>
    </w:p>
    <w:p w:rsidR="00B5154A" w:rsidRDefault="00B5154A" w:rsidP="00B5154A">
      <w:r>
        <w:t>173.3050</w:t>
      </w:r>
      <w:r>
        <w:tab/>
        <w:t>1.013e0</w:t>
      </w:r>
    </w:p>
    <w:p w:rsidR="00B5154A" w:rsidRDefault="00B5154A" w:rsidP="00B5154A">
      <w:r>
        <w:t>173.3318</w:t>
      </w:r>
      <w:r>
        <w:tab/>
        <w:t>6.076e0</w:t>
      </w:r>
    </w:p>
    <w:p w:rsidR="00B5154A" w:rsidRDefault="00B5154A" w:rsidP="00B5154A">
      <w:r>
        <w:t>173.3834</w:t>
      </w:r>
      <w:r>
        <w:tab/>
        <w:t>3.038e0</w:t>
      </w:r>
    </w:p>
    <w:p w:rsidR="00B5154A" w:rsidRDefault="00B5154A" w:rsidP="00B5154A">
      <w:r>
        <w:t>173.4501</w:t>
      </w:r>
      <w:r>
        <w:tab/>
        <w:t>2.025e0</w:t>
      </w:r>
    </w:p>
    <w:p w:rsidR="00B5154A" w:rsidRDefault="00B5154A" w:rsidP="00B5154A">
      <w:r>
        <w:t>173.5714</w:t>
      </w:r>
      <w:r>
        <w:tab/>
        <w:t>1.919e1</w:t>
      </w:r>
    </w:p>
    <w:p w:rsidR="00B5154A" w:rsidRDefault="00B5154A" w:rsidP="00B5154A">
      <w:r>
        <w:t>173.5914</w:t>
      </w:r>
      <w:r>
        <w:tab/>
        <w:t>5.063e0</w:t>
      </w:r>
    </w:p>
    <w:p w:rsidR="00B5154A" w:rsidRDefault="00B5154A" w:rsidP="00B5154A">
      <w:r>
        <w:lastRenderedPageBreak/>
        <w:t>173.6267</w:t>
      </w:r>
      <w:r>
        <w:tab/>
        <w:t>1.013e0</w:t>
      </w:r>
    </w:p>
    <w:p w:rsidR="00B5154A" w:rsidRDefault="00B5154A" w:rsidP="00B5154A">
      <w:r>
        <w:t>173.6634</w:t>
      </w:r>
      <w:r>
        <w:tab/>
        <w:t>2.025e0</w:t>
      </w:r>
    </w:p>
    <w:p w:rsidR="00B5154A" w:rsidRDefault="00B5154A" w:rsidP="00B5154A">
      <w:r>
        <w:t>173.6933</w:t>
      </w:r>
      <w:r>
        <w:tab/>
        <w:t>5.063e0</w:t>
      </w:r>
    </w:p>
    <w:p w:rsidR="00B5154A" w:rsidRDefault="00B5154A" w:rsidP="00B5154A">
      <w:r>
        <w:t>173.7482</w:t>
      </w:r>
      <w:r>
        <w:tab/>
        <w:t>4.051e0</w:t>
      </w:r>
    </w:p>
    <w:p w:rsidR="00B5154A" w:rsidRDefault="00B5154A" w:rsidP="00B5154A">
      <w:r>
        <w:t>173.7755</w:t>
      </w:r>
      <w:r>
        <w:tab/>
        <w:t>3.038e0</w:t>
      </w:r>
    </w:p>
    <w:p w:rsidR="00B5154A" w:rsidRDefault="00B5154A" w:rsidP="00B5154A">
      <w:r>
        <w:t>173.8524</w:t>
      </w:r>
      <w:r>
        <w:tab/>
        <w:t>6.076e0</w:t>
      </w:r>
    </w:p>
    <w:p w:rsidR="00B5154A" w:rsidRDefault="00B5154A" w:rsidP="00B5154A">
      <w:r>
        <w:t>173.8917</w:t>
      </w:r>
      <w:r>
        <w:tab/>
        <w:t>3.038e0</w:t>
      </w:r>
    </w:p>
    <w:p w:rsidR="00B5154A" w:rsidRDefault="00B5154A" w:rsidP="00B5154A">
      <w:r>
        <w:t>173.9311</w:t>
      </w:r>
      <w:r>
        <w:tab/>
        <w:t>1.013e0</w:t>
      </w:r>
    </w:p>
    <w:p w:rsidR="00B5154A" w:rsidRDefault="00B5154A" w:rsidP="00B5154A">
      <w:r>
        <w:t>173.9521</w:t>
      </w:r>
      <w:r>
        <w:tab/>
        <w:t>2.025e0</w:t>
      </w:r>
    </w:p>
    <w:p w:rsidR="00B5154A" w:rsidRDefault="00B5154A" w:rsidP="00B5154A">
      <w:r>
        <w:t>173.9819</w:t>
      </w:r>
      <w:r>
        <w:tab/>
        <w:t>1.061e0</w:t>
      </w:r>
    </w:p>
    <w:p w:rsidR="00B5154A" w:rsidRDefault="00B5154A" w:rsidP="00B5154A">
      <w:r>
        <w:t>174.0347</w:t>
      </w:r>
      <w:r>
        <w:tab/>
        <w:t>2.018e1</w:t>
      </w:r>
    </w:p>
    <w:p w:rsidR="00B5154A" w:rsidRDefault="00B5154A" w:rsidP="00B5154A">
      <w:r>
        <w:t>174.0692</w:t>
      </w:r>
      <w:r>
        <w:tab/>
        <w:t>9.531e0</w:t>
      </w:r>
    </w:p>
    <w:p w:rsidR="00B5154A" w:rsidRDefault="00B5154A" w:rsidP="00B5154A">
      <w:r>
        <w:t>174.1358</w:t>
      </w:r>
      <w:r>
        <w:tab/>
        <w:t>6.751e0</w:t>
      </w:r>
    </w:p>
    <w:p w:rsidR="00B5154A" w:rsidRDefault="00B5154A" w:rsidP="00B5154A">
      <w:r>
        <w:t>174.1694</w:t>
      </w:r>
      <w:r>
        <w:tab/>
        <w:t>6.076e0</w:t>
      </w:r>
    </w:p>
    <w:p w:rsidR="00B5154A" w:rsidRDefault="00B5154A" w:rsidP="00B5154A">
      <w:r>
        <w:t>174.1938</w:t>
      </w:r>
      <w:r>
        <w:tab/>
        <w:t>1.013e0</w:t>
      </w:r>
    </w:p>
    <w:p w:rsidR="00B5154A" w:rsidRDefault="00B5154A" w:rsidP="00B5154A">
      <w:r>
        <w:t>174.2288</w:t>
      </w:r>
      <w:r>
        <w:tab/>
        <w:t>2.025e0</w:t>
      </w:r>
    </w:p>
    <w:p w:rsidR="00B5154A" w:rsidRDefault="00B5154A" w:rsidP="00B5154A">
      <w:r>
        <w:t>174.2673</w:t>
      </w:r>
      <w:r>
        <w:tab/>
        <w:t>2.025e0</w:t>
      </w:r>
    </w:p>
    <w:p w:rsidR="00B5154A" w:rsidRDefault="00B5154A" w:rsidP="00B5154A">
      <w:r>
        <w:t>174.3138</w:t>
      </w:r>
      <w:r>
        <w:tab/>
        <w:t>5.063e0</w:t>
      </w:r>
    </w:p>
    <w:p w:rsidR="00B5154A" w:rsidRDefault="00B5154A" w:rsidP="00B5154A">
      <w:r>
        <w:t>174.3408</w:t>
      </w:r>
      <w:r>
        <w:tab/>
        <w:t>1.013e0</w:t>
      </w:r>
    </w:p>
    <w:p w:rsidR="00B5154A" w:rsidRDefault="00B5154A" w:rsidP="00B5154A">
      <w:r>
        <w:lastRenderedPageBreak/>
        <w:t>174.3899</w:t>
      </w:r>
      <w:r>
        <w:tab/>
        <w:t>1.013e0</w:t>
      </w:r>
    </w:p>
    <w:p w:rsidR="00B5154A" w:rsidRDefault="00B5154A" w:rsidP="00B5154A">
      <w:r>
        <w:t>174.4195</w:t>
      </w:r>
      <w:r>
        <w:tab/>
        <w:t>3.038e0</w:t>
      </w:r>
    </w:p>
    <w:p w:rsidR="00B5154A" w:rsidRDefault="00B5154A" w:rsidP="00B5154A">
      <w:r>
        <w:t>174.4652</w:t>
      </w:r>
      <w:r>
        <w:tab/>
        <w:t>2.025e0</w:t>
      </w:r>
    </w:p>
    <w:p w:rsidR="00B5154A" w:rsidRDefault="00B5154A" w:rsidP="00B5154A">
      <w:r>
        <w:t>174.5259</w:t>
      </w:r>
      <w:r>
        <w:tab/>
        <w:t>3.038e0</w:t>
      </w:r>
    </w:p>
    <w:p w:rsidR="00B5154A" w:rsidRDefault="00B5154A" w:rsidP="00B5154A">
      <w:r>
        <w:t>174.5585</w:t>
      </w:r>
      <w:r>
        <w:tab/>
        <w:t>3.038e0</w:t>
      </w:r>
    </w:p>
    <w:p w:rsidR="00B5154A" w:rsidRDefault="00B5154A" w:rsidP="00B5154A">
      <w:r>
        <w:t>174.6005</w:t>
      </w:r>
      <w:r>
        <w:tab/>
        <w:t>3.038e0</w:t>
      </w:r>
    </w:p>
    <w:p w:rsidR="00B5154A" w:rsidRDefault="00B5154A" w:rsidP="00B5154A">
      <w:r>
        <w:t>174.6219</w:t>
      </w:r>
      <w:r>
        <w:tab/>
        <w:t>1.013e0</w:t>
      </w:r>
    </w:p>
    <w:p w:rsidR="00B5154A" w:rsidRDefault="00B5154A" w:rsidP="00B5154A">
      <w:r>
        <w:t>174.6642</w:t>
      </w:r>
      <w:r>
        <w:tab/>
        <w:t>1.013e0</w:t>
      </w:r>
    </w:p>
    <w:p w:rsidR="00B5154A" w:rsidRDefault="00B5154A" w:rsidP="00B5154A">
      <w:r>
        <w:t>174.6870</w:t>
      </w:r>
      <w:r>
        <w:tab/>
        <w:t>2.025e0</w:t>
      </w:r>
    </w:p>
    <w:p w:rsidR="00B5154A" w:rsidRDefault="00B5154A" w:rsidP="00B5154A">
      <w:r>
        <w:t>174.7151</w:t>
      </w:r>
      <w:r>
        <w:tab/>
        <w:t>4.051e0</w:t>
      </w:r>
    </w:p>
    <w:p w:rsidR="00B5154A" w:rsidRDefault="00B5154A" w:rsidP="00B5154A">
      <w:r>
        <w:t>174.7476</w:t>
      </w:r>
      <w:r>
        <w:tab/>
        <w:t>3.038e0</w:t>
      </w:r>
    </w:p>
    <w:p w:rsidR="00B5154A" w:rsidRDefault="00B5154A" w:rsidP="00B5154A">
      <w:r>
        <w:t>174.8083</w:t>
      </w:r>
      <w:r>
        <w:tab/>
        <w:t>3.038e0</w:t>
      </w:r>
    </w:p>
    <w:p w:rsidR="00B5154A" w:rsidRDefault="00B5154A" w:rsidP="00B5154A">
      <w:r>
        <w:t>174.8436</w:t>
      </w:r>
      <w:r>
        <w:tab/>
        <w:t>2.025e0</w:t>
      </w:r>
    </w:p>
    <w:p w:rsidR="00B5154A" w:rsidRDefault="00B5154A" w:rsidP="00B5154A">
      <w:r>
        <w:t>174.8786</w:t>
      </w:r>
      <w:r>
        <w:tab/>
        <w:t>1.013e0</w:t>
      </w:r>
    </w:p>
    <w:p w:rsidR="00B5154A" w:rsidRDefault="00B5154A" w:rsidP="00B5154A">
      <w:r>
        <w:t>174.9452</w:t>
      </w:r>
      <w:r>
        <w:tab/>
        <w:t>2.025e0</w:t>
      </w:r>
    </w:p>
    <w:p w:rsidR="00B5154A" w:rsidRDefault="00B5154A" w:rsidP="00B5154A">
      <w:r>
        <w:t>174.9672</w:t>
      </w:r>
      <w:r>
        <w:tab/>
        <w:t>2.956e0</w:t>
      </w:r>
    </w:p>
    <w:p w:rsidR="00B5154A" w:rsidRDefault="00B5154A" w:rsidP="00B5154A">
      <w:r>
        <w:t>174.9983</w:t>
      </w:r>
      <w:r>
        <w:tab/>
        <w:t>5.503e0</w:t>
      </w:r>
    </w:p>
    <w:p w:rsidR="00B5154A" w:rsidRDefault="00B5154A" w:rsidP="00B5154A">
      <w:r>
        <w:t>175.0378</w:t>
      </w:r>
      <w:r>
        <w:tab/>
        <w:t>1.752e0</w:t>
      </w:r>
    </w:p>
    <w:p w:rsidR="00B5154A" w:rsidRDefault="00B5154A" w:rsidP="00B5154A">
      <w:r>
        <w:t>175.0988</w:t>
      </w:r>
      <w:r>
        <w:tab/>
        <w:t>1.581e0</w:t>
      </w:r>
    </w:p>
    <w:p w:rsidR="00B5154A" w:rsidRDefault="00B5154A" w:rsidP="00B5154A">
      <w:r>
        <w:lastRenderedPageBreak/>
        <w:t>175.1342</w:t>
      </w:r>
      <w:r>
        <w:tab/>
        <w:t>3.534e0</w:t>
      </w:r>
    </w:p>
    <w:p w:rsidR="00B5154A" w:rsidRDefault="00B5154A" w:rsidP="00B5154A">
      <w:r>
        <w:t>175.1830</w:t>
      </w:r>
      <w:r>
        <w:tab/>
        <w:t>1.116e0</w:t>
      </w:r>
    </w:p>
    <w:p w:rsidR="00B5154A" w:rsidRDefault="00B5154A" w:rsidP="00B5154A">
      <w:r>
        <w:t>175.2190</w:t>
      </w:r>
      <w:r>
        <w:tab/>
        <w:t>1.013e0</w:t>
      </w:r>
    </w:p>
    <w:p w:rsidR="00B5154A" w:rsidRDefault="00B5154A" w:rsidP="00B5154A">
      <w:r>
        <w:t>175.2400</w:t>
      </w:r>
      <w:r>
        <w:tab/>
        <w:t>2.025e0</w:t>
      </w:r>
    </w:p>
    <w:p w:rsidR="00B5154A" w:rsidRDefault="00B5154A" w:rsidP="00B5154A">
      <w:r>
        <w:t>175.2803</w:t>
      </w:r>
      <w:r>
        <w:tab/>
        <w:t>2.025e0</w:t>
      </w:r>
    </w:p>
    <w:p w:rsidR="00B5154A" w:rsidRDefault="00B5154A" w:rsidP="00B5154A">
      <w:r>
        <w:t>175.3136</w:t>
      </w:r>
      <w:r>
        <w:tab/>
        <w:t>3.038e0</w:t>
      </w:r>
    </w:p>
    <w:p w:rsidR="00B5154A" w:rsidRDefault="00B5154A" w:rsidP="00B5154A">
      <w:r>
        <w:t>175.3590</w:t>
      </w:r>
      <w:r>
        <w:tab/>
        <w:t>4.051e0</w:t>
      </w:r>
    </w:p>
    <w:p w:rsidR="00B5154A" w:rsidRDefault="00B5154A" w:rsidP="00B5154A">
      <w:r>
        <w:t>175.4293</w:t>
      </w:r>
      <w:r>
        <w:tab/>
        <w:t>4.051e0</w:t>
      </w:r>
    </w:p>
    <w:p w:rsidR="00B5154A" w:rsidRDefault="00B5154A" w:rsidP="00B5154A">
      <w:r>
        <w:t>175.4908</w:t>
      </w:r>
      <w:r>
        <w:tab/>
        <w:t>6.076e0</w:t>
      </w:r>
    </w:p>
    <w:p w:rsidR="00B5154A" w:rsidRDefault="00B5154A" w:rsidP="00B5154A">
      <w:r>
        <w:t>175.5469</w:t>
      </w:r>
      <w:r>
        <w:tab/>
        <w:t>1.013e0</w:t>
      </w:r>
    </w:p>
    <w:p w:rsidR="00B5154A" w:rsidRDefault="00B5154A" w:rsidP="00B5154A">
      <w:r>
        <w:t>175.5750</w:t>
      </w:r>
      <w:r>
        <w:tab/>
        <w:t>4.051e0</w:t>
      </w:r>
    </w:p>
    <w:p w:rsidR="00B5154A" w:rsidRDefault="00B5154A" w:rsidP="00B5154A">
      <w:r>
        <w:t>175.6260</w:t>
      </w:r>
      <w:r>
        <w:tab/>
        <w:t>2.025e0</w:t>
      </w:r>
    </w:p>
    <w:p w:rsidR="00B5154A" w:rsidRDefault="00B5154A" w:rsidP="00B5154A">
      <w:r>
        <w:t>175.6488</w:t>
      </w:r>
      <w:r>
        <w:tab/>
        <w:t>1.013e0</w:t>
      </w:r>
    </w:p>
    <w:p w:rsidR="00B5154A" w:rsidRDefault="00B5154A" w:rsidP="00B5154A">
      <w:r>
        <w:t>175.6761</w:t>
      </w:r>
      <w:r>
        <w:tab/>
        <w:t>3.038e0</w:t>
      </w:r>
    </w:p>
    <w:p w:rsidR="00B5154A" w:rsidRDefault="00B5154A" w:rsidP="00B5154A">
      <w:r>
        <w:t>175.7120</w:t>
      </w:r>
      <w:r>
        <w:tab/>
        <w:t>4.051e0</w:t>
      </w:r>
    </w:p>
    <w:p w:rsidR="00B5154A" w:rsidRDefault="00B5154A" w:rsidP="00B5154A">
      <w:r>
        <w:t>175.7990</w:t>
      </w:r>
      <w:r>
        <w:tab/>
        <w:t>3.038e0</w:t>
      </w:r>
    </w:p>
    <w:p w:rsidR="00B5154A" w:rsidRDefault="00B5154A" w:rsidP="00B5154A">
      <w:r>
        <w:t>175.8192</w:t>
      </w:r>
      <w:r>
        <w:tab/>
        <w:t>2.025e0</w:t>
      </w:r>
    </w:p>
    <w:p w:rsidR="00B5154A" w:rsidRDefault="00B5154A" w:rsidP="00B5154A">
      <w:r>
        <w:t>175.8569</w:t>
      </w:r>
      <w:r>
        <w:tab/>
        <w:t>3.038e0</w:t>
      </w:r>
    </w:p>
    <w:p w:rsidR="00B5154A" w:rsidRDefault="00B5154A" w:rsidP="00B5154A">
      <w:r>
        <w:t>175.9018</w:t>
      </w:r>
      <w:r>
        <w:tab/>
        <w:t>2.025e0</w:t>
      </w:r>
    </w:p>
    <w:p w:rsidR="00B5154A" w:rsidRDefault="00B5154A" w:rsidP="00B5154A">
      <w:r>
        <w:lastRenderedPageBreak/>
        <w:t>175.9456</w:t>
      </w:r>
      <w:r>
        <w:tab/>
        <w:t>2.025e0</w:t>
      </w:r>
    </w:p>
    <w:p w:rsidR="00B5154A" w:rsidRDefault="00B5154A" w:rsidP="00B5154A">
      <w:r>
        <w:t>175.9881</w:t>
      </w:r>
      <w:r>
        <w:tab/>
        <w:t>2.025e0</w:t>
      </w:r>
    </w:p>
    <w:p w:rsidR="00B5154A" w:rsidRDefault="00B5154A" w:rsidP="00B5154A">
      <w:r>
        <w:t>176.0296</w:t>
      </w:r>
      <w:r>
        <w:tab/>
        <w:t>8.412e0</w:t>
      </w:r>
    </w:p>
    <w:p w:rsidR="00B5154A" w:rsidRDefault="00B5154A" w:rsidP="00B5154A">
      <w:r>
        <w:t>176.0834</w:t>
      </w:r>
      <w:r>
        <w:tab/>
        <w:t>2.907e1</w:t>
      </w:r>
    </w:p>
    <w:p w:rsidR="00B5154A" w:rsidRDefault="00B5154A" w:rsidP="00B5154A">
      <w:r>
        <w:t>176.1326</w:t>
      </w:r>
      <w:r>
        <w:tab/>
        <w:t>6.150e1</w:t>
      </w:r>
    </w:p>
    <w:p w:rsidR="00B5154A" w:rsidRDefault="00B5154A" w:rsidP="00B5154A">
      <w:r>
        <w:t>176.1933</w:t>
      </w:r>
      <w:r>
        <w:tab/>
        <w:t>2.025e0</w:t>
      </w:r>
    </w:p>
    <w:p w:rsidR="00B5154A" w:rsidRDefault="00B5154A" w:rsidP="00B5154A">
      <w:r>
        <w:t>176.2196</w:t>
      </w:r>
      <w:r>
        <w:tab/>
        <w:t>1.013e0</w:t>
      </w:r>
    </w:p>
    <w:p w:rsidR="00B5154A" w:rsidRDefault="00B5154A" w:rsidP="00B5154A">
      <w:r>
        <w:t>176.3040</w:t>
      </w:r>
      <w:r>
        <w:tab/>
        <w:t>1.013e0</w:t>
      </w:r>
    </w:p>
    <w:p w:rsidR="00B5154A" w:rsidRDefault="00B5154A" w:rsidP="00B5154A">
      <w:r>
        <w:t>176.3436</w:t>
      </w:r>
      <w:r>
        <w:tab/>
        <w:t>5.063e0</w:t>
      </w:r>
    </w:p>
    <w:p w:rsidR="00B5154A" w:rsidRDefault="00B5154A" w:rsidP="00B5154A">
      <w:r>
        <w:t>176.3744</w:t>
      </w:r>
      <w:r>
        <w:tab/>
        <w:t>3.038e0</w:t>
      </w:r>
    </w:p>
    <w:p w:rsidR="00B5154A" w:rsidRDefault="00B5154A" w:rsidP="00B5154A">
      <w:r>
        <w:t>176.4131</w:t>
      </w:r>
      <w:r>
        <w:tab/>
        <w:t>1.013e0</w:t>
      </w:r>
    </w:p>
    <w:p w:rsidR="00B5154A" w:rsidRDefault="00B5154A" w:rsidP="00B5154A">
      <w:r>
        <w:t>176.4518</w:t>
      </w:r>
      <w:r>
        <w:tab/>
        <w:t>2.025e0</w:t>
      </w:r>
    </w:p>
    <w:p w:rsidR="00B5154A" w:rsidRDefault="00B5154A" w:rsidP="00B5154A">
      <w:r>
        <w:t>176.5135</w:t>
      </w:r>
      <w:r>
        <w:tab/>
        <w:t>6.076e0</w:t>
      </w:r>
    </w:p>
    <w:p w:rsidR="00B5154A" w:rsidRDefault="00B5154A" w:rsidP="00B5154A">
      <w:r>
        <w:t>176.5357</w:t>
      </w:r>
      <w:r>
        <w:tab/>
        <w:t>3.977e0</w:t>
      </w:r>
    </w:p>
    <w:p w:rsidR="00B5154A" w:rsidRDefault="00B5154A" w:rsidP="00B5154A">
      <w:r>
        <w:t>176.5598</w:t>
      </w:r>
      <w:r>
        <w:tab/>
        <w:t>4.051e0</w:t>
      </w:r>
    </w:p>
    <w:p w:rsidR="00B5154A" w:rsidRDefault="00B5154A" w:rsidP="00B5154A">
      <w:r>
        <w:t>176.5837</w:t>
      </w:r>
      <w:r>
        <w:tab/>
        <w:t>3.038e0</w:t>
      </w:r>
    </w:p>
    <w:p w:rsidR="00B5154A" w:rsidRDefault="00B5154A" w:rsidP="00B5154A">
      <w:r>
        <w:t>176.6254</w:t>
      </w:r>
      <w:r>
        <w:tab/>
        <w:t>1.013e0</w:t>
      </w:r>
    </w:p>
    <w:p w:rsidR="00B5154A" w:rsidRDefault="00B5154A" w:rsidP="00B5154A">
      <w:r>
        <w:t>176.6503</w:t>
      </w:r>
      <w:r>
        <w:tab/>
        <w:t>1.013e0</w:t>
      </w:r>
    </w:p>
    <w:p w:rsidR="00B5154A" w:rsidRDefault="00B5154A" w:rsidP="00B5154A">
      <w:r>
        <w:t>176.6909</w:t>
      </w:r>
      <w:r>
        <w:tab/>
        <w:t>2.025e0</w:t>
      </w:r>
    </w:p>
    <w:p w:rsidR="00B5154A" w:rsidRDefault="00B5154A" w:rsidP="00B5154A">
      <w:r>
        <w:lastRenderedPageBreak/>
        <w:t>176.7102</w:t>
      </w:r>
      <w:r>
        <w:tab/>
        <w:t>1.013e0</w:t>
      </w:r>
    </w:p>
    <w:p w:rsidR="00B5154A" w:rsidRDefault="00B5154A" w:rsidP="00B5154A">
      <w:r>
        <w:t>176.7454</w:t>
      </w:r>
      <w:r>
        <w:tab/>
        <w:t>1.013e0</w:t>
      </w:r>
    </w:p>
    <w:p w:rsidR="00B5154A" w:rsidRDefault="00B5154A" w:rsidP="00B5154A">
      <w:r>
        <w:t>176.7939</w:t>
      </w:r>
      <w:r>
        <w:tab/>
        <w:t>3.038e0</w:t>
      </w:r>
    </w:p>
    <w:p w:rsidR="00B5154A" w:rsidRDefault="00B5154A" w:rsidP="00B5154A">
      <w:r>
        <w:t>176.8448</w:t>
      </w:r>
      <w:r>
        <w:tab/>
        <w:t>3.038e0</w:t>
      </w:r>
    </w:p>
    <w:p w:rsidR="00B5154A" w:rsidRDefault="00B5154A" w:rsidP="00B5154A">
      <w:r>
        <w:t>176.8687</w:t>
      </w:r>
      <w:r>
        <w:tab/>
        <w:t>1.013e0</w:t>
      </w:r>
    </w:p>
    <w:p w:rsidR="00B5154A" w:rsidRDefault="00B5154A" w:rsidP="00B5154A">
      <w:r>
        <w:t>176.9091</w:t>
      </w:r>
      <w:r>
        <w:tab/>
        <w:t>2.025e0</w:t>
      </w:r>
    </w:p>
    <w:p w:rsidR="00B5154A" w:rsidRDefault="00B5154A" w:rsidP="00B5154A">
      <w:r>
        <w:t>176.9383</w:t>
      </w:r>
      <w:r>
        <w:tab/>
        <w:t>4.308e0</w:t>
      </w:r>
    </w:p>
    <w:p w:rsidR="00B5154A" w:rsidRDefault="00B5154A" w:rsidP="00B5154A">
      <w:r>
        <w:t>176.9850</w:t>
      </w:r>
      <w:r>
        <w:tab/>
        <w:t>1.013e0</w:t>
      </w:r>
    </w:p>
    <w:p w:rsidR="00B5154A" w:rsidRDefault="00B5154A" w:rsidP="00B5154A">
      <w:r>
        <w:t>177.0047</w:t>
      </w:r>
      <w:r>
        <w:tab/>
        <w:t>2.025e0</w:t>
      </w:r>
    </w:p>
    <w:p w:rsidR="00B5154A" w:rsidRDefault="00B5154A" w:rsidP="00B5154A">
      <w:r>
        <w:t>177.0527</w:t>
      </w:r>
      <w:r>
        <w:tab/>
        <w:t>1.716e0</w:t>
      </w:r>
    </w:p>
    <w:p w:rsidR="00B5154A" w:rsidRDefault="00B5154A" w:rsidP="00B5154A">
      <w:r>
        <w:t>177.0759</w:t>
      </w:r>
      <w:r>
        <w:tab/>
        <w:t>7.156e0</w:t>
      </w:r>
    </w:p>
    <w:p w:rsidR="00B5154A" w:rsidRDefault="00B5154A" w:rsidP="00B5154A">
      <w:r>
        <w:t>177.1111</w:t>
      </w:r>
      <w:r>
        <w:tab/>
        <w:t>3.528e0</w:t>
      </w:r>
    </w:p>
    <w:p w:rsidR="00B5154A" w:rsidRDefault="00B5154A" w:rsidP="00B5154A">
      <w:r>
        <w:t>177.1444</w:t>
      </w:r>
      <w:r>
        <w:tab/>
        <w:t>5.128e0</w:t>
      </w:r>
    </w:p>
    <w:p w:rsidR="00B5154A" w:rsidRDefault="00B5154A" w:rsidP="00B5154A">
      <w:r>
        <w:t>177.1942</w:t>
      </w:r>
      <w:r>
        <w:tab/>
        <w:t>3.038e0</w:t>
      </w:r>
    </w:p>
    <w:p w:rsidR="00B5154A" w:rsidRDefault="00B5154A" w:rsidP="00B5154A">
      <w:r>
        <w:t>177.2348</w:t>
      </w:r>
      <w:r>
        <w:tab/>
        <w:t>3.038e0</w:t>
      </w:r>
    </w:p>
    <w:p w:rsidR="00B5154A" w:rsidRDefault="00B5154A" w:rsidP="00B5154A">
      <w:r>
        <w:t>177.2541</w:t>
      </w:r>
      <w:r>
        <w:tab/>
        <w:t>1.013e0</w:t>
      </w:r>
    </w:p>
    <w:p w:rsidR="00B5154A" w:rsidRDefault="00B5154A" w:rsidP="00B5154A">
      <w:r>
        <w:t>177.3352</w:t>
      </w:r>
      <w:r>
        <w:tab/>
        <w:t>1.013e0</w:t>
      </w:r>
    </w:p>
    <w:p w:rsidR="00B5154A" w:rsidRDefault="00B5154A" w:rsidP="00B5154A">
      <w:r>
        <w:t>177.3703</w:t>
      </w:r>
      <w:r>
        <w:tab/>
        <w:t>1.013e0</w:t>
      </w:r>
    </w:p>
    <w:p w:rsidR="00B5154A" w:rsidRDefault="00B5154A" w:rsidP="00B5154A">
      <w:r>
        <w:t>177.4111</w:t>
      </w:r>
      <w:r>
        <w:tab/>
        <w:t>3.038e0</w:t>
      </w:r>
    </w:p>
    <w:p w:rsidR="00B5154A" w:rsidRDefault="00B5154A" w:rsidP="00B5154A">
      <w:r>
        <w:lastRenderedPageBreak/>
        <w:t>177.4417</w:t>
      </w:r>
      <w:r>
        <w:tab/>
        <w:t>2.025e0</w:t>
      </w:r>
    </w:p>
    <w:p w:rsidR="00B5154A" w:rsidRDefault="00B5154A" w:rsidP="00B5154A">
      <w:r>
        <w:t>177.4773</w:t>
      </w:r>
      <w:r>
        <w:tab/>
        <w:t>1.013e0</w:t>
      </w:r>
    </w:p>
    <w:p w:rsidR="00B5154A" w:rsidRDefault="00B5154A" w:rsidP="00B5154A">
      <w:r>
        <w:t>177.5015</w:t>
      </w:r>
      <w:r>
        <w:tab/>
        <w:t>3.038e0</w:t>
      </w:r>
    </w:p>
    <w:p w:rsidR="00B5154A" w:rsidRDefault="00B5154A" w:rsidP="00B5154A">
      <w:r>
        <w:t>177.5519</w:t>
      </w:r>
      <w:r>
        <w:tab/>
        <w:t>5.063e0</w:t>
      </w:r>
    </w:p>
    <w:p w:rsidR="00B5154A" w:rsidRDefault="00B5154A" w:rsidP="00B5154A">
      <w:r>
        <w:t>177.5739</w:t>
      </w:r>
      <w:r>
        <w:tab/>
        <w:t>3.392e0</w:t>
      </w:r>
    </w:p>
    <w:p w:rsidR="00B5154A" w:rsidRDefault="00B5154A" w:rsidP="00B5154A">
      <w:r>
        <w:t>177.6116</w:t>
      </w:r>
      <w:r>
        <w:tab/>
        <w:t>1.013e0</w:t>
      </w:r>
    </w:p>
    <w:p w:rsidR="00B5154A" w:rsidRDefault="00B5154A" w:rsidP="00B5154A">
      <w:r>
        <w:t>177.6458</w:t>
      </w:r>
      <w:r>
        <w:tab/>
        <w:t>3.038e0</w:t>
      </w:r>
    </w:p>
    <w:p w:rsidR="00B5154A" w:rsidRDefault="00B5154A" w:rsidP="00B5154A">
      <w:r>
        <w:t>177.6857</w:t>
      </w:r>
      <w:r>
        <w:tab/>
        <w:t>1.013e0</w:t>
      </w:r>
    </w:p>
    <w:p w:rsidR="00B5154A" w:rsidRDefault="00B5154A" w:rsidP="00B5154A">
      <w:r>
        <w:t>177.7104</w:t>
      </w:r>
      <w:r>
        <w:tab/>
        <w:t>1.013e0</w:t>
      </w:r>
    </w:p>
    <w:p w:rsidR="00B5154A" w:rsidRDefault="00B5154A" w:rsidP="00B5154A">
      <w:r>
        <w:t>177.7562</w:t>
      </w:r>
      <w:r>
        <w:tab/>
        <w:t>2.025e0</w:t>
      </w:r>
    </w:p>
    <w:p w:rsidR="00B5154A" w:rsidRDefault="00B5154A" w:rsidP="00B5154A">
      <w:r>
        <w:t>177.8037</w:t>
      </w:r>
      <w:r>
        <w:tab/>
        <w:t>4.051e0</w:t>
      </w:r>
    </w:p>
    <w:p w:rsidR="00B5154A" w:rsidRDefault="00B5154A" w:rsidP="00B5154A">
      <w:r>
        <w:t>177.8507</w:t>
      </w:r>
      <w:r>
        <w:tab/>
        <w:t>2.025e0</w:t>
      </w:r>
    </w:p>
    <w:p w:rsidR="00B5154A" w:rsidRDefault="00B5154A" w:rsidP="00B5154A">
      <w:r>
        <w:t>177.8812</w:t>
      </w:r>
      <w:r>
        <w:tab/>
        <w:t>4.051e0</w:t>
      </w:r>
    </w:p>
    <w:p w:rsidR="00B5154A" w:rsidRDefault="00B5154A" w:rsidP="00B5154A">
      <w:r>
        <w:t>177.9201</w:t>
      </w:r>
      <w:r>
        <w:tab/>
        <w:t>1.013e0</w:t>
      </w:r>
    </w:p>
    <w:p w:rsidR="00B5154A" w:rsidRDefault="00B5154A" w:rsidP="00B5154A">
      <w:r>
        <w:t>177.9571</w:t>
      </w:r>
      <w:r>
        <w:tab/>
        <w:t>4.051e0</w:t>
      </w:r>
    </w:p>
    <w:p w:rsidR="00B5154A" w:rsidRDefault="00B5154A" w:rsidP="00B5154A">
      <w:r>
        <w:t>177.9765</w:t>
      </w:r>
      <w:r>
        <w:tab/>
        <w:t>2.025e0</w:t>
      </w:r>
    </w:p>
    <w:p w:rsidR="00B5154A" w:rsidRDefault="00B5154A" w:rsidP="00B5154A">
      <w:r>
        <w:t>178.0083</w:t>
      </w:r>
      <w:r>
        <w:tab/>
        <w:t>1.013e0</w:t>
      </w:r>
    </w:p>
    <w:p w:rsidR="00B5154A" w:rsidRDefault="00B5154A" w:rsidP="00B5154A">
      <w:r>
        <w:t>178.0341</w:t>
      </w:r>
      <w:r>
        <w:tab/>
        <w:t>3.741e0</w:t>
      </w:r>
    </w:p>
    <w:p w:rsidR="00B5154A" w:rsidRDefault="00B5154A" w:rsidP="00B5154A">
      <w:r>
        <w:t>178.0550</w:t>
      </w:r>
      <w:r>
        <w:tab/>
        <w:t>2.728e0</w:t>
      </w:r>
    </w:p>
    <w:p w:rsidR="00B5154A" w:rsidRDefault="00B5154A" w:rsidP="00B5154A">
      <w:r>
        <w:lastRenderedPageBreak/>
        <w:t>178.0758</w:t>
      </w:r>
      <w:r>
        <w:tab/>
        <w:t>2.260e0</w:t>
      </w:r>
    </w:p>
    <w:p w:rsidR="00B5154A" w:rsidRDefault="00B5154A" w:rsidP="00B5154A">
      <w:r>
        <w:t>178.1392</w:t>
      </w:r>
      <w:r>
        <w:tab/>
        <w:t>1.446e1</w:t>
      </w:r>
    </w:p>
    <w:p w:rsidR="00B5154A" w:rsidRDefault="00B5154A" w:rsidP="00B5154A">
      <w:r>
        <w:t>178.1598</w:t>
      </w:r>
      <w:r>
        <w:tab/>
        <w:t>4.834e0</w:t>
      </w:r>
    </w:p>
    <w:p w:rsidR="00B5154A" w:rsidRDefault="00B5154A" w:rsidP="00B5154A">
      <w:r>
        <w:t>178.1903</w:t>
      </w:r>
      <w:r>
        <w:tab/>
        <w:t>3.056e0</w:t>
      </w:r>
    </w:p>
    <w:p w:rsidR="00B5154A" w:rsidRDefault="00B5154A" w:rsidP="00B5154A">
      <w:r>
        <w:t>178.2386</w:t>
      </w:r>
      <w:r>
        <w:tab/>
        <w:t>4.051e0</w:t>
      </w:r>
    </w:p>
    <w:p w:rsidR="00B5154A" w:rsidRDefault="00B5154A" w:rsidP="00B5154A">
      <w:r>
        <w:t>178.2763</w:t>
      </w:r>
      <w:r>
        <w:tab/>
        <w:t>3.038e0</w:t>
      </w:r>
    </w:p>
    <w:p w:rsidR="00B5154A" w:rsidRDefault="00B5154A" w:rsidP="00B5154A">
      <w:r>
        <w:t>178.3018</w:t>
      </w:r>
      <w:r>
        <w:tab/>
        <w:t>5.063e0</w:t>
      </w:r>
    </w:p>
    <w:p w:rsidR="00B5154A" w:rsidRDefault="00B5154A" w:rsidP="00B5154A">
      <w:r>
        <w:t>178.3452</w:t>
      </w:r>
      <w:r>
        <w:tab/>
        <w:t>1.013e0</w:t>
      </w:r>
    </w:p>
    <w:p w:rsidR="00B5154A" w:rsidRDefault="00B5154A" w:rsidP="00B5154A">
      <w:r>
        <w:t>178.3646</w:t>
      </w:r>
      <w:r>
        <w:tab/>
        <w:t>2.025e0</w:t>
      </w:r>
    </w:p>
    <w:p w:rsidR="00B5154A" w:rsidRDefault="00B5154A" w:rsidP="00B5154A">
      <w:r>
        <w:t>178.4158</w:t>
      </w:r>
      <w:r>
        <w:tab/>
        <w:t>2.025e0</w:t>
      </w:r>
    </w:p>
    <w:p w:rsidR="00B5154A" w:rsidRDefault="00B5154A" w:rsidP="00B5154A">
      <w:r>
        <w:t>178.4475</w:t>
      </w:r>
      <w:r>
        <w:tab/>
        <w:t>1.013e0</w:t>
      </w:r>
    </w:p>
    <w:p w:rsidR="00B5154A" w:rsidRDefault="00B5154A" w:rsidP="00B5154A">
      <w:r>
        <w:t>178.5126</w:t>
      </w:r>
      <w:r>
        <w:tab/>
        <w:t>3.038e0</w:t>
      </w:r>
    </w:p>
    <w:p w:rsidR="00B5154A" w:rsidRDefault="00B5154A" w:rsidP="00B5154A">
      <w:r>
        <w:t>178.6053</w:t>
      </w:r>
      <w:r>
        <w:tab/>
        <w:t>6.076e0</w:t>
      </w:r>
    </w:p>
    <w:p w:rsidR="00B5154A" w:rsidRDefault="00B5154A" w:rsidP="00B5154A">
      <w:r>
        <w:t>178.6346</w:t>
      </w:r>
      <w:r>
        <w:tab/>
        <w:t>2.025e0</w:t>
      </w:r>
    </w:p>
    <w:p w:rsidR="00B5154A" w:rsidRDefault="00B5154A" w:rsidP="00B5154A">
      <w:r>
        <w:t>178.6558</w:t>
      </w:r>
      <w:r>
        <w:tab/>
        <w:t>2.025e0</w:t>
      </w:r>
    </w:p>
    <w:p w:rsidR="00B5154A" w:rsidRDefault="00B5154A" w:rsidP="00B5154A">
      <w:r>
        <w:t>178.7598</w:t>
      </w:r>
      <w:r>
        <w:tab/>
        <w:t>5.063e0</w:t>
      </w:r>
    </w:p>
    <w:p w:rsidR="00B5154A" w:rsidRDefault="00B5154A" w:rsidP="00B5154A">
      <w:r>
        <w:t>178.7832</w:t>
      </w:r>
      <w:r>
        <w:tab/>
        <w:t>2.025e0</w:t>
      </w:r>
    </w:p>
    <w:p w:rsidR="00B5154A" w:rsidRDefault="00B5154A" w:rsidP="00B5154A">
      <w:r>
        <w:t>178.8190</w:t>
      </w:r>
      <w:r>
        <w:tab/>
        <w:t>2.025e0</w:t>
      </w:r>
    </w:p>
    <w:p w:rsidR="00B5154A" w:rsidRDefault="00B5154A" w:rsidP="00B5154A">
      <w:r>
        <w:t>178.9181</w:t>
      </w:r>
      <w:r>
        <w:tab/>
        <w:t>3.038e0</w:t>
      </w:r>
    </w:p>
    <w:p w:rsidR="00B5154A" w:rsidRDefault="00B5154A" w:rsidP="00B5154A">
      <w:r>
        <w:lastRenderedPageBreak/>
        <w:t>178.9381</w:t>
      </w:r>
      <w:r>
        <w:tab/>
        <w:t>2.700e0</w:t>
      </w:r>
    </w:p>
    <w:p w:rsidR="00B5154A" w:rsidRDefault="00B5154A" w:rsidP="00B5154A">
      <w:r>
        <w:t>178.9823</w:t>
      </w:r>
      <w:r>
        <w:tab/>
        <w:t>5.605e0</w:t>
      </w:r>
    </w:p>
    <w:p w:rsidR="00B5154A" w:rsidRDefault="00B5154A" w:rsidP="00B5154A">
      <w:r>
        <w:t>179.0202</w:t>
      </w:r>
      <w:r>
        <w:tab/>
        <w:t>9.941e0</w:t>
      </w:r>
    </w:p>
    <w:p w:rsidR="00B5154A" w:rsidRDefault="00B5154A" w:rsidP="00B5154A">
      <w:r>
        <w:t>179.0702</w:t>
      </w:r>
      <w:r>
        <w:tab/>
        <w:t>2.729e1</w:t>
      </w:r>
    </w:p>
    <w:p w:rsidR="00B5154A" w:rsidRDefault="00B5154A" w:rsidP="00B5154A">
      <w:r>
        <w:t>179.1981</w:t>
      </w:r>
      <w:r>
        <w:tab/>
        <w:t>1.013e0</w:t>
      </w:r>
    </w:p>
    <w:p w:rsidR="00B5154A" w:rsidRDefault="00B5154A" w:rsidP="00B5154A">
      <w:r>
        <w:t>179.2865</w:t>
      </w:r>
      <w:r>
        <w:tab/>
        <w:t>1.013e0</w:t>
      </w:r>
    </w:p>
    <w:p w:rsidR="00B5154A" w:rsidRDefault="00B5154A" w:rsidP="00B5154A">
      <w:r>
        <w:t>179.3166</w:t>
      </w:r>
      <w:r>
        <w:tab/>
        <w:t>3.748e0</w:t>
      </w:r>
    </w:p>
    <w:p w:rsidR="00B5154A" w:rsidRDefault="00B5154A" w:rsidP="00B5154A">
      <w:r>
        <w:t>179.3448</w:t>
      </w:r>
      <w:r>
        <w:tab/>
        <w:t>2.025e0</w:t>
      </w:r>
    </w:p>
    <w:p w:rsidR="00B5154A" w:rsidRDefault="00B5154A" w:rsidP="00B5154A">
      <w:r>
        <w:t>179.3822</w:t>
      </w:r>
      <w:r>
        <w:tab/>
        <w:t>1.013e0</w:t>
      </w:r>
    </w:p>
    <w:p w:rsidR="00B5154A" w:rsidRDefault="00B5154A" w:rsidP="00B5154A">
      <w:r>
        <w:t>179.4897</w:t>
      </w:r>
      <w:r>
        <w:tab/>
        <w:t>3.038e0</w:t>
      </w:r>
    </w:p>
    <w:p w:rsidR="00B5154A" w:rsidRDefault="00B5154A" w:rsidP="00B5154A">
      <w:r>
        <w:t>179.5057</w:t>
      </w:r>
      <w:r>
        <w:tab/>
        <w:t>2.025e0</w:t>
      </w:r>
    </w:p>
    <w:p w:rsidR="00B5154A" w:rsidRDefault="00B5154A" w:rsidP="00B5154A">
      <w:r>
        <w:t>179.5605</w:t>
      </w:r>
      <w:r>
        <w:tab/>
        <w:t>1.013e0</w:t>
      </w:r>
    </w:p>
    <w:p w:rsidR="00B5154A" w:rsidRDefault="00B5154A" w:rsidP="00B5154A">
      <w:r>
        <w:t>179.5995</w:t>
      </w:r>
      <w:r>
        <w:tab/>
        <w:t>1.013e0</w:t>
      </w:r>
    </w:p>
    <w:p w:rsidR="00B5154A" w:rsidRDefault="00B5154A" w:rsidP="00B5154A">
      <w:r>
        <w:t>179.6526</w:t>
      </w:r>
      <w:r>
        <w:tab/>
        <w:t>1.013e0</w:t>
      </w:r>
    </w:p>
    <w:p w:rsidR="00B5154A" w:rsidRDefault="00B5154A" w:rsidP="00B5154A">
      <w:r>
        <w:t>179.6852</w:t>
      </w:r>
      <w:r>
        <w:tab/>
        <w:t>3.038e0</w:t>
      </w:r>
    </w:p>
    <w:p w:rsidR="00B5154A" w:rsidRDefault="00B5154A" w:rsidP="00B5154A">
      <w:r>
        <w:t>179.7462</w:t>
      </w:r>
      <w:r>
        <w:tab/>
        <w:t>2.025e0</w:t>
      </w:r>
    </w:p>
    <w:p w:rsidR="00B5154A" w:rsidRDefault="00B5154A" w:rsidP="00B5154A">
      <w:r>
        <w:t>179.7780</w:t>
      </w:r>
      <w:r>
        <w:tab/>
        <w:t>2.025e0</w:t>
      </w:r>
    </w:p>
    <w:p w:rsidR="00B5154A" w:rsidRDefault="00B5154A" w:rsidP="00B5154A">
      <w:r>
        <w:t>179.8244</w:t>
      </w:r>
      <w:r>
        <w:tab/>
        <w:t>4.051e0</w:t>
      </w:r>
    </w:p>
    <w:p w:rsidR="00B5154A" w:rsidRDefault="00B5154A" w:rsidP="00B5154A">
      <w:r>
        <w:t>179.8612</w:t>
      </w:r>
      <w:r>
        <w:tab/>
        <w:t>2.025e0</w:t>
      </w:r>
    </w:p>
    <w:p w:rsidR="00B5154A" w:rsidRDefault="00B5154A" w:rsidP="00B5154A">
      <w:r>
        <w:lastRenderedPageBreak/>
        <w:t>179.8949</w:t>
      </w:r>
      <w:r>
        <w:tab/>
        <w:t>1.013e0</w:t>
      </w:r>
    </w:p>
    <w:p w:rsidR="00B5154A" w:rsidRDefault="00B5154A" w:rsidP="00B5154A">
      <w:r>
        <w:t>179.9162</w:t>
      </w:r>
      <w:r>
        <w:tab/>
        <w:t>1.013e0</w:t>
      </w:r>
    </w:p>
    <w:p w:rsidR="00B5154A" w:rsidRDefault="00B5154A" w:rsidP="00B5154A">
      <w:r>
        <w:t>179.9523</w:t>
      </w:r>
      <w:r>
        <w:tab/>
        <w:t>1.013e0</w:t>
      </w:r>
    </w:p>
    <w:p w:rsidR="00B5154A" w:rsidRDefault="00B5154A" w:rsidP="00B5154A">
      <w:r>
        <w:t>180.0453</w:t>
      </w:r>
      <w:r>
        <w:tab/>
        <w:t>2.396e1</w:t>
      </w:r>
    </w:p>
    <w:p w:rsidR="00B5154A" w:rsidRDefault="00B5154A" w:rsidP="00B5154A">
      <w:r>
        <w:t>180.0742</w:t>
      </w:r>
      <w:r>
        <w:tab/>
        <w:t>5.810e0</w:t>
      </w:r>
    </w:p>
    <w:p w:rsidR="00B5154A" w:rsidRDefault="00B5154A" w:rsidP="00B5154A">
      <w:r>
        <w:t>180.1675</w:t>
      </w:r>
      <w:r>
        <w:tab/>
        <w:t>3.120e0</w:t>
      </w:r>
    </w:p>
    <w:p w:rsidR="00B5154A" w:rsidRDefault="00B5154A" w:rsidP="00B5154A">
      <w:r>
        <w:t>180.1986</w:t>
      </w:r>
      <w:r>
        <w:tab/>
        <w:t>4.051e0</w:t>
      </w:r>
    </w:p>
    <w:p w:rsidR="00B5154A" w:rsidRDefault="00B5154A" w:rsidP="00B5154A">
      <w:r>
        <w:t>180.2488</w:t>
      </w:r>
      <w:r>
        <w:tab/>
        <w:t>1.013e0</w:t>
      </w:r>
    </w:p>
    <w:p w:rsidR="00B5154A" w:rsidRDefault="00B5154A" w:rsidP="00B5154A">
      <w:r>
        <w:t>180.3108</w:t>
      </w:r>
      <w:r>
        <w:tab/>
        <w:t>2.025e0</w:t>
      </w:r>
    </w:p>
    <w:p w:rsidR="00B5154A" w:rsidRDefault="00B5154A" w:rsidP="00B5154A">
      <w:r>
        <w:t>180.3356</w:t>
      </w:r>
      <w:r>
        <w:tab/>
        <w:t>2.025e0</w:t>
      </w:r>
    </w:p>
    <w:p w:rsidR="00B5154A" w:rsidRDefault="00B5154A" w:rsidP="00B5154A">
      <w:r>
        <w:t>180.3729</w:t>
      </w:r>
      <w:r>
        <w:tab/>
        <w:t>2.025e0</w:t>
      </w:r>
    </w:p>
    <w:p w:rsidR="00B5154A" w:rsidRDefault="00B5154A" w:rsidP="00B5154A">
      <w:r>
        <w:t>180.4082</w:t>
      </w:r>
      <w:r>
        <w:tab/>
        <w:t>1.013e0</w:t>
      </w:r>
    </w:p>
    <w:p w:rsidR="00B5154A" w:rsidRDefault="00B5154A" w:rsidP="00B5154A">
      <w:r>
        <w:t>180.4262</w:t>
      </w:r>
      <w:r>
        <w:tab/>
        <w:t>1.013e0</w:t>
      </w:r>
    </w:p>
    <w:p w:rsidR="00B5154A" w:rsidRDefault="00B5154A" w:rsidP="00B5154A">
      <w:r>
        <w:t>180.4660</w:t>
      </w:r>
      <w:r>
        <w:tab/>
        <w:t>2.025e0</w:t>
      </w:r>
    </w:p>
    <w:p w:rsidR="00B5154A" w:rsidRDefault="00B5154A" w:rsidP="00B5154A">
      <w:r>
        <w:t>180.5259</w:t>
      </w:r>
      <w:r>
        <w:tab/>
        <w:t>4.051e0</w:t>
      </w:r>
    </w:p>
    <w:p w:rsidR="00B5154A" w:rsidRDefault="00B5154A" w:rsidP="00B5154A">
      <w:r>
        <w:t>180.5588</w:t>
      </w:r>
      <w:r>
        <w:tab/>
        <w:t>2.025e0</w:t>
      </w:r>
    </w:p>
    <w:p w:rsidR="00B5154A" w:rsidRDefault="00B5154A" w:rsidP="00B5154A">
      <w:r>
        <w:t>180.5832</w:t>
      </w:r>
      <w:r>
        <w:tab/>
        <w:t>3.557e0</w:t>
      </w:r>
    </w:p>
    <w:p w:rsidR="00B5154A" w:rsidRDefault="00B5154A" w:rsidP="00B5154A">
      <w:r>
        <w:t>180.6173</w:t>
      </w:r>
      <w:r>
        <w:tab/>
        <w:t>2.025e0</w:t>
      </w:r>
    </w:p>
    <w:p w:rsidR="00B5154A" w:rsidRDefault="00B5154A" w:rsidP="00B5154A">
      <w:r>
        <w:t>180.6474</w:t>
      </w:r>
      <w:r>
        <w:tab/>
        <w:t>1.013e0</w:t>
      </w:r>
    </w:p>
    <w:p w:rsidR="00B5154A" w:rsidRDefault="00B5154A" w:rsidP="00B5154A">
      <w:r>
        <w:lastRenderedPageBreak/>
        <w:t>180.6722</w:t>
      </w:r>
      <w:r>
        <w:tab/>
        <w:t>4.051e0</w:t>
      </w:r>
    </w:p>
    <w:p w:rsidR="00B5154A" w:rsidRDefault="00B5154A" w:rsidP="00B5154A">
      <w:r>
        <w:t>180.7052</w:t>
      </w:r>
      <w:r>
        <w:tab/>
        <w:t>1.013e0</w:t>
      </w:r>
    </w:p>
    <w:p w:rsidR="00B5154A" w:rsidRDefault="00B5154A" w:rsidP="00B5154A">
      <w:r>
        <w:t>180.7396</w:t>
      </w:r>
      <w:r>
        <w:tab/>
        <w:t>2.265e0</w:t>
      </w:r>
    </w:p>
    <w:p w:rsidR="00B5154A" w:rsidRDefault="00B5154A" w:rsidP="00B5154A">
      <w:r>
        <w:t>180.7838</w:t>
      </w:r>
      <w:r>
        <w:tab/>
        <w:t>1.013e0</w:t>
      </w:r>
    </w:p>
    <w:p w:rsidR="00B5154A" w:rsidRDefault="00B5154A" w:rsidP="00B5154A">
      <w:r>
        <w:t>180.8165</w:t>
      </w:r>
      <w:r>
        <w:tab/>
        <w:t>2.596e0</w:t>
      </w:r>
    </w:p>
    <w:p w:rsidR="00B5154A" w:rsidRDefault="00B5154A" w:rsidP="00B5154A">
      <w:r>
        <w:t>180.8424</w:t>
      </w:r>
      <w:r>
        <w:tab/>
        <w:t>3.038e0</w:t>
      </w:r>
    </w:p>
    <w:p w:rsidR="00B5154A" w:rsidRDefault="00B5154A" w:rsidP="00B5154A">
      <w:r>
        <w:t>180.8584</w:t>
      </w:r>
      <w:r>
        <w:tab/>
        <w:t>2.025e0</w:t>
      </w:r>
    </w:p>
    <w:p w:rsidR="00B5154A" w:rsidRDefault="00B5154A" w:rsidP="00B5154A">
      <w:r>
        <w:t>180.9011</w:t>
      </w:r>
      <w:r>
        <w:tab/>
        <w:t>1.013e0</w:t>
      </w:r>
    </w:p>
    <w:p w:rsidR="00B5154A" w:rsidRDefault="00B5154A" w:rsidP="00B5154A">
      <w:r>
        <w:t>180.9319</w:t>
      </w:r>
      <w:r>
        <w:tab/>
        <w:t>2.025e0</w:t>
      </w:r>
    </w:p>
    <w:p w:rsidR="00B5154A" w:rsidRDefault="00B5154A" w:rsidP="00B5154A">
      <w:r>
        <w:t>180.9644</w:t>
      </w:r>
      <w:r>
        <w:tab/>
        <w:t>3.038e0</w:t>
      </w:r>
    </w:p>
    <w:p w:rsidR="00B5154A" w:rsidRDefault="00B5154A" w:rsidP="00B5154A">
      <w:r>
        <w:t>180.9965</w:t>
      </w:r>
      <w:r>
        <w:tab/>
        <w:t>4.051e0</w:t>
      </w:r>
    </w:p>
    <w:p w:rsidR="00B5154A" w:rsidRDefault="00B5154A" w:rsidP="00B5154A">
      <w:r>
        <w:t>181.0237</w:t>
      </w:r>
      <w:r>
        <w:tab/>
        <w:t>1.866e1</w:t>
      </w:r>
    </w:p>
    <w:p w:rsidR="00B5154A" w:rsidRDefault="00B5154A" w:rsidP="00B5154A">
      <w:r>
        <w:t>181.0538</w:t>
      </w:r>
      <w:r>
        <w:tab/>
        <w:t>4.362e0</w:t>
      </w:r>
    </w:p>
    <w:p w:rsidR="00B5154A" w:rsidRDefault="00B5154A" w:rsidP="00B5154A">
      <w:r>
        <w:t>181.0803</w:t>
      </w:r>
      <w:r>
        <w:tab/>
        <w:t>2.901e0</w:t>
      </w:r>
    </w:p>
    <w:p w:rsidR="00B5154A" w:rsidRDefault="00B5154A" w:rsidP="00B5154A">
      <w:r>
        <w:t>181.1078</w:t>
      </w:r>
      <w:r>
        <w:tab/>
        <w:t>2.581e0</w:t>
      </w:r>
    </w:p>
    <w:p w:rsidR="00B5154A" w:rsidRDefault="00B5154A" w:rsidP="00B5154A">
      <w:r>
        <w:t>181.1294</w:t>
      </w:r>
      <w:r>
        <w:tab/>
        <w:t>3.198e0</w:t>
      </w:r>
    </w:p>
    <w:p w:rsidR="00B5154A" w:rsidRDefault="00B5154A" w:rsidP="00B5154A">
      <w:r>
        <w:t>181.1799</w:t>
      </w:r>
      <w:r>
        <w:tab/>
        <w:t>1.244e0</w:t>
      </w:r>
    </w:p>
    <w:p w:rsidR="00B5154A" w:rsidRDefault="00B5154A" w:rsidP="00B5154A">
      <w:r>
        <w:t>181.2042</w:t>
      </w:r>
      <w:r>
        <w:tab/>
        <w:t>3.038e0</w:t>
      </w:r>
    </w:p>
    <w:p w:rsidR="00B5154A" w:rsidRDefault="00B5154A" w:rsidP="00B5154A">
      <w:r>
        <w:t>181.2306</w:t>
      </w:r>
      <w:r>
        <w:tab/>
        <w:t>1.013e0</w:t>
      </w:r>
    </w:p>
    <w:p w:rsidR="00B5154A" w:rsidRDefault="00B5154A" w:rsidP="00B5154A">
      <w:r>
        <w:lastRenderedPageBreak/>
        <w:t>181.2697</w:t>
      </w:r>
      <w:r>
        <w:tab/>
        <w:t>2.025e0</w:t>
      </w:r>
    </w:p>
    <w:p w:rsidR="00B5154A" w:rsidRDefault="00B5154A" w:rsidP="00B5154A">
      <w:r>
        <w:t>181.3123</w:t>
      </w:r>
      <w:r>
        <w:tab/>
        <w:t>2.025e0</w:t>
      </w:r>
    </w:p>
    <w:p w:rsidR="00B5154A" w:rsidRDefault="00B5154A" w:rsidP="00B5154A">
      <w:r>
        <w:t>181.3371</w:t>
      </w:r>
      <w:r>
        <w:tab/>
        <w:t>1.013e0</w:t>
      </w:r>
    </w:p>
    <w:p w:rsidR="00B5154A" w:rsidRDefault="00B5154A" w:rsidP="00B5154A">
      <w:r>
        <w:t>181.3843</w:t>
      </w:r>
      <w:r>
        <w:tab/>
        <w:t>2.025e0</w:t>
      </w:r>
    </w:p>
    <w:p w:rsidR="00B5154A" w:rsidRDefault="00B5154A" w:rsidP="00B5154A">
      <w:r>
        <w:t>181.4294</w:t>
      </w:r>
      <w:r>
        <w:tab/>
        <w:t>2.025e0</w:t>
      </w:r>
    </w:p>
    <w:p w:rsidR="00B5154A" w:rsidRDefault="00B5154A" w:rsidP="00B5154A">
      <w:r>
        <w:t>181.4507</w:t>
      </w:r>
      <w:r>
        <w:tab/>
        <w:t>2.025e0</w:t>
      </w:r>
    </w:p>
    <w:p w:rsidR="00B5154A" w:rsidRDefault="00B5154A" w:rsidP="00B5154A">
      <w:r>
        <w:t>181.4773</w:t>
      </w:r>
      <w:r>
        <w:tab/>
        <w:t>1.013e0</w:t>
      </w:r>
    </w:p>
    <w:p w:rsidR="00B5154A" w:rsidRDefault="00B5154A" w:rsidP="00B5154A">
      <w:r>
        <w:t>181.5022</w:t>
      </w:r>
      <w:r>
        <w:tab/>
        <w:t>2.025e0</w:t>
      </w:r>
    </w:p>
    <w:p w:rsidR="00B5154A" w:rsidRDefault="00B5154A" w:rsidP="00B5154A">
      <w:r>
        <w:t>181.5271</w:t>
      </w:r>
      <w:r>
        <w:tab/>
        <w:t>1.013e0</w:t>
      </w:r>
    </w:p>
    <w:p w:rsidR="00B5154A" w:rsidRDefault="00B5154A" w:rsidP="00B5154A">
      <w:r>
        <w:t>181.5654</w:t>
      </w:r>
      <w:r>
        <w:tab/>
        <w:t>7.089e0</w:t>
      </w:r>
    </w:p>
    <w:p w:rsidR="00B5154A" w:rsidRDefault="00B5154A" w:rsidP="00B5154A">
      <w:r>
        <w:t>181.6280</w:t>
      </w:r>
      <w:r>
        <w:tab/>
        <w:t>4.291e0</w:t>
      </w:r>
    </w:p>
    <w:p w:rsidR="00B5154A" w:rsidRDefault="00B5154A" w:rsidP="00B5154A">
      <w:r>
        <w:t>181.7099</w:t>
      </w:r>
      <w:r>
        <w:tab/>
        <w:t>1.013e0</w:t>
      </w:r>
    </w:p>
    <w:p w:rsidR="00B5154A" w:rsidRDefault="00B5154A" w:rsidP="00B5154A">
      <w:r>
        <w:t>181.7561</w:t>
      </w:r>
      <w:r>
        <w:tab/>
        <w:t>5.063e0</w:t>
      </w:r>
    </w:p>
    <w:p w:rsidR="00B5154A" w:rsidRDefault="00B5154A" w:rsidP="00B5154A">
      <w:r>
        <w:t>181.7850</w:t>
      </w:r>
      <w:r>
        <w:tab/>
        <w:t>2.149e0</w:t>
      </w:r>
    </w:p>
    <w:p w:rsidR="00B5154A" w:rsidRDefault="00B5154A" w:rsidP="00B5154A">
      <w:r>
        <w:t>181.8104</w:t>
      </w:r>
      <w:r>
        <w:tab/>
        <w:t>1.013e0</w:t>
      </w:r>
    </w:p>
    <w:p w:rsidR="00B5154A" w:rsidRDefault="00B5154A" w:rsidP="00B5154A">
      <w:r>
        <w:t>181.8607</w:t>
      </w:r>
      <w:r>
        <w:tab/>
        <w:t>1.013e0</w:t>
      </w:r>
    </w:p>
    <w:p w:rsidR="00B5154A" w:rsidRDefault="00B5154A" w:rsidP="00B5154A">
      <w:r>
        <w:t>181.8856</w:t>
      </w:r>
      <w:r>
        <w:tab/>
        <w:t>1.013e0</w:t>
      </w:r>
    </w:p>
    <w:p w:rsidR="00B5154A" w:rsidRDefault="00B5154A" w:rsidP="00B5154A">
      <w:r>
        <w:t>181.9052</w:t>
      </w:r>
      <w:r>
        <w:tab/>
        <w:t>2.025e0</w:t>
      </w:r>
    </w:p>
    <w:p w:rsidR="00B5154A" w:rsidRDefault="00B5154A" w:rsidP="00B5154A">
      <w:r>
        <w:t>181.9602</w:t>
      </w:r>
      <w:r>
        <w:tab/>
        <w:t>2.025e0</w:t>
      </w:r>
    </w:p>
    <w:p w:rsidR="00B5154A" w:rsidRDefault="00B5154A" w:rsidP="00B5154A">
      <w:r>
        <w:lastRenderedPageBreak/>
        <w:t>181.9856</w:t>
      </w:r>
      <w:r>
        <w:tab/>
        <w:t>3.038e0</w:t>
      </w:r>
    </w:p>
    <w:p w:rsidR="00B5154A" w:rsidRDefault="00B5154A" w:rsidP="00B5154A">
      <w:r>
        <w:t>182.0255</w:t>
      </w:r>
      <w:r>
        <w:tab/>
        <w:t>3.509e0</w:t>
      </w:r>
    </w:p>
    <w:p w:rsidR="00B5154A" w:rsidRDefault="00B5154A" w:rsidP="00B5154A">
      <w:r>
        <w:t>182.1445</w:t>
      </w:r>
      <w:r>
        <w:tab/>
        <w:t>1.328e0</w:t>
      </w:r>
    </w:p>
    <w:p w:rsidR="00B5154A" w:rsidRDefault="00B5154A" w:rsidP="00B5154A">
      <w:r>
        <w:t>182.1915</w:t>
      </w:r>
      <w:r>
        <w:tab/>
        <w:t>2.830e0</w:t>
      </w:r>
    </w:p>
    <w:p w:rsidR="00B5154A" w:rsidRDefault="00B5154A" w:rsidP="00B5154A">
      <w:r>
        <w:t>182.2389</w:t>
      </w:r>
      <w:r>
        <w:tab/>
        <w:t>2.025e0</w:t>
      </w:r>
    </w:p>
    <w:p w:rsidR="00B5154A" w:rsidRDefault="00B5154A" w:rsidP="00B5154A">
      <w:r>
        <w:t>182.2605</w:t>
      </w:r>
      <w:r>
        <w:tab/>
        <w:t>2.025e0</w:t>
      </w:r>
    </w:p>
    <w:p w:rsidR="00B5154A" w:rsidRDefault="00B5154A" w:rsidP="00B5154A">
      <w:r>
        <w:t>182.3512</w:t>
      </w:r>
      <w:r>
        <w:tab/>
        <w:t>2.025e0</w:t>
      </w:r>
    </w:p>
    <w:p w:rsidR="00B5154A" w:rsidRDefault="00B5154A" w:rsidP="00B5154A">
      <w:r>
        <w:t>182.3981</w:t>
      </w:r>
      <w:r>
        <w:tab/>
        <w:t>2.025e0</w:t>
      </w:r>
    </w:p>
    <w:p w:rsidR="00B5154A" w:rsidRDefault="00B5154A" w:rsidP="00B5154A">
      <w:r>
        <w:t>182.4310</w:t>
      </w:r>
      <w:r>
        <w:tab/>
        <w:t>5.063e0</w:t>
      </w:r>
    </w:p>
    <w:p w:rsidR="00B5154A" w:rsidRDefault="00B5154A" w:rsidP="00B5154A">
      <w:r>
        <w:t>182.4737</w:t>
      </w:r>
      <w:r>
        <w:tab/>
        <w:t>1.013e0</w:t>
      </w:r>
    </w:p>
    <w:p w:rsidR="00B5154A" w:rsidRDefault="00B5154A" w:rsidP="00B5154A">
      <w:r>
        <w:t>182.5022</w:t>
      </w:r>
      <w:r>
        <w:tab/>
        <w:t>4.051e0</w:t>
      </w:r>
    </w:p>
    <w:p w:rsidR="00B5154A" w:rsidRDefault="00B5154A" w:rsidP="00B5154A">
      <w:r>
        <w:t>182.5445</w:t>
      </w:r>
      <w:r>
        <w:tab/>
        <w:t>4.936e0</w:t>
      </w:r>
    </w:p>
    <w:p w:rsidR="00B5154A" w:rsidRDefault="00B5154A" w:rsidP="00B5154A">
      <w:r>
        <w:t>182.6284</w:t>
      </w:r>
      <w:r>
        <w:tab/>
        <w:t>2.025e0</w:t>
      </w:r>
    </w:p>
    <w:p w:rsidR="00B5154A" w:rsidRDefault="00B5154A" w:rsidP="00B5154A">
      <w:r>
        <w:t>182.6480</w:t>
      </w:r>
      <w:r>
        <w:tab/>
        <w:t>2.025e0</w:t>
      </w:r>
    </w:p>
    <w:p w:rsidR="00B5154A" w:rsidRDefault="00B5154A" w:rsidP="00B5154A">
      <w:r>
        <w:t>182.6961</w:t>
      </w:r>
      <w:r>
        <w:tab/>
        <w:t>1.013e0</w:t>
      </w:r>
    </w:p>
    <w:p w:rsidR="00B5154A" w:rsidRDefault="00B5154A" w:rsidP="00B5154A">
      <w:r>
        <w:t>182.7317</w:t>
      </w:r>
      <w:r>
        <w:tab/>
        <w:t>1.013e0</w:t>
      </w:r>
    </w:p>
    <w:p w:rsidR="00B5154A" w:rsidRDefault="00B5154A" w:rsidP="00B5154A">
      <w:r>
        <w:t>182.7749</w:t>
      </w:r>
      <w:r>
        <w:tab/>
        <w:t>2.025e0</w:t>
      </w:r>
    </w:p>
    <w:p w:rsidR="00B5154A" w:rsidRDefault="00B5154A" w:rsidP="00B5154A">
      <w:r>
        <w:t>182.8041</w:t>
      </w:r>
      <w:r>
        <w:tab/>
        <w:t>1.013e0</w:t>
      </w:r>
    </w:p>
    <w:p w:rsidR="00B5154A" w:rsidRDefault="00B5154A" w:rsidP="00B5154A">
      <w:r>
        <w:t>182.8401</w:t>
      </w:r>
      <w:r>
        <w:tab/>
        <w:t>1.013e0</w:t>
      </w:r>
    </w:p>
    <w:p w:rsidR="00B5154A" w:rsidRDefault="00B5154A" w:rsidP="00B5154A">
      <w:r>
        <w:lastRenderedPageBreak/>
        <w:t>182.8686</w:t>
      </w:r>
      <w:r>
        <w:tab/>
        <w:t>1.013e0</w:t>
      </w:r>
    </w:p>
    <w:p w:rsidR="00B5154A" w:rsidRDefault="00B5154A" w:rsidP="00B5154A">
      <w:r>
        <w:t>182.8971</w:t>
      </w:r>
      <w:r>
        <w:tab/>
        <w:t>3.038e0</w:t>
      </w:r>
    </w:p>
    <w:p w:rsidR="00B5154A" w:rsidRDefault="00B5154A" w:rsidP="00B5154A">
      <w:r>
        <w:t>182.9362</w:t>
      </w:r>
      <w:r>
        <w:tab/>
        <w:t>1.013e0</w:t>
      </w:r>
    </w:p>
    <w:p w:rsidR="00B5154A" w:rsidRDefault="00B5154A" w:rsidP="00B5154A">
      <w:r>
        <w:t>182.9906</w:t>
      </w:r>
      <w:r>
        <w:tab/>
        <w:t>5.503e0</w:t>
      </w:r>
    </w:p>
    <w:p w:rsidR="00B5154A" w:rsidRDefault="00B5154A" w:rsidP="00B5154A">
      <w:r>
        <w:t>183.0110</w:t>
      </w:r>
      <w:r>
        <w:tab/>
        <w:t>2.629e0</w:t>
      </w:r>
    </w:p>
    <w:p w:rsidR="00B5154A" w:rsidRDefault="00B5154A" w:rsidP="00B5154A">
      <w:r>
        <w:t>183.0660</w:t>
      </w:r>
      <w:r>
        <w:tab/>
        <w:t>2.932e1</w:t>
      </w:r>
    </w:p>
    <w:p w:rsidR="00B5154A" w:rsidRDefault="00B5154A" w:rsidP="00B5154A">
      <w:r>
        <w:t>183.0965</w:t>
      </w:r>
      <w:r>
        <w:tab/>
        <w:t>3.098e0</w:t>
      </w:r>
    </w:p>
    <w:p w:rsidR="00B5154A" w:rsidRDefault="00B5154A" w:rsidP="00B5154A">
      <w:r>
        <w:t>183.1415</w:t>
      </w:r>
      <w:r>
        <w:tab/>
        <w:t>2.087e0</w:t>
      </w:r>
    </w:p>
    <w:p w:rsidR="00B5154A" w:rsidRDefault="00B5154A" w:rsidP="00B5154A">
      <w:r>
        <w:t>183.2019</w:t>
      </w:r>
      <w:r>
        <w:tab/>
        <w:t>4.051e0</w:t>
      </w:r>
    </w:p>
    <w:p w:rsidR="00B5154A" w:rsidRDefault="00B5154A" w:rsidP="00B5154A">
      <w:r>
        <w:t>183.2326</w:t>
      </w:r>
      <w:r>
        <w:tab/>
        <w:t>3.038e0</w:t>
      </w:r>
    </w:p>
    <w:p w:rsidR="00B5154A" w:rsidRDefault="00B5154A" w:rsidP="00B5154A">
      <w:r>
        <w:t>183.2540</w:t>
      </w:r>
      <w:r>
        <w:tab/>
        <w:t>3.038e0</w:t>
      </w:r>
    </w:p>
    <w:p w:rsidR="00B5154A" w:rsidRDefault="00B5154A" w:rsidP="00B5154A">
      <w:r>
        <w:t>183.2852</w:t>
      </w:r>
      <w:r>
        <w:tab/>
        <w:t>1.013e0</w:t>
      </w:r>
    </w:p>
    <w:p w:rsidR="00B5154A" w:rsidRDefault="00B5154A" w:rsidP="00B5154A">
      <w:r>
        <w:t>183.3267</w:t>
      </w:r>
      <w:r>
        <w:tab/>
        <w:t>2.025e0</w:t>
      </w:r>
    </w:p>
    <w:p w:rsidR="00B5154A" w:rsidRDefault="00B5154A" w:rsidP="00B5154A">
      <w:r>
        <w:t>183.3724</w:t>
      </w:r>
      <w:r>
        <w:tab/>
        <w:t>1.013e0</w:t>
      </w:r>
    </w:p>
    <w:p w:rsidR="00B5154A" w:rsidRDefault="00B5154A" w:rsidP="00B5154A">
      <w:r>
        <w:t>183.4258</w:t>
      </w:r>
      <w:r>
        <w:tab/>
        <w:t>1.013e0</w:t>
      </w:r>
    </w:p>
    <w:p w:rsidR="00B5154A" w:rsidRDefault="00B5154A" w:rsidP="00B5154A">
      <w:r>
        <w:t>183.4757</w:t>
      </w:r>
      <w:r>
        <w:tab/>
        <w:t>1.013e0</w:t>
      </w:r>
    </w:p>
    <w:p w:rsidR="00B5154A" w:rsidRDefault="00B5154A" w:rsidP="00B5154A">
      <w:r>
        <w:t>183.5302</w:t>
      </w:r>
      <w:r>
        <w:tab/>
        <w:t>2.025e0</w:t>
      </w:r>
    </w:p>
    <w:p w:rsidR="00B5154A" w:rsidRDefault="00B5154A" w:rsidP="00B5154A">
      <w:r>
        <w:t>183.5923</w:t>
      </w:r>
      <w:r>
        <w:tab/>
        <w:t>3.038e0</w:t>
      </w:r>
    </w:p>
    <w:p w:rsidR="00B5154A" w:rsidRDefault="00B5154A" w:rsidP="00B5154A">
      <w:r>
        <w:t>183.6253</w:t>
      </w:r>
      <w:r>
        <w:tab/>
        <w:t>4.051e0</w:t>
      </w:r>
    </w:p>
    <w:p w:rsidR="00B5154A" w:rsidRDefault="00B5154A" w:rsidP="00B5154A">
      <w:r>
        <w:lastRenderedPageBreak/>
        <w:t>183.6555</w:t>
      </w:r>
      <w:r>
        <w:tab/>
        <w:t>2.025e0</w:t>
      </w:r>
    </w:p>
    <w:p w:rsidR="00B5154A" w:rsidRDefault="00B5154A" w:rsidP="00B5154A">
      <w:r>
        <w:t>183.7004</w:t>
      </w:r>
      <w:r>
        <w:tab/>
        <w:t>3.038e0</w:t>
      </w:r>
    </w:p>
    <w:p w:rsidR="00B5154A" w:rsidRDefault="00B5154A" w:rsidP="00B5154A">
      <w:r>
        <w:t>183.7213</w:t>
      </w:r>
      <w:r>
        <w:tab/>
        <w:t>2.025e0</w:t>
      </w:r>
    </w:p>
    <w:p w:rsidR="00B5154A" w:rsidRDefault="00B5154A" w:rsidP="00B5154A">
      <w:r>
        <w:t>183.7936</w:t>
      </w:r>
      <w:r>
        <w:tab/>
        <w:t>4.051e0</w:t>
      </w:r>
    </w:p>
    <w:p w:rsidR="00B5154A" w:rsidRDefault="00B5154A" w:rsidP="00B5154A">
      <w:r>
        <w:t>183.8429</w:t>
      </w:r>
      <w:r>
        <w:tab/>
        <w:t>2.025e0</w:t>
      </w:r>
    </w:p>
    <w:p w:rsidR="00B5154A" w:rsidRDefault="00B5154A" w:rsidP="00B5154A">
      <w:r>
        <w:t>183.8686</w:t>
      </w:r>
      <w:r>
        <w:tab/>
        <w:t>1.013e0</w:t>
      </w:r>
    </w:p>
    <w:p w:rsidR="00B5154A" w:rsidRDefault="00B5154A" w:rsidP="00B5154A">
      <w:r>
        <w:t>183.8959</w:t>
      </w:r>
      <w:r>
        <w:tab/>
        <w:t>2.025e0</w:t>
      </w:r>
    </w:p>
    <w:p w:rsidR="00B5154A" w:rsidRDefault="00B5154A" w:rsidP="00B5154A">
      <w:r>
        <w:t>183.9157</w:t>
      </w:r>
      <w:r>
        <w:tab/>
        <w:t>1.013e0</w:t>
      </w:r>
    </w:p>
    <w:p w:rsidR="00B5154A" w:rsidRDefault="00B5154A" w:rsidP="00B5154A">
      <w:r>
        <w:t>183.9731</w:t>
      </w:r>
      <w:r>
        <w:tab/>
        <w:t>5.063e0</w:t>
      </w:r>
    </w:p>
    <w:p w:rsidR="00B5154A" w:rsidRDefault="00B5154A" w:rsidP="00B5154A">
      <w:r>
        <w:t>184.0182</w:t>
      </w:r>
      <w:r>
        <w:tab/>
        <w:t>4.190e0</w:t>
      </w:r>
    </w:p>
    <w:p w:rsidR="00B5154A" w:rsidRDefault="00B5154A" w:rsidP="00B5154A">
      <w:r>
        <w:t>184.0635</w:t>
      </w:r>
      <w:r>
        <w:tab/>
        <w:t>3.829e0</w:t>
      </w:r>
    </w:p>
    <w:p w:rsidR="00B5154A" w:rsidRDefault="00B5154A" w:rsidP="00B5154A">
      <w:r>
        <w:t>184.0946</w:t>
      </w:r>
      <w:r>
        <w:tab/>
        <w:t>2.015e0</w:t>
      </w:r>
    </w:p>
    <w:p w:rsidR="00B5154A" w:rsidRDefault="00B5154A" w:rsidP="00B5154A">
      <w:r>
        <w:t>184.1368</w:t>
      </w:r>
      <w:r>
        <w:tab/>
        <w:t>2.856e1</w:t>
      </w:r>
    </w:p>
    <w:p w:rsidR="00B5154A" w:rsidRDefault="00B5154A" w:rsidP="00B5154A">
      <w:r>
        <w:t>184.1753</w:t>
      </w:r>
      <w:r>
        <w:tab/>
        <w:t>2.388e0</w:t>
      </w:r>
    </w:p>
    <w:p w:rsidR="00B5154A" w:rsidRDefault="00B5154A" w:rsidP="00B5154A">
      <w:r>
        <w:t>184.2073</w:t>
      </w:r>
      <w:r>
        <w:tab/>
        <w:t>4.234e0</w:t>
      </w:r>
    </w:p>
    <w:p w:rsidR="00B5154A" w:rsidRDefault="00B5154A" w:rsidP="00B5154A">
      <w:r>
        <w:t>184.2616</w:t>
      </w:r>
      <w:r>
        <w:tab/>
        <w:t>5.063e0</w:t>
      </w:r>
    </w:p>
    <w:p w:rsidR="00B5154A" w:rsidRDefault="00B5154A" w:rsidP="00B5154A">
      <w:r>
        <w:t>184.3099</w:t>
      </w:r>
      <w:r>
        <w:tab/>
        <w:t>2.025e0</w:t>
      </w:r>
    </w:p>
    <w:p w:rsidR="00B5154A" w:rsidRDefault="00B5154A" w:rsidP="00B5154A">
      <w:r>
        <w:t>184.3348</w:t>
      </w:r>
      <w:r>
        <w:tab/>
        <w:t>2.025e0</w:t>
      </w:r>
    </w:p>
    <w:p w:rsidR="00B5154A" w:rsidRDefault="00B5154A" w:rsidP="00B5154A">
      <w:r>
        <w:t>184.3766</w:t>
      </w:r>
      <w:r>
        <w:tab/>
        <w:t>3.038e0</w:t>
      </w:r>
    </w:p>
    <w:p w:rsidR="00B5154A" w:rsidRDefault="00B5154A" w:rsidP="00B5154A">
      <w:r>
        <w:lastRenderedPageBreak/>
        <w:t>184.4275</w:t>
      </w:r>
      <w:r>
        <w:tab/>
        <w:t>1.013e0</w:t>
      </w:r>
    </w:p>
    <w:p w:rsidR="00B5154A" w:rsidRDefault="00B5154A" w:rsidP="00B5154A">
      <w:r>
        <w:t>184.4526</w:t>
      </w:r>
      <w:r>
        <w:tab/>
        <w:t>1.013e0</w:t>
      </w:r>
    </w:p>
    <w:p w:rsidR="00B5154A" w:rsidRDefault="00B5154A" w:rsidP="00B5154A">
      <w:r>
        <w:t>184.4954</w:t>
      </w:r>
      <w:r>
        <w:tab/>
        <w:t>2.025e0</w:t>
      </w:r>
    </w:p>
    <w:p w:rsidR="00B5154A" w:rsidRDefault="00B5154A" w:rsidP="00B5154A">
      <w:r>
        <w:t>184.5135</w:t>
      </w:r>
      <w:r>
        <w:tab/>
        <w:t>1.013e0</w:t>
      </w:r>
    </w:p>
    <w:p w:rsidR="00B5154A" w:rsidRDefault="00B5154A" w:rsidP="00B5154A">
      <w:r>
        <w:t>184.5846</w:t>
      </w:r>
      <w:r>
        <w:tab/>
        <w:t>2.025e0</w:t>
      </w:r>
    </w:p>
    <w:p w:rsidR="00B5154A" w:rsidRDefault="00B5154A" w:rsidP="00B5154A">
      <w:r>
        <w:t>184.6114</w:t>
      </w:r>
      <w:r>
        <w:tab/>
        <w:t>2.025e0</w:t>
      </w:r>
    </w:p>
    <w:p w:rsidR="00B5154A" w:rsidRDefault="00B5154A" w:rsidP="00B5154A">
      <w:r>
        <w:t>184.6759</w:t>
      </w:r>
      <w:r>
        <w:tab/>
        <w:t>1.013e0</w:t>
      </w:r>
    </w:p>
    <w:p w:rsidR="00B5154A" w:rsidRDefault="00B5154A" w:rsidP="00B5154A">
      <w:r>
        <w:t>184.7238</w:t>
      </w:r>
      <w:r>
        <w:tab/>
        <w:t>2.025e0</w:t>
      </w:r>
    </w:p>
    <w:p w:rsidR="00B5154A" w:rsidRDefault="00B5154A" w:rsidP="00B5154A">
      <w:r>
        <w:t>184.7846</w:t>
      </w:r>
      <w:r>
        <w:tab/>
        <w:t>1.013e0</w:t>
      </w:r>
    </w:p>
    <w:p w:rsidR="00B5154A" w:rsidRDefault="00B5154A" w:rsidP="00B5154A">
      <w:r>
        <w:t>184.8311</w:t>
      </w:r>
      <w:r>
        <w:tab/>
        <w:t>1.013e0</w:t>
      </w:r>
    </w:p>
    <w:p w:rsidR="00B5154A" w:rsidRDefault="00B5154A" w:rsidP="00B5154A">
      <w:r>
        <w:t>184.8754</w:t>
      </w:r>
      <w:r>
        <w:tab/>
        <w:t>1.013e0</w:t>
      </w:r>
    </w:p>
    <w:p w:rsidR="00B5154A" w:rsidRDefault="00B5154A" w:rsidP="00B5154A">
      <w:r>
        <w:t>184.9542</w:t>
      </w:r>
      <w:r>
        <w:tab/>
        <w:t>1.013e0</w:t>
      </w:r>
    </w:p>
    <w:p w:rsidR="00B5154A" w:rsidRDefault="00B5154A" w:rsidP="00B5154A">
      <w:r>
        <w:t>184.9774</w:t>
      </w:r>
      <w:r>
        <w:tab/>
        <w:t>2.025e0</w:t>
      </w:r>
    </w:p>
    <w:p w:rsidR="00B5154A" w:rsidRDefault="00B5154A" w:rsidP="00B5154A">
      <w:r>
        <w:t>185.0292</w:t>
      </w:r>
      <w:r>
        <w:tab/>
        <w:t>9.632e0</w:t>
      </w:r>
    </w:p>
    <w:p w:rsidR="00B5154A" w:rsidRDefault="00B5154A" w:rsidP="00B5154A">
      <w:r>
        <w:t>185.0557</w:t>
      </w:r>
      <w:r>
        <w:tab/>
        <w:t>2.818e1</w:t>
      </w:r>
    </w:p>
    <w:p w:rsidR="00B5154A" w:rsidRDefault="00B5154A" w:rsidP="00B5154A">
      <w:r>
        <w:t>185.1164</w:t>
      </w:r>
      <w:r>
        <w:tab/>
        <w:t>1.958e1</w:t>
      </w:r>
    </w:p>
    <w:p w:rsidR="00B5154A" w:rsidRDefault="00B5154A" w:rsidP="00B5154A">
      <w:r>
        <w:t>185.2057</w:t>
      </w:r>
      <w:r>
        <w:tab/>
        <w:t>1.328e0</w:t>
      </w:r>
    </w:p>
    <w:p w:rsidR="00B5154A" w:rsidRDefault="00B5154A" w:rsidP="00B5154A">
      <w:r>
        <w:t>185.2328</w:t>
      </w:r>
      <w:r>
        <w:tab/>
        <w:t>4.051e0</w:t>
      </w:r>
    </w:p>
    <w:p w:rsidR="00B5154A" w:rsidRDefault="00B5154A" w:rsidP="00B5154A">
      <w:r>
        <w:t>185.2543</w:t>
      </w:r>
      <w:r>
        <w:tab/>
        <w:t>1.013e0</w:t>
      </w:r>
    </w:p>
    <w:p w:rsidR="00B5154A" w:rsidRDefault="00B5154A" w:rsidP="00B5154A">
      <w:r>
        <w:lastRenderedPageBreak/>
        <w:t>185.2876</w:t>
      </w:r>
      <w:r>
        <w:tab/>
        <w:t>4.051e0</w:t>
      </w:r>
    </w:p>
    <w:p w:rsidR="00B5154A" w:rsidRDefault="00B5154A" w:rsidP="00B5154A">
      <w:r>
        <w:t>185.3269</w:t>
      </w:r>
      <w:r>
        <w:tab/>
        <w:t>1.013e0</w:t>
      </w:r>
    </w:p>
    <w:p w:rsidR="00B5154A" w:rsidRDefault="00B5154A" w:rsidP="00B5154A">
      <w:r>
        <w:t>185.3668</w:t>
      </w:r>
      <w:r>
        <w:tab/>
        <w:t>1.013e0</w:t>
      </w:r>
    </w:p>
    <w:p w:rsidR="00B5154A" w:rsidRDefault="00B5154A" w:rsidP="00B5154A">
      <w:r>
        <w:t>185.4026</w:t>
      </w:r>
      <w:r>
        <w:tab/>
        <w:t>2.025e0</w:t>
      </w:r>
    </w:p>
    <w:p w:rsidR="00B5154A" w:rsidRDefault="00B5154A" w:rsidP="00B5154A">
      <w:r>
        <w:t>185.4258</w:t>
      </w:r>
      <w:r>
        <w:tab/>
        <w:t>1.371e0</w:t>
      </w:r>
    </w:p>
    <w:p w:rsidR="00B5154A" w:rsidRDefault="00B5154A" w:rsidP="00B5154A">
      <w:r>
        <w:t>185.4661</w:t>
      </w:r>
      <w:r>
        <w:tab/>
        <w:t>2.025e0</w:t>
      </w:r>
    </w:p>
    <w:p w:rsidR="00B5154A" w:rsidRDefault="00B5154A" w:rsidP="00B5154A">
      <w:r>
        <w:t>185.5304</w:t>
      </w:r>
      <w:r>
        <w:tab/>
        <w:t>3.038e0</w:t>
      </w:r>
    </w:p>
    <w:p w:rsidR="00B5154A" w:rsidRDefault="00B5154A" w:rsidP="00B5154A">
      <w:r>
        <w:t>185.5635</w:t>
      </w:r>
      <w:r>
        <w:tab/>
        <w:t>2.025e0</w:t>
      </w:r>
    </w:p>
    <w:p w:rsidR="00B5154A" w:rsidRDefault="00B5154A" w:rsidP="00B5154A">
      <w:r>
        <w:t>185.5943</w:t>
      </w:r>
      <w:r>
        <w:tab/>
        <w:t>5.063e0</w:t>
      </w:r>
    </w:p>
    <w:p w:rsidR="00B5154A" w:rsidRDefault="00B5154A" w:rsidP="00B5154A">
      <w:r>
        <w:t>185.6272</w:t>
      </w:r>
      <w:r>
        <w:tab/>
        <w:t>1.013e0</w:t>
      </w:r>
    </w:p>
    <w:p w:rsidR="00B5154A" w:rsidRDefault="00B5154A" w:rsidP="00B5154A">
      <w:r>
        <w:t>185.6685</w:t>
      </w:r>
      <w:r>
        <w:tab/>
        <w:t>5.063e0</w:t>
      </w:r>
    </w:p>
    <w:p w:rsidR="00B5154A" w:rsidRDefault="00B5154A" w:rsidP="00B5154A">
      <w:r>
        <w:t>185.7101</w:t>
      </w:r>
      <w:r>
        <w:tab/>
        <w:t>1.013e0</w:t>
      </w:r>
    </w:p>
    <w:p w:rsidR="00B5154A" w:rsidRDefault="00B5154A" w:rsidP="00B5154A">
      <w:r>
        <w:t>185.7496</w:t>
      </w:r>
      <w:r>
        <w:tab/>
        <w:t>1.013e0</w:t>
      </w:r>
    </w:p>
    <w:p w:rsidR="00B5154A" w:rsidRDefault="00B5154A" w:rsidP="00B5154A">
      <w:r>
        <w:t>185.7756</w:t>
      </w:r>
      <w:r>
        <w:tab/>
        <w:t>1.013e0</w:t>
      </w:r>
    </w:p>
    <w:p w:rsidR="00B5154A" w:rsidRDefault="00B5154A" w:rsidP="00B5154A">
      <w:r>
        <w:t>185.8631</w:t>
      </w:r>
      <w:r>
        <w:tab/>
        <w:t>3.038e0</w:t>
      </w:r>
    </w:p>
    <w:p w:rsidR="00B5154A" w:rsidRDefault="00B5154A" w:rsidP="00B5154A">
      <w:r>
        <w:t>185.9020</w:t>
      </w:r>
      <w:r>
        <w:tab/>
        <w:t>2.025e0</w:t>
      </w:r>
    </w:p>
    <w:p w:rsidR="00B5154A" w:rsidRDefault="00B5154A" w:rsidP="00B5154A">
      <w:r>
        <w:t>185.9481</w:t>
      </w:r>
      <w:r>
        <w:tab/>
        <w:t>3.038e0</w:t>
      </w:r>
    </w:p>
    <w:p w:rsidR="00B5154A" w:rsidRDefault="00B5154A" w:rsidP="00B5154A">
      <w:r>
        <w:t>185.9712</w:t>
      </w:r>
      <w:r>
        <w:tab/>
        <w:t>2.025e0</w:t>
      </w:r>
    </w:p>
    <w:p w:rsidR="00B5154A" w:rsidRDefault="00B5154A" w:rsidP="00B5154A">
      <w:r>
        <w:t>185.9927</w:t>
      </w:r>
      <w:r>
        <w:tab/>
        <w:t>1.013e0</w:t>
      </w:r>
    </w:p>
    <w:p w:rsidR="00B5154A" w:rsidRDefault="00B5154A" w:rsidP="00B5154A">
      <w:r>
        <w:lastRenderedPageBreak/>
        <w:t>186.0214</w:t>
      </w:r>
      <w:r>
        <w:tab/>
        <w:t>1.589e0</w:t>
      </w:r>
    </w:p>
    <w:p w:rsidR="00B5154A" w:rsidRDefault="00B5154A" w:rsidP="00B5154A">
      <w:r>
        <w:t>186.1375</w:t>
      </w:r>
      <w:r>
        <w:tab/>
        <w:t>7.120e0</w:t>
      </w:r>
    </w:p>
    <w:p w:rsidR="00B5154A" w:rsidRDefault="00B5154A" w:rsidP="00B5154A">
      <w:r>
        <w:t>186.1602</w:t>
      </w:r>
      <w:r>
        <w:tab/>
        <w:t>4.525e0</w:t>
      </w:r>
    </w:p>
    <w:p w:rsidR="00B5154A" w:rsidRDefault="00B5154A" w:rsidP="00B5154A">
      <w:r>
        <w:t>186.2243</w:t>
      </w:r>
      <w:r>
        <w:tab/>
        <w:t>5.165e1</w:t>
      </w:r>
    </w:p>
    <w:p w:rsidR="00B5154A" w:rsidRDefault="00B5154A" w:rsidP="00B5154A">
      <w:r>
        <w:t>186.2811</w:t>
      </w:r>
      <w:r>
        <w:tab/>
        <w:t>2.568e0</w:t>
      </w:r>
    </w:p>
    <w:p w:rsidR="00B5154A" w:rsidRDefault="00B5154A" w:rsidP="00B5154A">
      <w:r>
        <w:t>186.3113</w:t>
      </w:r>
      <w:r>
        <w:tab/>
        <w:t>3.038e0</w:t>
      </w:r>
    </w:p>
    <w:p w:rsidR="00B5154A" w:rsidRDefault="00B5154A" w:rsidP="00B5154A">
      <w:r>
        <w:t>186.3553</w:t>
      </w:r>
      <w:r>
        <w:tab/>
        <w:t>2.025e0</w:t>
      </w:r>
    </w:p>
    <w:p w:rsidR="00B5154A" w:rsidRDefault="00B5154A" w:rsidP="00B5154A">
      <w:r>
        <w:t>186.4106</w:t>
      </w:r>
      <w:r>
        <w:tab/>
        <w:t>3.038e0</w:t>
      </w:r>
    </w:p>
    <w:p w:rsidR="00B5154A" w:rsidRDefault="00B5154A" w:rsidP="00B5154A">
      <w:r>
        <w:t>186.4313</w:t>
      </w:r>
      <w:r>
        <w:tab/>
        <w:t>1.013e0</w:t>
      </w:r>
    </w:p>
    <w:p w:rsidR="00B5154A" w:rsidRDefault="00B5154A" w:rsidP="00B5154A">
      <w:r>
        <w:t>186.4729</w:t>
      </w:r>
      <w:r>
        <w:tab/>
        <w:t>2.025e0</w:t>
      </w:r>
    </w:p>
    <w:p w:rsidR="00B5154A" w:rsidRDefault="00B5154A" w:rsidP="00B5154A">
      <w:r>
        <w:t>186.5044</w:t>
      </w:r>
      <w:r>
        <w:tab/>
        <w:t>1.013e0</w:t>
      </w:r>
    </w:p>
    <w:p w:rsidR="00B5154A" w:rsidRDefault="00B5154A" w:rsidP="00B5154A">
      <w:r>
        <w:t>186.5549</w:t>
      </w:r>
      <w:r>
        <w:tab/>
        <w:t>5.063e0</w:t>
      </w:r>
    </w:p>
    <w:p w:rsidR="00B5154A" w:rsidRDefault="00B5154A" w:rsidP="00B5154A">
      <w:r>
        <w:t>186.5906</w:t>
      </w:r>
      <w:r>
        <w:tab/>
        <w:t>2.025e0</w:t>
      </w:r>
    </w:p>
    <w:p w:rsidR="00B5154A" w:rsidRDefault="00B5154A" w:rsidP="00B5154A">
      <w:r>
        <w:t>186.6371</w:t>
      </w:r>
      <w:r>
        <w:tab/>
        <w:t>3.038e0</w:t>
      </w:r>
    </w:p>
    <w:p w:rsidR="00B5154A" w:rsidRDefault="00B5154A" w:rsidP="00B5154A">
      <w:r>
        <w:t>186.6641</w:t>
      </w:r>
      <w:r>
        <w:tab/>
        <w:t>1.013e0</w:t>
      </w:r>
    </w:p>
    <w:p w:rsidR="00B5154A" w:rsidRDefault="00B5154A" w:rsidP="00B5154A">
      <w:r>
        <w:t>186.7071</w:t>
      </w:r>
      <w:r>
        <w:tab/>
        <w:t>1.013e0</w:t>
      </w:r>
    </w:p>
    <w:p w:rsidR="00B5154A" w:rsidRDefault="00B5154A" w:rsidP="00B5154A">
      <w:r>
        <w:t>186.7488</w:t>
      </w:r>
      <w:r>
        <w:tab/>
        <w:t>2.025e0</w:t>
      </w:r>
    </w:p>
    <w:p w:rsidR="00B5154A" w:rsidRDefault="00B5154A" w:rsidP="00B5154A">
      <w:r>
        <w:t>186.7726</w:t>
      </w:r>
      <w:r>
        <w:tab/>
        <w:t>2.025e0</w:t>
      </w:r>
    </w:p>
    <w:p w:rsidR="00B5154A" w:rsidRDefault="00B5154A" w:rsidP="00B5154A">
      <w:r>
        <w:t>186.7912</w:t>
      </w:r>
      <w:r>
        <w:tab/>
        <w:t>2.025e0</w:t>
      </w:r>
    </w:p>
    <w:p w:rsidR="00B5154A" w:rsidRDefault="00B5154A" w:rsidP="00B5154A">
      <w:r>
        <w:lastRenderedPageBreak/>
        <w:t>186.8190</w:t>
      </w:r>
      <w:r>
        <w:tab/>
        <w:t>3.038e0</w:t>
      </w:r>
    </w:p>
    <w:p w:rsidR="00B5154A" w:rsidRDefault="00B5154A" w:rsidP="00B5154A">
      <w:r>
        <w:t>186.8665</w:t>
      </w:r>
      <w:r>
        <w:tab/>
        <w:t>2.025e0</w:t>
      </w:r>
    </w:p>
    <w:p w:rsidR="00B5154A" w:rsidRDefault="00B5154A" w:rsidP="00B5154A">
      <w:r>
        <w:t>186.9144</w:t>
      </w:r>
      <w:r>
        <w:tab/>
        <w:t>1.013e0</w:t>
      </w:r>
    </w:p>
    <w:p w:rsidR="00B5154A" w:rsidRDefault="00B5154A" w:rsidP="00B5154A">
      <w:r>
        <w:t>186.9781</w:t>
      </w:r>
      <w:r>
        <w:tab/>
        <w:t>4.051e0</w:t>
      </w:r>
    </w:p>
    <w:p w:rsidR="00B5154A" w:rsidRDefault="00B5154A" w:rsidP="00B5154A">
      <w:r>
        <w:t>187.0117</w:t>
      </w:r>
      <w:r>
        <w:tab/>
        <w:t>1.013e0</w:t>
      </w:r>
    </w:p>
    <w:p w:rsidR="00B5154A" w:rsidRDefault="00B5154A" w:rsidP="00B5154A">
      <w:r>
        <w:t>187.0747</w:t>
      </w:r>
      <w:r>
        <w:tab/>
        <w:t>3.362e0</w:t>
      </w:r>
    </w:p>
    <w:p w:rsidR="00B5154A" w:rsidRDefault="00B5154A" w:rsidP="00B5154A">
      <w:r>
        <w:t>187.0976</w:t>
      </w:r>
      <w:r>
        <w:tab/>
        <w:t>1.318e1</w:t>
      </w:r>
    </w:p>
    <w:p w:rsidR="00B5154A" w:rsidRDefault="00B5154A" w:rsidP="00B5154A">
      <w:r>
        <w:t>187.1407</w:t>
      </w:r>
      <w:r>
        <w:tab/>
        <w:t>1.158e0</w:t>
      </w:r>
    </w:p>
    <w:p w:rsidR="00B5154A" w:rsidRDefault="00B5154A" w:rsidP="00B5154A">
      <w:r>
        <w:t>187.1796</w:t>
      </w:r>
      <w:r>
        <w:tab/>
        <w:t>2.848e0</w:t>
      </w:r>
    </w:p>
    <w:p w:rsidR="00B5154A" w:rsidRDefault="00B5154A" w:rsidP="00B5154A">
      <w:r>
        <w:t>187.2316</w:t>
      </w:r>
      <w:r>
        <w:tab/>
        <w:t>7.798e0</w:t>
      </w:r>
    </w:p>
    <w:p w:rsidR="00B5154A" w:rsidRDefault="00B5154A" w:rsidP="00B5154A">
      <w:r>
        <w:t>187.2592</w:t>
      </w:r>
      <w:r>
        <w:tab/>
        <w:t>2.025e0</w:t>
      </w:r>
    </w:p>
    <w:p w:rsidR="00B5154A" w:rsidRDefault="00B5154A" w:rsidP="00B5154A">
      <w:r>
        <w:t>187.3042</w:t>
      </w:r>
      <w:r>
        <w:tab/>
        <w:t>3.038e0</w:t>
      </w:r>
    </w:p>
    <w:p w:rsidR="00B5154A" w:rsidRDefault="00B5154A" w:rsidP="00B5154A">
      <w:r>
        <w:t>187.3446</w:t>
      </w:r>
      <w:r>
        <w:tab/>
        <w:t>5.063e0</w:t>
      </w:r>
    </w:p>
    <w:p w:rsidR="00B5154A" w:rsidRDefault="00B5154A" w:rsidP="00B5154A">
      <w:r>
        <w:t>187.4008</w:t>
      </w:r>
      <w:r>
        <w:tab/>
        <w:t>2.025e0</w:t>
      </w:r>
    </w:p>
    <w:p w:rsidR="00B5154A" w:rsidRDefault="00B5154A" w:rsidP="00B5154A">
      <w:r>
        <w:t>187.4263</w:t>
      </w:r>
      <w:r>
        <w:tab/>
        <w:t>2.025e0</w:t>
      </w:r>
    </w:p>
    <w:p w:rsidR="00B5154A" w:rsidRDefault="00B5154A" w:rsidP="00B5154A">
      <w:r>
        <w:t>187.4561</w:t>
      </w:r>
      <w:r>
        <w:tab/>
        <w:t>2.025e0</w:t>
      </w:r>
    </w:p>
    <w:p w:rsidR="00B5154A" w:rsidRDefault="00B5154A" w:rsidP="00B5154A">
      <w:r>
        <w:t>187.4838</w:t>
      </w:r>
      <w:r>
        <w:tab/>
        <w:t>4.051e0</w:t>
      </w:r>
    </w:p>
    <w:p w:rsidR="00B5154A" w:rsidRDefault="00B5154A" w:rsidP="00B5154A">
      <w:r>
        <w:t>187.5273</w:t>
      </w:r>
      <w:r>
        <w:tab/>
        <w:t>6.307e0</w:t>
      </w:r>
    </w:p>
    <w:p w:rsidR="00B5154A" w:rsidRDefault="00B5154A" w:rsidP="00B5154A">
      <w:r>
        <w:t>187.5537</w:t>
      </w:r>
      <w:r>
        <w:tab/>
        <w:t>3.038e0</w:t>
      </w:r>
    </w:p>
    <w:p w:rsidR="00B5154A" w:rsidRDefault="00B5154A" w:rsidP="00B5154A">
      <w:r>
        <w:lastRenderedPageBreak/>
        <w:t>187.5759</w:t>
      </w:r>
      <w:r>
        <w:tab/>
        <w:t>2.025e0</w:t>
      </w:r>
    </w:p>
    <w:p w:rsidR="00B5154A" w:rsidRDefault="00B5154A" w:rsidP="00B5154A">
      <w:r>
        <w:t>187.6376</w:t>
      </w:r>
      <w:r>
        <w:tab/>
        <w:t>1.013e0</w:t>
      </w:r>
    </w:p>
    <w:p w:rsidR="00B5154A" w:rsidRDefault="00B5154A" w:rsidP="00B5154A">
      <w:r>
        <w:t>187.6556</w:t>
      </w:r>
      <w:r>
        <w:tab/>
        <w:t>1.013e0</w:t>
      </w:r>
    </w:p>
    <w:p w:rsidR="00B5154A" w:rsidRDefault="00B5154A" w:rsidP="00B5154A">
      <w:r>
        <w:t>187.6904</w:t>
      </w:r>
      <w:r>
        <w:tab/>
        <w:t>2.025e0</w:t>
      </w:r>
    </w:p>
    <w:p w:rsidR="00B5154A" w:rsidRDefault="00B5154A" w:rsidP="00B5154A">
      <w:r>
        <w:t>187.7287</w:t>
      </w:r>
      <w:r>
        <w:tab/>
        <w:t>3.038e0</w:t>
      </w:r>
    </w:p>
    <w:p w:rsidR="00B5154A" w:rsidRDefault="00B5154A" w:rsidP="00B5154A">
      <w:r>
        <w:t>187.7912</w:t>
      </w:r>
      <w:r>
        <w:tab/>
        <w:t>3.038e0</w:t>
      </w:r>
    </w:p>
    <w:p w:rsidR="00B5154A" w:rsidRDefault="00B5154A" w:rsidP="00B5154A">
      <w:r>
        <w:t>187.8566</w:t>
      </w:r>
      <w:r>
        <w:tab/>
        <w:t>1.013e0</w:t>
      </w:r>
    </w:p>
    <w:p w:rsidR="00B5154A" w:rsidRDefault="00B5154A" w:rsidP="00B5154A">
      <w:r>
        <w:t>187.8870</w:t>
      </w:r>
      <w:r>
        <w:tab/>
        <w:t>3.038e0</w:t>
      </w:r>
    </w:p>
    <w:p w:rsidR="00B5154A" w:rsidRDefault="00B5154A" w:rsidP="00B5154A">
      <w:r>
        <w:t>187.9050</w:t>
      </w:r>
      <w:r>
        <w:tab/>
        <w:t>2.025e0</w:t>
      </w:r>
    </w:p>
    <w:p w:rsidR="00B5154A" w:rsidRDefault="00B5154A" w:rsidP="00B5154A">
      <w:r>
        <w:t>187.9266</w:t>
      </w:r>
      <w:r>
        <w:tab/>
        <w:t>2.025e0</w:t>
      </w:r>
    </w:p>
    <w:p w:rsidR="00B5154A" w:rsidRDefault="00B5154A" w:rsidP="00B5154A">
      <w:r>
        <w:t>187.9873</w:t>
      </w:r>
      <w:r>
        <w:tab/>
        <w:t>4.051e0</w:t>
      </w:r>
    </w:p>
    <w:p w:rsidR="00B5154A" w:rsidRDefault="00B5154A" w:rsidP="00B5154A">
      <w:r>
        <w:t>188.1370</w:t>
      </w:r>
      <w:r>
        <w:tab/>
        <w:t>1.254e0</w:t>
      </w:r>
    </w:p>
    <w:p w:rsidR="00B5154A" w:rsidRDefault="00B5154A" w:rsidP="00B5154A">
      <w:r>
        <w:t>188.1715</w:t>
      </w:r>
      <w:r>
        <w:tab/>
        <w:t>2.142e1</w:t>
      </w:r>
    </w:p>
    <w:p w:rsidR="00B5154A" w:rsidRDefault="00B5154A" w:rsidP="00B5154A">
      <w:r>
        <w:t>188.2409</w:t>
      </w:r>
      <w:r>
        <w:tab/>
        <w:t>2.025e0</w:t>
      </w:r>
    </w:p>
    <w:p w:rsidR="00B5154A" w:rsidRDefault="00B5154A" w:rsidP="00B5154A">
      <w:r>
        <w:t>188.2894</w:t>
      </w:r>
      <w:r>
        <w:tab/>
        <w:t>1.013e0</w:t>
      </w:r>
    </w:p>
    <w:p w:rsidR="00B5154A" w:rsidRDefault="00B5154A" w:rsidP="00B5154A">
      <w:r>
        <w:t>188.3260</w:t>
      </w:r>
      <w:r>
        <w:tab/>
        <w:t>3.038e0</w:t>
      </w:r>
    </w:p>
    <w:p w:rsidR="00B5154A" w:rsidRDefault="00B5154A" w:rsidP="00B5154A">
      <w:r>
        <w:t>188.4134</w:t>
      </w:r>
      <w:r>
        <w:tab/>
        <w:t>1.013e0</w:t>
      </w:r>
    </w:p>
    <w:p w:rsidR="00B5154A" w:rsidRDefault="00B5154A" w:rsidP="00B5154A">
      <w:r>
        <w:t>188.4428</w:t>
      </w:r>
      <w:r>
        <w:tab/>
        <w:t>3.038e0</w:t>
      </w:r>
    </w:p>
    <w:p w:rsidR="00B5154A" w:rsidRDefault="00B5154A" w:rsidP="00B5154A">
      <w:r>
        <w:t>188.4759</w:t>
      </w:r>
      <w:r>
        <w:tab/>
        <w:t>1.013e0</w:t>
      </w:r>
    </w:p>
    <w:p w:rsidR="00B5154A" w:rsidRDefault="00B5154A" w:rsidP="00B5154A">
      <w:r>
        <w:lastRenderedPageBreak/>
        <w:t>188.5083</w:t>
      </w:r>
      <w:r>
        <w:tab/>
        <w:t>4.051e0</w:t>
      </w:r>
    </w:p>
    <w:p w:rsidR="00B5154A" w:rsidRDefault="00B5154A" w:rsidP="00B5154A">
      <w:r>
        <w:t>188.5450</w:t>
      </w:r>
      <w:r>
        <w:tab/>
        <w:t>4.051e0</w:t>
      </w:r>
    </w:p>
    <w:p w:rsidR="00B5154A" w:rsidRDefault="00B5154A" w:rsidP="00B5154A">
      <w:r>
        <w:t>188.5739</w:t>
      </w:r>
      <w:r>
        <w:tab/>
        <w:t>4.051e0</w:t>
      </w:r>
    </w:p>
    <w:p w:rsidR="00B5154A" w:rsidRDefault="00B5154A" w:rsidP="00B5154A">
      <w:r>
        <w:t>188.6470</w:t>
      </w:r>
      <w:r>
        <w:tab/>
        <w:t>3.038e0</w:t>
      </w:r>
    </w:p>
    <w:p w:rsidR="00B5154A" w:rsidRDefault="00B5154A" w:rsidP="00B5154A">
      <w:r>
        <w:t>188.7156</w:t>
      </w:r>
      <w:r>
        <w:tab/>
        <w:t>4.051e0</w:t>
      </w:r>
    </w:p>
    <w:p w:rsidR="00B5154A" w:rsidRDefault="00B5154A" w:rsidP="00B5154A">
      <w:r>
        <w:t>188.7621</w:t>
      </w:r>
      <w:r>
        <w:tab/>
        <w:t>2.025e0</w:t>
      </w:r>
    </w:p>
    <w:p w:rsidR="00B5154A" w:rsidRDefault="00B5154A" w:rsidP="00B5154A">
      <w:r>
        <w:t>188.8423</w:t>
      </w:r>
      <w:r>
        <w:tab/>
        <w:t>6.076e0</w:t>
      </w:r>
    </w:p>
    <w:p w:rsidR="00B5154A" w:rsidRDefault="00B5154A" w:rsidP="00B5154A">
      <w:r>
        <w:t>188.8825</w:t>
      </w:r>
      <w:r>
        <w:tab/>
        <w:t>2.025e0</w:t>
      </w:r>
    </w:p>
    <w:p w:rsidR="00B5154A" w:rsidRDefault="00B5154A" w:rsidP="00B5154A">
      <w:r>
        <w:t>188.9024</w:t>
      </w:r>
      <w:r>
        <w:tab/>
        <w:t>1.013e0</w:t>
      </w:r>
    </w:p>
    <w:p w:rsidR="00B5154A" w:rsidRDefault="00B5154A" w:rsidP="00B5154A">
      <w:r>
        <w:t>188.9386</w:t>
      </w:r>
      <w:r>
        <w:tab/>
        <w:t>1.013e0</w:t>
      </w:r>
    </w:p>
    <w:p w:rsidR="00B5154A" w:rsidRDefault="00B5154A" w:rsidP="00B5154A">
      <w:r>
        <w:t>188.9687</w:t>
      </w:r>
      <w:r>
        <w:tab/>
        <w:t>1.013e0</w:t>
      </w:r>
    </w:p>
    <w:p w:rsidR="00B5154A" w:rsidRDefault="00B5154A" w:rsidP="00B5154A">
      <w:r>
        <w:t>188.9868</w:t>
      </w:r>
      <w:r>
        <w:tab/>
        <w:t>1.013e0</w:t>
      </w:r>
    </w:p>
    <w:p w:rsidR="00B5154A" w:rsidRDefault="00B5154A" w:rsidP="00B5154A">
      <w:r>
        <w:t>189.0918</w:t>
      </w:r>
      <w:r>
        <w:tab/>
        <w:t>1.139e1</w:t>
      </w:r>
    </w:p>
    <w:p w:rsidR="00B5154A" w:rsidRDefault="00B5154A" w:rsidP="00B5154A">
      <w:r>
        <w:t>189.1552</w:t>
      </w:r>
      <w:r>
        <w:tab/>
        <w:t>4.999e0</w:t>
      </w:r>
    </w:p>
    <w:p w:rsidR="00B5154A" w:rsidRDefault="00B5154A" w:rsidP="00B5154A">
      <w:r>
        <w:t>189.1920</w:t>
      </w:r>
      <w:r>
        <w:tab/>
        <w:t>2.930e0</w:t>
      </w:r>
    </w:p>
    <w:p w:rsidR="00B5154A" w:rsidRDefault="00B5154A" w:rsidP="00B5154A">
      <w:r>
        <w:t>189.2122</w:t>
      </w:r>
      <w:r>
        <w:tab/>
        <w:t>2.933e0</w:t>
      </w:r>
    </w:p>
    <w:p w:rsidR="00B5154A" w:rsidRDefault="00B5154A" w:rsidP="00B5154A">
      <w:r>
        <w:t>189.2640</w:t>
      </w:r>
      <w:r>
        <w:tab/>
        <w:t>1.013e0</w:t>
      </w:r>
    </w:p>
    <w:p w:rsidR="00B5154A" w:rsidRDefault="00B5154A" w:rsidP="00B5154A">
      <w:r>
        <w:t>189.2847</w:t>
      </w:r>
      <w:r>
        <w:tab/>
        <w:t>3.038e0</w:t>
      </w:r>
    </w:p>
    <w:p w:rsidR="00B5154A" w:rsidRDefault="00B5154A" w:rsidP="00B5154A">
      <w:r>
        <w:t>189.3463</w:t>
      </w:r>
      <w:r>
        <w:tab/>
        <w:t>6.076e0</w:t>
      </w:r>
    </w:p>
    <w:p w:rsidR="00B5154A" w:rsidRDefault="00B5154A" w:rsidP="00B5154A">
      <w:r>
        <w:lastRenderedPageBreak/>
        <w:t>189.3737</w:t>
      </w:r>
      <w:r>
        <w:tab/>
        <w:t>1.013e0</w:t>
      </w:r>
    </w:p>
    <w:p w:rsidR="00B5154A" w:rsidRDefault="00B5154A" w:rsidP="00B5154A">
      <w:r>
        <w:t>189.4292</w:t>
      </w:r>
      <w:r>
        <w:tab/>
        <w:t>4.051e0</w:t>
      </w:r>
    </w:p>
    <w:p w:rsidR="00B5154A" w:rsidRDefault="00B5154A" w:rsidP="00B5154A">
      <w:r>
        <w:t>189.4619</w:t>
      </w:r>
      <w:r>
        <w:tab/>
        <w:t>1.013e0</w:t>
      </w:r>
    </w:p>
    <w:p w:rsidR="00B5154A" w:rsidRDefault="00B5154A" w:rsidP="00B5154A">
      <w:r>
        <w:t>189.4799</w:t>
      </w:r>
      <w:r>
        <w:tab/>
        <w:t>2.025e0</w:t>
      </w:r>
    </w:p>
    <w:p w:rsidR="00B5154A" w:rsidRDefault="00B5154A" w:rsidP="00B5154A">
      <w:r>
        <w:t>189.5195</w:t>
      </w:r>
      <w:r>
        <w:tab/>
        <w:t>1.013e0</w:t>
      </w:r>
    </w:p>
    <w:p w:rsidR="00B5154A" w:rsidRDefault="00B5154A" w:rsidP="00B5154A">
      <w:r>
        <w:t>189.5481</w:t>
      </w:r>
      <w:r>
        <w:tab/>
        <w:t>3.038e0</w:t>
      </w:r>
    </w:p>
    <w:p w:rsidR="00B5154A" w:rsidRDefault="00B5154A" w:rsidP="00B5154A">
      <w:r>
        <w:t>189.5879</w:t>
      </w:r>
      <w:r>
        <w:tab/>
        <w:t>2.025e0</w:t>
      </w:r>
    </w:p>
    <w:p w:rsidR="00B5154A" w:rsidRDefault="00B5154A" w:rsidP="00B5154A">
      <w:r>
        <w:t>189.6392</w:t>
      </w:r>
      <w:r>
        <w:tab/>
        <w:t>3.038e0</w:t>
      </w:r>
    </w:p>
    <w:p w:rsidR="00B5154A" w:rsidRDefault="00B5154A" w:rsidP="00B5154A">
      <w:r>
        <w:t>189.6888</w:t>
      </w:r>
      <w:r>
        <w:tab/>
        <w:t>1.013e0</w:t>
      </w:r>
    </w:p>
    <w:p w:rsidR="00B5154A" w:rsidRDefault="00B5154A" w:rsidP="00B5154A">
      <w:r>
        <w:t>189.7416</w:t>
      </w:r>
      <w:r>
        <w:tab/>
        <w:t>3.038e0</w:t>
      </w:r>
    </w:p>
    <w:p w:rsidR="00B5154A" w:rsidRDefault="00B5154A" w:rsidP="00B5154A">
      <w:r>
        <w:t>189.8115</w:t>
      </w:r>
      <w:r>
        <w:tab/>
        <w:t>5.063e0</w:t>
      </w:r>
    </w:p>
    <w:p w:rsidR="00B5154A" w:rsidRDefault="00B5154A" w:rsidP="00B5154A">
      <w:r>
        <w:t>189.8581</w:t>
      </w:r>
      <w:r>
        <w:tab/>
        <w:t>2.025e0</w:t>
      </w:r>
    </w:p>
    <w:p w:rsidR="00B5154A" w:rsidRDefault="00B5154A" w:rsidP="00B5154A">
      <w:r>
        <w:t>189.8989</w:t>
      </w:r>
      <w:r>
        <w:tab/>
        <w:t>2.025e0</w:t>
      </w:r>
    </w:p>
    <w:p w:rsidR="00B5154A" w:rsidRDefault="00B5154A" w:rsidP="00B5154A">
      <w:r>
        <w:t>189.9700</w:t>
      </w:r>
      <w:r>
        <w:tab/>
        <w:t>1.505e1</w:t>
      </w:r>
    </w:p>
    <w:p w:rsidR="00B5154A" w:rsidRDefault="00B5154A" w:rsidP="00B5154A">
      <w:r>
        <w:t>190.0263</w:t>
      </w:r>
      <w:r>
        <w:tab/>
        <w:t>2.874e1</w:t>
      </w:r>
    </w:p>
    <w:p w:rsidR="00B5154A" w:rsidRDefault="00B5154A" w:rsidP="00B5154A">
      <w:r>
        <w:t>190.0989</w:t>
      </w:r>
      <w:r>
        <w:tab/>
        <w:t>5.409e0</w:t>
      </w:r>
    </w:p>
    <w:p w:rsidR="00B5154A" w:rsidRDefault="00B5154A" w:rsidP="00B5154A">
      <w:r>
        <w:t>190.1461</w:t>
      </w:r>
      <w:r>
        <w:tab/>
        <w:t>2.111e1</w:t>
      </w:r>
    </w:p>
    <w:p w:rsidR="00B5154A" w:rsidRDefault="00B5154A" w:rsidP="00B5154A">
      <w:r>
        <w:t>190.1838</w:t>
      </w:r>
      <w:r>
        <w:tab/>
        <w:t>3.679e1</w:t>
      </w:r>
    </w:p>
    <w:p w:rsidR="00B5154A" w:rsidRDefault="00B5154A" w:rsidP="00B5154A">
      <w:r>
        <w:t>190.2442</w:t>
      </w:r>
      <w:r>
        <w:tab/>
        <w:t>4.289e0</w:t>
      </w:r>
    </w:p>
    <w:p w:rsidR="00B5154A" w:rsidRDefault="00B5154A" w:rsidP="00B5154A">
      <w:r>
        <w:lastRenderedPageBreak/>
        <w:t>190.2705</w:t>
      </w:r>
      <w:r>
        <w:tab/>
        <w:t>4.825e0</w:t>
      </w:r>
    </w:p>
    <w:p w:rsidR="00B5154A" w:rsidRDefault="00B5154A" w:rsidP="00B5154A">
      <w:r>
        <w:t>190.2953</w:t>
      </w:r>
      <w:r>
        <w:tab/>
        <w:t>3.038e0</w:t>
      </w:r>
    </w:p>
    <w:p w:rsidR="00B5154A" w:rsidRDefault="00B5154A" w:rsidP="00B5154A">
      <w:r>
        <w:t>190.3663</w:t>
      </w:r>
      <w:r>
        <w:tab/>
        <w:t>2.025e0</w:t>
      </w:r>
    </w:p>
    <w:p w:rsidR="00B5154A" w:rsidRDefault="00B5154A" w:rsidP="00B5154A">
      <w:r>
        <w:t>190.4024</w:t>
      </w:r>
      <w:r>
        <w:tab/>
        <w:t>1.013e0</w:t>
      </w:r>
    </w:p>
    <w:p w:rsidR="00B5154A" w:rsidRDefault="00B5154A" w:rsidP="00B5154A">
      <w:r>
        <w:t>190.4321</w:t>
      </w:r>
      <w:r>
        <w:tab/>
        <w:t>3.384e0</w:t>
      </w:r>
    </w:p>
    <w:p w:rsidR="00B5154A" w:rsidRDefault="00B5154A" w:rsidP="00B5154A">
      <w:r>
        <w:t>190.4643</w:t>
      </w:r>
      <w:r>
        <w:tab/>
        <w:t>4.051e0</w:t>
      </w:r>
    </w:p>
    <w:p w:rsidR="00B5154A" w:rsidRDefault="00B5154A" w:rsidP="00B5154A">
      <w:r>
        <w:t>190.5056</w:t>
      </w:r>
      <w:r>
        <w:tab/>
        <w:t>2.578e0</w:t>
      </w:r>
    </w:p>
    <w:p w:rsidR="00B5154A" w:rsidRDefault="00B5154A" w:rsidP="00B5154A">
      <w:r>
        <w:t>190.5506</w:t>
      </w:r>
      <w:r>
        <w:tab/>
        <w:t>2.025e0</w:t>
      </w:r>
    </w:p>
    <w:p w:rsidR="00B5154A" w:rsidRDefault="00B5154A" w:rsidP="00B5154A">
      <w:r>
        <w:t>190.5805</w:t>
      </w:r>
      <w:r>
        <w:tab/>
        <w:t>2.025e0</w:t>
      </w:r>
    </w:p>
    <w:p w:rsidR="00B5154A" w:rsidRDefault="00B5154A" w:rsidP="00B5154A">
      <w:r>
        <w:t>190.6026</w:t>
      </w:r>
      <w:r>
        <w:tab/>
        <w:t>2.025e0</w:t>
      </w:r>
    </w:p>
    <w:p w:rsidR="00B5154A" w:rsidRDefault="00B5154A" w:rsidP="00B5154A">
      <w:r>
        <w:t>190.6206</w:t>
      </w:r>
      <w:r>
        <w:tab/>
        <w:t>2.025e0</w:t>
      </w:r>
    </w:p>
    <w:p w:rsidR="00B5154A" w:rsidRDefault="00B5154A" w:rsidP="00B5154A">
      <w:r>
        <w:t>190.6516</w:t>
      </w:r>
      <w:r>
        <w:tab/>
        <w:t>5.063e0</w:t>
      </w:r>
    </w:p>
    <w:p w:rsidR="00B5154A" w:rsidRDefault="00B5154A" w:rsidP="00B5154A">
      <w:r>
        <w:t>190.6914</w:t>
      </w:r>
      <w:r>
        <w:tab/>
        <w:t>4.051e0</w:t>
      </w:r>
    </w:p>
    <w:p w:rsidR="00B5154A" w:rsidRDefault="00B5154A" w:rsidP="00B5154A">
      <w:r>
        <w:t>190.7262</w:t>
      </w:r>
      <w:r>
        <w:tab/>
        <w:t>3.038e0</w:t>
      </w:r>
    </w:p>
    <w:p w:rsidR="00B5154A" w:rsidRDefault="00B5154A" w:rsidP="00B5154A">
      <w:r>
        <w:t>190.7762</w:t>
      </w:r>
      <w:r>
        <w:tab/>
        <w:t>1.013e0</w:t>
      </w:r>
    </w:p>
    <w:p w:rsidR="00B5154A" w:rsidRDefault="00B5154A" w:rsidP="00B5154A">
      <w:r>
        <w:t>190.8254</w:t>
      </w:r>
      <w:r>
        <w:tab/>
        <w:t>3.038e0</w:t>
      </w:r>
    </w:p>
    <w:p w:rsidR="00B5154A" w:rsidRDefault="00B5154A" w:rsidP="00B5154A">
      <w:r>
        <w:t>190.8480</w:t>
      </w:r>
      <w:r>
        <w:tab/>
        <w:t>2.025e0</w:t>
      </w:r>
    </w:p>
    <w:p w:rsidR="00B5154A" w:rsidRDefault="00B5154A" w:rsidP="00B5154A">
      <w:r>
        <w:t>190.9013</w:t>
      </w:r>
      <w:r>
        <w:tab/>
        <w:t>2.025e0</w:t>
      </w:r>
    </w:p>
    <w:p w:rsidR="00B5154A" w:rsidRDefault="00B5154A" w:rsidP="00B5154A">
      <w:r>
        <w:t>190.9283</w:t>
      </w:r>
      <w:r>
        <w:tab/>
        <w:t>4.480e0</w:t>
      </w:r>
    </w:p>
    <w:p w:rsidR="00B5154A" w:rsidRDefault="00B5154A" w:rsidP="00B5154A">
      <w:r>
        <w:lastRenderedPageBreak/>
        <w:t>190.9854</w:t>
      </w:r>
      <w:r>
        <w:tab/>
        <w:t>2.885e1</w:t>
      </w:r>
    </w:p>
    <w:p w:rsidR="00B5154A" w:rsidRDefault="00B5154A" w:rsidP="00B5154A">
      <w:r>
        <w:t>191.0293</w:t>
      </w:r>
      <w:r>
        <w:tab/>
        <w:t>2.629e0</w:t>
      </w:r>
    </w:p>
    <w:p w:rsidR="00B5154A" w:rsidRDefault="00B5154A" w:rsidP="00B5154A">
      <w:r>
        <w:t>191.0771</w:t>
      </w:r>
      <w:r>
        <w:tab/>
        <w:t>3.659e2</w:t>
      </w:r>
    </w:p>
    <w:p w:rsidR="00B5154A" w:rsidRDefault="00B5154A" w:rsidP="00B5154A">
      <w:r>
        <w:t>191.1656</w:t>
      </w:r>
      <w:r>
        <w:tab/>
        <w:t>7.457e0</w:t>
      </w:r>
    </w:p>
    <w:p w:rsidR="00B5154A" w:rsidRDefault="00B5154A" w:rsidP="00B5154A">
      <w:r>
        <w:t>191.1822</w:t>
      </w:r>
      <w:r>
        <w:tab/>
        <w:t>5.704e0</w:t>
      </w:r>
    </w:p>
    <w:p w:rsidR="00B5154A" w:rsidRDefault="00B5154A" w:rsidP="00B5154A">
      <w:r>
        <w:t>191.2287</w:t>
      </w:r>
      <w:r>
        <w:tab/>
        <w:t>4.051e0</w:t>
      </w:r>
    </w:p>
    <w:p w:rsidR="00B5154A" w:rsidRDefault="00B5154A" w:rsidP="00B5154A">
      <w:r>
        <w:t>191.3030</w:t>
      </w:r>
      <w:r>
        <w:tab/>
        <w:t>2.025e0</w:t>
      </w:r>
    </w:p>
    <w:p w:rsidR="00B5154A" w:rsidRDefault="00B5154A" w:rsidP="00B5154A">
      <w:r>
        <w:t>191.3274</w:t>
      </w:r>
      <w:r>
        <w:tab/>
        <w:t>1.013e0</w:t>
      </w:r>
    </w:p>
    <w:p w:rsidR="00B5154A" w:rsidRDefault="00B5154A" w:rsidP="00B5154A">
      <w:r>
        <w:t>191.3715</w:t>
      </w:r>
      <w:r>
        <w:tab/>
        <w:t>1.013e0</w:t>
      </w:r>
    </w:p>
    <w:p w:rsidR="00B5154A" w:rsidRDefault="00B5154A" w:rsidP="00B5154A">
      <w:r>
        <w:t>191.3986</w:t>
      </w:r>
      <w:r>
        <w:tab/>
        <w:t>2.025e0</w:t>
      </w:r>
    </w:p>
    <w:p w:rsidR="00B5154A" w:rsidRDefault="00B5154A" w:rsidP="00B5154A">
      <w:r>
        <w:t>191.4663</w:t>
      </w:r>
      <w:r>
        <w:tab/>
        <w:t>2.430e0</w:t>
      </w:r>
    </w:p>
    <w:p w:rsidR="00B5154A" w:rsidRDefault="00B5154A" w:rsidP="00B5154A">
      <w:r>
        <w:t>191.4881</w:t>
      </w:r>
      <w:r>
        <w:tab/>
        <w:t>3.698e0</w:t>
      </w:r>
    </w:p>
    <w:p w:rsidR="00B5154A" w:rsidRDefault="00B5154A" w:rsidP="00B5154A">
      <w:r>
        <w:t>191.5418</w:t>
      </w:r>
      <w:r>
        <w:tab/>
        <w:t>3.038e0</w:t>
      </w:r>
    </w:p>
    <w:p w:rsidR="00B5154A" w:rsidRDefault="00B5154A" w:rsidP="00B5154A">
      <w:r>
        <w:t>191.5685</w:t>
      </w:r>
      <w:r>
        <w:tab/>
        <w:t>2.025e0</w:t>
      </w:r>
    </w:p>
    <w:p w:rsidR="00B5154A" w:rsidRDefault="00B5154A" w:rsidP="00B5154A">
      <w:r>
        <w:t>191.6236</w:t>
      </w:r>
      <w:r>
        <w:tab/>
        <w:t>3.038e0</w:t>
      </w:r>
    </w:p>
    <w:p w:rsidR="00B5154A" w:rsidRDefault="00B5154A" w:rsidP="00B5154A">
      <w:r>
        <w:t>191.6502</w:t>
      </w:r>
      <w:r>
        <w:tab/>
        <w:t>5.063e0</w:t>
      </w:r>
    </w:p>
    <w:p w:rsidR="00B5154A" w:rsidRDefault="00B5154A" w:rsidP="00B5154A">
      <w:r>
        <w:t>191.6859</w:t>
      </w:r>
      <w:r>
        <w:tab/>
        <w:t>3.727e0</w:t>
      </w:r>
    </w:p>
    <w:p w:rsidR="00B5154A" w:rsidRDefault="00B5154A" w:rsidP="00B5154A">
      <w:r>
        <w:t>191.7403</w:t>
      </w:r>
      <w:r>
        <w:tab/>
        <w:t>5.063e0</w:t>
      </w:r>
    </w:p>
    <w:p w:rsidR="00B5154A" w:rsidRDefault="00B5154A" w:rsidP="00B5154A">
      <w:r>
        <w:t>191.7763</w:t>
      </w:r>
      <w:r>
        <w:tab/>
        <w:t>1.013e0</w:t>
      </w:r>
    </w:p>
    <w:p w:rsidR="00B5154A" w:rsidRDefault="00B5154A" w:rsidP="00B5154A">
      <w:r>
        <w:lastRenderedPageBreak/>
        <w:t>191.7989</w:t>
      </w:r>
      <w:r>
        <w:tab/>
        <w:t>3.038e0</w:t>
      </w:r>
    </w:p>
    <w:p w:rsidR="00B5154A" w:rsidRDefault="00B5154A" w:rsidP="00B5154A">
      <w:r>
        <w:t>191.8495</w:t>
      </w:r>
      <w:r>
        <w:tab/>
        <w:t>8.101e0</w:t>
      </w:r>
    </w:p>
    <w:p w:rsidR="00B5154A" w:rsidRDefault="00B5154A" w:rsidP="00B5154A">
      <w:r>
        <w:t>191.9083</w:t>
      </w:r>
      <w:r>
        <w:tab/>
        <w:t>2.025e0</w:t>
      </w:r>
    </w:p>
    <w:p w:rsidR="00B5154A" w:rsidRDefault="00B5154A" w:rsidP="00B5154A">
      <w:r>
        <w:t>191.9463</w:t>
      </w:r>
      <w:r>
        <w:tab/>
        <w:t>5.063e0</w:t>
      </w:r>
    </w:p>
    <w:p w:rsidR="00B5154A" w:rsidRDefault="00B5154A" w:rsidP="00B5154A">
      <w:r>
        <w:t>191.9789</w:t>
      </w:r>
      <w:r>
        <w:tab/>
        <w:t>4.051e0</w:t>
      </w:r>
    </w:p>
    <w:p w:rsidR="00B5154A" w:rsidRDefault="00B5154A" w:rsidP="00B5154A">
      <w:r>
        <w:t>192.0185</w:t>
      </w:r>
      <w:r>
        <w:tab/>
        <w:t>5.063e0</w:t>
      </w:r>
    </w:p>
    <w:p w:rsidR="00B5154A" w:rsidRDefault="00B5154A" w:rsidP="00B5154A">
      <w:r>
        <w:t>192.0717</w:t>
      </w:r>
      <w:r>
        <w:tab/>
        <w:t>9.270e1</w:t>
      </w:r>
    </w:p>
    <w:p w:rsidR="00B5154A" w:rsidRDefault="00B5154A" w:rsidP="00B5154A">
      <w:r>
        <w:t>192.1463</w:t>
      </w:r>
      <w:r>
        <w:tab/>
        <w:t>1.354e1</w:t>
      </w:r>
    </w:p>
    <w:p w:rsidR="00B5154A" w:rsidRDefault="00B5154A" w:rsidP="00B5154A">
      <w:r>
        <w:t>192.2229</w:t>
      </w:r>
      <w:r>
        <w:tab/>
        <w:t>2.025e0</w:t>
      </w:r>
    </w:p>
    <w:p w:rsidR="00B5154A" w:rsidRDefault="00B5154A" w:rsidP="00B5154A">
      <w:r>
        <w:t>192.2549</w:t>
      </w:r>
      <w:r>
        <w:tab/>
        <w:t>4.051e0</w:t>
      </w:r>
    </w:p>
    <w:p w:rsidR="00B5154A" w:rsidRDefault="00B5154A" w:rsidP="00B5154A">
      <w:r>
        <w:t>192.3007</w:t>
      </w:r>
      <w:r>
        <w:tab/>
        <w:t>2.025e0</w:t>
      </w:r>
    </w:p>
    <w:p w:rsidR="00B5154A" w:rsidRDefault="00B5154A" w:rsidP="00B5154A">
      <w:r>
        <w:t>192.3483</w:t>
      </w:r>
      <w:r>
        <w:tab/>
        <w:t>2.025e0</w:t>
      </w:r>
    </w:p>
    <w:p w:rsidR="00B5154A" w:rsidRDefault="00B5154A" w:rsidP="00B5154A">
      <w:r>
        <w:t>192.3819</w:t>
      </w:r>
      <w:r>
        <w:tab/>
        <w:t>2.025e0</w:t>
      </w:r>
    </w:p>
    <w:p w:rsidR="00B5154A" w:rsidRDefault="00B5154A" w:rsidP="00B5154A">
      <w:r>
        <w:t>192.4454</w:t>
      </w:r>
      <w:r>
        <w:tab/>
        <w:t>1.013e0</w:t>
      </w:r>
    </w:p>
    <w:p w:rsidR="00B5154A" w:rsidRDefault="00B5154A" w:rsidP="00B5154A">
      <w:r>
        <w:t>192.4662</w:t>
      </w:r>
      <w:r>
        <w:tab/>
        <w:t>2.025e0</w:t>
      </w:r>
    </w:p>
    <w:p w:rsidR="00B5154A" w:rsidRDefault="00B5154A" w:rsidP="00B5154A">
      <w:r>
        <w:t>192.5029</w:t>
      </w:r>
      <w:r>
        <w:tab/>
        <w:t>4.051e0</w:t>
      </w:r>
    </w:p>
    <w:p w:rsidR="00B5154A" w:rsidRDefault="00B5154A" w:rsidP="00B5154A">
      <w:r>
        <w:t>192.5471</w:t>
      </w:r>
      <w:r>
        <w:tab/>
        <w:t>4.051e0</w:t>
      </w:r>
    </w:p>
    <w:p w:rsidR="00B5154A" w:rsidRDefault="00B5154A" w:rsidP="00B5154A">
      <w:r>
        <w:t>192.5751</w:t>
      </w:r>
      <w:r>
        <w:tab/>
        <w:t>3.038e0</w:t>
      </w:r>
    </w:p>
    <w:p w:rsidR="00B5154A" w:rsidRDefault="00B5154A" w:rsidP="00B5154A">
      <w:r>
        <w:t>192.5948</w:t>
      </w:r>
      <w:r>
        <w:tab/>
        <w:t>3.038e0</w:t>
      </w:r>
    </w:p>
    <w:p w:rsidR="00B5154A" w:rsidRDefault="00B5154A" w:rsidP="00B5154A">
      <w:r>
        <w:lastRenderedPageBreak/>
        <w:t>192.6247</w:t>
      </w:r>
      <w:r>
        <w:tab/>
        <w:t>2.025e0</w:t>
      </w:r>
    </w:p>
    <w:p w:rsidR="00B5154A" w:rsidRDefault="00B5154A" w:rsidP="00B5154A">
      <w:r>
        <w:t>192.6445</w:t>
      </w:r>
      <w:r>
        <w:tab/>
        <w:t>1.013e0</w:t>
      </w:r>
    </w:p>
    <w:p w:rsidR="00B5154A" w:rsidRDefault="00B5154A" w:rsidP="00B5154A">
      <w:r>
        <w:t>192.6749</w:t>
      </w:r>
      <w:r>
        <w:tab/>
        <w:t>1.013e0</w:t>
      </w:r>
    </w:p>
    <w:p w:rsidR="00B5154A" w:rsidRDefault="00B5154A" w:rsidP="00B5154A">
      <w:r>
        <w:t>192.7250</w:t>
      </w:r>
      <w:r>
        <w:tab/>
        <w:t>4.051e0</w:t>
      </w:r>
    </w:p>
    <w:p w:rsidR="00B5154A" w:rsidRDefault="00B5154A" w:rsidP="00B5154A">
      <w:r>
        <w:t>192.7725</w:t>
      </w:r>
      <w:r>
        <w:tab/>
        <w:t>2.025e0</w:t>
      </w:r>
    </w:p>
    <w:p w:rsidR="00B5154A" w:rsidRDefault="00B5154A" w:rsidP="00B5154A">
      <w:r>
        <w:t>192.8003</w:t>
      </w:r>
      <w:r>
        <w:tab/>
        <w:t>4.051e0</w:t>
      </w:r>
    </w:p>
    <w:p w:rsidR="00B5154A" w:rsidRDefault="00B5154A" w:rsidP="00B5154A">
      <w:r>
        <w:t>192.8170</w:t>
      </w:r>
      <w:r>
        <w:tab/>
        <w:t>3.625e0</w:t>
      </w:r>
    </w:p>
    <w:p w:rsidR="00B5154A" w:rsidRDefault="00B5154A" w:rsidP="00B5154A">
      <w:r>
        <w:t>192.8340</w:t>
      </w:r>
      <w:r>
        <w:tab/>
        <w:t>3.469e0</w:t>
      </w:r>
    </w:p>
    <w:p w:rsidR="00B5154A" w:rsidRDefault="00B5154A" w:rsidP="00B5154A">
      <w:r>
        <w:t>192.8743</w:t>
      </w:r>
      <w:r>
        <w:tab/>
        <w:t>5.103e0</w:t>
      </w:r>
    </w:p>
    <w:p w:rsidR="00B5154A" w:rsidRDefault="00B5154A" w:rsidP="00B5154A">
      <w:r>
        <w:t>192.9276</w:t>
      </w:r>
      <w:r>
        <w:tab/>
        <w:t>3.038e0</w:t>
      </w:r>
    </w:p>
    <w:p w:rsidR="00B5154A" w:rsidRDefault="00B5154A" w:rsidP="00B5154A">
      <w:r>
        <w:t>192.9806</w:t>
      </w:r>
      <w:r>
        <w:tab/>
        <w:t>9.468e0</w:t>
      </w:r>
    </w:p>
    <w:p w:rsidR="00B5154A" w:rsidRDefault="00B5154A" w:rsidP="00B5154A">
      <w:r>
        <w:t>193.0285</w:t>
      </w:r>
      <w:r>
        <w:tab/>
        <w:t>1.013e0</w:t>
      </w:r>
    </w:p>
    <w:p w:rsidR="00B5154A" w:rsidRDefault="00B5154A" w:rsidP="00B5154A">
      <w:r>
        <w:t>193.0703</w:t>
      </w:r>
      <w:r>
        <w:tab/>
        <w:t>1.450e1</w:t>
      </w:r>
    </w:p>
    <w:p w:rsidR="00B5154A" w:rsidRDefault="00B5154A" w:rsidP="00B5154A">
      <w:r>
        <w:t>193.1109</w:t>
      </w:r>
      <w:r>
        <w:tab/>
        <w:t>1.123e0</w:t>
      </w:r>
    </w:p>
    <w:p w:rsidR="00B5154A" w:rsidRDefault="00B5154A" w:rsidP="00B5154A">
      <w:r>
        <w:t>193.2304</w:t>
      </w:r>
      <w:r>
        <w:tab/>
        <w:t>3.038e0</w:t>
      </w:r>
    </w:p>
    <w:p w:rsidR="00B5154A" w:rsidRDefault="00B5154A" w:rsidP="00B5154A">
      <w:r>
        <w:t>193.2611</w:t>
      </w:r>
      <w:r>
        <w:tab/>
        <w:t>2.025e0</w:t>
      </w:r>
    </w:p>
    <w:p w:rsidR="00B5154A" w:rsidRDefault="00B5154A" w:rsidP="00B5154A">
      <w:r>
        <w:t>193.3020</w:t>
      </w:r>
      <w:r>
        <w:tab/>
        <w:t>1.013e0</w:t>
      </w:r>
    </w:p>
    <w:p w:rsidR="00B5154A" w:rsidRDefault="00B5154A" w:rsidP="00B5154A">
      <w:r>
        <w:t>193.3405</w:t>
      </w:r>
      <w:r>
        <w:tab/>
        <w:t>4.051e0</w:t>
      </w:r>
    </w:p>
    <w:p w:rsidR="00B5154A" w:rsidRDefault="00B5154A" w:rsidP="00B5154A">
      <w:r>
        <w:t>193.3782</w:t>
      </w:r>
      <w:r>
        <w:tab/>
        <w:t>2.025e0</w:t>
      </w:r>
    </w:p>
    <w:p w:rsidR="00B5154A" w:rsidRDefault="00B5154A" w:rsidP="00B5154A">
      <w:r>
        <w:lastRenderedPageBreak/>
        <w:t>193.4180</w:t>
      </w:r>
      <w:r>
        <w:tab/>
        <w:t>2.025e0</w:t>
      </w:r>
    </w:p>
    <w:p w:rsidR="00B5154A" w:rsidRDefault="00B5154A" w:rsidP="00B5154A">
      <w:r>
        <w:t>193.4460</w:t>
      </w:r>
      <w:r>
        <w:tab/>
        <w:t>2.025e0</w:t>
      </w:r>
    </w:p>
    <w:p w:rsidR="00B5154A" w:rsidRDefault="00B5154A" w:rsidP="00B5154A">
      <w:r>
        <w:t>193.4996</w:t>
      </w:r>
      <w:r>
        <w:tab/>
        <w:t>2.025e0</w:t>
      </w:r>
    </w:p>
    <w:p w:rsidR="00B5154A" w:rsidRDefault="00B5154A" w:rsidP="00B5154A">
      <w:r>
        <w:t>193.5232</w:t>
      </w:r>
      <w:r>
        <w:tab/>
        <w:t>1.013e0</w:t>
      </w:r>
    </w:p>
    <w:p w:rsidR="00B5154A" w:rsidRDefault="00B5154A" w:rsidP="00B5154A">
      <w:r>
        <w:t>193.5666</w:t>
      </w:r>
      <w:r>
        <w:tab/>
        <w:t>2.025e0</w:t>
      </w:r>
    </w:p>
    <w:p w:rsidR="00B5154A" w:rsidRDefault="00B5154A" w:rsidP="00B5154A">
      <w:r>
        <w:t>193.5992</w:t>
      </w:r>
      <w:r>
        <w:tab/>
        <w:t>3.038e0</w:t>
      </w:r>
    </w:p>
    <w:p w:rsidR="00B5154A" w:rsidRDefault="00B5154A" w:rsidP="00B5154A">
      <w:r>
        <w:t>193.6496</w:t>
      </w:r>
      <w:r>
        <w:tab/>
        <w:t>1.013e0</w:t>
      </w:r>
    </w:p>
    <w:p w:rsidR="00B5154A" w:rsidRDefault="00B5154A" w:rsidP="00B5154A">
      <w:r>
        <w:t>193.6973</w:t>
      </w:r>
      <w:r>
        <w:tab/>
        <w:t>1.013e0</w:t>
      </w:r>
    </w:p>
    <w:p w:rsidR="00B5154A" w:rsidRDefault="00B5154A" w:rsidP="00B5154A">
      <w:r>
        <w:t>193.7286</w:t>
      </w:r>
      <w:r>
        <w:tab/>
        <w:t>2.025e0</w:t>
      </w:r>
    </w:p>
    <w:p w:rsidR="00B5154A" w:rsidRDefault="00B5154A" w:rsidP="00B5154A">
      <w:r>
        <w:t>193.7457</w:t>
      </w:r>
      <w:r>
        <w:tab/>
        <w:t>2.025e0</w:t>
      </w:r>
    </w:p>
    <w:p w:rsidR="00B5154A" w:rsidRDefault="00B5154A" w:rsidP="00B5154A">
      <w:r>
        <w:t>193.7737</w:t>
      </w:r>
      <w:r>
        <w:tab/>
        <w:t>2.784e0</w:t>
      </w:r>
    </w:p>
    <w:p w:rsidR="00B5154A" w:rsidRDefault="00B5154A" w:rsidP="00B5154A">
      <w:r>
        <w:t>193.8229</w:t>
      </w:r>
      <w:r>
        <w:tab/>
        <w:t>2.025e0</w:t>
      </w:r>
    </w:p>
    <w:p w:rsidR="00B5154A" w:rsidRDefault="00B5154A" w:rsidP="00B5154A">
      <w:r>
        <w:t>193.8512</w:t>
      </w:r>
      <w:r>
        <w:tab/>
        <w:t>2.025e0</w:t>
      </w:r>
    </w:p>
    <w:p w:rsidR="00B5154A" w:rsidRDefault="00B5154A" w:rsidP="00B5154A">
      <w:r>
        <w:t>193.8896</w:t>
      </w:r>
      <w:r>
        <w:tab/>
        <w:t>1.013e0</w:t>
      </w:r>
    </w:p>
    <w:p w:rsidR="00B5154A" w:rsidRDefault="00B5154A" w:rsidP="00B5154A">
      <w:r>
        <w:t>193.9343</w:t>
      </w:r>
      <w:r>
        <w:tab/>
        <w:t>1.013e0</w:t>
      </w:r>
    </w:p>
    <w:p w:rsidR="00B5154A" w:rsidRDefault="00B5154A" w:rsidP="00B5154A">
      <w:r>
        <w:t>193.9701</w:t>
      </w:r>
      <w:r>
        <w:tab/>
        <w:t>5.063e0</w:t>
      </w:r>
    </w:p>
    <w:p w:rsidR="00B5154A" w:rsidRDefault="00B5154A" w:rsidP="00B5154A">
      <w:r>
        <w:t>193.9989</w:t>
      </w:r>
      <w:r>
        <w:tab/>
        <w:t>5.063e0</w:t>
      </w:r>
    </w:p>
    <w:p w:rsidR="00B5154A" w:rsidRDefault="00B5154A" w:rsidP="00B5154A">
      <w:r>
        <w:t>194.0667</w:t>
      </w:r>
      <w:r>
        <w:tab/>
        <w:t>3.260e1</w:t>
      </w:r>
    </w:p>
    <w:p w:rsidR="00B5154A" w:rsidRDefault="00B5154A" w:rsidP="00B5154A">
      <w:r>
        <w:t>194.1157</w:t>
      </w:r>
      <w:r>
        <w:tab/>
        <w:t>6.543e0</w:t>
      </w:r>
    </w:p>
    <w:p w:rsidR="00B5154A" w:rsidRDefault="00B5154A" w:rsidP="00B5154A">
      <w:r>
        <w:lastRenderedPageBreak/>
        <w:t>194.1864</w:t>
      </w:r>
      <w:r>
        <w:tab/>
        <w:t>1.302e0</w:t>
      </w:r>
    </w:p>
    <w:p w:rsidR="00B5154A" w:rsidRDefault="00B5154A" w:rsidP="00B5154A">
      <w:r>
        <w:t>194.2559</w:t>
      </w:r>
      <w:r>
        <w:tab/>
        <w:t>1.582e0</w:t>
      </w:r>
    </w:p>
    <w:p w:rsidR="00B5154A" w:rsidRDefault="00B5154A" w:rsidP="00B5154A">
      <w:r>
        <w:t>194.2779</w:t>
      </w:r>
      <w:r>
        <w:tab/>
        <w:t>2.025e0</w:t>
      </w:r>
    </w:p>
    <w:p w:rsidR="00B5154A" w:rsidRDefault="00B5154A" w:rsidP="00B5154A">
      <w:r>
        <w:t>194.3032</w:t>
      </w:r>
      <w:r>
        <w:tab/>
        <w:t>4.051e0</w:t>
      </w:r>
    </w:p>
    <w:p w:rsidR="00B5154A" w:rsidRDefault="00B5154A" w:rsidP="00B5154A">
      <w:r>
        <w:t>194.3487</w:t>
      </w:r>
      <w:r>
        <w:tab/>
        <w:t>1.013e0</w:t>
      </w:r>
    </w:p>
    <w:p w:rsidR="00B5154A" w:rsidRDefault="00B5154A" w:rsidP="00B5154A">
      <w:r>
        <w:t>194.3987</w:t>
      </w:r>
      <w:r>
        <w:tab/>
        <w:t>3.038e0</w:t>
      </w:r>
    </w:p>
    <w:p w:rsidR="00B5154A" w:rsidRDefault="00B5154A" w:rsidP="00B5154A">
      <w:r>
        <w:t>194.4231</w:t>
      </w:r>
      <w:r>
        <w:tab/>
        <w:t>3.038e0</w:t>
      </w:r>
    </w:p>
    <w:p w:rsidR="00B5154A" w:rsidRDefault="00B5154A" w:rsidP="00B5154A">
      <w:r>
        <w:t>194.4703</w:t>
      </w:r>
      <w:r>
        <w:tab/>
        <w:t>2.025e0</w:t>
      </w:r>
    </w:p>
    <w:p w:rsidR="00B5154A" w:rsidRDefault="00B5154A" w:rsidP="00B5154A">
      <w:r>
        <w:t>194.5114</w:t>
      </w:r>
      <w:r>
        <w:tab/>
        <w:t>4.051e0</w:t>
      </w:r>
    </w:p>
    <w:p w:rsidR="00B5154A" w:rsidRDefault="00B5154A" w:rsidP="00B5154A">
      <w:r>
        <w:t>194.5557</w:t>
      </w:r>
      <w:r>
        <w:tab/>
        <w:t>2.025e0</w:t>
      </w:r>
    </w:p>
    <w:p w:rsidR="00B5154A" w:rsidRDefault="00B5154A" w:rsidP="00B5154A">
      <w:r>
        <w:t>194.6120</w:t>
      </w:r>
      <w:r>
        <w:tab/>
        <w:t>1.013e0</w:t>
      </w:r>
    </w:p>
    <w:p w:rsidR="00B5154A" w:rsidRDefault="00B5154A" w:rsidP="00B5154A">
      <w:r>
        <w:t>194.6302</w:t>
      </w:r>
      <w:r>
        <w:tab/>
        <w:t>2.025e0</w:t>
      </w:r>
    </w:p>
    <w:p w:rsidR="00B5154A" w:rsidRDefault="00B5154A" w:rsidP="00B5154A">
      <w:r>
        <w:t>194.6547</w:t>
      </w:r>
      <w:r>
        <w:tab/>
        <w:t>4.051e0</w:t>
      </w:r>
    </w:p>
    <w:p w:rsidR="00B5154A" w:rsidRDefault="00B5154A" w:rsidP="00B5154A">
      <w:r>
        <w:t>194.6784</w:t>
      </w:r>
      <w:r>
        <w:tab/>
        <w:t>2.025e0</w:t>
      </w:r>
    </w:p>
    <w:p w:rsidR="00B5154A" w:rsidRDefault="00B5154A" w:rsidP="00B5154A">
      <w:r>
        <w:t>194.6974</w:t>
      </w:r>
      <w:r>
        <w:tab/>
        <w:t>1.013e0</w:t>
      </w:r>
    </w:p>
    <w:p w:rsidR="00B5154A" w:rsidRDefault="00B5154A" w:rsidP="00B5154A">
      <w:r>
        <w:t>194.7579</w:t>
      </w:r>
      <w:r>
        <w:tab/>
        <w:t>2.025e0</w:t>
      </w:r>
    </w:p>
    <w:p w:rsidR="00B5154A" w:rsidRDefault="00B5154A" w:rsidP="00B5154A">
      <w:r>
        <w:t>194.7957</w:t>
      </w:r>
      <w:r>
        <w:tab/>
        <w:t>3.038e0</w:t>
      </w:r>
    </w:p>
    <w:p w:rsidR="00B5154A" w:rsidRDefault="00B5154A" w:rsidP="00B5154A">
      <w:r>
        <w:t>194.8264</w:t>
      </w:r>
      <w:r>
        <w:tab/>
        <w:t>1.013e0</w:t>
      </w:r>
    </w:p>
    <w:p w:rsidR="00B5154A" w:rsidRDefault="00B5154A" w:rsidP="00B5154A">
      <w:r>
        <w:t>194.8622</w:t>
      </w:r>
      <w:r>
        <w:tab/>
        <w:t>5.063e0</w:t>
      </w:r>
    </w:p>
    <w:p w:rsidR="00B5154A" w:rsidRDefault="00B5154A" w:rsidP="00B5154A">
      <w:r>
        <w:lastRenderedPageBreak/>
        <w:t>194.9143</w:t>
      </w:r>
      <w:r>
        <w:tab/>
        <w:t>7.089e0</w:t>
      </w:r>
    </w:p>
    <w:p w:rsidR="00B5154A" w:rsidRDefault="00B5154A" w:rsidP="00B5154A">
      <w:r>
        <w:t>194.9630</w:t>
      </w:r>
      <w:r>
        <w:tab/>
        <w:t>5.358e0</w:t>
      </w:r>
    </w:p>
    <w:p w:rsidR="00B5154A" w:rsidRDefault="00B5154A" w:rsidP="00B5154A">
      <w:r>
        <w:t>194.9884</w:t>
      </w:r>
      <w:r>
        <w:tab/>
        <w:t>6.794e0</w:t>
      </w:r>
    </w:p>
    <w:p w:rsidR="00B5154A" w:rsidRDefault="00B5154A" w:rsidP="00B5154A">
      <w:r>
        <w:t>195.0172</w:t>
      </w:r>
      <w:r>
        <w:tab/>
        <w:t>2.025e0</w:t>
      </w:r>
    </w:p>
    <w:p w:rsidR="00B5154A" w:rsidRDefault="00B5154A" w:rsidP="00B5154A">
      <w:r>
        <w:t>195.0437</w:t>
      </w:r>
      <w:r>
        <w:tab/>
        <w:t>1.350e0</w:t>
      </w:r>
    </w:p>
    <w:p w:rsidR="00B5154A" w:rsidRDefault="00B5154A" w:rsidP="00B5154A">
      <w:r>
        <w:t>195.0845</w:t>
      </w:r>
      <w:r>
        <w:tab/>
        <w:t>9.134e0</w:t>
      </w:r>
    </w:p>
    <w:p w:rsidR="00B5154A" w:rsidRDefault="00B5154A" w:rsidP="00B5154A">
      <w:r>
        <w:t>195.1212</w:t>
      </w:r>
      <w:r>
        <w:tab/>
        <w:t>3.092e0</w:t>
      </w:r>
    </w:p>
    <w:p w:rsidR="00B5154A" w:rsidRDefault="00B5154A" w:rsidP="00B5154A">
      <w:r>
        <w:t>195.1929</w:t>
      </w:r>
      <w:r>
        <w:tab/>
        <w:t>2.445e1</w:t>
      </w:r>
    </w:p>
    <w:p w:rsidR="00B5154A" w:rsidRDefault="00B5154A" w:rsidP="00B5154A">
      <w:r>
        <w:t>195.2379</w:t>
      </w:r>
      <w:r>
        <w:tab/>
        <w:t>3.037e0</w:t>
      </w:r>
    </w:p>
    <w:p w:rsidR="00B5154A" w:rsidRDefault="00B5154A" w:rsidP="00B5154A">
      <w:r>
        <w:t>195.2827</w:t>
      </w:r>
      <w:r>
        <w:tab/>
        <w:t>1.013e0</w:t>
      </w:r>
    </w:p>
    <w:p w:rsidR="00B5154A" w:rsidRDefault="00B5154A" w:rsidP="00B5154A">
      <w:r>
        <w:t>195.3300</w:t>
      </w:r>
      <w:r>
        <w:tab/>
        <w:t>2.025e0</w:t>
      </w:r>
    </w:p>
    <w:p w:rsidR="00B5154A" w:rsidRDefault="00B5154A" w:rsidP="00B5154A">
      <w:r>
        <w:t>195.3573</w:t>
      </w:r>
      <w:r>
        <w:tab/>
        <w:t>1.013e0</w:t>
      </w:r>
    </w:p>
    <w:p w:rsidR="00B5154A" w:rsidRDefault="00B5154A" w:rsidP="00B5154A">
      <w:r>
        <w:t>195.3849</w:t>
      </w:r>
      <w:r>
        <w:tab/>
        <w:t>2.025e0</w:t>
      </w:r>
    </w:p>
    <w:p w:rsidR="00B5154A" w:rsidRDefault="00B5154A" w:rsidP="00B5154A">
      <w:r>
        <w:t>195.4245</w:t>
      </w:r>
      <w:r>
        <w:tab/>
        <w:t>1.013e0</w:t>
      </w:r>
    </w:p>
    <w:p w:rsidR="00B5154A" w:rsidRDefault="00B5154A" w:rsidP="00B5154A">
      <w:r>
        <w:t>195.4893</w:t>
      </w:r>
      <w:r>
        <w:tab/>
        <w:t>5.063e0</w:t>
      </w:r>
    </w:p>
    <w:p w:rsidR="00B5154A" w:rsidRDefault="00B5154A" w:rsidP="00B5154A">
      <w:r>
        <w:t>195.5520</w:t>
      </w:r>
      <w:r>
        <w:tab/>
        <w:t>3.038e0</w:t>
      </w:r>
    </w:p>
    <w:p w:rsidR="00B5154A" w:rsidRDefault="00B5154A" w:rsidP="00B5154A">
      <w:r>
        <w:t>195.6192</w:t>
      </w:r>
      <w:r>
        <w:tab/>
        <w:t>2.025e0</w:t>
      </w:r>
    </w:p>
    <w:p w:rsidR="00B5154A" w:rsidRDefault="00B5154A" w:rsidP="00B5154A">
      <w:r>
        <w:t>195.6424</w:t>
      </w:r>
      <w:r>
        <w:tab/>
        <w:t>4.051e0</w:t>
      </w:r>
    </w:p>
    <w:p w:rsidR="00B5154A" w:rsidRDefault="00B5154A" w:rsidP="00B5154A">
      <w:r>
        <w:t>195.6810</w:t>
      </w:r>
      <w:r>
        <w:tab/>
        <w:t>2.025e0</w:t>
      </w:r>
    </w:p>
    <w:p w:rsidR="00B5154A" w:rsidRDefault="00B5154A" w:rsidP="00B5154A">
      <w:r>
        <w:lastRenderedPageBreak/>
        <w:t>195.7102</w:t>
      </w:r>
      <w:r>
        <w:tab/>
        <w:t>2.025e0</w:t>
      </w:r>
    </w:p>
    <w:p w:rsidR="00B5154A" w:rsidRDefault="00B5154A" w:rsidP="00B5154A">
      <w:r>
        <w:t>195.7416</w:t>
      </w:r>
      <w:r>
        <w:tab/>
        <w:t>2.025e0</w:t>
      </w:r>
    </w:p>
    <w:p w:rsidR="00B5154A" w:rsidRDefault="00B5154A" w:rsidP="00B5154A">
      <w:r>
        <w:t>195.7666</w:t>
      </w:r>
      <w:r>
        <w:tab/>
        <w:t>1.013e0</w:t>
      </w:r>
    </w:p>
    <w:p w:rsidR="00B5154A" w:rsidRDefault="00B5154A" w:rsidP="00B5154A">
      <w:r>
        <w:t>195.7994</w:t>
      </w:r>
      <w:r>
        <w:tab/>
        <w:t>2.025e0</w:t>
      </w:r>
    </w:p>
    <w:p w:rsidR="00B5154A" w:rsidRDefault="00B5154A" w:rsidP="00B5154A">
      <w:r>
        <w:t>195.8404</w:t>
      </w:r>
      <w:r>
        <w:tab/>
        <w:t>1.013e0</w:t>
      </w:r>
    </w:p>
    <w:p w:rsidR="00B5154A" w:rsidRDefault="00B5154A" w:rsidP="00B5154A">
      <w:r>
        <w:t>195.9206</w:t>
      </w:r>
      <w:r>
        <w:tab/>
        <w:t>4.051e0</w:t>
      </w:r>
    </w:p>
    <w:p w:rsidR="00B5154A" w:rsidRDefault="00B5154A" w:rsidP="00B5154A">
      <w:r>
        <w:t>195.9487</w:t>
      </w:r>
      <w:r>
        <w:tab/>
        <w:t>1.013e0</w:t>
      </w:r>
    </w:p>
    <w:p w:rsidR="00B5154A" w:rsidRDefault="00B5154A" w:rsidP="00B5154A">
      <w:r>
        <w:t>196.0064</w:t>
      </w:r>
      <w:r>
        <w:tab/>
        <w:t>3.038e0</w:t>
      </w:r>
    </w:p>
    <w:p w:rsidR="00B5154A" w:rsidRDefault="00B5154A" w:rsidP="00B5154A">
      <w:r>
        <w:t>196.1445</w:t>
      </w:r>
      <w:r>
        <w:tab/>
        <w:t>1.931e0</w:t>
      </w:r>
    </w:p>
    <w:p w:rsidR="00B5154A" w:rsidRDefault="00B5154A" w:rsidP="00B5154A">
      <w:r>
        <w:t>196.1905</w:t>
      </w:r>
      <w:r>
        <w:tab/>
        <w:t>1.455e0</w:t>
      </w:r>
    </w:p>
    <w:p w:rsidR="00B5154A" w:rsidRDefault="00B5154A" w:rsidP="00B5154A">
      <w:r>
        <w:t>196.2337</w:t>
      </w:r>
      <w:r>
        <w:tab/>
        <w:t>2.927e0</w:t>
      </w:r>
    </w:p>
    <w:p w:rsidR="00B5154A" w:rsidRDefault="00B5154A" w:rsidP="00B5154A">
      <w:r>
        <w:t>196.2686</w:t>
      </w:r>
      <w:r>
        <w:tab/>
        <w:t>2.025e0</w:t>
      </w:r>
    </w:p>
    <w:p w:rsidR="00B5154A" w:rsidRDefault="00B5154A" w:rsidP="00B5154A">
      <w:r>
        <w:t>196.2947</w:t>
      </w:r>
      <w:r>
        <w:tab/>
        <w:t>1.013e0</w:t>
      </w:r>
    </w:p>
    <w:p w:rsidR="00B5154A" w:rsidRDefault="00B5154A" w:rsidP="00B5154A">
      <w:r>
        <w:t>196.3573</w:t>
      </w:r>
      <w:r>
        <w:tab/>
        <w:t>1.013e0</w:t>
      </w:r>
    </w:p>
    <w:p w:rsidR="00B5154A" w:rsidRDefault="00B5154A" w:rsidP="00B5154A">
      <w:r>
        <w:t>196.3839</w:t>
      </w:r>
      <w:r>
        <w:tab/>
        <w:t>1.013e0</w:t>
      </w:r>
    </w:p>
    <w:p w:rsidR="00B5154A" w:rsidRDefault="00B5154A" w:rsidP="00B5154A">
      <w:r>
        <w:t>196.4411</w:t>
      </w:r>
      <w:r>
        <w:tab/>
        <w:t>2.025e0</w:t>
      </w:r>
    </w:p>
    <w:p w:rsidR="00B5154A" w:rsidRDefault="00B5154A" w:rsidP="00B5154A">
      <w:r>
        <w:t>196.4914</w:t>
      </w:r>
      <w:r>
        <w:tab/>
        <w:t>1.013e0</w:t>
      </w:r>
    </w:p>
    <w:p w:rsidR="00B5154A" w:rsidRDefault="00B5154A" w:rsidP="00B5154A">
      <w:r>
        <w:t>196.5286</w:t>
      </w:r>
      <w:r>
        <w:tab/>
        <w:t>1.013e0</w:t>
      </w:r>
    </w:p>
    <w:p w:rsidR="00B5154A" w:rsidRDefault="00B5154A" w:rsidP="00B5154A">
      <w:r>
        <w:t>196.5480</w:t>
      </w:r>
      <w:r>
        <w:tab/>
        <w:t>1.013e0</w:t>
      </w:r>
    </w:p>
    <w:p w:rsidR="00B5154A" w:rsidRDefault="00B5154A" w:rsidP="00B5154A">
      <w:r>
        <w:lastRenderedPageBreak/>
        <w:t>196.5988</w:t>
      </w:r>
      <w:r>
        <w:tab/>
        <w:t>1.013e0</w:t>
      </w:r>
    </w:p>
    <w:p w:rsidR="00B5154A" w:rsidRDefault="00B5154A" w:rsidP="00B5154A">
      <w:r>
        <w:t>196.6230</w:t>
      </w:r>
      <w:r>
        <w:tab/>
        <w:t>3.038e0</w:t>
      </w:r>
    </w:p>
    <w:p w:rsidR="00B5154A" w:rsidRDefault="00B5154A" w:rsidP="00B5154A">
      <w:r>
        <w:t>196.6664</w:t>
      </w:r>
      <w:r>
        <w:tab/>
        <w:t>1.013e0</w:t>
      </w:r>
    </w:p>
    <w:p w:rsidR="00B5154A" w:rsidRDefault="00B5154A" w:rsidP="00B5154A">
      <w:r>
        <w:t>196.6845</w:t>
      </w:r>
      <w:r>
        <w:tab/>
        <w:t>1.013e0</w:t>
      </w:r>
    </w:p>
    <w:p w:rsidR="00B5154A" w:rsidRDefault="00B5154A" w:rsidP="00B5154A">
      <w:r>
        <w:t>196.7114</w:t>
      </w:r>
      <w:r>
        <w:tab/>
        <w:t>2.025e0</w:t>
      </w:r>
    </w:p>
    <w:p w:rsidR="00B5154A" w:rsidRDefault="00B5154A" w:rsidP="00B5154A">
      <w:r>
        <w:t>196.7301</w:t>
      </w:r>
      <w:r>
        <w:tab/>
        <w:t>1.013e0</w:t>
      </w:r>
    </w:p>
    <w:p w:rsidR="00B5154A" w:rsidRDefault="00B5154A" w:rsidP="00B5154A">
      <w:r>
        <w:t>196.7685</w:t>
      </w:r>
      <w:r>
        <w:tab/>
        <w:t>2.025e0</w:t>
      </w:r>
    </w:p>
    <w:p w:rsidR="00B5154A" w:rsidRDefault="00B5154A" w:rsidP="00B5154A">
      <w:r>
        <w:t>196.7914</w:t>
      </w:r>
      <w:r>
        <w:tab/>
        <w:t>2.025e0</w:t>
      </w:r>
    </w:p>
    <w:p w:rsidR="00B5154A" w:rsidRDefault="00B5154A" w:rsidP="00B5154A">
      <w:r>
        <w:t>196.8378</w:t>
      </w:r>
      <w:r>
        <w:tab/>
        <w:t>1.013e0</w:t>
      </w:r>
    </w:p>
    <w:p w:rsidR="00B5154A" w:rsidRDefault="00B5154A" w:rsidP="00B5154A">
      <w:r>
        <w:t>196.8793</w:t>
      </w:r>
      <w:r>
        <w:tab/>
        <w:t>2.025e0</w:t>
      </w:r>
    </w:p>
    <w:p w:rsidR="00B5154A" w:rsidRDefault="00B5154A" w:rsidP="00B5154A">
      <w:r>
        <w:t>196.8997</w:t>
      </w:r>
      <w:r>
        <w:tab/>
        <w:t>2.025e0</w:t>
      </w:r>
    </w:p>
    <w:p w:rsidR="00B5154A" w:rsidRDefault="00B5154A" w:rsidP="00B5154A">
      <w:r>
        <w:t>196.9399</w:t>
      </w:r>
      <w:r>
        <w:tab/>
        <w:t>3.038e0</w:t>
      </w:r>
    </w:p>
    <w:p w:rsidR="00B5154A" w:rsidRDefault="00B5154A" w:rsidP="00B5154A">
      <w:r>
        <w:t>196.9904</w:t>
      </w:r>
      <w:r>
        <w:tab/>
        <w:t>2.403e0</w:t>
      </w:r>
    </w:p>
    <w:p w:rsidR="00B5154A" w:rsidRDefault="00B5154A" w:rsidP="00B5154A">
      <w:r>
        <w:t>197.0656</w:t>
      </w:r>
      <w:r>
        <w:tab/>
        <w:t>2.689e0</w:t>
      </w:r>
    </w:p>
    <w:p w:rsidR="00B5154A" w:rsidRDefault="00B5154A" w:rsidP="00B5154A">
      <w:r>
        <w:t>197.0991</w:t>
      </w:r>
      <w:r>
        <w:tab/>
        <w:t>2.017e0</w:t>
      </w:r>
    </w:p>
    <w:p w:rsidR="00B5154A" w:rsidRDefault="00B5154A" w:rsidP="00B5154A">
      <w:r>
        <w:t>197.1755</w:t>
      </w:r>
      <w:r>
        <w:tab/>
        <w:t>4.149e0</w:t>
      </w:r>
    </w:p>
    <w:p w:rsidR="00B5154A" w:rsidRDefault="00B5154A" w:rsidP="00B5154A">
      <w:r>
        <w:t>197.2392</w:t>
      </w:r>
      <w:r>
        <w:tab/>
        <w:t>5.965e0</w:t>
      </w:r>
    </w:p>
    <w:p w:rsidR="00B5154A" w:rsidRDefault="00B5154A" w:rsidP="00B5154A">
      <w:r>
        <w:t>197.2800</w:t>
      </w:r>
      <w:r>
        <w:tab/>
        <w:t>2.025e0</w:t>
      </w:r>
    </w:p>
    <w:p w:rsidR="00B5154A" w:rsidRDefault="00B5154A" w:rsidP="00B5154A">
      <w:r>
        <w:t>197.3822</w:t>
      </w:r>
      <w:r>
        <w:tab/>
        <w:t>5.063e0</w:t>
      </w:r>
    </w:p>
    <w:p w:rsidR="00B5154A" w:rsidRDefault="00B5154A" w:rsidP="00B5154A">
      <w:r>
        <w:lastRenderedPageBreak/>
        <w:t>197.4123</w:t>
      </w:r>
      <w:r>
        <w:tab/>
        <w:t>2.025e0</w:t>
      </w:r>
    </w:p>
    <w:p w:rsidR="00B5154A" w:rsidRDefault="00B5154A" w:rsidP="00B5154A">
      <w:r>
        <w:t>197.4727</w:t>
      </w:r>
      <w:r>
        <w:tab/>
        <w:t>1.013e0</w:t>
      </w:r>
    </w:p>
    <w:p w:rsidR="00B5154A" w:rsidRDefault="00B5154A" w:rsidP="00B5154A">
      <w:r>
        <w:t>197.5109</w:t>
      </w:r>
      <w:r>
        <w:tab/>
        <w:t>2.025e0</w:t>
      </w:r>
    </w:p>
    <w:p w:rsidR="00B5154A" w:rsidRDefault="00B5154A" w:rsidP="00B5154A">
      <w:r>
        <w:t>197.5563</w:t>
      </w:r>
      <w:r>
        <w:tab/>
        <w:t>3.038e0</w:t>
      </w:r>
    </w:p>
    <w:p w:rsidR="00B5154A" w:rsidRDefault="00B5154A" w:rsidP="00B5154A">
      <w:r>
        <w:t>197.5805</w:t>
      </w:r>
      <w:r>
        <w:tab/>
        <w:t>1.590e0</w:t>
      </w:r>
    </w:p>
    <w:p w:rsidR="00B5154A" w:rsidRDefault="00B5154A" w:rsidP="00B5154A">
      <w:r>
        <w:t>197.6332</w:t>
      </w:r>
      <w:r>
        <w:tab/>
        <w:t>3.038e0</w:t>
      </w:r>
    </w:p>
    <w:p w:rsidR="00B5154A" w:rsidRDefault="00B5154A" w:rsidP="00B5154A">
      <w:r>
        <w:t>197.6682</w:t>
      </w:r>
      <w:r>
        <w:tab/>
        <w:t>8.101e0</w:t>
      </w:r>
    </w:p>
    <w:p w:rsidR="00B5154A" w:rsidRDefault="00B5154A" w:rsidP="00B5154A">
      <w:r>
        <w:t>197.7336</w:t>
      </w:r>
      <w:r>
        <w:tab/>
        <w:t>1.013e0</w:t>
      </w:r>
    </w:p>
    <w:p w:rsidR="00B5154A" w:rsidRDefault="00B5154A" w:rsidP="00B5154A">
      <w:r>
        <w:t>197.7628</w:t>
      </w:r>
      <w:r>
        <w:tab/>
        <w:t>1.013e0</w:t>
      </w:r>
    </w:p>
    <w:p w:rsidR="00B5154A" w:rsidRDefault="00B5154A" w:rsidP="00B5154A">
      <w:r>
        <w:t>197.8013</w:t>
      </w:r>
      <w:r>
        <w:tab/>
        <w:t>2.025e0</w:t>
      </w:r>
    </w:p>
    <w:p w:rsidR="00B5154A" w:rsidRDefault="00B5154A" w:rsidP="00B5154A">
      <w:r>
        <w:t>197.8680</w:t>
      </w:r>
      <w:r>
        <w:tab/>
        <w:t>5.063e0</w:t>
      </w:r>
    </w:p>
    <w:p w:rsidR="00B5154A" w:rsidRDefault="00B5154A" w:rsidP="00B5154A">
      <w:r>
        <w:t>197.8962</w:t>
      </w:r>
      <w:r>
        <w:tab/>
        <w:t>2.025e0</w:t>
      </w:r>
    </w:p>
    <w:p w:rsidR="00B5154A" w:rsidRDefault="00B5154A" w:rsidP="00B5154A">
      <w:r>
        <w:t>197.9272</w:t>
      </w:r>
      <w:r>
        <w:tab/>
        <w:t>2.025e0</w:t>
      </w:r>
    </w:p>
    <w:p w:rsidR="00B5154A" w:rsidRDefault="00B5154A" w:rsidP="00B5154A">
      <w:r>
        <w:t>197.9765</w:t>
      </w:r>
      <w:r>
        <w:tab/>
        <w:t>1.013e0</w:t>
      </w:r>
    </w:p>
    <w:p w:rsidR="00B5154A" w:rsidRDefault="00B5154A" w:rsidP="00B5154A">
      <w:r>
        <w:t>198.1150</w:t>
      </w:r>
      <w:r>
        <w:tab/>
        <w:t>1.056e1</w:t>
      </w:r>
    </w:p>
    <w:p w:rsidR="00B5154A" w:rsidRDefault="00B5154A" w:rsidP="00B5154A">
      <w:r>
        <w:t>198.2488</w:t>
      </w:r>
      <w:r>
        <w:tab/>
        <w:t>1.013e0</w:t>
      </w:r>
    </w:p>
    <w:p w:rsidR="00B5154A" w:rsidRDefault="00B5154A" w:rsidP="00B5154A">
      <w:r>
        <w:t>198.3036</w:t>
      </w:r>
      <w:r>
        <w:tab/>
        <w:t>2.025e0</w:t>
      </w:r>
    </w:p>
    <w:p w:rsidR="00B5154A" w:rsidRDefault="00B5154A" w:rsidP="00B5154A">
      <w:r>
        <w:t>198.3310</w:t>
      </w:r>
      <w:r>
        <w:tab/>
        <w:t>1.013e0</w:t>
      </w:r>
    </w:p>
    <w:p w:rsidR="00B5154A" w:rsidRDefault="00B5154A" w:rsidP="00B5154A">
      <w:r>
        <w:t>198.3731</w:t>
      </w:r>
      <w:r>
        <w:tab/>
        <w:t>1.013e0</w:t>
      </w:r>
    </w:p>
    <w:p w:rsidR="00B5154A" w:rsidRDefault="00B5154A" w:rsidP="00B5154A">
      <w:r>
        <w:lastRenderedPageBreak/>
        <w:t>198.4006</w:t>
      </w:r>
      <w:r>
        <w:tab/>
        <w:t>4.051e0</w:t>
      </w:r>
    </w:p>
    <w:p w:rsidR="00B5154A" w:rsidRDefault="00B5154A" w:rsidP="00B5154A">
      <w:r>
        <w:t>198.4482</w:t>
      </w:r>
      <w:r>
        <w:tab/>
        <w:t>2.025e0</w:t>
      </w:r>
    </w:p>
    <w:p w:rsidR="00B5154A" w:rsidRDefault="00B5154A" w:rsidP="00B5154A">
      <w:r>
        <w:t>198.4664</w:t>
      </w:r>
      <w:r>
        <w:tab/>
        <w:t>1.013e0</w:t>
      </w:r>
    </w:p>
    <w:p w:rsidR="00B5154A" w:rsidRDefault="00B5154A" w:rsidP="00B5154A">
      <w:r>
        <w:t>198.5192</w:t>
      </w:r>
      <w:r>
        <w:tab/>
        <w:t>1.013e0</w:t>
      </w:r>
    </w:p>
    <w:p w:rsidR="00B5154A" w:rsidRDefault="00B5154A" w:rsidP="00B5154A">
      <w:r>
        <w:t>198.5395</w:t>
      </w:r>
      <w:r>
        <w:tab/>
        <w:t>2.025e0</w:t>
      </w:r>
    </w:p>
    <w:p w:rsidR="00B5154A" w:rsidRDefault="00B5154A" w:rsidP="00B5154A">
      <w:r>
        <w:t>198.6077</w:t>
      </w:r>
      <w:r>
        <w:tab/>
        <w:t>4.051e0</w:t>
      </w:r>
    </w:p>
    <w:p w:rsidR="00B5154A" w:rsidRDefault="00B5154A" w:rsidP="00B5154A">
      <w:r>
        <w:t>198.6401</w:t>
      </w:r>
      <w:r>
        <w:tab/>
        <w:t>3.038e0</w:t>
      </w:r>
    </w:p>
    <w:p w:rsidR="00B5154A" w:rsidRDefault="00B5154A" w:rsidP="00B5154A">
      <w:r>
        <w:t>198.6864</w:t>
      </w:r>
      <w:r>
        <w:tab/>
        <w:t>3.038e0</w:t>
      </w:r>
    </w:p>
    <w:p w:rsidR="00B5154A" w:rsidRDefault="00B5154A" w:rsidP="00B5154A">
      <w:r>
        <w:t>198.7036</w:t>
      </w:r>
      <w:r>
        <w:tab/>
        <w:t>5.063e0</w:t>
      </w:r>
    </w:p>
    <w:p w:rsidR="00B5154A" w:rsidRDefault="00B5154A" w:rsidP="00B5154A">
      <w:r>
        <w:t>198.7314</w:t>
      </w:r>
      <w:r>
        <w:tab/>
        <w:t>1.013e0</w:t>
      </w:r>
    </w:p>
    <w:p w:rsidR="00B5154A" w:rsidRDefault="00B5154A" w:rsidP="00B5154A">
      <w:r>
        <w:t>198.7628</w:t>
      </w:r>
      <w:r>
        <w:tab/>
        <w:t>1.013e0</w:t>
      </w:r>
    </w:p>
    <w:p w:rsidR="00B5154A" w:rsidRDefault="00B5154A" w:rsidP="00B5154A">
      <w:r>
        <w:t>198.8258</w:t>
      </w:r>
      <w:r>
        <w:tab/>
        <w:t>1.013e0</w:t>
      </w:r>
    </w:p>
    <w:p w:rsidR="00B5154A" w:rsidRDefault="00B5154A" w:rsidP="00B5154A">
      <w:r>
        <w:t>198.8706</w:t>
      </w:r>
      <w:r>
        <w:tab/>
        <w:t>1.013e0</w:t>
      </w:r>
    </w:p>
    <w:p w:rsidR="00B5154A" w:rsidRDefault="00B5154A" w:rsidP="00B5154A">
      <w:r>
        <w:t>198.9070</w:t>
      </w:r>
      <w:r>
        <w:tab/>
        <w:t>3.219e0</w:t>
      </w:r>
    </w:p>
    <w:p w:rsidR="00B5154A" w:rsidRDefault="00B5154A" w:rsidP="00B5154A">
      <w:r>
        <w:t>198.9328</w:t>
      </w:r>
      <w:r>
        <w:tab/>
        <w:t>2.025e0</w:t>
      </w:r>
    </w:p>
    <w:p w:rsidR="00B5154A" w:rsidRDefault="00B5154A" w:rsidP="00B5154A">
      <w:r>
        <w:t>199.0417</w:t>
      </w:r>
      <w:r>
        <w:tab/>
        <w:t>8.522e1</w:t>
      </w:r>
    </w:p>
    <w:p w:rsidR="00B5154A" w:rsidRDefault="00B5154A" w:rsidP="00B5154A">
      <w:r>
        <w:t>199.1168</w:t>
      </w:r>
      <w:r>
        <w:tab/>
        <w:t>2.269e0</w:t>
      </w:r>
    </w:p>
    <w:p w:rsidR="00B5154A" w:rsidRDefault="00B5154A" w:rsidP="00B5154A">
      <w:r>
        <w:t>199.1872</w:t>
      </w:r>
      <w:r>
        <w:tab/>
        <w:t>9.514e0</w:t>
      </w:r>
    </w:p>
    <w:p w:rsidR="00B5154A" w:rsidRDefault="00B5154A" w:rsidP="00B5154A">
      <w:r>
        <w:t>199.2423</w:t>
      </w:r>
      <w:r>
        <w:tab/>
        <w:t>1.959e0</w:t>
      </w:r>
    </w:p>
    <w:p w:rsidR="00B5154A" w:rsidRDefault="00B5154A" w:rsidP="00B5154A">
      <w:r>
        <w:lastRenderedPageBreak/>
        <w:t>199.2670</w:t>
      </w:r>
      <w:r>
        <w:tab/>
        <w:t>1.790e0</w:t>
      </w:r>
    </w:p>
    <w:p w:rsidR="00B5154A" w:rsidRDefault="00B5154A" w:rsidP="00B5154A">
      <w:r>
        <w:t>199.2972</w:t>
      </w:r>
      <w:r>
        <w:tab/>
        <w:t>4.051e0</w:t>
      </w:r>
    </w:p>
    <w:p w:rsidR="00B5154A" w:rsidRDefault="00B5154A" w:rsidP="00B5154A">
      <w:r>
        <w:t>199.3363</w:t>
      </w:r>
      <w:r>
        <w:tab/>
        <w:t>3.038e0</w:t>
      </w:r>
    </w:p>
    <w:p w:rsidR="00B5154A" w:rsidRDefault="00B5154A" w:rsidP="00B5154A">
      <w:r>
        <w:t>199.4510</w:t>
      </w:r>
      <w:r>
        <w:tab/>
        <w:t>4.051e0</w:t>
      </w:r>
    </w:p>
    <w:p w:rsidR="00B5154A" w:rsidRDefault="00B5154A" w:rsidP="00B5154A">
      <w:r>
        <w:t>199.4934</w:t>
      </w:r>
      <w:r>
        <w:tab/>
        <w:t>3.823e0</w:t>
      </w:r>
    </w:p>
    <w:p w:rsidR="00B5154A" w:rsidRDefault="00B5154A" w:rsidP="00B5154A">
      <w:r>
        <w:t>199.5269</w:t>
      </w:r>
      <w:r>
        <w:tab/>
        <w:t>2.025e0</w:t>
      </w:r>
    </w:p>
    <w:p w:rsidR="00B5154A" w:rsidRDefault="00B5154A" w:rsidP="00B5154A">
      <w:r>
        <w:t>199.5699</w:t>
      </w:r>
      <w:r>
        <w:tab/>
        <w:t>2.025e0</w:t>
      </w:r>
    </w:p>
    <w:p w:rsidR="00B5154A" w:rsidRDefault="00B5154A" w:rsidP="00B5154A">
      <w:r>
        <w:t>199.5900</w:t>
      </w:r>
      <w:r>
        <w:tab/>
        <w:t>1.013e0</w:t>
      </w:r>
    </w:p>
    <w:p w:rsidR="00B5154A" w:rsidRDefault="00B5154A" w:rsidP="00B5154A">
      <w:r>
        <w:t>199.6267</w:t>
      </w:r>
      <w:r>
        <w:tab/>
        <w:t>4.051e0</w:t>
      </w:r>
    </w:p>
    <w:p w:rsidR="00B5154A" w:rsidRDefault="00B5154A" w:rsidP="00B5154A">
      <w:r>
        <w:t>199.6578</w:t>
      </w:r>
      <w:r>
        <w:tab/>
        <w:t>1.013e0</w:t>
      </w:r>
    </w:p>
    <w:p w:rsidR="00B5154A" w:rsidRDefault="00B5154A" w:rsidP="00B5154A">
      <w:r>
        <w:t>199.6887</w:t>
      </w:r>
      <w:r>
        <w:tab/>
        <w:t>1.013e0</w:t>
      </w:r>
    </w:p>
    <w:p w:rsidR="00B5154A" w:rsidRDefault="00B5154A" w:rsidP="00B5154A">
      <w:r>
        <w:t>199.7293</w:t>
      </w:r>
      <w:r>
        <w:tab/>
        <w:t>1.013e0</w:t>
      </w:r>
    </w:p>
    <w:p w:rsidR="00B5154A" w:rsidRDefault="00B5154A" w:rsidP="00B5154A">
      <w:r>
        <w:t>199.7845</w:t>
      </w:r>
      <w:r>
        <w:tab/>
        <w:t>5.063e0</w:t>
      </w:r>
    </w:p>
    <w:p w:rsidR="00B5154A" w:rsidRDefault="00B5154A" w:rsidP="00B5154A">
      <w:r>
        <w:t>199.8271</w:t>
      </w:r>
      <w:r>
        <w:tab/>
        <w:t>3.038e0</w:t>
      </w:r>
    </w:p>
    <w:p w:rsidR="00B5154A" w:rsidRDefault="00B5154A" w:rsidP="00B5154A">
      <w:r>
        <w:t>199.8521</w:t>
      </w:r>
      <w:r>
        <w:tab/>
        <w:t>3.038e0</w:t>
      </w:r>
    </w:p>
    <w:p w:rsidR="00B5154A" w:rsidRDefault="00B5154A" w:rsidP="00B5154A">
      <w:r>
        <w:t>199.8786</w:t>
      </w:r>
      <w:r>
        <w:tab/>
        <w:t>3.038e0</w:t>
      </w:r>
    </w:p>
    <w:p w:rsidR="00B5154A" w:rsidRDefault="00B5154A" w:rsidP="00B5154A">
      <w:r>
        <w:t>199.9955</w:t>
      </w:r>
      <w:r>
        <w:tab/>
        <w:t>7.961e1</w:t>
      </w:r>
    </w:p>
    <w:p w:rsidR="00B5154A" w:rsidRDefault="00B5154A" w:rsidP="00B5154A">
      <w:r>
        <w:t>200.0491</w:t>
      </w:r>
      <w:r>
        <w:tab/>
        <w:t>5.049e0</w:t>
      </w:r>
    </w:p>
    <w:p w:rsidR="00B5154A" w:rsidRDefault="00B5154A" w:rsidP="00B5154A">
      <w:r>
        <w:t>200.1048</w:t>
      </w:r>
      <w:r>
        <w:tab/>
        <w:t>1.419e0</w:t>
      </w:r>
    </w:p>
    <w:p w:rsidR="00B5154A" w:rsidRDefault="00B5154A" w:rsidP="00B5154A">
      <w:r>
        <w:lastRenderedPageBreak/>
        <w:t>200.1790</w:t>
      </w:r>
      <w:r>
        <w:tab/>
        <w:t>4.058e0</w:t>
      </w:r>
    </w:p>
    <w:p w:rsidR="00B5154A" w:rsidRDefault="00B5154A" w:rsidP="00B5154A">
      <w:r>
        <w:t>200.2262</w:t>
      </w:r>
      <w:r>
        <w:tab/>
        <w:t>1.915e0</w:t>
      </w:r>
    </w:p>
    <w:p w:rsidR="00B5154A" w:rsidRDefault="00B5154A" w:rsidP="00B5154A">
      <w:r>
        <w:t>200.2462</w:t>
      </w:r>
      <w:r>
        <w:tab/>
        <w:t>2.003e0</w:t>
      </w:r>
    </w:p>
    <w:p w:rsidR="00B5154A" w:rsidRDefault="00B5154A" w:rsidP="00B5154A">
      <w:r>
        <w:t>200.2702</w:t>
      </w:r>
      <w:r>
        <w:tab/>
        <w:t>3.038e0</w:t>
      </w:r>
    </w:p>
    <w:p w:rsidR="00B5154A" w:rsidRDefault="00B5154A" w:rsidP="00B5154A">
      <w:r>
        <w:t>200.2884</w:t>
      </w:r>
      <w:r>
        <w:tab/>
        <w:t>3.038e0</w:t>
      </w:r>
    </w:p>
    <w:p w:rsidR="00B5154A" w:rsidRDefault="00B5154A" w:rsidP="00B5154A">
      <w:r>
        <w:t>200.3195</w:t>
      </w:r>
      <w:r>
        <w:tab/>
        <w:t>2.025e0</w:t>
      </w:r>
    </w:p>
    <w:p w:rsidR="00B5154A" w:rsidRDefault="00B5154A" w:rsidP="00B5154A">
      <w:r>
        <w:t>200.3686</w:t>
      </w:r>
      <w:r>
        <w:tab/>
        <w:t>1.112e0</w:t>
      </w:r>
    </w:p>
    <w:p w:rsidR="00B5154A" w:rsidRDefault="00B5154A" w:rsidP="00B5154A">
      <w:r>
        <w:t>200.4360</w:t>
      </w:r>
      <w:r>
        <w:tab/>
        <w:t>2.025e0</w:t>
      </w:r>
    </w:p>
    <w:p w:rsidR="00B5154A" w:rsidRDefault="00B5154A" w:rsidP="00B5154A">
      <w:r>
        <w:t>200.4572</w:t>
      </w:r>
      <w:r>
        <w:tab/>
        <w:t>4.051e0</w:t>
      </w:r>
    </w:p>
    <w:p w:rsidR="00B5154A" w:rsidRDefault="00B5154A" w:rsidP="00B5154A">
      <w:r>
        <w:t>200.4818</w:t>
      </w:r>
      <w:r>
        <w:tab/>
        <w:t>3.038e0</w:t>
      </w:r>
    </w:p>
    <w:p w:rsidR="00B5154A" w:rsidRDefault="00B5154A" w:rsidP="00B5154A">
      <w:r>
        <w:t>200.5049</w:t>
      </w:r>
      <w:r>
        <w:tab/>
        <w:t>3.111e0</w:t>
      </w:r>
    </w:p>
    <w:p w:rsidR="00B5154A" w:rsidRDefault="00B5154A" w:rsidP="00B5154A">
      <w:r>
        <w:t>200.5237</w:t>
      </w:r>
      <w:r>
        <w:tab/>
        <w:t>3.038e0</w:t>
      </w:r>
    </w:p>
    <w:p w:rsidR="00B5154A" w:rsidRDefault="00B5154A" w:rsidP="00B5154A">
      <w:r>
        <w:t>200.5516</w:t>
      </w:r>
      <w:r>
        <w:tab/>
        <w:t>3.038e0</w:t>
      </w:r>
    </w:p>
    <w:p w:rsidR="00B5154A" w:rsidRDefault="00B5154A" w:rsidP="00B5154A">
      <w:r>
        <w:t>200.6094</w:t>
      </w:r>
      <w:r>
        <w:tab/>
        <w:t>2.025e0</w:t>
      </w:r>
    </w:p>
    <w:p w:rsidR="00B5154A" w:rsidRDefault="00B5154A" w:rsidP="00B5154A">
      <w:r>
        <w:t>200.6378</w:t>
      </w:r>
      <w:r>
        <w:tab/>
        <w:t>3.038e0</w:t>
      </w:r>
    </w:p>
    <w:p w:rsidR="00B5154A" w:rsidRDefault="00B5154A" w:rsidP="00B5154A">
      <w:r>
        <w:t>200.6580</w:t>
      </w:r>
      <w:r>
        <w:tab/>
        <w:t>2.025e0</w:t>
      </w:r>
    </w:p>
    <w:p w:rsidR="00B5154A" w:rsidRDefault="00B5154A" w:rsidP="00B5154A">
      <w:r>
        <w:t>200.7246</w:t>
      </w:r>
      <w:r>
        <w:tab/>
        <w:t>3.038e0</w:t>
      </w:r>
    </w:p>
    <w:p w:rsidR="00B5154A" w:rsidRDefault="00B5154A" w:rsidP="00B5154A">
      <w:r>
        <w:t>200.7691</w:t>
      </w:r>
      <w:r>
        <w:tab/>
        <w:t>2.025e0</w:t>
      </w:r>
    </w:p>
    <w:p w:rsidR="00B5154A" w:rsidRDefault="00B5154A" w:rsidP="00B5154A">
      <w:r>
        <w:t>200.7926</w:t>
      </w:r>
      <w:r>
        <w:tab/>
        <w:t>2.384e0</w:t>
      </w:r>
    </w:p>
    <w:p w:rsidR="00B5154A" w:rsidRDefault="00B5154A" w:rsidP="00B5154A">
      <w:r>
        <w:lastRenderedPageBreak/>
        <w:t>200.8328</w:t>
      </w:r>
      <w:r>
        <w:tab/>
        <w:t>3.038e0</w:t>
      </w:r>
    </w:p>
    <w:p w:rsidR="00B5154A" w:rsidRDefault="00B5154A" w:rsidP="00B5154A">
      <w:r>
        <w:t>200.8827</w:t>
      </w:r>
      <w:r>
        <w:tab/>
        <w:t>4.051e0</w:t>
      </w:r>
    </w:p>
    <w:p w:rsidR="00B5154A" w:rsidRDefault="00B5154A" w:rsidP="00B5154A">
      <w:r>
        <w:t>200.9419</w:t>
      </w:r>
      <w:r>
        <w:tab/>
        <w:t>2.891e0</w:t>
      </w:r>
    </w:p>
    <w:p w:rsidR="00B5154A" w:rsidRDefault="00B5154A" w:rsidP="00B5154A">
      <w:r>
        <w:t>200.9864</w:t>
      </w:r>
      <w:r>
        <w:tab/>
        <w:t>4.662e0</w:t>
      </w:r>
    </w:p>
    <w:p w:rsidR="00B5154A" w:rsidRDefault="00B5154A" w:rsidP="00B5154A">
      <w:r>
        <w:t>201.0160</w:t>
      </w:r>
      <w:r>
        <w:tab/>
        <w:t>2.819e0</w:t>
      </w:r>
    </w:p>
    <w:p w:rsidR="00B5154A" w:rsidRDefault="00B5154A" w:rsidP="00B5154A">
      <w:r>
        <w:t>201.0728</w:t>
      </w:r>
      <w:r>
        <w:tab/>
        <w:t>3.053e0</w:t>
      </w:r>
    </w:p>
    <w:p w:rsidR="00B5154A" w:rsidRDefault="00B5154A" w:rsidP="00B5154A">
      <w:r>
        <w:t>201.1034</w:t>
      </w:r>
      <w:r>
        <w:tab/>
        <w:t>2.848e0</w:t>
      </w:r>
    </w:p>
    <w:p w:rsidR="00B5154A" w:rsidRDefault="00B5154A" w:rsidP="00B5154A">
      <w:r>
        <w:t>201.1198</w:t>
      </w:r>
      <w:r>
        <w:tab/>
        <w:t>4.042e0</w:t>
      </w:r>
    </w:p>
    <w:p w:rsidR="00B5154A" w:rsidRDefault="00B5154A" w:rsidP="00B5154A">
      <w:r>
        <w:t>201.1613</w:t>
      </w:r>
      <w:r>
        <w:tab/>
        <w:t>1.194e0</w:t>
      </w:r>
    </w:p>
    <w:p w:rsidR="00B5154A" w:rsidRDefault="00B5154A" w:rsidP="00B5154A">
      <w:r>
        <w:t>201.1943</w:t>
      </w:r>
      <w:r>
        <w:tab/>
        <w:t>3.989e0</w:t>
      </w:r>
    </w:p>
    <w:p w:rsidR="00B5154A" w:rsidRDefault="00B5154A" w:rsidP="00B5154A">
      <w:r>
        <w:t>201.2475</w:t>
      </w:r>
      <w:r>
        <w:tab/>
        <w:t>4.006e0</w:t>
      </w:r>
    </w:p>
    <w:p w:rsidR="00B5154A" w:rsidRDefault="00B5154A" w:rsidP="00B5154A">
      <w:r>
        <w:t>201.2686</w:t>
      </w:r>
      <w:r>
        <w:tab/>
        <w:t>2.025e0</w:t>
      </w:r>
    </w:p>
    <w:p w:rsidR="00B5154A" w:rsidRDefault="00B5154A" w:rsidP="00B5154A">
      <w:r>
        <w:t>201.3247</w:t>
      </w:r>
      <w:r>
        <w:tab/>
        <w:t>1.013e0</w:t>
      </w:r>
    </w:p>
    <w:p w:rsidR="00B5154A" w:rsidRDefault="00B5154A" w:rsidP="00B5154A">
      <w:r>
        <w:t>201.3604</w:t>
      </w:r>
      <w:r>
        <w:tab/>
        <w:t>2.025e0</w:t>
      </w:r>
    </w:p>
    <w:p w:rsidR="00B5154A" w:rsidRDefault="00B5154A" w:rsidP="00B5154A">
      <w:r>
        <w:t>201.4024</w:t>
      </w:r>
      <w:r>
        <w:tab/>
        <w:t>5.063e0</w:t>
      </w:r>
    </w:p>
    <w:p w:rsidR="00B5154A" w:rsidRDefault="00B5154A" w:rsidP="00B5154A">
      <w:r>
        <w:t>201.4940</w:t>
      </w:r>
      <w:r>
        <w:tab/>
        <w:t>4.051e0</w:t>
      </w:r>
    </w:p>
    <w:p w:rsidR="00B5154A" w:rsidRDefault="00B5154A" w:rsidP="00B5154A">
      <w:r>
        <w:t>201.5290</w:t>
      </w:r>
      <w:r>
        <w:tab/>
        <w:t>4.369e0</w:t>
      </w:r>
    </w:p>
    <w:p w:rsidR="00B5154A" w:rsidRDefault="00B5154A" w:rsidP="00B5154A">
      <w:r>
        <w:t>201.5662</w:t>
      </w:r>
      <w:r>
        <w:tab/>
        <w:t>1.013e0</w:t>
      </w:r>
    </w:p>
    <w:p w:rsidR="00B5154A" w:rsidRDefault="00B5154A" w:rsidP="00B5154A">
      <w:r>
        <w:t>201.5992</w:t>
      </w:r>
      <w:r>
        <w:tab/>
        <w:t>1.013e0</w:t>
      </w:r>
    </w:p>
    <w:p w:rsidR="00B5154A" w:rsidRDefault="00B5154A" w:rsidP="00B5154A">
      <w:r>
        <w:lastRenderedPageBreak/>
        <w:t>201.6270</w:t>
      </w:r>
      <w:r>
        <w:tab/>
        <w:t>2.025e0</w:t>
      </w:r>
    </w:p>
    <w:p w:rsidR="00B5154A" w:rsidRDefault="00B5154A" w:rsidP="00B5154A">
      <w:r>
        <w:t>201.6920</w:t>
      </w:r>
      <w:r>
        <w:tab/>
        <w:t>8.101e0</w:t>
      </w:r>
    </w:p>
    <w:p w:rsidR="00B5154A" w:rsidRDefault="00B5154A" w:rsidP="00B5154A">
      <w:r>
        <w:t>201.7425</w:t>
      </w:r>
      <w:r>
        <w:tab/>
        <w:t>1.013e0</w:t>
      </w:r>
    </w:p>
    <w:p w:rsidR="00B5154A" w:rsidRDefault="00B5154A" w:rsidP="00B5154A">
      <w:r>
        <w:t>201.8205</w:t>
      </w:r>
      <w:r>
        <w:tab/>
        <w:t>3.038e0</w:t>
      </w:r>
    </w:p>
    <w:p w:rsidR="00B5154A" w:rsidRDefault="00B5154A" w:rsidP="00B5154A">
      <w:r>
        <w:t>201.8823</w:t>
      </w:r>
      <w:r>
        <w:tab/>
        <w:t>2.025e0</w:t>
      </w:r>
    </w:p>
    <w:p w:rsidR="00B5154A" w:rsidRDefault="00B5154A" w:rsidP="00B5154A">
      <w:r>
        <w:t>201.9772</w:t>
      </w:r>
      <w:r>
        <w:tab/>
        <w:t>4.058e0</w:t>
      </w:r>
    </w:p>
    <w:p w:rsidR="00B5154A" w:rsidRDefault="00B5154A" w:rsidP="00B5154A">
      <w:r>
        <w:t>202.0001</w:t>
      </w:r>
      <w:r>
        <w:tab/>
        <w:t>3.024e0</w:t>
      </w:r>
    </w:p>
    <w:p w:rsidR="00B5154A" w:rsidRDefault="00B5154A" w:rsidP="00B5154A">
      <w:r>
        <w:t>202.0658</w:t>
      </w:r>
      <w:r>
        <w:tab/>
        <w:t>1.882e0</w:t>
      </w:r>
    </w:p>
    <w:p w:rsidR="00B5154A" w:rsidRDefault="00B5154A" w:rsidP="00B5154A">
      <w:r>
        <w:t>202.0945</w:t>
      </w:r>
      <w:r>
        <w:tab/>
        <w:t>1.583e0</w:t>
      </w:r>
    </w:p>
    <w:p w:rsidR="00B5154A" w:rsidRDefault="00B5154A" w:rsidP="00B5154A">
      <w:r>
        <w:t>202.1395</w:t>
      </w:r>
      <w:r>
        <w:tab/>
        <w:t>5.486e0</w:t>
      </w:r>
    </w:p>
    <w:p w:rsidR="00B5154A" w:rsidRDefault="00B5154A" w:rsidP="00B5154A">
      <w:r>
        <w:t>202.2176</w:t>
      </w:r>
      <w:r>
        <w:tab/>
        <w:t>7.902e0</w:t>
      </w:r>
    </w:p>
    <w:p w:rsidR="00B5154A" w:rsidRDefault="00B5154A" w:rsidP="00B5154A">
      <w:r>
        <w:t>202.2743</w:t>
      </w:r>
      <w:r>
        <w:tab/>
        <w:t>5.063e0</w:t>
      </w:r>
    </w:p>
    <w:p w:rsidR="00B5154A" w:rsidRDefault="00B5154A" w:rsidP="00B5154A">
      <w:r>
        <w:t>202.3266</w:t>
      </w:r>
      <w:r>
        <w:tab/>
        <w:t>2.025e0</w:t>
      </w:r>
    </w:p>
    <w:p w:rsidR="00B5154A" w:rsidRDefault="00B5154A" w:rsidP="00B5154A">
      <w:r>
        <w:t>202.3643</w:t>
      </w:r>
      <w:r>
        <w:tab/>
        <w:t>2.025e0</w:t>
      </w:r>
    </w:p>
    <w:p w:rsidR="00B5154A" w:rsidRDefault="00B5154A" w:rsidP="00B5154A">
      <w:r>
        <w:t>202.3885</w:t>
      </w:r>
      <w:r>
        <w:tab/>
        <w:t>1.013e0</w:t>
      </w:r>
    </w:p>
    <w:p w:rsidR="00B5154A" w:rsidRDefault="00B5154A" w:rsidP="00B5154A">
      <w:r>
        <w:t>202.4858</w:t>
      </w:r>
      <w:r>
        <w:tab/>
        <w:t>2.025e0</w:t>
      </w:r>
    </w:p>
    <w:p w:rsidR="00B5154A" w:rsidRDefault="00B5154A" w:rsidP="00B5154A">
      <w:r>
        <w:t>202.5248</w:t>
      </w:r>
      <w:r>
        <w:tab/>
        <w:t>3.038e0</w:t>
      </w:r>
    </w:p>
    <w:p w:rsidR="00B5154A" w:rsidRDefault="00B5154A" w:rsidP="00B5154A">
      <w:r>
        <w:t>202.5554</w:t>
      </w:r>
      <w:r>
        <w:tab/>
        <w:t>2.025e0</w:t>
      </w:r>
    </w:p>
    <w:p w:rsidR="00B5154A" w:rsidRDefault="00B5154A" w:rsidP="00B5154A">
      <w:r>
        <w:t>202.5937</w:t>
      </w:r>
      <w:r>
        <w:tab/>
        <w:t>4.051e0</w:t>
      </w:r>
    </w:p>
    <w:p w:rsidR="00B5154A" w:rsidRDefault="00B5154A" w:rsidP="00B5154A">
      <w:r>
        <w:lastRenderedPageBreak/>
        <w:t>202.7031</w:t>
      </w:r>
      <w:r>
        <w:tab/>
        <w:t>2.025e0</w:t>
      </w:r>
    </w:p>
    <w:p w:rsidR="00B5154A" w:rsidRDefault="00B5154A" w:rsidP="00B5154A">
      <w:r>
        <w:t>202.7472</w:t>
      </w:r>
      <w:r>
        <w:tab/>
        <w:t>3.233e0</w:t>
      </w:r>
    </w:p>
    <w:p w:rsidR="00B5154A" w:rsidRDefault="00B5154A" w:rsidP="00B5154A">
      <w:r>
        <w:t>202.7859</w:t>
      </w:r>
      <w:r>
        <w:tab/>
        <w:t>2.025e0</w:t>
      </w:r>
    </w:p>
    <w:p w:rsidR="00B5154A" w:rsidRDefault="00B5154A" w:rsidP="00B5154A">
      <w:r>
        <w:t>202.8201</w:t>
      </w:r>
      <w:r>
        <w:tab/>
        <w:t>1.013e0</w:t>
      </w:r>
    </w:p>
    <w:p w:rsidR="00B5154A" w:rsidRDefault="00B5154A" w:rsidP="00B5154A">
      <w:r>
        <w:t>202.8507</w:t>
      </w:r>
      <w:r>
        <w:tab/>
        <w:t>4.051e0</w:t>
      </w:r>
    </w:p>
    <w:p w:rsidR="00B5154A" w:rsidRDefault="00B5154A" w:rsidP="00B5154A">
      <w:r>
        <w:t>202.8961</w:t>
      </w:r>
      <w:r>
        <w:tab/>
        <w:t>1.013e0</w:t>
      </w:r>
    </w:p>
    <w:p w:rsidR="00B5154A" w:rsidRDefault="00B5154A" w:rsidP="00B5154A">
      <w:r>
        <w:t>202.9368</w:t>
      </w:r>
      <w:r>
        <w:tab/>
        <w:t>1.990e0</w:t>
      </w:r>
    </w:p>
    <w:p w:rsidR="00B5154A" w:rsidRDefault="00B5154A" w:rsidP="00B5154A">
      <w:r>
        <w:t>202.9678</w:t>
      </w:r>
      <w:r>
        <w:tab/>
        <w:t>1.918e0</w:t>
      </w:r>
    </w:p>
    <w:p w:rsidR="00B5154A" w:rsidRDefault="00B5154A" w:rsidP="00B5154A">
      <w:r>
        <w:t>203.0348</w:t>
      </w:r>
      <w:r>
        <w:tab/>
        <w:t>7.066e0</w:t>
      </w:r>
    </w:p>
    <w:p w:rsidR="00B5154A" w:rsidRDefault="00B5154A" w:rsidP="00B5154A">
      <w:r>
        <w:t>203.0654</w:t>
      </w:r>
      <w:r>
        <w:tab/>
        <w:t>2.315e0</w:t>
      </w:r>
    </w:p>
    <w:p w:rsidR="00B5154A" w:rsidRDefault="00B5154A" w:rsidP="00B5154A">
      <w:r>
        <w:t>203.0988</w:t>
      </w:r>
      <w:r>
        <w:tab/>
        <w:t>3.888e0</w:t>
      </w:r>
    </w:p>
    <w:p w:rsidR="00B5154A" w:rsidRDefault="00B5154A" w:rsidP="00B5154A">
      <w:r>
        <w:t>203.1758</w:t>
      </w:r>
      <w:r>
        <w:tab/>
        <w:t>3.540e1</w:t>
      </w:r>
    </w:p>
    <w:p w:rsidR="00B5154A" w:rsidRDefault="00B5154A" w:rsidP="00B5154A">
      <w:r>
        <w:t>203.2462</w:t>
      </w:r>
      <w:r>
        <w:tab/>
        <w:t>1.980e0</w:t>
      </w:r>
    </w:p>
    <w:p w:rsidR="00B5154A" w:rsidRDefault="00B5154A" w:rsidP="00B5154A">
      <w:r>
        <w:t>203.3349</w:t>
      </w:r>
      <w:r>
        <w:tab/>
        <w:t>1.013e0</w:t>
      </w:r>
    </w:p>
    <w:p w:rsidR="00B5154A" w:rsidRDefault="00B5154A" w:rsidP="00B5154A">
      <w:r>
        <w:t>203.3552</w:t>
      </w:r>
      <w:r>
        <w:tab/>
        <w:t>2.025e0</w:t>
      </w:r>
    </w:p>
    <w:p w:rsidR="00B5154A" w:rsidRDefault="00B5154A" w:rsidP="00B5154A">
      <w:r>
        <w:t>203.3821</w:t>
      </w:r>
      <w:r>
        <w:tab/>
        <w:t>2.025e0</w:t>
      </w:r>
    </w:p>
    <w:p w:rsidR="00B5154A" w:rsidRDefault="00B5154A" w:rsidP="00B5154A">
      <w:r>
        <w:t>203.4143</w:t>
      </w:r>
      <w:r>
        <w:tab/>
        <w:t>1.013e0</w:t>
      </w:r>
    </w:p>
    <w:p w:rsidR="00B5154A" w:rsidRDefault="00B5154A" w:rsidP="00B5154A">
      <w:r>
        <w:t>203.4640</w:t>
      </w:r>
      <w:r>
        <w:tab/>
        <w:t>2.025e0</w:t>
      </w:r>
    </w:p>
    <w:p w:rsidR="00B5154A" w:rsidRDefault="00B5154A" w:rsidP="00B5154A">
      <w:r>
        <w:t>203.4898</w:t>
      </w:r>
      <w:r>
        <w:tab/>
        <w:t>1.013e0</w:t>
      </w:r>
    </w:p>
    <w:p w:rsidR="00B5154A" w:rsidRDefault="00B5154A" w:rsidP="00B5154A">
      <w:r>
        <w:lastRenderedPageBreak/>
        <w:t>203.5286</w:t>
      </w:r>
      <w:r>
        <w:tab/>
        <w:t>1.013e0</w:t>
      </w:r>
    </w:p>
    <w:p w:rsidR="00B5154A" w:rsidRDefault="00B5154A" w:rsidP="00B5154A">
      <w:r>
        <w:t>203.5518</w:t>
      </w:r>
      <w:r>
        <w:tab/>
        <w:t>3.038e0</w:t>
      </w:r>
    </w:p>
    <w:p w:rsidR="00B5154A" w:rsidRDefault="00B5154A" w:rsidP="00B5154A">
      <w:r>
        <w:t>203.5814</w:t>
      </w:r>
      <w:r>
        <w:tab/>
        <w:t>1.013e0</w:t>
      </w:r>
    </w:p>
    <w:p w:rsidR="00B5154A" w:rsidRDefault="00B5154A" w:rsidP="00B5154A">
      <w:r>
        <w:t>203.6277</w:t>
      </w:r>
      <w:r>
        <w:tab/>
        <w:t>6.076e0</w:t>
      </w:r>
    </w:p>
    <w:p w:rsidR="00B5154A" w:rsidRDefault="00B5154A" w:rsidP="00B5154A">
      <w:r>
        <w:t>203.6650</w:t>
      </w:r>
      <w:r>
        <w:tab/>
        <w:t>1.013e0</w:t>
      </w:r>
    </w:p>
    <w:p w:rsidR="00B5154A" w:rsidRDefault="00B5154A" w:rsidP="00B5154A">
      <w:r>
        <w:t>203.7158</w:t>
      </w:r>
      <w:r>
        <w:tab/>
        <w:t>2.025e0</w:t>
      </w:r>
    </w:p>
    <w:p w:rsidR="00B5154A" w:rsidRDefault="00B5154A" w:rsidP="00B5154A">
      <w:r>
        <w:t>203.7480</w:t>
      </w:r>
      <w:r>
        <w:tab/>
        <w:t>1.013e0</w:t>
      </w:r>
    </w:p>
    <w:p w:rsidR="00B5154A" w:rsidRDefault="00B5154A" w:rsidP="00B5154A">
      <w:r>
        <w:t>203.7917</w:t>
      </w:r>
      <w:r>
        <w:tab/>
        <w:t>3.038e0</w:t>
      </w:r>
    </w:p>
    <w:p w:rsidR="00B5154A" w:rsidRDefault="00B5154A" w:rsidP="00B5154A">
      <w:r>
        <w:t>203.8212</w:t>
      </w:r>
      <w:r>
        <w:tab/>
        <w:t>3.038e0</w:t>
      </w:r>
    </w:p>
    <w:p w:rsidR="00B5154A" w:rsidRDefault="00B5154A" w:rsidP="00B5154A">
      <w:r>
        <w:t>203.9129</w:t>
      </w:r>
      <w:r>
        <w:tab/>
        <w:t>3.038e0</w:t>
      </w:r>
    </w:p>
    <w:p w:rsidR="00B5154A" w:rsidRDefault="00B5154A" w:rsidP="00B5154A">
      <w:r>
        <w:t>203.9855</w:t>
      </w:r>
      <w:r>
        <w:tab/>
        <w:t>3.767e0</w:t>
      </w:r>
    </w:p>
    <w:p w:rsidR="00B5154A" w:rsidRDefault="00B5154A" w:rsidP="00B5154A">
      <w:r>
        <w:t>204.0185</w:t>
      </w:r>
      <w:r>
        <w:tab/>
        <w:t>3.011e0</w:t>
      </w:r>
    </w:p>
    <w:p w:rsidR="00B5154A" w:rsidRDefault="00B5154A" w:rsidP="00B5154A">
      <w:r>
        <w:t>204.0989</w:t>
      </w:r>
      <w:r>
        <w:tab/>
        <w:t>1.822e0</w:t>
      </w:r>
    </w:p>
    <w:p w:rsidR="00B5154A" w:rsidRDefault="00B5154A" w:rsidP="00B5154A">
      <w:r>
        <w:t>204.1639</w:t>
      </w:r>
      <w:r>
        <w:tab/>
        <w:t>1.817e1</w:t>
      </w:r>
    </w:p>
    <w:p w:rsidR="00B5154A" w:rsidRDefault="00B5154A" w:rsidP="00B5154A">
      <w:r>
        <w:t>204.2111</w:t>
      </w:r>
      <w:r>
        <w:tab/>
        <w:t>3.774e0</w:t>
      </w:r>
    </w:p>
    <w:p w:rsidR="00B5154A" w:rsidRDefault="00B5154A" w:rsidP="00B5154A">
      <w:r>
        <w:t>204.2806</w:t>
      </w:r>
      <w:r>
        <w:tab/>
        <w:t>4.051e0</w:t>
      </w:r>
    </w:p>
    <w:p w:rsidR="00B5154A" w:rsidRDefault="00B5154A" w:rsidP="00B5154A">
      <w:r>
        <w:t>204.3423</w:t>
      </w:r>
      <w:r>
        <w:tab/>
        <w:t>2.025e0</w:t>
      </w:r>
    </w:p>
    <w:p w:rsidR="00B5154A" w:rsidRDefault="00B5154A" w:rsidP="00B5154A">
      <w:r>
        <w:t>204.3975</w:t>
      </w:r>
      <w:r>
        <w:tab/>
        <w:t>2.025e0</w:t>
      </w:r>
    </w:p>
    <w:p w:rsidR="00B5154A" w:rsidRDefault="00B5154A" w:rsidP="00B5154A">
      <w:r>
        <w:t>204.4382</w:t>
      </w:r>
      <w:r>
        <w:tab/>
        <w:t>1.013e0</w:t>
      </w:r>
    </w:p>
    <w:p w:rsidR="00B5154A" w:rsidRDefault="00B5154A" w:rsidP="00B5154A">
      <w:r>
        <w:lastRenderedPageBreak/>
        <w:t>204.4620</w:t>
      </w:r>
      <w:r>
        <w:tab/>
        <w:t>1.013e0</w:t>
      </w:r>
    </w:p>
    <w:p w:rsidR="00B5154A" w:rsidRDefault="00B5154A" w:rsidP="00B5154A">
      <w:r>
        <w:t>204.5087</w:t>
      </w:r>
      <w:r>
        <w:tab/>
        <w:t>2.025e0</w:t>
      </w:r>
    </w:p>
    <w:p w:rsidR="00B5154A" w:rsidRDefault="00B5154A" w:rsidP="00B5154A">
      <w:r>
        <w:t>204.5491</w:t>
      </w:r>
      <w:r>
        <w:tab/>
        <w:t>2.025e0</w:t>
      </w:r>
    </w:p>
    <w:p w:rsidR="00B5154A" w:rsidRDefault="00B5154A" w:rsidP="00B5154A">
      <w:r>
        <w:t>204.5869</w:t>
      </w:r>
      <w:r>
        <w:tab/>
        <w:t>4.051e0</w:t>
      </w:r>
    </w:p>
    <w:p w:rsidR="00B5154A" w:rsidRDefault="00B5154A" w:rsidP="00B5154A">
      <w:r>
        <w:t>204.6159</w:t>
      </w:r>
      <w:r>
        <w:tab/>
        <w:t>2.767e0</w:t>
      </w:r>
    </w:p>
    <w:p w:rsidR="00B5154A" w:rsidRDefault="00B5154A" w:rsidP="00B5154A">
      <w:r>
        <w:t>204.6674</w:t>
      </w:r>
      <w:r>
        <w:tab/>
        <w:t>1.013e0</w:t>
      </w:r>
    </w:p>
    <w:p w:rsidR="00B5154A" w:rsidRDefault="00B5154A" w:rsidP="00B5154A">
      <w:r>
        <w:t>204.6976</w:t>
      </w:r>
      <w:r>
        <w:tab/>
        <w:t>2.822e0</w:t>
      </w:r>
    </w:p>
    <w:p w:rsidR="00B5154A" w:rsidRDefault="00B5154A" w:rsidP="00B5154A">
      <w:r>
        <w:t>204.7223</w:t>
      </w:r>
      <w:r>
        <w:tab/>
        <w:t>4.051e0</w:t>
      </w:r>
    </w:p>
    <w:p w:rsidR="00B5154A" w:rsidRDefault="00B5154A" w:rsidP="00B5154A">
      <w:r>
        <w:t>204.7449</w:t>
      </w:r>
      <w:r>
        <w:tab/>
        <w:t>2.025e0</w:t>
      </w:r>
    </w:p>
    <w:p w:rsidR="00B5154A" w:rsidRDefault="00B5154A" w:rsidP="00B5154A">
      <w:r>
        <w:t>204.7804</w:t>
      </w:r>
      <w:r>
        <w:tab/>
        <w:t>1.013e0</w:t>
      </w:r>
    </w:p>
    <w:p w:rsidR="00B5154A" w:rsidRDefault="00B5154A" w:rsidP="00B5154A">
      <w:r>
        <w:t>204.8153</w:t>
      </w:r>
      <w:r>
        <w:tab/>
        <w:t>5.063e0</w:t>
      </w:r>
    </w:p>
    <w:p w:rsidR="00B5154A" w:rsidRDefault="00B5154A" w:rsidP="00B5154A">
      <w:r>
        <w:t>204.8687</w:t>
      </w:r>
      <w:r>
        <w:tab/>
        <w:t>1.013e0</w:t>
      </w:r>
    </w:p>
    <w:p w:rsidR="00B5154A" w:rsidRDefault="00B5154A" w:rsidP="00B5154A">
      <w:r>
        <w:t>204.8926</w:t>
      </w:r>
      <w:r>
        <w:tab/>
        <w:t>2.025e0</w:t>
      </w:r>
    </w:p>
    <w:p w:rsidR="00B5154A" w:rsidRDefault="00B5154A" w:rsidP="00B5154A">
      <w:r>
        <w:t>204.9214</w:t>
      </w:r>
      <w:r>
        <w:tab/>
        <w:t>2.025e0</w:t>
      </w:r>
    </w:p>
    <w:p w:rsidR="00B5154A" w:rsidRDefault="00B5154A" w:rsidP="00B5154A">
      <w:r>
        <w:t>204.9498</w:t>
      </w:r>
      <w:r>
        <w:tab/>
        <w:t>1.868e0</w:t>
      </w:r>
    </w:p>
    <w:p w:rsidR="00B5154A" w:rsidRDefault="00B5154A" w:rsidP="00B5154A">
      <w:r>
        <w:t>204.9727</w:t>
      </w:r>
      <w:r>
        <w:tab/>
        <w:t>2.763e0</w:t>
      </w:r>
    </w:p>
    <w:p w:rsidR="00B5154A" w:rsidRDefault="00B5154A" w:rsidP="00B5154A">
      <w:r>
        <w:t>205.0254</w:t>
      </w:r>
      <w:r>
        <w:tab/>
        <w:t>3.394e0</w:t>
      </w:r>
    </w:p>
    <w:p w:rsidR="00B5154A" w:rsidRDefault="00B5154A" w:rsidP="00B5154A">
      <w:r>
        <w:t>205.1042</w:t>
      </w:r>
      <w:r>
        <w:tab/>
        <w:t>1.493e0</w:t>
      </w:r>
    </w:p>
    <w:p w:rsidR="00B5154A" w:rsidRDefault="00B5154A" w:rsidP="00B5154A">
      <w:r>
        <w:t>205.1671</w:t>
      </w:r>
      <w:r>
        <w:tab/>
        <w:t>1.384e0</w:t>
      </w:r>
    </w:p>
    <w:p w:rsidR="00B5154A" w:rsidRDefault="00B5154A" w:rsidP="00B5154A">
      <w:r>
        <w:lastRenderedPageBreak/>
        <w:t>205.2091</w:t>
      </w:r>
      <w:r>
        <w:tab/>
        <w:t>2.035e0</w:t>
      </w:r>
    </w:p>
    <w:p w:rsidR="00B5154A" w:rsidRDefault="00B5154A" w:rsidP="00B5154A">
      <w:r>
        <w:t>205.2429</w:t>
      </w:r>
      <w:r>
        <w:tab/>
        <w:t>2.058e0</w:t>
      </w:r>
    </w:p>
    <w:p w:rsidR="00B5154A" w:rsidRDefault="00B5154A" w:rsidP="00B5154A">
      <w:r>
        <w:t>205.3425</w:t>
      </w:r>
      <w:r>
        <w:tab/>
        <w:t>5.063e0</w:t>
      </w:r>
    </w:p>
    <w:p w:rsidR="00B5154A" w:rsidRDefault="00B5154A" w:rsidP="00B5154A">
      <w:r>
        <w:t>205.4011</w:t>
      </w:r>
      <w:r>
        <w:tab/>
        <w:t>1.013e0</w:t>
      </w:r>
    </w:p>
    <w:p w:rsidR="00B5154A" w:rsidRDefault="00B5154A" w:rsidP="00B5154A">
      <w:r>
        <w:t>205.4235</w:t>
      </w:r>
      <w:r>
        <w:tab/>
        <w:t>2.025e0</w:t>
      </w:r>
    </w:p>
    <w:p w:rsidR="00B5154A" w:rsidRDefault="00B5154A" w:rsidP="00B5154A">
      <w:r>
        <w:t>205.4695</w:t>
      </w:r>
      <w:r>
        <w:tab/>
        <w:t>2.025e0</w:t>
      </w:r>
    </w:p>
    <w:p w:rsidR="00B5154A" w:rsidRDefault="00B5154A" w:rsidP="00B5154A">
      <w:r>
        <w:t>205.4918</w:t>
      </w:r>
      <w:r>
        <w:tab/>
        <w:t>2.025e0</w:t>
      </w:r>
    </w:p>
    <w:p w:rsidR="00B5154A" w:rsidRDefault="00B5154A" w:rsidP="00B5154A">
      <w:r>
        <w:t>205.5596</w:t>
      </w:r>
      <w:r>
        <w:tab/>
        <w:t>5.063e0</w:t>
      </w:r>
    </w:p>
    <w:p w:rsidR="00B5154A" w:rsidRDefault="00B5154A" w:rsidP="00B5154A">
      <w:r>
        <w:t>205.5858</w:t>
      </w:r>
      <w:r>
        <w:tab/>
        <w:t>1.910e0</w:t>
      </w:r>
    </w:p>
    <w:p w:rsidR="00B5154A" w:rsidRDefault="00B5154A" w:rsidP="00B5154A">
      <w:r>
        <w:t>205.6216</w:t>
      </w:r>
      <w:r>
        <w:tab/>
        <w:t>3.038e0</w:t>
      </w:r>
    </w:p>
    <w:p w:rsidR="00B5154A" w:rsidRDefault="00B5154A" w:rsidP="00B5154A">
      <w:r>
        <w:t>205.6788</w:t>
      </w:r>
      <w:r>
        <w:tab/>
        <w:t>5.063e0</w:t>
      </w:r>
    </w:p>
    <w:p w:rsidR="00B5154A" w:rsidRDefault="00B5154A" w:rsidP="00B5154A">
      <w:r>
        <w:t>205.7387</w:t>
      </w:r>
      <w:r>
        <w:tab/>
        <w:t>3.038e0</w:t>
      </w:r>
    </w:p>
    <w:p w:rsidR="00B5154A" w:rsidRDefault="00B5154A" w:rsidP="00B5154A">
      <w:r>
        <w:t>205.7666</w:t>
      </w:r>
      <w:r>
        <w:tab/>
        <w:t>1.013e0</w:t>
      </w:r>
    </w:p>
    <w:p w:rsidR="00B5154A" w:rsidRDefault="00B5154A" w:rsidP="00B5154A">
      <w:r>
        <w:t>205.7957</w:t>
      </w:r>
      <w:r>
        <w:tab/>
        <w:t>5.063e0</w:t>
      </w:r>
    </w:p>
    <w:p w:rsidR="00B5154A" w:rsidRDefault="00B5154A" w:rsidP="00B5154A">
      <w:r>
        <w:t>205.8615</w:t>
      </w:r>
      <w:r>
        <w:tab/>
        <w:t>4.051e0</w:t>
      </w:r>
    </w:p>
    <w:p w:rsidR="00B5154A" w:rsidRDefault="00B5154A" w:rsidP="00B5154A">
      <w:r>
        <w:t>205.8818</w:t>
      </w:r>
      <w:r>
        <w:tab/>
        <w:t>3.038e0</w:t>
      </w:r>
    </w:p>
    <w:p w:rsidR="00B5154A" w:rsidRDefault="00B5154A" w:rsidP="00B5154A">
      <w:r>
        <w:t>205.9082</w:t>
      </w:r>
      <w:r>
        <w:tab/>
        <w:t>1.013e0</w:t>
      </w:r>
    </w:p>
    <w:p w:rsidR="00B5154A" w:rsidRDefault="00B5154A" w:rsidP="00B5154A">
      <w:r>
        <w:t>205.9540</w:t>
      </w:r>
      <w:r>
        <w:tab/>
        <w:t>7.787e0</w:t>
      </w:r>
    </w:p>
    <w:p w:rsidR="00B5154A" w:rsidRDefault="00B5154A" w:rsidP="00B5154A">
      <w:r>
        <w:t>206.0791</w:t>
      </w:r>
      <w:r>
        <w:tab/>
        <w:t>3.587e0</w:t>
      </w:r>
    </w:p>
    <w:p w:rsidR="00B5154A" w:rsidRDefault="00B5154A" w:rsidP="00B5154A">
      <w:r>
        <w:lastRenderedPageBreak/>
        <w:t>206.1777</w:t>
      </w:r>
      <w:r>
        <w:tab/>
        <w:t>7.423e1</w:t>
      </w:r>
    </w:p>
    <w:p w:rsidR="00B5154A" w:rsidRDefault="00B5154A" w:rsidP="00B5154A">
      <w:r>
        <w:t>206.2657</w:t>
      </w:r>
      <w:r>
        <w:tab/>
        <w:t>2.025e0</w:t>
      </w:r>
    </w:p>
    <w:p w:rsidR="00B5154A" w:rsidRDefault="00B5154A" w:rsidP="00B5154A">
      <w:r>
        <w:t>206.3192</w:t>
      </w:r>
      <w:r>
        <w:tab/>
        <w:t>2.025e0</w:t>
      </w:r>
    </w:p>
    <w:p w:rsidR="00B5154A" w:rsidRDefault="00B5154A" w:rsidP="00B5154A">
      <w:r>
        <w:t>206.3803</w:t>
      </w:r>
      <w:r>
        <w:tab/>
        <w:t>2.025e0</w:t>
      </w:r>
    </w:p>
    <w:p w:rsidR="00B5154A" w:rsidRDefault="00B5154A" w:rsidP="00B5154A">
      <w:r>
        <w:t>206.4053</w:t>
      </w:r>
      <w:r>
        <w:tab/>
        <w:t>3.038e0</w:t>
      </w:r>
    </w:p>
    <w:p w:rsidR="00B5154A" w:rsidRDefault="00B5154A" w:rsidP="00B5154A">
      <w:r>
        <w:t>206.4525</w:t>
      </w:r>
      <w:r>
        <w:tab/>
        <w:t>2.025e0</w:t>
      </w:r>
    </w:p>
    <w:p w:rsidR="00B5154A" w:rsidRDefault="00B5154A" w:rsidP="00B5154A">
      <w:r>
        <w:t>206.4748</w:t>
      </w:r>
      <w:r>
        <w:tab/>
        <w:t>2.332e0</w:t>
      </w:r>
    </w:p>
    <w:p w:rsidR="00B5154A" w:rsidRDefault="00B5154A" w:rsidP="00B5154A">
      <w:r>
        <w:t>206.5295</w:t>
      </w:r>
      <w:r>
        <w:tab/>
        <w:t>3.038e0</w:t>
      </w:r>
    </w:p>
    <w:p w:rsidR="00B5154A" w:rsidRDefault="00B5154A" w:rsidP="00B5154A">
      <w:r>
        <w:t>206.5693</w:t>
      </w:r>
      <w:r>
        <w:tab/>
        <w:t>2.025e0</w:t>
      </w:r>
    </w:p>
    <w:p w:rsidR="00B5154A" w:rsidRDefault="00B5154A" w:rsidP="00B5154A">
      <w:r>
        <w:t>206.5903</w:t>
      </w:r>
      <w:r>
        <w:tab/>
        <w:t>1.013e0</w:t>
      </w:r>
    </w:p>
    <w:p w:rsidR="00B5154A" w:rsidRDefault="00B5154A" w:rsidP="00B5154A">
      <w:r>
        <w:t>206.6211</w:t>
      </w:r>
      <w:r>
        <w:tab/>
        <w:t>2.025e0</w:t>
      </w:r>
    </w:p>
    <w:p w:rsidR="00B5154A" w:rsidRDefault="00B5154A" w:rsidP="00B5154A">
      <w:r>
        <w:t>206.6449</w:t>
      </w:r>
      <w:r>
        <w:tab/>
        <w:t>3.038e0</w:t>
      </w:r>
    </w:p>
    <w:p w:rsidR="00B5154A" w:rsidRDefault="00B5154A" w:rsidP="00B5154A">
      <w:r>
        <w:t>206.6897</w:t>
      </w:r>
      <w:r>
        <w:tab/>
        <w:t>2.025e0</w:t>
      </w:r>
    </w:p>
    <w:p w:rsidR="00B5154A" w:rsidRDefault="00B5154A" w:rsidP="00B5154A">
      <w:r>
        <w:t>206.7435</w:t>
      </w:r>
      <w:r>
        <w:tab/>
        <w:t>1.013e0</w:t>
      </w:r>
    </w:p>
    <w:p w:rsidR="00B5154A" w:rsidRDefault="00B5154A" w:rsidP="00B5154A">
      <w:r>
        <w:t>206.7794</w:t>
      </w:r>
      <w:r>
        <w:tab/>
        <w:t>3.038e0</w:t>
      </w:r>
    </w:p>
    <w:p w:rsidR="00B5154A" w:rsidRDefault="00B5154A" w:rsidP="00B5154A">
      <w:r>
        <w:t>206.8257</w:t>
      </w:r>
      <w:r>
        <w:tab/>
        <w:t>3.899e0</w:t>
      </w:r>
    </w:p>
    <w:p w:rsidR="00B5154A" w:rsidRDefault="00B5154A" w:rsidP="00B5154A">
      <w:r>
        <w:t>206.8490</w:t>
      </w:r>
      <w:r>
        <w:tab/>
        <w:t>3.189e0</w:t>
      </w:r>
    </w:p>
    <w:p w:rsidR="00B5154A" w:rsidRDefault="00B5154A" w:rsidP="00B5154A">
      <w:r>
        <w:t>206.9408</w:t>
      </w:r>
      <w:r>
        <w:tab/>
        <w:t>5.975e0</w:t>
      </w:r>
    </w:p>
    <w:p w:rsidR="00B5154A" w:rsidRDefault="00B5154A" w:rsidP="00B5154A">
      <w:r>
        <w:t>206.9776</w:t>
      </w:r>
      <w:r>
        <w:tab/>
        <w:t>4.798e0</w:t>
      </w:r>
    </w:p>
    <w:p w:rsidR="00B5154A" w:rsidRDefault="00B5154A" w:rsidP="00B5154A">
      <w:r>
        <w:lastRenderedPageBreak/>
        <w:t>207.0464</w:t>
      </w:r>
      <w:r>
        <w:tab/>
        <w:t>2.889e2</w:t>
      </w:r>
    </w:p>
    <w:p w:rsidR="00B5154A" w:rsidRDefault="00B5154A" w:rsidP="00B5154A">
      <w:r>
        <w:t>207.1267</w:t>
      </w:r>
      <w:r>
        <w:tab/>
        <w:t>2.987e0</w:t>
      </w:r>
    </w:p>
    <w:p w:rsidR="00B5154A" w:rsidRDefault="00B5154A" w:rsidP="00B5154A">
      <w:r>
        <w:t>207.1564</w:t>
      </w:r>
      <w:r>
        <w:tab/>
        <w:t>3.109e0</w:t>
      </w:r>
    </w:p>
    <w:p w:rsidR="00B5154A" w:rsidRDefault="00B5154A" w:rsidP="00B5154A">
      <w:r>
        <w:t>207.2015</w:t>
      </w:r>
      <w:r>
        <w:tab/>
        <w:t>6.706e0</w:t>
      </w:r>
    </w:p>
    <w:p w:rsidR="00B5154A" w:rsidRDefault="00B5154A" w:rsidP="00B5154A">
      <w:r>
        <w:t>207.2248</w:t>
      </w:r>
      <w:r>
        <w:tab/>
        <w:t>1.749e0</w:t>
      </w:r>
    </w:p>
    <w:p w:rsidR="00B5154A" w:rsidRDefault="00B5154A" w:rsidP="00B5154A">
      <w:r>
        <w:t>207.2660</w:t>
      </w:r>
      <w:r>
        <w:tab/>
        <w:t>4.051e0</w:t>
      </w:r>
    </w:p>
    <w:p w:rsidR="00B5154A" w:rsidRDefault="00B5154A" w:rsidP="00B5154A">
      <w:r>
        <w:t>207.3054</w:t>
      </w:r>
      <w:r>
        <w:tab/>
        <w:t>2.025e0</w:t>
      </w:r>
    </w:p>
    <w:p w:rsidR="00B5154A" w:rsidRDefault="00B5154A" w:rsidP="00B5154A">
      <w:r>
        <w:t>207.3498</w:t>
      </w:r>
      <w:r>
        <w:tab/>
        <w:t>4.051e0</w:t>
      </w:r>
    </w:p>
    <w:p w:rsidR="00B5154A" w:rsidRDefault="00B5154A" w:rsidP="00B5154A">
      <w:r>
        <w:t>207.4100</w:t>
      </w:r>
      <w:r>
        <w:tab/>
        <w:t>2.025e0</w:t>
      </w:r>
    </w:p>
    <w:p w:rsidR="00B5154A" w:rsidRDefault="00B5154A" w:rsidP="00B5154A">
      <w:r>
        <w:t>207.4619</w:t>
      </w:r>
      <w:r>
        <w:tab/>
        <w:t>3.038e0</w:t>
      </w:r>
    </w:p>
    <w:p w:rsidR="00B5154A" w:rsidRDefault="00B5154A" w:rsidP="00B5154A">
      <w:r>
        <w:t>207.4919</w:t>
      </w:r>
      <w:r>
        <w:tab/>
        <w:t>3.860e0</w:t>
      </w:r>
    </w:p>
    <w:p w:rsidR="00B5154A" w:rsidRDefault="00B5154A" w:rsidP="00B5154A">
      <w:r>
        <w:t>207.5311</w:t>
      </w:r>
      <w:r>
        <w:tab/>
        <w:t>4.051e0</w:t>
      </w:r>
    </w:p>
    <w:p w:rsidR="00B5154A" w:rsidRDefault="00B5154A" w:rsidP="00B5154A">
      <w:r>
        <w:t>207.5852</w:t>
      </w:r>
      <w:r>
        <w:tab/>
        <w:t>5.063e0</w:t>
      </w:r>
    </w:p>
    <w:p w:rsidR="00B5154A" w:rsidRDefault="00B5154A" w:rsidP="00B5154A">
      <w:r>
        <w:t>207.6553</w:t>
      </w:r>
      <w:r>
        <w:tab/>
        <w:t>3.038e0</w:t>
      </w:r>
    </w:p>
    <w:p w:rsidR="00B5154A" w:rsidRDefault="00B5154A" w:rsidP="00B5154A">
      <w:r>
        <w:t>207.6786</w:t>
      </w:r>
      <w:r>
        <w:tab/>
        <w:t>3.038e0</w:t>
      </w:r>
    </w:p>
    <w:p w:rsidR="00B5154A" w:rsidRDefault="00B5154A" w:rsidP="00B5154A">
      <w:r>
        <w:t>207.7118</w:t>
      </w:r>
      <w:r>
        <w:tab/>
        <w:t>3.038e0</w:t>
      </w:r>
    </w:p>
    <w:p w:rsidR="00B5154A" w:rsidRDefault="00B5154A" w:rsidP="00B5154A">
      <w:r>
        <w:t>207.7388</w:t>
      </w:r>
      <w:r>
        <w:tab/>
        <w:t>5.063e0</w:t>
      </w:r>
    </w:p>
    <w:p w:rsidR="00B5154A" w:rsidRDefault="00B5154A" w:rsidP="00B5154A">
      <w:r>
        <w:t>207.8033</w:t>
      </w:r>
      <w:r>
        <w:tab/>
        <w:t>7.089e0</w:t>
      </w:r>
    </w:p>
    <w:p w:rsidR="00B5154A" w:rsidRDefault="00B5154A" w:rsidP="00B5154A">
      <w:r>
        <w:t>207.8477</w:t>
      </w:r>
      <w:r>
        <w:tab/>
        <w:t>9.114e0</w:t>
      </w:r>
    </w:p>
    <w:p w:rsidR="00B5154A" w:rsidRDefault="00B5154A" w:rsidP="00B5154A">
      <w:r>
        <w:lastRenderedPageBreak/>
        <w:t>207.8877</w:t>
      </w:r>
      <w:r>
        <w:tab/>
        <w:t>4.051e0</w:t>
      </w:r>
    </w:p>
    <w:p w:rsidR="00B5154A" w:rsidRDefault="00B5154A" w:rsidP="00B5154A">
      <w:r>
        <w:t>207.9365</w:t>
      </w:r>
      <w:r>
        <w:tab/>
        <w:t>2.025e0</w:t>
      </w:r>
    </w:p>
    <w:p w:rsidR="00B5154A" w:rsidRDefault="00B5154A" w:rsidP="00B5154A">
      <w:r>
        <w:t>207.9635</w:t>
      </w:r>
      <w:r>
        <w:tab/>
        <w:t>3.610e0</w:t>
      </w:r>
    </w:p>
    <w:p w:rsidR="00B5154A" w:rsidRDefault="00B5154A" w:rsidP="00B5154A">
      <w:r>
        <w:t>208.0431</w:t>
      </w:r>
      <w:r>
        <w:tab/>
        <w:t>6.089e2</w:t>
      </w:r>
    </w:p>
    <w:p w:rsidR="00B5154A" w:rsidRDefault="00B5154A" w:rsidP="00B5154A">
      <w:r>
        <w:t>208.1015</w:t>
      </w:r>
      <w:r>
        <w:tab/>
        <w:t>7.352e0</w:t>
      </w:r>
    </w:p>
    <w:p w:rsidR="00B5154A" w:rsidRDefault="00B5154A" w:rsidP="00B5154A">
      <w:r>
        <w:t>208.1292</w:t>
      </w:r>
      <w:r>
        <w:tab/>
        <w:t>4.426e0</w:t>
      </w:r>
    </w:p>
    <w:p w:rsidR="00B5154A" w:rsidRDefault="00B5154A" w:rsidP="00B5154A">
      <w:r>
        <w:t>208.2152</w:t>
      </w:r>
      <w:r>
        <w:tab/>
        <w:t>6.723e0</w:t>
      </w:r>
    </w:p>
    <w:p w:rsidR="00B5154A" w:rsidRDefault="00B5154A" w:rsidP="00B5154A">
      <w:r>
        <w:t>208.2587</w:t>
      </w:r>
      <w:r>
        <w:tab/>
        <w:t>5.008e0</w:t>
      </w:r>
    </w:p>
    <w:p w:rsidR="00B5154A" w:rsidRDefault="00B5154A" w:rsidP="00B5154A">
      <w:r>
        <w:t>208.2817</w:t>
      </w:r>
      <w:r>
        <w:tab/>
        <w:t>3.520e0</w:t>
      </w:r>
    </w:p>
    <w:p w:rsidR="00B5154A" w:rsidRDefault="00B5154A" w:rsidP="00B5154A">
      <w:r>
        <w:t>208.3093</w:t>
      </w:r>
      <w:r>
        <w:tab/>
        <w:t>3.038e0</w:t>
      </w:r>
    </w:p>
    <w:p w:rsidR="00B5154A" w:rsidRDefault="00B5154A" w:rsidP="00B5154A">
      <w:r>
        <w:t>208.3656</w:t>
      </w:r>
      <w:r>
        <w:tab/>
        <w:t>1.013e0</w:t>
      </w:r>
    </w:p>
    <w:p w:rsidR="00B5154A" w:rsidRDefault="00B5154A" w:rsidP="00B5154A">
      <w:r>
        <w:t>208.4046</w:t>
      </w:r>
      <w:r>
        <w:tab/>
        <w:t>4.051e0</w:t>
      </w:r>
    </w:p>
    <w:p w:rsidR="00B5154A" w:rsidRDefault="00B5154A" w:rsidP="00B5154A">
      <w:r>
        <w:t>208.4375</w:t>
      </w:r>
      <w:r>
        <w:tab/>
        <w:t>3.038e0</w:t>
      </w:r>
    </w:p>
    <w:p w:rsidR="00B5154A" w:rsidRDefault="00B5154A" w:rsidP="00B5154A">
      <w:r>
        <w:t>208.4557</w:t>
      </w:r>
      <w:r>
        <w:tab/>
        <w:t>3.038e0</w:t>
      </w:r>
    </w:p>
    <w:p w:rsidR="00B5154A" w:rsidRDefault="00B5154A" w:rsidP="00B5154A">
      <w:r>
        <w:t>208.4974</w:t>
      </w:r>
      <w:r>
        <w:tab/>
        <w:t>7.089e0</w:t>
      </w:r>
    </w:p>
    <w:p w:rsidR="00B5154A" w:rsidRDefault="00B5154A" w:rsidP="00B5154A">
      <w:r>
        <w:t>208.5464</w:t>
      </w:r>
      <w:r>
        <w:tab/>
        <w:t>5.063e0</w:t>
      </w:r>
    </w:p>
    <w:p w:rsidR="00B5154A" w:rsidRDefault="00B5154A" w:rsidP="00B5154A">
      <w:r>
        <w:t>208.6060</w:t>
      </w:r>
      <w:r>
        <w:tab/>
        <w:t>7.089e0</w:t>
      </w:r>
    </w:p>
    <w:p w:rsidR="00B5154A" w:rsidRDefault="00B5154A" w:rsidP="00B5154A">
      <w:r>
        <w:t>208.6469</w:t>
      </w:r>
      <w:r>
        <w:tab/>
        <w:t>8.101e0</w:t>
      </w:r>
    </w:p>
    <w:p w:rsidR="00B5154A" w:rsidRDefault="00B5154A" w:rsidP="00B5154A">
      <w:r>
        <w:t>208.6833</w:t>
      </w:r>
      <w:r>
        <w:tab/>
        <w:t>3.038e0</w:t>
      </w:r>
    </w:p>
    <w:p w:rsidR="00B5154A" w:rsidRDefault="00B5154A" w:rsidP="00B5154A">
      <w:r>
        <w:lastRenderedPageBreak/>
        <w:t>208.7080</w:t>
      </w:r>
      <w:r>
        <w:tab/>
        <w:t>2.838e0</w:t>
      </w:r>
    </w:p>
    <w:p w:rsidR="00B5154A" w:rsidRDefault="00B5154A" w:rsidP="00B5154A">
      <w:r>
        <w:t>208.7478</w:t>
      </w:r>
      <w:r>
        <w:tab/>
        <w:t>2.025e0</w:t>
      </w:r>
    </w:p>
    <w:p w:rsidR="00B5154A" w:rsidRDefault="00B5154A" w:rsidP="00B5154A">
      <w:r>
        <w:t>208.8053</w:t>
      </w:r>
      <w:r>
        <w:tab/>
        <w:t>2.025e0</w:t>
      </w:r>
    </w:p>
    <w:p w:rsidR="00B5154A" w:rsidRDefault="00B5154A" w:rsidP="00B5154A">
      <w:r>
        <w:t>208.8669</w:t>
      </w:r>
      <w:r>
        <w:tab/>
        <w:t>2.236e0</w:t>
      </w:r>
    </w:p>
    <w:p w:rsidR="00B5154A" w:rsidRDefault="00B5154A" w:rsidP="00B5154A">
      <w:r>
        <w:t>208.8974</w:t>
      </w:r>
      <w:r>
        <w:tab/>
        <w:t>3.038e0</w:t>
      </w:r>
    </w:p>
    <w:p w:rsidR="00B5154A" w:rsidRDefault="00B5154A" w:rsidP="00B5154A">
      <w:r>
        <w:t>208.9586</w:t>
      </w:r>
      <w:r>
        <w:tab/>
        <w:t>5.635e0</w:t>
      </w:r>
    </w:p>
    <w:p w:rsidR="00B5154A" w:rsidRDefault="00B5154A" w:rsidP="00B5154A">
      <w:r>
        <w:t>209.0425</w:t>
      </w:r>
      <w:r>
        <w:tab/>
        <w:t>1.583e2</w:t>
      </w:r>
    </w:p>
    <w:p w:rsidR="00B5154A" w:rsidRDefault="00B5154A" w:rsidP="00B5154A">
      <w:r>
        <w:t>209.1118</w:t>
      </w:r>
      <w:r>
        <w:tab/>
        <w:t>1.822e0</w:t>
      </w:r>
    </w:p>
    <w:p w:rsidR="00B5154A" w:rsidRDefault="00B5154A" w:rsidP="00B5154A">
      <w:r>
        <w:t>209.1714</w:t>
      </w:r>
      <w:r>
        <w:tab/>
        <w:t>7.370e0</w:t>
      </w:r>
    </w:p>
    <w:p w:rsidR="00B5154A" w:rsidRDefault="00B5154A" w:rsidP="00B5154A">
      <w:r>
        <w:t>209.2016</w:t>
      </w:r>
      <w:r>
        <w:tab/>
        <w:t>2.491e1</w:t>
      </w:r>
    </w:p>
    <w:p w:rsidR="00B5154A" w:rsidRDefault="00B5154A" w:rsidP="00B5154A">
      <w:r>
        <w:t>209.2676</w:t>
      </w:r>
      <w:r>
        <w:tab/>
        <w:t>1.013e0</w:t>
      </w:r>
    </w:p>
    <w:p w:rsidR="00B5154A" w:rsidRDefault="00B5154A" w:rsidP="00B5154A">
      <w:r>
        <w:t>209.2984</w:t>
      </w:r>
      <w:r>
        <w:tab/>
        <w:t>4.051e0</w:t>
      </w:r>
    </w:p>
    <w:p w:rsidR="00B5154A" w:rsidRDefault="00B5154A" w:rsidP="00B5154A">
      <w:r>
        <w:t>209.3362</w:t>
      </w:r>
      <w:r>
        <w:tab/>
        <w:t>2.368e0</w:t>
      </w:r>
    </w:p>
    <w:p w:rsidR="00B5154A" w:rsidRDefault="00B5154A" w:rsidP="00B5154A">
      <w:r>
        <w:t>209.3775</w:t>
      </w:r>
      <w:r>
        <w:tab/>
        <w:t>1.114e1</w:t>
      </w:r>
    </w:p>
    <w:p w:rsidR="00B5154A" w:rsidRDefault="00B5154A" w:rsidP="00B5154A">
      <w:r>
        <w:t>209.4370</w:t>
      </w:r>
      <w:r>
        <w:tab/>
        <w:t>3.038e0</w:t>
      </w:r>
    </w:p>
    <w:p w:rsidR="00B5154A" w:rsidRDefault="00B5154A" w:rsidP="00B5154A">
      <w:r>
        <w:t>209.4744</w:t>
      </w:r>
      <w:r>
        <w:tab/>
        <w:t>5.063e0</w:t>
      </w:r>
    </w:p>
    <w:p w:rsidR="00B5154A" w:rsidRDefault="00B5154A" w:rsidP="00B5154A">
      <w:r>
        <w:t>209.5245</w:t>
      </w:r>
      <w:r>
        <w:tab/>
        <w:t>4.051e0</w:t>
      </w:r>
    </w:p>
    <w:p w:rsidR="00B5154A" w:rsidRDefault="00B5154A" w:rsidP="00B5154A">
      <w:r>
        <w:t>209.5534</w:t>
      </w:r>
      <w:r>
        <w:tab/>
        <w:t>3.038e0</w:t>
      </w:r>
    </w:p>
    <w:p w:rsidR="00B5154A" w:rsidRDefault="00B5154A" w:rsidP="00B5154A">
      <w:r>
        <w:t>209.5860</w:t>
      </w:r>
      <w:r>
        <w:tab/>
        <w:t>3.038e0</w:t>
      </w:r>
    </w:p>
    <w:p w:rsidR="00B5154A" w:rsidRDefault="00B5154A" w:rsidP="00B5154A">
      <w:r>
        <w:lastRenderedPageBreak/>
        <w:t>209.6084</w:t>
      </w:r>
      <w:r>
        <w:tab/>
        <w:t>2.025e0</w:t>
      </w:r>
    </w:p>
    <w:p w:rsidR="00B5154A" w:rsidRDefault="00B5154A" w:rsidP="00B5154A">
      <w:r>
        <w:t>209.6273</w:t>
      </w:r>
      <w:r>
        <w:tab/>
        <w:t>2.025e0</w:t>
      </w:r>
    </w:p>
    <w:p w:rsidR="00B5154A" w:rsidRDefault="00B5154A" w:rsidP="00B5154A">
      <w:r>
        <w:t>209.6709</w:t>
      </w:r>
      <w:r>
        <w:tab/>
        <w:t>8.101e0</w:t>
      </w:r>
    </w:p>
    <w:p w:rsidR="00B5154A" w:rsidRDefault="00B5154A" w:rsidP="00B5154A">
      <w:r>
        <w:t>209.7146</w:t>
      </w:r>
      <w:r>
        <w:tab/>
        <w:t>3.038e0</w:t>
      </w:r>
    </w:p>
    <w:p w:rsidR="00B5154A" w:rsidRDefault="00B5154A" w:rsidP="00B5154A">
      <w:r>
        <w:t>209.7486</w:t>
      </w:r>
      <w:r>
        <w:tab/>
        <w:t>5.063e0</w:t>
      </w:r>
    </w:p>
    <w:p w:rsidR="00B5154A" w:rsidRDefault="00B5154A" w:rsidP="00B5154A">
      <w:r>
        <w:t>209.7975</w:t>
      </w:r>
      <w:r>
        <w:tab/>
        <w:t>3.038e0</w:t>
      </w:r>
    </w:p>
    <w:p w:rsidR="00B5154A" w:rsidRDefault="00B5154A" w:rsidP="00B5154A">
      <w:r>
        <w:t>209.8278</w:t>
      </w:r>
      <w:r>
        <w:tab/>
        <w:t>4.004e0</w:t>
      </w:r>
    </w:p>
    <w:p w:rsidR="00B5154A" w:rsidRDefault="00B5154A" w:rsidP="00B5154A">
      <w:r>
        <w:t>209.8541</w:t>
      </w:r>
      <w:r>
        <w:tab/>
        <w:t>2.025e0</w:t>
      </w:r>
    </w:p>
    <w:p w:rsidR="00B5154A" w:rsidRDefault="00B5154A" w:rsidP="00B5154A">
      <w:r>
        <w:t>209.9037</w:t>
      </w:r>
      <w:r>
        <w:tab/>
        <w:t>4.051e0</w:t>
      </w:r>
    </w:p>
    <w:p w:rsidR="00B5154A" w:rsidRDefault="00B5154A" w:rsidP="00B5154A">
      <w:r>
        <w:t>209.9748</w:t>
      </w:r>
      <w:r>
        <w:tab/>
        <w:t>2.598e0</w:t>
      </w:r>
    </w:p>
    <w:p w:rsidR="00B5154A" w:rsidRDefault="00B5154A" w:rsidP="00B5154A">
      <w:r>
        <w:t>210.0055</w:t>
      </w:r>
      <w:r>
        <w:tab/>
        <w:t>4.335e0</w:t>
      </w:r>
    </w:p>
    <w:p w:rsidR="00B5154A" w:rsidRDefault="00B5154A" w:rsidP="00B5154A">
      <w:r>
        <w:t>210.0401</w:t>
      </w:r>
      <w:r>
        <w:tab/>
        <w:t>2.525e1</w:t>
      </w:r>
    </w:p>
    <w:p w:rsidR="00B5154A" w:rsidRDefault="00B5154A" w:rsidP="00B5154A">
      <w:r>
        <w:t>210.0877</w:t>
      </w:r>
      <w:r>
        <w:tab/>
        <w:t>3.726e0</w:t>
      </w:r>
    </w:p>
    <w:p w:rsidR="00B5154A" w:rsidRDefault="00B5154A" w:rsidP="00B5154A">
      <w:r>
        <w:t>210.1203</w:t>
      </w:r>
      <w:r>
        <w:tab/>
        <w:t>8.958e0</w:t>
      </w:r>
    </w:p>
    <w:p w:rsidR="00B5154A" w:rsidRDefault="00B5154A" w:rsidP="00B5154A">
      <w:r>
        <w:t>210.1497</w:t>
      </w:r>
      <w:r>
        <w:tab/>
        <w:t>8.880e0</w:t>
      </w:r>
    </w:p>
    <w:p w:rsidR="00B5154A" w:rsidRDefault="00B5154A" w:rsidP="00B5154A">
      <w:r>
        <w:t>210.2296</w:t>
      </w:r>
      <w:r>
        <w:tab/>
        <w:t>4.732e0</w:t>
      </w:r>
    </w:p>
    <w:p w:rsidR="00B5154A" w:rsidRDefault="00B5154A" w:rsidP="00B5154A">
      <w:r>
        <w:t>210.2622</w:t>
      </w:r>
      <w:r>
        <w:tab/>
        <w:t>2.025e0</w:t>
      </w:r>
    </w:p>
    <w:p w:rsidR="00B5154A" w:rsidRDefault="00B5154A" w:rsidP="00B5154A">
      <w:r>
        <w:t>210.2923</w:t>
      </w:r>
      <w:r>
        <w:tab/>
        <w:t>1.013e0</w:t>
      </w:r>
    </w:p>
    <w:p w:rsidR="00B5154A" w:rsidRDefault="00B5154A" w:rsidP="00B5154A">
      <w:r>
        <w:t>210.3705</w:t>
      </w:r>
      <w:r>
        <w:tab/>
        <w:t>2.025e0</w:t>
      </w:r>
    </w:p>
    <w:p w:rsidR="00B5154A" w:rsidRDefault="00B5154A" w:rsidP="00B5154A">
      <w:r>
        <w:lastRenderedPageBreak/>
        <w:t>210.4082</w:t>
      </w:r>
      <w:r>
        <w:tab/>
        <w:t>7.089e0</w:t>
      </w:r>
    </w:p>
    <w:p w:rsidR="00B5154A" w:rsidRDefault="00B5154A" w:rsidP="00B5154A">
      <w:r>
        <w:t>210.4452</w:t>
      </w:r>
      <w:r>
        <w:tab/>
        <w:t>1.013e0</w:t>
      </w:r>
    </w:p>
    <w:p w:rsidR="00B5154A" w:rsidRDefault="00B5154A" w:rsidP="00B5154A">
      <w:r>
        <w:t>210.4993</w:t>
      </w:r>
      <w:r>
        <w:tab/>
        <w:t>3.459e0</w:t>
      </w:r>
    </w:p>
    <w:p w:rsidR="00B5154A" w:rsidRDefault="00B5154A" w:rsidP="00B5154A">
      <w:r>
        <w:t>210.5511</w:t>
      </w:r>
      <w:r>
        <w:tab/>
        <w:t>3.853e0</w:t>
      </w:r>
    </w:p>
    <w:p w:rsidR="00B5154A" w:rsidRDefault="00B5154A" w:rsidP="00B5154A">
      <w:r>
        <w:t>210.5720</w:t>
      </w:r>
      <w:r>
        <w:tab/>
        <w:t>4.225e0</w:t>
      </w:r>
    </w:p>
    <w:p w:rsidR="00B5154A" w:rsidRDefault="00B5154A" w:rsidP="00B5154A">
      <w:r>
        <w:t>210.6162</w:t>
      </w:r>
      <w:r>
        <w:tab/>
        <w:t>3.038e0</w:t>
      </w:r>
    </w:p>
    <w:p w:rsidR="00B5154A" w:rsidRDefault="00B5154A" w:rsidP="00B5154A">
      <w:r>
        <w:t>210.6651</w:t>
      </w:r>
      <w:r>
        <w:tab/>
        <w:t>2.025e0</w:t>
      </w:r>
    </w:p>
    <w:p w:rsidR="00B5154A" w:rsidRDefault="00B5154A" w:rsidP="00B5154A">
      <w:r>
        <w:t>210.6986</w:t>
      </w:r>
      <w:r>
        <w:tab/>
        <w:t>3.038e0</w:t>
      </w:r>
    </w:p>
    <w:p w:rsidR="00B5154A" w:rsidRDefault="00B5154A" w:rsidP="00B5154A">
      <w:r>
        <w:t>210.7338</w:t>
      </w:r>
      <w:r>
        <w:tab/>
        <w:t>5.199e0</w:t>
      </w:r>
    </w:p>
    <w:p w:rsidR="00B5154A" w:rsidRDefault="00B5154A" w:rsidP="00B5154A">
      <w:r>
        <w:t>210.7606</w:t>
      </w:r>
      <w:r>
        <w:tab/>
        <w:t>5.637e0</w:t>
      </w:r>
    </w:p>
    <w:p w:rsidR="00B5154A" w:rsidRDefault="00B5154A" w:rsidP="00B5154A">
      <w:r>
        <w:t>210.7979</w:t>
      </w:r>
      <w:r>
        <w:tab/>
        <w:t>4.051e0</w:t>
      </w:r>
    </w:p>
    <w:p w:rsidR="00B5154A" w:rsidRDefault="00B5154A" w:rsidP="00B5154A">
      <w:r>
        <w:t>210.8302</w:t>
      </w:r>
      <w:r>
        <w:tab/>
        <w:t>2.674e0</w:t>
      </w:r>
    </w:p>
    <w:p w:rsidR="00B5154A" w:rsidRDefault="00B5154A" w:rsidP="00B5154A">
      <w:r>
        <w:t>210.8827</w:t>
      </w:r>
      <w:r>
        <w:tab/>
        <w:t>8.101e0</w:t>
      </w:r>
    </w:p>
    <w:p w:rsidR="00B5154A" w:rsidRDefault="00B5154A" w:rsidP="00B5154A">
      <w:r>
        <w:t>210.9799</w:t>
      </w:r>
      <w:r>
        <w:tab/>
        <w:t>3.749e0</w:t>
      </w:r>
    </w:p>
    <w:p w:rsidR="00B5154A" w:rsidRDefault="00B5154A" w:rsidP="00B5154A">
      <w:r>
        <w:t>211.0386</w:t>
      </w:r>
      <w:r>
        <w:tab/>
        <w:t>6.328e0</w:t>
      </w:r>
    </w:p>
    <w:p w:rsidR="00B5154A" w:rsidRDefault="00B5154A" w:rsidP="00B5154A">
      <w:r>
        <w:t>211.0853</w:t>
      </w:r>
      <w:r>
        <w:tab/>
        <w:t>7.765e0</w:t>
      </w:r>
    </w:p>
    <w:p w:rsidR="00B5154A" w:rsidRDefault="00B5154A" w:rsidP="00B5154A">
      <w:r>
        <w:t>211.2006</w:t>
      </w:r>
      <w:r>
        <w:tab/>
        <w:t>3.401e0</w:t>
      </w:r>
    </w:p>
    <w:p w:rsidR="00B5154A" w:rsidRDefault="00B5154A" w:rsidP="00B5154A">
      <w:r>
        <w:t>211.2440</w:t>
      </w:r>
      <w:r>
        <w:tab/>
        <w:t>4.842e0</w:t>
      </w:r>
    </w:p>
    <w:p w:rsidR="00B5154A" w:rsidRDefault="00B5154A" w:rsidP="00B5154A">
      <w:r>
        <w:t>211.2791</w:t>
      </w:r>
      <w:r>
        <w:tab/>
        <w:t>3.038e0</w:t>
      </w:r>
    </w:p>
    <w:p w:rsidR="00B5154A" w:rsidRDefault="00B5154A" w:rsidP="00B5154A">
      <w:r>
        <w:lastRenderedPageBreak/>
        <w:t>211.3088</w:t>
      </w:r>
      <w:r>
        <w:tab/>
        <w:t>3.038e0</w:t>
      </w:r>
    </w:p>
    <w:p w:rsidR="00B5154A" w:rsidRDefault="00B5154A" w:rsidP="00B5154A">
      <w:r>
        <w:t>211.3642</w:t>
      </w:r>
      <w:r>
        <w:tab/>
        <w:t>4.051e0</w:t>
      </w:r>
    </w:p>
    <w:p w:rsidR="00B5154A" w:rsidRDefault="00B5154A" w:rsidP="00B5154A">
      <w:r>
        <w:t>211.4129</w:t>
      </w:r>
      <w:r>
        <w:tab/>
        <w:t>4.028e0</w:t>
      </w:r>
    </w:p>
    <w:p w:rsidR="00B5154A" w:rsidRDefault="00B5154A" w:rsidP="00B5154A">
      <w:r>
        <w:t>211.4317</w:t>
      </w:r>
      <w:r>
        <w:tab/>
        <w:t>4.148e0</w:t>
      </w:r>
    </w:p>
    <w:p w:rsidR="00B5154A" w:rsidRDefault="00B5154A" w:rsidP="00B5154A">
      <w:r>
        <w:t>211.4668</w:t>
      </w:r>
      <w:r>
        <w:tab/>
        <w:t>4.051e0</w:t>
      </w:r>
    </w:p>
    <w:p w:rsidR="00B5154A" w:rsidRDefault="00B5154A" w:rsidP="00B5154A">
      <w:r>
        <w:t>211.5407</w:t>
      </w:r>
      <w:r>
        <w:tab/>
        <w:t>3.038e0</w:t>
      </w:r>
    </w:p>
    <w:p w:rsidR="00B5154A" w:rsidRDefault="00B5154A" w:rsidP="00B5154A">
      <w:r>
        <w:t>211.5989</w:t>
      </w:r>
      <w:r>
        <w:tab/>
        <w:t>2.025e0</w:t>
      </w:r>
    </w:p>
    <w:p w:rsidR="00B5154A" w:rsidRDefault="00B5154A" w:rsidP="00B5154A">
      <w:r>
        <w:t>211.6319</w:t>
      </w:r>
      <w:r>
        <w:tab/>
        <w:t>3.921e0</w:t>
      </w:r>
    </w:p>
    <w:p w:rsidR="00B5154A" w:rsidRDefault="00B5154A" w:rsidP="00B5154A">
      <w:r>
        <w:t>211.6696</w:t>
      </w:r>
      <w:r>
        <w:tab/>
        <w:t>2.025e0</w:t>
      </w:r>
    </w:p>
    <w:p w:rsidR="00B5154A" w:rsidRDefault="00B5154A" w:rsidP="00B5154A">
      <w:r>
        <w:t>211.7317</w:t>
      </w:r>
      <w:r>
        <w:tab/>
        <w:t>5.063e0</w:t>
      </w:r>
    </w:p>
    <w:p w:rsidR="00B5154A" w:rsidRDefault="00B5154A" w:rsidP="00B5154A">
      <w:r>
        <w:t>211.7836</w:t>
      </w:r>
      <w:r>
        <w:tab/>
        <w:t>2.025e0</w:t>
      </w:r>
    </w:p>
    <w:p w:rsidR="00B5154A" w:rsidRDefault="00B5154A" w:rsidP="00B5154A">
      <w:r>
        <w:t>211.8479</w:t>
      </w:r>
      <w:r>
        <w:tab/>
        <w:t>4.051e0</w:t>
      </w:r>
    </w:p>
    <w:p w:rsidR="00B5154A" w:rsidRDefault="00B5154A" w:rsidP="00B5154A">
      <w:r>
        <w:t>211.8864</w:t>
      </w:r>
      <w:r>
        <w:tab/>
        <w:t>2.025e0</w:t>
      </w:r>
    </w:p>
    <w:p w:rsidR="00B5154A" w:rsidRDefault="00B5154A" w:rsidP="00B5154A">
      <w:r>
        <w:t>211.9283</w:t>
      </w:r>
      <w:r>
        <w:tab/>
        <w:t>2.025e0</w:t>
      </w:r>
    </w:p>
    <w:p w:rsidR="00B5154A" w:rsidRDefault="00B5154A" w:rsidP="00B5154A">
      <w:r>
        <w:t>212.0023</w:t>
      </w:r>
      <w:r>
        <w:tab/>
        <w:t>2.804e0</w:t>
      </w:r>
    </w:p>
    <w:p w:rsidR="00B5154A" w:rsidRDefault="00B5154A" w:rsidP="00B5154A">
      <w:r>
        <w:t>212.0390</w:t>
      </w:r>
      <w:r>
        <w:tab/>
        <w:t>1.485e1</w:t>
      </w:r>
    </w:p>
    <w:p w:rsidR="00B5154A" w:rsidRDefault="00B5154A" w:rsidP="00B5154A">
      <w:r>
        <w:t>212.1446</w:t>
      </w:r>
      <w:r>
        <w:tab/>
        <w:t>1.725e2</w:t>
      </w:r>
    </w:p>
    <w:p w:rsidR="00B5154A" w:rsidRDefault="00B5154A" w:rsidP="00B5154A">
      <w:r>
        <w:t>212.1957</w:t>
      </w:r>
      <w:r>
        <w:tab/>
        <w:t>2.106e0</w:t>
      </w:r>
    </w:p>
    <w:p w:rsidR="00B5154A" w:rsidRDefault="00B5154A" w:rsidP="00B5154A">
      <w:r>
        <w:t>212.2882</w:t>
      </w:r>
      <w:r>
        <w:tab/>
        <w:t>1.013e0</w:t>
      </w:r>
    </w:p>
    <w:p w:rsidR="00B5154A" w:rsidRDefault="00B5154A" w:rsidP="00B5154A">
      <w:r>
        <w:lastRenderedPageBreak/>
        <w:t>212.3129</w:t>
      </w:r>
      <w:r>
        <w:tab/>
        <w:t>2.025e0</w:t>
      </w:r>
    </w:p>
    <w:p w:rsidR="00B5154A" w:rsidRDefault="00B5154A" w:rsidP="00B5154A">
      <w:r>
        <w:t>212.3565</w:t>
      </w:r>
      <w:r>
        <w:tab/>
        <w:t>3.038e0</w:t>
      </w:r>
    </w:p>
    <w:p w:rsidR="00B5154A" w:rsidRDefault="00B5154A" w:rsidP="00B5154A">
      <w:r>
        <w:t>212.3829</w:t>
      </w:r>
      <w:r>
        <w:tab/>
        <w:t>6.076e0</w:t>
      </w:r>
    </w:p>
    <w:p w:rsidR="00B5154A" w:rsidRDefault="00B5154A" w:rsidP="00B5154A">
      <w:r>
        <w:t>212.4351</w:t>
      </w:r>
      <w:r>
        <w:tab/>
        <w:t>2.025e0</w:t>
      </w:r>
    </w:p>
    <w:p w:rsidR="00B5154A" w:rsidRDefault="00B5154A" w:rsidP="00B5154A">
      <w:r>
        <w:t>212.4796</w:t>
      </w:r>
      <w:r>
        <w:tab/>
        <w:t>5.063e0</w:t>
      </w:r>
    </w:p>
    <w:p w:rsidR="00B5154A" w:rsidRDefault="00B5154A" w:rsidP="00B5154A">
      <w:r>
        <w:t>212.5257</w:t>
      </w:r>
      <w:r>
        <w:tab/>
        <w:t>2.025e0</w:t>
      </w:r>
    </w:p>
    <w:p w:rsidR="00B5154A" w:rsidRDefault="00B5154A" w:rsidP="00B5154A">
      <w:r>
        <w:t>212.5569</w:t>
      </w:r>
      <w:r>
        <w:tab/>
        <w:t>2.448e0</w:t>
      </w:r>
    </w:p>
    <w:p w:rsidR="00B5154A" w:rsidRDefault="00B5154A" w:rsidP="00B5154A">
      <w:r>
        <w:t>212.5943</w:t>
      </w:r>
      <w:r>
        <w:tab/>
        <w:t>6.076e0</w:t>
      </w:r>
    </w:p>
    <w:p w:rsidR="00B5154A" w:rsidRDefault="00B5154A" w:rsidP="00B5154A">
      <w:r>
        <w:t>212.6362</w:t>
      </w:r>
      <w:r>
        <w:tab/>
        <w:t>1.013e0</w:t>
      </w:r>
    </w:p>
    <w:p w:rsidR="00B5154A" w:rsidRDefault="00B5154A" w:rsidP="00B5154A">
      <w:r>
        <w:t>212.6774</w:t>
      </w:r>
      <w:r>
        <w:tab/>
        <w:t>3.038e0</w:t>
      </w:r>
    </w:p>
    <w:p w:rsidR="00B5154A" w:rsidRDefault="00B5154A" w:rsidP="00B5154A">
      <w:r>
        <w:t>212.7171</w:t>
      </w:r>
      <w:r>
        <w:tab/>
        <w:t>2.025e0</w:t>
      </w:r>
    </w:p>
    <w:p w:rsidR="00B5154A" w:rsidRDefault="00B5154A" w:rsidP="00B5154A">
      <w:r>
        <w:t>212.7485</w:t>
      </w:r>
      <w:r>
        <w:tab/>
        <w:t>3.038e0</w:t>
      </w:r>
    </w:p>
    <w:p w:rsidR="00B5154A" w:rsidRDefault="00B5154A" w:rsidP="00B5154A">
      <w:r>
        <w:t>212.7869</w:t>
      </w:r>
      <w:r>
        <w:tab/>
        <w:t>3.038e0</w:t>
      </w:r>
    </w:p>
    <w:p w:rsidR="00B5154A" w:rsidRDefault="00B5154A" w:rsidP="00B5154A">
      <w:r>
        <w:t>212.8143</w:t>
      </w:r>
      <w:r>
        <w:tab/>
        <w:t>4.234e0</w:t>
      </w:r>
    </w:p>
    <w:p w:rsidR="00B5154A" w:rsidRDefault="00B5154A" w:rsidP="00B5154A">
      <w:r>
        <w:t>212.8709</w:t>
      </w:r>
      <w:r>
        <w:tab/>
        <w:t>3.038e0</w:t>
      </w:r>
    </w:p>
    <w:p w:rsidR="00B5154A" w:rsidRDefault="00B5154A" w:rsidP="00B5154A">
      <w:r>
        <w:t>212.8984</w:t>
      </w:r>
      <w:r>
        <w:tab/>
        <w:t>3.038e0</w:t>
      </w:r>
    </w:p>
    <w:p w:rsidR="00B5154A" w:rsidRDefault="00B5154A" w:rsidP="00B5154A">
      <w:r>
        <w:t>212.9614</w:t>
      </w:r>
      <w:r>
        <w:tab/>
        <w:t>4.789e0</w:t>
      </w:r>
    </w:p>
    <w:p w:rsidR="00B5154A" w:rsidRDefault="00B5154A" w:rsidP="00B5154A">
      <w:r>
        <w:t>213.0215</w:t>
      </w:r>
      <w:r>
        <w:tab/>
        <w:t>2.090e1</w:t>
      </w:r>
    </w:p>
    <w:p w:rsidR="00B5154A" w:rsidRDefault="00B5154A" w:rsidP="00B5154A">
      <w:r>
        <w:t>213.0602</w:t>
      </w:r>
      <w:r>
        <w:tab/>
        <w:t>3.477e1</w:t>
      </w:r>
    </w:p>
    <w:p w:rsidR="00B5154A" w:rsidRDefault="00B5154A" w:rsidP="00B5154A">
      <w:r>
        <w:lastRenderedPageBreak/>
        <w:t>213.1074</w:t>
      </w:r>
      <w:r>
        <w:tab/>
        <w:t>2.484e1</w:t>
      </w:r>
    </w:p>
    <w:p w:rsidR="00B5154A" w:rsidRDefault="00B5154A" w:rsidP="00B5154A">
      <w:r>
        <w:t>213.1464</w:t>
      </w:r>
      <w:r>
        <w:tab/>
        <w:t>4.368e1</w:t>
      </w:r>
    </w:p>
    <w:p w:rsidR="00B5154A" w:rsidRDefault="00B5154A" w:rsidP="00B5154A">
      <w:r>
        <w:t>213.2181</w:t>
      </w:r>
      <w:r>
        <w:tab/>
        <w:t>5.918e0</w:t>
      </w:r>
    </w:p>
    <w:p w:rsidR="00B5154A" w:rsidRDefault="00B5154A" w:rsidP="00B5154A">
      <w:r>
        <w:t>213.2448</w:t>
      </w:r>
      <w:r>
        <w:tab/>
        <w:t>3.960e0</w:t>
      </w:r>
    </w:p>
    <w:p w:rsidR="00B5154A" w:rsidRDefault="00B5154A" w:rsidP="00B5154A">
      <w:r>
        <w:t>213.2877</w:t>
      </w:r>
      <w:r>
        <w:tab/>
        <w:t>1.013e0</w:t>
      </w:r>
    </w:p>
    <w:p w:rsidR="00B5154A" w:rsidRDefault="00B5154A" w:rsidP="00B5154A">
      <w:r>
        <w:t>213.3346</w:t>
      </w:r>
      <w:r>
        <w:tab/>
        <w:t>2.025e0</w:t>
      </w:r>
    </w:p>
    <w:p w:rsidR="00B5154A" w:rsidRDefault="00B5154A" w:rsidP="00B5154A">
      <w:r>
        <w:t>213.3616</w:t>
      </w:r>
      <w:r>
        <w:tab/>
        <w:t>2.025e0</w:t>
      </w:r>
    </w:p>
    <w:p w:rsidR="00B5154A" w:rsidRDefault="00B5154A" w:rsidP="00B5154A">
      <w:r>
        <w:t>213.4218</w:t>
      </w:r>
      <w:r>
        <w:tab/>
        <w:t>2.025e0</w:t>
      </w:r>
    </w:p>
    <w:p w:rsidR="00B5154A" w:rsidRDefault="00B5154A" w:rsidP="00B5154A">
      <w:r>
        <w:t>213.4535</w:t>
      </w:r>
      <w:r>
        <w:tab/>
        <w:t>3.038e0</w:t>
      </w:r>
    </w:p>
    <w:p w:rsidR="00B5154A" w:rsidRDefault="00B5154A" w:rsidP="00B5154A">
      <w:r>
        <w:t>213.5013</w:t>
      </w:r>
      <w:r>
        <w:tab/>
        <w:t>4.051e0</w:t>
      </w:r>
    </w:p>
    <w:p w:rsidR="00B5154A" w:rsidRDefault="00B5154A" w:rsidP="00B5154A">
      <w:r>
        <w:t>213.5528</w:t>
      </w:r>
      <w:r>
        <w:tab/>
        <w:t>3.038e0</w:t>
      </w:r>
    </w:p>
    <w:p w:rsidR="00B5154A" w:rsidRDefault="00B5154A" w:rsidP="00B5154A">
      <w:r>
        <w:t>213.5848</w:t>
      </w:r>
      <w:r>
        <w:tab/>
        <w:t>2.025e0</w:t>
      </w:r>
    </w:p>
    <w:p w:rsidR="00B5154A" w:rsidRDefault="00B5154A" w:rsidP="00B5154A">
      <w:r>
        <w:t>213.6062</w:t>
      </w:r>
      <w:r>
        <w:tab/>
        <w:t>2.025e0</w:t>
      </w:r>
    </w:p>
    <w:p w:rsidR="00B5154A" w:rsidRDefault="00B5154A" w:rsidP="00B5154A">
      <w:r>
        <w:t>213.6568</w:t>
      </w:r>
      <w:r>
        <w:tab/>
        <w:t>1.013e0</w:t>
      </w:r>
    </w:p>
    <w:p w:rsidR="00B5154A" w:rsidRDefault="00B5154A" w:rsidP="00B5154A">
      <w:r>
        <w:t>213.7117</w:t>
      </w:r>
      <w:r>
        <w:tab/>
        <w:t>7.089e0</w:t>
      </w:r>
    </w:p>
    <w:p w:rsidR="00B5154A" w:rsidRDefault="00B5154A" w:rsidP="00B5154A">
      <w:r>
        <w:t>213.7543</w:t>
      </w:r>
      <w:r>
        <w:tab/>
        <w:t>1.013e0</w:t>
      </w:r>
    </w:p>
    <w:p w:rsidR="00B5154A" w:rsidRDefault="00B5154A" w:rsidP="00B5154A">
      <w:r>
        <w:t>213.8004</w:t>
      </w:r>
      <w:r>
        <w:tab/>
        <w:t>1.013e0</w:t>
      </w:r>
    </w:p>
    <w:p w:rsidR="00B5154A" w:rsidRDefault="00B5154A" w:rsidP="00B5154A">
      <w:r>
        <w:t>213.8427</w:t>
      </w:r>
      <w:r>
        <w:tab/>
        <w:t>2.025e0</w:t>
      </w:r>
    </w:p>
    <w:p w:rsidR="00B5154A" w:rsidRDefault="00B5154A" w:rsidP="00B5154A">
      <w:r>
        <w:t>213.8867</w:t>
      </w:r>
      <w:r>
        <w:tab/>
        <w:t>3.898e0</w:t>
      </w:r>
    </w:p>
    <w:p w:rsidR="00B5154A" w:rsidRDefault="00B5154A" w:rsidP="00B5154A">
      <w:r>
        <w:lastRenderedPageBreak/>
        <w:t>213.9134</w:t>
      </w:r>
      <w:r>
        <w:tab/>
        <w:t>1.013e0</w:t>
      </w:r>
    </w:p>
    <w:p w:rsidR="00B5154A" w:rsidRDefault="00B5154A" w:rsidP="00B5154A">
      <w:r>
        <w:t>213.9497</w:t>
      </w:r>
      <w:r>
        <w:tab/>
        <w:t>1.864e0</w:t>
      </w:r>
    </w:p>
    <w:p w:rsidR="00B5154A" w:rsidRDefault="00B5154A" w:rsidP="00B5154A">
      <w:r>
        <w:t>214.0065</w:t>
      </w:r>
      <w:r>
        <w:tab/>
        <w:t>5.405e1</w:t>
      </w:r>
    </w:p>
    <w:p w:rsidR="00B5154A" w:rsidRDefault="00B5154A" w:rsidP="00B5154A">
      <w:r>
        <w:t>214.0662</w:t>
      </w:r>
      <w:r>
        <w:tab/>
        <w:t>2.325e0</w:t>
      </w:r>
    </w:p>
    <w:p w:rsidR="00B5154A" w:rsidRDefault="00B5154A" w:rsidP="00B5154A">
      <w:r>
        <w:t>214.2091</w:t>
      </w:r>
      <w:r>
        <w:tab/>
        <w:t>3.563e0</w:t>
      </w:r>
    </w:p>
    <w:p w:rsidR="00B5154A" w:rsidRDefault="00B5154A" w:rsidP="00B5154A">
      <w:r>
        <w:t>214.2552</w:t>
      </w:r>
      <w:r>
        <w:tab/>
        <w:t>5.933e0</w:t>
      </w:r>
    </w:p>
    <w:p w:rsidR="00B5154A" w:rsidRDefault="00B5154A" w:rsidP="00B5154A">
      <w:r>
        <w:t>214.3241</w:t>
      </w:r>
      <w:r>
        <w:tab/>
        <w:t>4.051e0</w:t>
      </w:r>
    </w:p>
    <w:p w:rsidR="00B5154A" w:rsidRDefault="00B5154A" w:rsidP="00B5154A">
      <w:r>
        <w:t>214.3657</w:t>
      </w:r>
      <w:r>
        <w:tab/>
        <w:t>2.025e0</w:t>
      </w:r>
    </w:p>
    <w:p w:rsidR="00B5154A" w:rsidRDefault="00B5154A" w:rsidP="00B5154A">
      <w:r>
        <w:t>214.4108</w:t>
      </w:r>
      <w:r>
        <w:tab/>
        <w:t>2.025e0</w:t>
      </w:r>
    </w:p>
    <w:p w:rsidR="00B5154A" w:rsidRDefault="00B5154A" w:rsidP="00B5154A">
      <w:r>
        <w:t>214.4458</w:t>
      </w:r>
      <w:r>
        <w:tab/>
        <w:t>1.013e0</w:t>
      </w:r>
    </w:p>
    <w:p w:rsidR="00B5154A" w:rsidRDefault="00B5154A" w:rsidP="00B5154A">
      <w:r>
        <w:t>214.4980</w:t>
      </w:r>
      <w:r>
        <w:tab/>
        <w:t>3.038e0</w:t>
      </w:r>
    </w:p>
    <w:p w:rsidR="00B5154A" w:rsidRDefault="00B5154A" w:rsidP="00B5154A">
      <w:r>
        <w:t>214.5308</w:t>
      </w:r>
      <w:r>
        <w:tab/>
        <w:t>1.013e0</w:t>
      </w:r>
    </w:p>
    <w:p w:rsidR="00B5154A" w:rsidRDefault="00B5154A" w:rsidP="00B5154A">
      <w:r>
        <w:t>214.5637</w:t>
      </w:r>
      <w:r>
        <w:tab/>
        <w:t>6.076e0</w:t>
      </w:r>
    </w:p>
    <w:p w:rsidR="00B5154A" w:rsidRDefault="00B5154A" w:rsidP="00B5154A">
      <w:r>
        <w:t>214.6229</w:t>
      </w:r>
      <w:r>
        <w:tab/>
        <w:t>4.051e0</w:t>
      </w:r>
    </w:p>
    <w:p w:rsidR="00B5154A" w:rsidRDefault="00B5154A" w:rsidP="00B5154A">
      <w:r>
        <w:t>214.6557</w:t>
      </w:r>
      <w:r>
        <w:tab/>
        <w:t>2.025e0</w:t>
      </w:r>
    </w:p>
    <w:p w:rsidR="00B5154A" w:rsidRDefault="00B5154A" w:rsidP="00B5154A">
      <w:r>
        <w:t>214.6829</w:t>
      </w:r>
      <w:r>
        <w:tab/>
        <w:t>1.013e0</w:t>
      </w:r>
    </w:p>
    <w:p w:rsidR="00B5154A" w:rsidRDefault="00B5154A" w:rsidP="00B5154A">
      <w:r>
        <w:t>214.7484</w:t>
      </w:r>
      <w:r>
        <w:tab/>
        <w:t>4.051e0</w:t>
      </w:r>
    </w:p>
    <w:p w:rsidR="00B5154A" w:rsidRDefault="00B5154A" w:rsidP="00B5154A">
      <w:r>
        <w:t>214.7809</w:t>
      </w:r>
      <w:r>
        <w:tab/>
        <w:t>4.051e0</w:t>
      </w:r>
    </w:p>
    <w:p w:rsidR="00B5154A" w:rsidRDefault="00B5154A" w:rsidP="00B5154A">
      <w:r>
        <w:t>214.8493</w:t>
      </w:r>
      <w:r>
        <w:tab/>
        <w:t>9.114e0</w:t>
      </w:r>
    </w:p>
    <w:p w:rsidR="00B5154A" w:rsidRDefault="00B5154A" w:rsidP="00B5154A">
      <w:r>
        <w:lastRenderedPageBreak/>
        <w:t>214.8737</w:t>
      </w:r>
      <w:r>
        <w:tab/>
        <w:t>4.051e0</w:t>
      </w:r>
    </w:p>
    <w:p w:rsidR="00B5154A" w:rsidRDefault="00B5154A" w:rsidP="00B5154A">
      <w:r>
        <w:t>214.9163</w:t>
      </w:r>
      <w:r>
        <w:tab/>
        <w:t>1.013e0</w:t>
      </w:r>
    </w:p>
    <w:p w:rsidR="00B5154A" w:rsidRDefault="00B5154A" w:rsidP="00B5154A">
      <w:r>
        <w:t>214.9990</w:t>
      </w:r>
      <w:r>
        <w:tab/>
        <w:t>1.151e1</w:t>
      </w:r>
    </w:p>
    <w:p w:rsidR="00B5154A" w:rsidRDefault="00B5154A" w:rsidP="00B5154A">
      <w:r>
        <w:t>215.0573</w:t>
      </w:r>
      <w:r>
        <w:tab/>
        <w:t>2.816e0</w:t>
      </w:r>
    </w:p>
    <w:p w:rsidR="00B5154A" w:rsidRDefault="00B5154A" w:rsidP="00B5154A">
      <w:r>
        <w:t>215.0930</w:t>
      </w:r>
      <w:r>
        <w:tab/>
        <w:t>2.001e0</w:t>
      </w:r>
    </w:p>
    <w:p w:rsidR="00B5154A" w:rsidRDefault="00B5154A" w:rsidP="00B5154A">
      <w:r>
        <w:t>215.1293</w:t>
      </w:r>
      <w:r>
        <w:tab/>
        <w:t>7.171e1</w:t>
      </w:r>
    </w:p>
    <w:p w:rsidR="00B5154A" w:rsidRDefault="00B5154A" w:rsidP="00B5154A">
      <w:r>
        <w:t>215.1720</w:t>
      </w:r>
      <w:r>
        <w:tab/>
        <w:t>3.093e0</w:t>
      </w:r>
    </w:p>
    <w:p w:rsidR="00B5154A" w:rsidRDefault="00B5154A" w:rsidP="00B5154A">
      <w:r>
        <w:t>215.2147</w:t>
      </w:r>
      <w:r>
        <w:tab/>
        <w:t>5.931e0</w:t>
      </w:r>
    </w:p>
    <w:p w:rsidR="00B5154A" w:rsidRDefault="00B5154A" w:rsidP="00B5154A">
      <w:r>
        <w:t>215.2725</w:t>
      </w:r>
      <w:r>
        <w:tab/>
        <w:t>2.025e0</w:t>
      </w:r>
    </w:p>
    <w:p w:rsidR="00B5154A" w:rsidRDefault="00B5154A" w:rsidP="00B5154A">
      <w:r>
        <w:t>215.3177</w:t>
      </w:r>
      <w:r>
        <w:tab/>
        <w:t>1.013e0</w:t>
      </w:r>
    </w:p>
    <w:p w:rsidR="00B5154A" w:rsidRDefault="00B5154A" w:rsidP="00B5154A">
      <w:r>
        <w:t>215.3647</w:t>
      </w:r>
      <w:r>
        <w:tab/>
        <w:t>1.013e0</w:t>
      </w:r>
    </w:p>
    <w:p w:rsidR="00B5154A" w:rsidRDefault="00B5154A" w:rsidP="00B5154A">
      <w:r>
        <w:t>215.3909</w:t>
      </w:r>
      <w:r>
        <w:tab/>
        <w:t>3.038e0</w:t>
      </w:r>
    </w:p>
    <w:p w:rsidR="00B5154A" w:rsidRDefault="00B5154A" w:rsidP="00B5154A">
      <w:r>
        <w:t>215.4468</w:t>
      </w:r>
      <w:r>
        <w:tab/>
        <w:t>5.306e0</w:t>
      </w:r>
    </w:p>
    <w:p w:rsidR="00B5154A" w:rsidRDefault="00B5154A" w:rsidP="00B5154A">
      <w:r>
        <w:t>215.5212</w:t>
      </w:r>
      <w:r>
        <w:tab/>
        <w:t>7.876e0</w:t>
      </w:r>
    </w:p>
    <w:p w:rsidR="00B5154A" w:rsidRDefault="00B5154A" w:rsidP="00B5154A">
      <w:r>
        <w:t>215.5479</w:t>
      </w:r>
      <w:r>
        <w:tab/>
        <w:t>2.251e0</w:t>
      </w:r>
    </w:p>
    <w:p w:rsidR="00B5154A" w:rsidRDefault="00B5154A" w:rsidP="00B5154A">
      <w:r>
        <w:t>215.6094</w:t>
      </w:r>
      <w:r>
        <w:tab/>
        <w:t>3.038e0</w:t>
      </w:r>
    </w:p>
    <w:p w:rsidR="00B5154A" w:rsidRDefault="00B5154A" w:rsidP="00B5154A">
      <w:r>
        <w:t>215.6675</w:t>
      </w:r>
      <w:r>
        <w:tab/>
        <w:t>2.025e0</w:t>
      </w:r>
    </w:p>
    <w:p w:rsidR="00B5154A" w:rsidRDefault="00B5154A" w:rsidP="00B5154A">
      <w:r>
        <w:t>215.7030</w:t>
      </w:r>
      <w:r>
        <w:tab/>
        <w:t>3.038e0</w:t>
      </w:r>
    </w:p>
    <w:p w:rsidR="00B5154A" w:rsidRDefault="00B5154A" w:rsidP="00B5154A">
      <w:r>
        <w:t>215.7275</w:t>
      </w:r>
      <w:r>
        <w:tab/>
        <w:t>2.025e0</w:t>
      </w:r>
    </w:p>
    <w:p w:rsidR="00B5154A" w:rsidRDefault="00B5154A" w:rsidP="00B5154A">
      <w:r>
        <w:lastRenderedPageBreak/>
        <w:t>215.7545</w:t>
      </w:r>
      <w:r>
        <w:tab/>
        <w:t>1.013e0</w:t>
      </w:r>
    </w:p>
    <w:p w:rsidR="00B5154A" w:rsidRDefault="00B5154A" w:rsidP="00B5154A">
      <w:r>
        <w:t>215.7821</w:t>
      </w:r>
      <w:r>
        <w:tab/>
        <w:t>2.025e0</w:t>
      </w:r>
    </w:p>
    <w:p w:rsidR="00B5154A" w:rsidRDefault="00B5154A" w:rsidP="00B5154A">
      <w:r>
        <w:t>215.8044</w:t>
      </w:r>
      <w:r>
        <w:tab/>
        <w:t>3.038e0</w:t>
      </w:r>
    </w:p>
    <w:p w:rsidR="00B5154A" w:rsidRDefault="00B5154A" w:rsidP="00B5154A">
      <w:r>
        <w:t>215.8482</w:t>
      </w:r>
      <w:r>
        <w:tab/>
        <w:t>4.051e0</w:t>
      </w:r>
    </w:p>
    <w:p w:rsidR="00B5154A" w:rsidRDefault="00B5154A" w:rsidP="00B5154A">
      <w:r>
        <w:t>215.8772</w:t>
      </w:r>
      <w:r>
        <w:tab/>
        <w:t>3.038e0</w:t>
      </w:r>
    </w:p>
    <w:p w:rsidR="00B5154A" w:rsidRDefault="00B5154A" w:rsidP="00B5154A">
      <w:r>
        <w:t>215.9175</w:t>
      </w:r>
      <w:r>
        <w:tab/>
        <w:t>2.354e0</w:t>
      </w:r>
    </w:p>
    <w:p w:rsidR="00B5154A" w:rsidRDefault="00B5154A" w:rsidP="00B5154A">
      <w:r>
        <w:t>215.9871</w:t>
      </w:r>
      <w:r>
        <w:tab/>
        <w:t>8.527e0</w:t>
      </w:r>
    </w:p>
    <w:p w:rsidR="00B5154A" w:rsidRDefault="00B5154A" w:rsidP="00B5154A">
      <w:r>
        <w:t>216.0267</w:t>
      </w:r>
      <w:r>
        <w:tab/>
        <w:t>3.861e0</w:t>
      </w:r>
    </w:p>
    <w:p w:rsidR="00B5154A" w:rsidRDefault="00B5154A" w:rsidP="00B5154A">
      <w:r>
        <w:t>216.0545</w:t>
      </w:r>
      <w:r>
        <w:tab/>
        <w:t>4.936e0</w:t>
      </w:r>
    </w:p>
    <w:p w:rsidR="00B5154A" w:rsidRDefault="00B5154A" w:rsidP="00B5154A">
      <w:r>
        <w:t>216.1338</w:t>
      </w:r>
      <w:r>
        <w:tab/>
        <w:t>4.425e0</w:t>
      </w:r>
    </w:p>
    <w:p w:rsidR="00B5154A" w:rsidRDefault="00B5154A" w:rsidP="00B5154A">
      <w:r>
        <w:t>216.1593</w:t>
      </w:r>
      <w:r>
        <w:tab/>
        <w:t>6.336e0</w:t>
      </w:r>
    </w:p>
    <w:p w:rsidR="00B5154A" w:rsidRDefault="00B5154A" w:rsidP="00B5154A">
      <w:r>
        <w:t>216.1873</w:t>
      </w:r>
      <w:r>
        <w:tab/>
        <w:t>1.049e0</w:t>
      </w:r>
    </w:p>
    <w:p w:rsidR="00B5154A" w:rsidRDefault="00B5154A" w:rsidP="00B5154A">
      <w:r>
        <w:t>216.2242</w:t>
      </w:r>
      <w:r>
        <w:tab/>
        <w:t>5.918e0</w:t>
      </w:r>
    </w:p>
    <w:p w:rsidR="00B5154A" w:rsidRDefault="00B5154A" w:rsidP="00B5154A">
      <w:r>
        <w:t>216.2809</w:t>
      </w:r>
      <w:r>
        <w:tab/>
        <w:t>3.038e0</w:t>
      </w:r>
    </w:p>
    <w:p w:rsidR="00B5154A" w:rsidRDefault="00B5154A" w:rsidP="00B5154A">
      <w:r>
        <w:t>216.3216</w:t>
      </w:r>
      <w:r>
        <w:tab/>
        <w:t>2.025e0</w:t>
      </w:r>
    </w:p>
    <w:p w:rsidR="00B5154A" w:rsidRDefault="00B5154A" w:rsidP="00B5154A">
      <w:r>
        <w:t>216.3722</w:t>
      </w:r>
      <w:r>
        <w:tab/>
        <w:t>4.051e0</w:t>
      </w:r>
    </w:p>
    <w:p w:rsidR="00B5154A" w:rsidRDefault="00B5154A" w:rsidP="00B5154A">
      <w:r>
        <w:t>216.4178</w:t>
      </w:r>
      <w:r>
        <w:tab/>
        <w:t>1.013e0</w:t>
      </w:r>
    </w:p>
    <w:p w:rsidR="00B5154A" w:rsidRDefault="00B5154A" w:rsidP="00B5154A">
      <w:r>
        <w:t>216.4576</w:t>
      </w:r>
      <w:r>
        <w:tab/>
        <w:t>2.025e0</w:t>
      </w:r>
    </w:p>
    <w:p w:rsidR="00B5154A" w:rsidRDefault="00B5154A" w:rsidP="00B5154A">
      <w:r>
        <w:t>216.5190</w:t>
      </w:r>
      <w:r>
        <w:tab/>
        <w:t>4.051e0</w:t>
      </w:r>
    </w:p>
    <w:p w:rsidR="00B5154A" w:rsidRDefault="00B5154A" w:rsidP="00B5154A">
      <w:r>
        <w:lastRenderedPageBreak/>
        <w:t>216.5667</w:t>
      </w:r>
      <w:r>
        <w:tab/>
        <w:t>1.013e0</w:t>
      </w:r>
    </w:p>
    <w:p w:rsidR="00B5154A" w:rsidRDefault="00B5154A" w:rsidP="00B5154A">
      <w:r>
        <w:t>216.6100</w:t>
      </w:r>
      <w:r>
        <w:tab/>
        <w:t>1.013e0</w:t>
      </w:r>
    </w:p>
    <w:p w:rsidR="00B5154A" w:rsidRDefault="00B5154A" w:rsidP="00B5154A">
      <w:r>
        <w:t>216.6297</w:t>
      </w:r>
      <w:r>
        <w:tab/>
        <w:t>2.025e0</w:t>
      </w:r>
    </w:p>
    <w:p w:rsidR="00B5154A" w:rsidRDefault="00B5154A" w:rsidP="00B5154A">
      <w:r>
        <w:t>216.6802</w:t>
      </w:r>
      <w:r>
        <w:tab/>
        <w:t>1.013e0</w:t>
      </w:r>
    </w:p>
    <w:p w:rsidR="00B5154A" w:rsidRDefault="00B5154A" w:rsidP="00B5154A">
      <w:r>
        <w:t>216.7267</w:t>
      </w:r>
      <w:r>
        <w:tab/>
        <w:t>1.013e0</w:t>
      </w:r>
    </w:p>
    <w:p w:rsidR="00B5154A" w:rsidRDefault="00B5154A" w:rsidP="00B5154A">
      <w:r>
        <w:t>216.7915</w:t>
      </w:r>
      <w:r>
        <w:tab/>
        <w:t>2.025e0</w:t>
      </w:r>
    </w:p>
    <w:p w:rsidR="00B5154A" w:rsidRDefault="00B5154A" w:rsidP="00B5154A">
      <w:r>
        <w:t>216.8369</w:t>
      </w:r>
      <w:r>
        <w:tab/>
        <w:t>1.013e0</w:t>
      </w:r>
    </w:p>
    <w:p w:rsidR="00B5154A" w:rsidRDefault="00B5154A" w:rsidP="00B5154A">
      <w:r>
        <w:t>216.8835</w:t>
      </w:r>
      <w:r>
        <w:tab/>
        <w:t>1.013e0</w:t>
      </w:r>
    </w:p>
    <w:p w:rsidR="00B5154A" w:rsidRDefault="00B5154A" w:rsidP="00B5154A">
      <w:r>
        <w:t>216.9263</w:t>
      </w:r>
      <w:r>
        <w:tab/>
        <w:t>1.924e1</w:t>
      </w:r>
    </w:p>
    <w:p w:rsidR="00B5154A" w:rsidRDefault="00B5154A" w:rsidP="00B5154A">
      <w:r>
        <w:t>216.9787</w:t>
      </w:r>
      <w:r>
        <w:tab/>
        <w:t>6.648e0</w:t>
      </w:r>
    </w:p>
    <w:p w:rsidR="00B5154A" w:rsidRDefault="00B5154A" w:rsidP="00B5154A">
      <w:r>
        <w:t>216.9994</w:t>
      </w:r>
      <w:r>
        <w:tab/>
        <w:t>4.838e0</w:t>
      </w:r>
    </w:p>
    <w:p w:rsidR="00B5154A" w:rsidRDefault="00B5154A" w:rsidP="00B5154A">
      <w:r>
        <w:t>217.0741</w:t>
      </w:r>
      <w:r>
        <w:tab/>
        <w:t>6.463e1</w:t>
      </w:r>
    </w:p>
    <w:p w:rsidR="00B5154A" w:rsidRDefault="00B5154A" w:rsidP="00B5154A">
      <w:r>
        <w:t>217.1075</w:t>
      </w:r>
      <w:r>
        <w:tab/>
        <w:t>1.238e2</w:t>
      </w:r>
    </w:p>
    <w:p w:rsidR="00B5154A" w:rsidRDefault="00B5154A" w:rsidP="00B5154A">
      <w:r>
        <w:t>217.2000</w:t>
      </w:r>
      <w:r>
        <w:tab/>
        <w:t>1.565e0</w:t>
      </w:r>
    </w:p>
    <w:p w:rsidR="00B5154A" w:rsidRDefault="00B5154A" w:rsidP="00B5154A">
      <w:r>
        <w:t>217.2706</w:t>
      </w:r>
      <w:r>
        <w:tab/>
        <w:t>4.003e0</w:t>
      </w:r>
    </w:p>
    <w:p w:rsidR="00B5154A" w:rsidRDefault="00B5154A" w:rsidP="00B5154A">
      <w:r>
        <w:t>217.3731</w:t>
      </w:r>
      <w:r>
        <w:tab/>
        <w:t>1.013e0</w:t>
      </w:r>
    </w:p>
    <w:p w:rsidR="00B5154A" w:rsidRDefault="00B5154A" w:rsidP="00B5154A">
      <w:r>
        <w:t>217.4106</w:t>
      </w:r>
      <w:r>
        <w:tab/>
        <w:t>3.038e0</w:t>
      </w:r>
    </w:p>
    <w:p w:rsidR="00B5154A" w:rsidRDefault="00B5154A" w:rsidP="00B5154A">
      <w:r>
        <w:t>217.4291</w:t>
      </w:r>
      <w:r>
        <w:tab/>
        <w:t>4.051e0</w:t>
      </w:r>
    </w:p>
    <w:p w:rsidR="00B5154A" w:rsidRDefault="00B5154A" w:rsidP="00B5154A">
      <w:r>
        <w:t>217.4695</w:t>
      </w:r>
      <w:r>
        <w:tab/>
        <w:t>5.063e0</w:t>
      </w:r>
    </w:p>
    <w:p w:rsidR="00B5154A" w:rsidRDefault="00B5154A" w:rsidP="00B5154A">
      <w:r>
        <w:lastRenderedPageBreak/>
        <w:t>217.5066</w:t>
      </w:r>
      <w:r>
        <w:tab/>
        <w:t>3.038e0</w:t>
      </w:r>
    </w:p>
    <w:p w:rsidR="00B5154A" w:rsidRDefault="00B5154A" w:rsidP="00B5154A">
      <w:r>
        <w:t>217.5767</w:t>
      </w:r>
      <w:r>
        <w:tab/>
        <w:t>2.025e0</w:t>
      </w:r>
    </w:p>
    <w:p w:rsidR="00B5154A" w:rsidRDefault="00B5154A" w:rsidP="00B5154A">
      <w:r>
        <w:t>217.6050</w:t>
      </w:r>
      <w:r>
        <w:tab/>
        <w:t>1.013e0</w:t>
      </w:r>
    </w:p>
    <w:p w:rsidR="00B5154A" w:rsidRDefault="00B5154A" w:rsidP="00B5154A">
      <w:r>
        <w:t>217.6518</w:t>
      </w:r>
      <w:r>
        <w:tab/>
        <w:t>1.013e0</w:t>
      </w:r>
    </w:p>
    <w:p w:rsidR="00B5154A" w:rsidRDefault="00B5154A" w:rsidP="00B5154A">
      <w:r>
        <w:t>217.6822</w:t>
      </w:r>
      <w:r>
        <w:tab/>
        <w:t>2.025e0</w:t>
      </w:r>
    </w:p>
    <w:p w:rsidR="00B5154A" w:rsidRDefault="00B5154A" w:rsidP="00B5154A">
      <w:r>
        <w:t>217.7033</w:t>
      </w:r>
      <w:r>
        <w:tab/>
        <w:t>3.038e0</w:t>
      </w:r>
    </w:p>
    <w:p w:rsidR="00B5154A" w:rsidRDefault="00B5154A" w:rsidP="00B5154A">
      <w:r>
        <w:t>217.7692</w:t>
      </w:r>
      <w:r>
        <w:tab/>
        <w:t>4.051e0</w:t>
      </w:r>
    </w:p>
    <w:p w:rsidR="00B5154A" w:rsidRDefault="00B5154A" w:rsidP="00B5154A">
      <w:r>
        <w:t>217.8276</w:t>
      </w:r>
      <w:r>
        <w:tab/>
        <w:t>2.025e0</w:t>
      </w:r>
    </w:p>
    <w:p w:rsidR="00B5154A" w:rsidRDefault="00B5154A" w:rsidP="00B5154A">
      <w:r>
        <w:t>217.8531</w:t>
      </w:r>
      <w:r>
        <w:tab/>
        <w:t>7.089e0</w:t>
      </w:r>
    </w:p>
    <w:p w:rsidR="00B5154A" w:rsidRDefault="00B5154A" w:rsidP="00B5154A">
      <w:r>
        <w:t>217.9364</w:t>
      </w:r>
      <w:r>
        <w:tab/>
        <w:t>3.038e0</w:t>
      </w:r>
    </w:p>
    <w:p w:rsidR="00B5154A" w:rsidRDefault="00B5154A" w:rsidP="00B5154A">
      <w:r>
        <w:t>217.9848</w:t>
      </w:r>
      <w:r>
        <w:tab/>
        <w:t>1.254e1</w:t>
      </w:r>
    </w:p>
    <w:p w:rsidR="00B5154A" w:rsidRDefault="00B5154A" w:rsidP="00B5154A">
      <w:r>
        <w:t>218.0392</w:t>
      </w:r>
      <w:r>
        <w:tab/>
        <w:t>4.533e1</w:t>
      </w:r>
    </w:p>
    <w:p w:rsidR="00B5154A" w:rsidRDefault="00B5154A" w:rsidP="00B5154A">
      <w:r>
        <w:t>218.1166</w:t>
      </w:r>
      <w:r>
        <w:tab/>
        <w:t>1.021e1</w:t>
      </w:r>
    </w:p>
    <w:p w:rsidR="00B5154A" w:rsidRDefault="00B5154A" w:rsidP="00B5154A">
      <w:r>
        <w:t>218.2095</w:t>
      </w:r>
      <w:r>
        <w:tab/>
        <w:t>2.737e0</w:t>
      </w:r>
    </w:p>
    <w:p w:rsidR="00B5154A" w:rsidRDefault="00B5154A" w:rsidP="00B5154A">
      <w:r>
        <w:t>218.2673</w:t>
      </w:r>
      <w:r>
        <w:tab/>
        <w:t>1.013e0</w:t>
      </w:r>
    </w:p>
    <w:p w:rsidR="00B5154A" w:rsidRDefault="00B5154A" w:rsidP="00B5154A">
      <w:r>
        <w:t>218.2945</w:t>
      </w:r>
      <w:r>
        <w:tab/>
        <w:t>1.013e0</w:t>
      </w:r>
    </w:p>
    <w:p w:rsidR="00B5154A" w:rsidRDefault="00B5154A" w:rsidP="00B5154A">
      <w:r>
        <w:t>218.3210</w:t>
      </w:r>
      <w:r>
        <w:tab/>
        <w:t>3.783e0</w:t>
      </w:r>
    </w:p>
    <w:p w:rsidR="00B5154A" w:rsidRDefault="00B5154A" w:rsidP="00B5154A">
      <w:r>
        <w:t>218.3925</w:t>
      </w:r>
      <w:r>
        <w:tab/>
        <w:t>1.013e0</w:t>
      </w:r>
    </w:p>
    <w:p w:rsidR="00B5154A" w:rsidRDefault="00B5154A" w:rsidP="00B5154A">
      <w:r>
        <w:t>218.4366</w:t>
      </w:r>
      <w:r>
        <w:tab/>
        <w:t>4.051e0</w:t>
      </w:r>
    </w:p>
    <w:p w:rsidR="00B5154A" w:rsidRDefault="00B5154A" w:rsidP="00B5154A">
      <w:r>
        <w:lastRenderedPageBreak/>
        <w:t>218.4674</w:t>
      </w:r>
      <w:r>
        <w:tab/>
        <w:t>2.025e0</w:t>
      </w:r>
    </w:p>
    <w:p w:rsidR="00B5154A" w:rsidRDefault="00B5154A" w:rsidP="00B5154A">
      <w:r>
        <w:t>218.5128</w:t>
      </w:r>
      <w:r>
        <w:tab/>
        <w:t>2.025e0</w:t>
      </w:r>
    </w:p>
    <w:p w:rsidR="00B5154A" w:rsidRDefault="00B5154A" w:rsidP="00B5154A">
      <w:r>
        <w:t>218.5645</w:t>
      </w:r>
      <w:r>
        <w:tab/>
        <w:t>6.076e0</w:t>
      </w:r>
    </w:p>
    <w:p w:rsidR="00B5154A" w:rsidRDefault="00B5154A" w:rsidP="00B5154A">
      <w:r>
        <w:t>218.6052</w:t>
      </w:r>
      <w:r>
        <w:tab/>
        <w:t>3.596e0</w:t>
      </w:r>
    </w:p>
    <w:p w:rsidR="00B5154A" w:rsidRDefault="00B5154A" w:rsidP="00B5154A">
      <w:r>
        <w:t>218.6402</w:t>
      </w:r>
      <w:r>
        <w:tab/>
        <w:t>2.025e0</w:t>
      </w:r>
    </w:p>
    <w:p w:rsidR="00B5154A" w:rsidRDefault="00B5154A" w:rsidP="00B5154A">
      <w:r>
        <w:t>218.6672</w:t>
      </w:r>
      <w:r>
        <w:tab/>
        <w:t>3.809e0</w:t>
      </w:r>
    </w:p>
    <w:p w:rsidR="00B5154A" w:rsidRDefault="00B5154A" w:rsidP="00B5154A">
      <w:r>
        <w:t>218.7541</w:t>
      </w:r>
      <w:r>
        <w:tab/>
        <w:t>3.038e0</w:t>
      </w:r>
    </w:p>
    <w:p w:rsidR="00B5154A" w:rsidRDefault="00B5154A" w:rsidP="00B5154A">
      <w:r>
        <w:t>218.8094</w:t>
      </w:r>
      <w:r>
        <w:tab/>
        <w:t>1.013e0</w:t>
      </w:r>
    </w:p>
    <w:p w:rsidR="00B5154A" w:rsidRDefault="00B5154A" w:rsidP="00B5154A">
      <w:r>
        <w:t>218.8504</w:t>
      </w:r>
      <w:r>
        <w:tab/>
        <w:t>3.038e0</w:t>
      </w:r>
    </w:p>
    <w:p w:rsidR="00B5154A" w:rsidRDefault="00B5154A" w:rsidP="00B5154A">
      <w:r>
        <w:t>218.8833</w:t>
      </w:r>
      <w:r>
        <w:tab/>
        <w:t>2.025e0</w:t>
      </w:r>
    </w:p>
    <w:p w:rsidR="00B5154A" w:rsidRDefault="00B5154A" w:rsidP="00B5154A">
      <w:r>
        <w:t>218.9270</w:t>
      </w:r>
      <w:r>
        <w:tab/>
        <w:t>8.101e0</w:t>
      </w:r>
    </w:p>
    <w:p w:rsidR="00B5154A" w:rsidRDefault="00B5154A" w:rsidP="00B5154A">
      <w:r>
        <w:t>219.2638</w:t>
      </w:r>
      <w:r>
        <w:tab/>
        <w:t>3.000e0</w:t>
      </w:r>
    </w:p>
    <w:p w:rsidR="00B5154A" w:rsidRDefault="00B5154A" w:rsidP="00B5154A">
      <w:r>
        <w:t>219.2934</w:t>
      </w:r>
      <w:r>
        <w:tab/>
        <w:t>2.025e0</w:t>
      </w:r>
    </w:p>
    <w:p w:rsidR="00B5154A" w:rsidRDefault="00B5154A" w:rsidP="00B5154A">
      <w:r>
        <w:t>219.3556</w:t>
      </w:r>
      <w:r>
        <w:tab/>
        <w:t>1.013e0</w:t>
      </w:r>
    </w:p>
    <w:p w:rsidR="00B5154A" w:rsidRDefault="00B5154A" w:rsidP="00B5154A">
      <w:r>
        <w:t>219.3793</w:t>
      </w:r>
      <w:r>
        <w:tab/>
        <w:t>2.025e0</w:t>
      </w:r>
    </w:p>
    <w:p w:rsidR="00B5154A" w:rsidRDefault="00B5154A" w:rsidP="00B5154A">
      <w:r>
        <w:t>219.4178</w:t>
      </w:r>
      <w:r>
        <w:tab/>
        <w:t>1.013e0</w:t>
      </w:r>
    </w:p>
    <w:p w:rsidR="00B5154A" w:rsidRDefault="00B5154A" w:rsidP="00B5154A">
      <w:r>
        <w:t>219.4559</w:t>
      </w:r>
      <w:r>
        <w:tab/>
        <w:t>3.038e0</w:t>
      </w:r>
    </w:p>
    <w:p w:rsidR="00B5154A" w:rsidRDefault="00B5154A" w:rsidP="00B5154A">
      <w:r>
        <w:t>219.4787</w:t>
      </w:r>
      <w:r>
        <w:tab/>
        <w:t>3.038e0</w:t>
      </w:r>
    </w:p>
    <w:p w:rsidR="00B5154A" w:rsidRDefault="00B5154A" w:rsidP="00B5154A">
      <w:r>
        <w:t>219.5041</w:t>
      </w:r>
      <w:r>
        <w:tab/>
        <w:t>3.038e0</w:t>
      </w:r>
    </w:p>
    <w:p w:rsidR="00B5154A" w:rsidRDefault="00B5154A" w:rsidP="00B5154A">
      <w:r>
        <w:lastRenderedPageBreak/>
        <w:t>219.5561</w:t>
      </w:r>
      <w:r>
        <w:tab/>
        <w:t>1.013e0</w:t>
      </w:r>
    </w:p>
    <w:p w:rsidR="00B5154A" w:rsidRDefault="00B5154A" w:rsidP="00B5154A">
      <w:r>
        <w:t>219.5921</w:t>
      </w:r>
      <w:r>
        <w:tab/>
        <w:t>1.013e0</w:t>
      </w:r>
    </w:p>
    <w:p w:rsidR="00B5154A" w:rsidRDefault="00B5154A" w:rsidP="00B5154A">
      <w:r>
        <w:t>219.6244</w:t>
      </w:r>
      <w:r>
        <w:tab/>
        <w:t>3.038e0</w:t>
      </w:r>
    </w:p>
    <w:p w:rsidR="00B5154A" w:rsidRDefault="00B5154A" w:rsidP="00B5154A">
      <w:r>
        <w:t>219.6726</w:t>
      </w:r>
      <w:r>
        <w:tab/>
        <w:t>4.051e0</w:t>
      </w:r>
    </w:p>
    <w:p w:rsidR="00B5154A" w:rsidRDefault="00B5154A" w:rsidP="00B5154A">
      <w:r>
        <w:t>219.7434</w:t>
      </w:r>
      <w:r>
        <w:tab/>
        <w:t>6.076e0</w:t>
      </w:r>
    </w:p>
    <w:p w:rsidR="00B5154A" w:rsidRDefault="00B5154A" w:rsidP="00B5154A">
      <w:r>
        <w:t>219.7964</w:t>
      </w:r>
      <w:r>
        <w:tab/>
        <w:t>1.013e0</w:t>
      </w:r>
    </w:p>
    <w:p w:rsidR="00B5154A" w:rsidRDefault="00B5154A" w:rsidP="00B5154A">
      <w:r>
        <w:t>219.8634</w:t>
      </w:r>
      <w:r>
        <w:tab/>
        <w:t>1.013e0</w:t>
      </w:r>
    </w:p>
    <w:p w:rsidR="00B5154A" w:rsidRDefault="00B5154A" w:rsidP="00B5154A">
      <w:r>
        <w:t>219.8910</w:t>
      </w:r>
      <w:r>
        <w:tab/>
        <w:t>1.013e0</w:t>
      </w:r>
    </w:p>
    <w:p w:rsidR="00B5154A" w:rsidRDefault="00B5154A" w:rsidP="00B5154A">
      <w:r>
        <w:t>219.9149</w:t>
      </w:r>
      <w:r>
        <w:tab/>
        <w:t>1.013e0</w:t>
      </w:r>
    </w:p>
    <w:p w:rsidR="00B5154A" w:rsidRDefault="00B5154A" w:rsidP="00B5154A">
      <w:r>
        <w:t>219.9458</w:t>
      </w:r>
      <w:r>
        <w:tab/>
        <w:t>1.013e0</w:t>
      </w:r>
    </w:p>
    <w:p w:rsidR="00B5154A" w:rsidRDefault="00B5154A" w:rsidP="00B5154A">
      <w:r>
        <w:t>220.1811</w:t>
      </w:r>
      <w:r>
        <w:tab/>
        <w:t>4.422e0</w:t>
      </w:r>
    </w:p>
    <w:p w:rsidR="00B5154A" w:rsidRDefault="00B5154A" w:rsidP="00B5154A">
      <w:r>
        <w:t>220.2918</w:t>
      </w:r>
      <w:r>
        <w:tab/>
        <w:t>3.038e0</w:t>
      </w:r>
    </w:p>
    <w:p w:rsidR="00B5154A" w:rsidRDefault="00B5154A" w:rsidP="00B5154A">
      <w:r>
        <w:t>220.3344</w:t>
      </w:r>
      <w:r>
        <w:tab/>
        <w:t>2.025e0</w:t>
      </w:r>
    </w:p>
    <w:p w:rsidR="00B5154A" w:rsidRDefault="00B5154A" w:rsidP="00B5154A">
      <w:r>
        <w:t>220.3738</w:t>
      </w:r>
      <w:r>
        <w:tab/>
        <w:t>4.051e0</w:t>
      </w:r>
    </w:p>
    <w:p w:rsidR="00B5154A" w:rsidRDefault="00B5154A" w:rsidP="00B5154A">
      <w:r>
        <w:t>220.4059</w:t>
      </w:r>
      <w:r>
        <w:tab/>
        <w:t>2.042e0</w:t>
      </w:r>
    </w:p>
    <w:p w:rsidR="00B5154A" w:rsidRDefault="00B5154A" w:rsidP="00B5154A">
      <w:r>
        <w:t>220.4565</w:t>
      </w:r>
      <w:r>
        <w:tab/>
        <w:t>4.051e0</w:t>
      </w:r>
    </w:p>
    <w:p w:rsidR="00B5154A" w:rsidRDefault="00B5154A" w:rsidP="00B5154A">
      <w:r>
        <w:t>220.5252</w:t>
      </w:r>
      <w:r>
        <w:tab/>
        <w:t>6.076e0</w:t>
      </w:r>
    </w:p>
    <w:p w:rsidR="00B5154A" w:rsidRDefault="00B5154A" w:rsidP="00B5154A">
      <w:r>
        <w:t>220.5651</w:t>
      </w:r>
      <w:r>
        <w:tab/>
        <w:t>2.025e0</w:t>
      </w:r>
    </w:p>
    <w:p w:rsidR="00B5154A" w:rsidRDefault="00B5154A" w:rsidP="00B5154A">
      <w:r>
        <w:t>220.5868</w:t>
      </w:r>
      <w:r>
        <w:tab/>
        <w:t>2.025e0</w:t>
      </w:r>
    </w:p>
    <w:p w:rsidR="00B5154A" w:rsidRDefault="00B5154A" w:rsidP="00B5154A">
      <w:r>
        <w:lastRenderedPageBreak/>
        <w:t>220.6322</w:t>
      </w:r>
      <w:r>
        <w:tab/>
        <w:t>1.013e0</w:t>
      </w:r>
    </w:p>
    <w:p w:rsidR="00B5154A" w:rsidRDefault="00B5154A" w:rsidP="00B5154A">
      <w:r>
        <w:t>220.6579</w:t>
      </w:r>
      <w:r>
        <w:tab/>
        <w:t>2.025e0</w:t>
      </w:r>
    </w:p>
    <w:p w:rsidR="00B5154A" w:rsidRDefault="00B5154A" w:rsidP="00B5154A">
      <w:r>
        <w:t>220.6795</w:t>
      </w:r>
      <w:r>
        <w:tab/>
        <w:t>1.013e0</w:t>
      </w:r>
    </w:p>
    <w:p w:rsidR="00B5154A" w:rsidRDefault="00B5154A" w:rsidP="00B5154A">
      <w:r>
        <w:t>220.7255</w:t>
      </w:r>
      <w:r>
        <w:tab/>
        <w:t>2.025e0</w:t>
      </w:r>
    </w:p>
    <w:p w:rsidR="00B5154A" w:rsidRDefault="00B5154A" w:rsidP="00B5154A">
      <w:r>
        <w:t>220.7490</w:t>
      </w:r>
      <w:r>
        <w:tab/>
        <w:t>2.025e0</w:t>
      </w:r>
    </w:p>
    <w:p w:rsidR="00B5154A" w:rsidRDefault="00B5154A" w:rsidP="00B5154A">
      <w:r>
        <w:t>220.8053</w:t>
      </w:r>
      <w:r>
        <w:tab/>
        <w:t>4.051e0</w:t>
      </w:r>
    </w:p>
    <w:p w:rsidR="00B5154A" w:rsidRDefault="00B5154A" w:rsidP="00B5154A">
      <w:r>
        <w:t>220.8358</w:t>
      </w:r>
      <w:r>
        <w:tab/>
        <w:t>1.036e1</w:t>
      </w:r>
    </w:p>
    <w:p w:rsidR="00B5154A" w:rsidRDefault="00B5154A" w:rsidP="00B5154A">
      <w:r>
        <w:t>220.8751</w:t>
      </w:r>
      <w:r>
        <w:tab/>
        <w:t>2.025e0</w:t>
      </w:r>
    </w:p>
    <w:p w:rsidR="00B5154A" w:rsidRDefault="00B5154A" w:rsidP="00B5154A">
      <w:r>
        <w:t>220.9043</w:t>
      </w:r>
      <w:r>
        <w:tab/>
        <w:t>1.013e0</w:t>
      </w:r>
    </w:p>
    <w:p w:rsidR="00B5154A" w:rsidRDefault="00B5154A" w:rsidP="00B5154A">
      <w:r>
        <w:t>220.9366</w:t>
      </w:r>
      <w:r>
        <w:tab/>
        <w:t>4.051e0</w:t>
      </w:r>
    </w:p>
    <w:p w:rsidR="00B5154A" w:rsidRDefault="00B5154A" w:rsidP="00B5154A">
      <w:r>
        <w:t>220.9688</w:t>
      </w:r>
      <w:r>
        <w:tab/>
        <w:t>1.862e0</w:t>
      </w:r>
    </w:p>
    <w:p w:rsidR="00B5154A" w:rsidRDefault="00B5154A" w:rsidP="00B5154A">
      <w:r>
        <w:t>221.1198</w:t>
      </w:r>
      <w:r>
        <w:tab/>
        <w:t>3.220e2</w:t>
      </w:r>
    </w:p>
    <w:p w:rsidR="00B5154A" w:rsidRDefault="00B5154A" w:rsidP="00B5154A">
      <w:r>
        <w:t>221.1904</w:t>
      </w:r>
      <w:r>
        <w:tab/>
        <w:t>2.025e0</w:t>
      </w:r>
    </w:p>
    <w:p w:rsidR="00B5154A" w:rsidRDefault="00B5154A" w:rsidP="00B5154A">
      <w:r>
        <w:t>221.2210</w:t>
      </w:r>
      <w:r>
        <w:tab/>
        <w:t>1.013e0</w:t>
      </w:r>
    </w:p>
    <w:p w:rsidR="00B5154A" w:rsidRDefault="00B5154A" w:rsidP="00B5154A">
      <w:r>
        <w:t>221.2757</w:t>
      </w:r>
      <w:r>
        <w:tab/>
        <w:t>5.063e0</w:t>
      </w:r>
    </w:p>
    <w:p w:rsidR="00B5154A" w:rsidRDefault="00B5154A" w:rsidP="00B5154A">
      <w:r>
        <w:t>221.3196</w:t>
      </w:r>
      <w:r>
        <w:tab/>
        <w:t>1.013e0</w:t>
      </w:r>
    </w:p>
    <w:p w:rsidR="00B5154A" w:rsidRDefault="00B5154A" w:rsidP="00B5154A">
      <w:r>
        <w:t>221.3852</w:t>
      </w:r>
      <w:r>
        <w:tab/>
        <w:t>4.051e0</w:t>
      </w:r>
    </w:p>
    <w:p w:rsidR="00B5154A" w:rsidRDefault="00B5154A" w:rsidP="00B5154A">
      <w:r>
        <w:t>221.4168</w:t>
      </w:r>
      <w:r>
        <w:tab/>
        <w:t>4.514e0</w:t>
      </w:r>
    </w:p>
    <w:p w:rsidR="00B5154A" w:rsidRDefault="00B5154A" w:rsidP="00B5154A">
      <w:r>
        <w:t>221.4425</w:t>
      </w:r>
      <w:r>
        <w:tab/>
        <w:t>6.817e0</w:t>
      </w:r>
    </w:p>
    <w:p w:rsidR="00B5154A" w:rsidRDefault="00B5154A" w:rsidP="00B5154A">
      <w:r>
        <w:lastRenderedPageBreak/>
        <w:t>221.4730</w:t>
      </w:r>
      <w:r>
        <w:tab/>
        <w:t>3.600e0</w:t>
      </w:r>
    </w:p>
    <w:p w:rsidR="00B5154A" w:rsidRDefault="00B5154A" w:rsidP="00B5154A">
      <w:r>
        <w:t>221.5247</w:t>
      </w:r>
      <w:r>
        <w:tab/>
        <w:t>2.025e0</w:t>
      </w:r>
    </w:p>
    <w:p w:rsidR="00B5154A" w:rsidRDefault="00B5154A" w:rsidP="00B5154A">
      <w:r>
        <w:t>221.5708</w:t>
      </w:r>
      <w:r>
        <w:tab/>
        <w:t>4.051e0</w:t>
      </w:r>
    </w:p>
    <w:p w:rsidR="00B5154A" w:rsidRDefault="00B5154A" w:rsidP="00B5154A">
      <w:r>
        <w:t>221.6450</w:t>
      </w:r>
      <w:r>
        <w:tab/>
        <w:t>3.038e0</w:t>
      </w:r>
    </w:p>
    <w:p w:rsidR="00B5154A" w:rsidRDefault="00B5154A" w:rsidP="00B5154A">
      <w:r>
        <w:t>221.6966</w:t>
      </w:r>
      <w:r>
        <w:tab/>
        <w:t>4.827e0</w:t>
      </w:r>
    </w:p>
    <w:p w:rsidR="00B5154A" w:rsidRDefault="00B5154A" w:rsidP="00B5154A">
      <w:r>
        <w:t>221.7401</w:t>
      </w:r>
      <w:r>
        <w:tab/>
        <w:t>4.051e0</w:t>
      </w:r>
    </w:p>
    <w:p w:rsidR="00B5154A" w:rsidRDefault="00B5154A" w:rsidP="00B5154A">
      <w:r>
        <w:t>221.7663</w:t>
      </w:r>
      <w:r>
        <w:tab/>
        <w:t>2.025e0</w:t>
      </w:r>
    </w:p>
    <w:p w:rsidR="00B5154A" w:rsidRDefault="00B5154A" w:rsidP="00B5154A">
      <w:r>
        <w:t>221.8301</w:t>
      </w:r>
      <w:r>
        <w:tab/>
        <w:t>1.013e0</w:t>
      </w:r>
    </w:p>
    <w:p w:rsidR="00B5154A" w:rsidRDefault="00B5154A" w:rsidP="00B5154A">
      <w:r>
        <w:t>221.8582</w:t>
      </w:r>
      <w:r>
        <w:tab/>
        <w:t>2.025e0</w:t>
      </w:r>
    </w:p>
    <w:p w:rsidR="00B5154A" w:rsidRDefault="00B5154A" w:rsidP="00B5154A">
      <w:r>
        <w:t>221.9148</w:t>
      </w:r>
      <w:r>
        <w:tab/>
        <w:t>2.025e0</w:t>
      </w:r>
    </w:p>
    <w:p w:rsidR="00B5154A" w:rsidRDefault="00B5154A" w:rsidP="00B5154A">
      <w:r>
        <w:t>221.9500</w:t>
      </w:r>
      <w:r>
        <w:tab/>
        <w:t>1.455e0</w:t>
      </w:r>
    </w:p>
    <w:p w:rsidR="00B5154A" w:rsidRDefault="00B5154A" w:rsidP="00B5154A">
      <w:r>
        <w:t>222.0200</w:t>
      </w:r>
      <w:r>
        <w:tab/>
        <w:t>4.718e0</w:t>
      </w:r>
    </w:p>
    <w:p w:rsidR="00B5154A" w:rsidRDefault="00B5154A" w:rsidP="00B5154A">
      <w:r>
        <w:t>222.0750</w:t>
      </w:r>
      <w:r>
        <w:tab/>
        <w:t>1.240e0</w:t>
      </w:r>
    </w:p>
    <w:p w:rsidR="00B5154A" w:rsidRDefault="00B5154A" w:rsidP="00B5154A">
      <w:r>
        <w:t>222.1271</w:t>
      </w:r>
      <w:r>
        <w:tab/>
        <w:t>5.490e1</w:t>
      </w:r>
    </w:p>
    <w:p w:rsidR="00B5154A" w:rsidRDefault="00B5154A" w:rsidP="00B5154A">
      <w:r>
        <w:t>222.1779</w:t>
      </w:r>
      <w:r>
        <w:tab/>
        <w:t>2.974e0</w:t>
      </w:r>
    </w:p>
    <w:p w:rsidR="00B5154A" w:rsidRDefault="00B5154A" w:rsidP="00B5154A">
      <w:r>
        <w:t>222.2096</w:t>
      </w:r>
      <w:r>
        <w:tab/>
        <w:t>1.987e0</w:t>
      </w:r>
    </w:p>
    <w:p w:rsidR="00B5154A" w:rsidRDefault="00B5154A" w:rsidP="00B5154A">
      <w:r>
        <w:t>222.2355</w:t>
      </w:r>
      <w:r>
        <w:tab/>
        <w:t>4.051e0</w:t>
      </w:r>
    </w:p>
    <w:p w:rsidR="00B5154A" w:rsidRDefault="00B5154A" w:rsidP="00B5154A">
      <w:r>
        <w:t>222.3066</w:t>
      </w:r>
      <w:r>
        <w:tab/>
        <w:t>3.038e0</w:t>
      </w:r>
    </w:p>
    <w:p w:rsidR="00B5154A" w:rsidRDefault="00B5154A" w:rsidP="00B5154A">
      <w:r>
        <w:t>222.3323</w:t>
      </w:r>
      <w:r>
        <w:tab/>
        <w:t>2.025e0</w:t>
      </w:r>
    </w:p>
    <w:p w:rsidR="00B5154A" w:rsidRDefault="00B5154A" w:rsidP="00B5154A">
      <w:r>
        <w:lastRenderedPageBreak/>
        <w:t>222.3709</w:t>
      </w:r>
      <w:r>
        <w:tab/>
        <w:t>2.472e0</w:t>
      </w:r>
    </w:p>
    <w:p w:rsidR="00B5154A" w:rsidRDefault="00B5154A" w:rsidP="00B5154A">
      <w:r>
        <w:t>222.4075</w:t>
      </w:r>
      <w:r>
        <w:tab/>
        <w:t>2.025e0</w:t>
      </w:r>
    </w:p>
    <w:p w:rsidR="00B5154A" w:rsidRDefault="00B5154A" w:rsidP="00B5154A">
      <w:r>
        <w:t>222.4472</w:t>
      </w:r>
      <w:r>
        <w:tab/>
        <w:t>1.013e0</w:t>
      </w:r>
    </w:p>
    <w:p w:rsidR="00B5154A" w:rsidRDefault="00B5154A" w:rsidP="00B5154A">
      <w:r>
        <w:t>222.4722</w:t>
      </w:r>
      <w:r>
        <w:tab/>
        <w:t>3.038e0</w:t>
      </w:r>
    </w:p>
    <w:p w:rsidR="00B5154A" w:rsidRDefault="00B5154A" w:rsidP="00B5154A">
      <w:r>
        <w:t>222.5402</w:t>
      </w:r>
      <w:r>
        <w:tab/>
        <w:t>8.953e0</w:t>
      </w:r>
    </w:p>
    <w:p w:rsidR="00B5154A" w:rsidRDefault="00B5154A" w:rsidP="00B5154A">
      <w:r>
        <w:t>222.5766</w:t>
      </w:r>
      <w:r>
        <w:tab/>
        <w:t>2.025e0</w:t>
      </w:r>
    </w:p>
    <w:p w:rsidR="00B5154A" w:rsidRDefault="00B5154A" w:rsidP="00B5154A">
      <w:r>
        <w:t>222.6172</w:t>
      </w:r>
      <w:r>
        <w:tab/>
        <w:t>3.253e0</w:t>
      </w:r>
    </w:p>
    <w:p w:rsidR="00B5154A" w:rsidRDefault="00B5154A" w:rsidP="00B5154A">
      <w:r>
        <w:t>222.7027</w:t>
      </w:r>
      <w:r>
        <w:tab/>
        <w:t>3.038e0</w:t>
      </w:r>
    </w:p>
    <w:p w:rsidR="00B5154A" w:rsidRDefault="00B5154A" w:rsidP="00B5154A">
      <w:r>
        <w:t>222.7275</w:t>
      </w:r>
      <w:r>
        <w:tab/>
        <w:t>3.038e0</w:t>
      </w:r>
    </w:p>
    <w:p w:rsidR="00B5154A" w:rsidRDefault="00B5154A" w:rsidP="00B5154A">
      <w:r>
        <w:t>222.7902</w:t>
      </w:r>
      <w:r>
        <w:tab/>
        <w:t>3.038e0</w:t>
      </w:r>
    </w:p>
    <w:p w:rsidR="00B5154A" w:rsidRDefault="00B5154A" w:rsidP="00B5154A">
      <w:r>
        <w:t>222.8690</w:t>
      </w:r>
      <w:r>
        <w:tab/>
        <w:t>2.025e0</w:t>
      </w:r>
    </w:p>
    <w:p w:rsidR="00B5154A" w:rsidRDefault="00B5154A" w:rsidP="00B5154A">
      <w:r>
        <w:t>222.8983</w:t>
      </w:r>
      <w:r>
        <w:tab/>
        <w:t>4.051e0</w:t>
      </w:r>
    </w:p>
    <w:p w:rsidR="00B5154A" w:rsidRDefault="00B5154A" w:rsidP="00B5154A">
      <w:r>
        <w:t>223.0270</w:t>
      </w:r>
      <w:r>
        <w:tab/>
        <w:t>1.524e1</w:t>
      </w:r>
    </w:p>
    <w:p w:rsidR="00B5154A" w:rsidRDefault="00B5154A" w:rsidP="00B5154A">
      <w:r>
        <w:t>223.1005</w:t>
      </w:r>
      <w:r>
        <w:tab/>
        <w:t>7.518e1</w:t>
      </w:r>
    </w:p>
    <w:p w:rsidR="00B5154A" w:rsidRDefault="00B5154A" w:rsidP="00B5154A">
      <w:r>
        <w:t>223.1799</w:t>
      </w:r>
      <w:r>
        <w:tab/>
        <w:t>1.384e0</w:t>
      </w:r>
    </w:p>
    <w:p w:rsidR="00B5154A" w:rsidRDefault="00B5154A" w:rsidP="00B5154A">
      <w:r>
        <w:t>223.2543</w:t>
      </w:r>
      <w:r>
        <w:tab/>
        <w:t>2.025e0</w:t>
      </w:r>
    </w:p>
    <w:p w:rsidR="00B5154A" w:rsidRDefault="00B5154A" w:rsidP="00B5154A">
      <w:r>
        <w:t>223.3208</w:t>
      </w:r>
      <w:r>
        <w:tab/>
        <w:t>3.038e0</w:t>
      </w:r>
    </w:p>
    <w:p w:rsidR="00B5154A" w:rsidRDefault="00B5154A" w:rsidP="00B5154A">
      <w:r>
        <w:t>223.3531</w:t>
      </w:r>
      <w:r>
        <w:tab/>
        <w:t>2.025e0</w:t>
      </w:r>
    </w:p>
    <w:p w:rsidR="00B5154A" w:rsidRDefault="00B5154A" w:rsidP="00B5154A">
      <w:r>
        <w:t>223.4493</w:t>
      </w:r>
      <w:r>
        <w:tab/>
        <w:t>2.025e0</w:t>
      </w:r>
    </w:p>
    <w:p w:rsidR="00B5154A" w:rsidRDefault="00B5154A" w:rsidP="00B5154A">
      <w:r>
        <w:lastRenderedPageBreak/>
        <w:t>223.4951</w:t>
      </w:r>
      <w:r>
        <w:tab/>
        <w:t>1.013e0</w:t>
      </w:r>
    </w:p>
    <w:p w:rsidR="00B5154A" w:rsidRDefault="00B5154A" w:rsidP="00B5154A">
      <w:r>
        <w:t>223.5323</w:t>
      </w:r>
      <w:r>
        <w:tab/>
        <w:t>2.025e0</w:t>
      </w:r>
    </w:p>
    <w:p w:rsidR="00B5154A" w:rsidRDefault="00B5154A" w:rsidP="00B5154A">
      <w:r>
        <w:t>223.5540</w:t>
      </w:r>
      <w:r>
        <w:tab/>
        <w:t>1.013e0</w:t>
      </w:r>
    </w:p>
    <w:p w:rsidR="00B5154A" w:rsidRDefault="00B5154A" w:rsidP="00B5154A">
      <w:r>
        <w:t>223.5902</w:t>
      </w:r>
      <w:r>
        <w:tab/>
        <w:t>2.025e0</w:t>
      </w:r>
    </w:p>
    <w:p w:rsidR="00B5154A" w:rsidRDefault="00B5154A" w:rsidP="00B5154A">
      <w:r>
        <w:t>223.6378</w:t>
      </w:r>
      <w:r>
        <w:tab/>
        <w:t>3.038e0</w:t>
      </w:r>
    </w:p>
    <w:p w:rsidR="00B5154A" w:rsidRDefault="00B5154A" w:rsidP="00B5154A">
      <w:r>
        <w:t>223.6891</w:t>
      </w:r>
      <w:r>
        <w:tab/>
        <w:t>2.025e0</w:t>
      </w:r>
    </w:p>
    <w:p w:rsidR="00B5154A" w:rsidRDefault="00B5154A" w:rsidP="00B5154A">
      <w:r>
        <w:t>223.7643</w:t>
      </w:r>
      <w:r>
        <w:tab/>
        <w:t>2.466e0</w:t>
      </w:r>
    </w:p>
    <w:p w:rsidR="00B5154A" w:rsidRDefault="00B5154A" w:rsidP="00B5154A">
      <w:r>
        <w:t>223.8119</w:t>
      </w:r>
      <w:r>
        <w:tab/>
        <w:t>4.051e0</w:t>
      </w:r>
    </w:p>
    <w:p w:rsidR="00B5154A" w:rsidRDefault="00B5154A" w:rsidP="00B5154A">
      <w:r>
        <w:t>223.8394</w:t>
      </w:r>
      <w:r>
        <w:tab/>
        <w:t>2.025e0</w:t>
      </w:r>
    </w:p>
    <w:p w:rsidR="00B5154A" w:rsidRDefault="00B5154A" w:rsidP="00B5154A">
      <w:r>
        <w:t>223.8681</w:t>
      </w:r>
      <w:r>
        <w:tab/>
        <w:t>1.013e0</w:t>
      </w:r>
    </w:p>
    <w:p w:rsidR="00B5154A" w:rsidRDefault="00B5154A" w:rsidP="00B5154A">
      <w:r>
        <w:t>223.9029</w:t>
      </w:r>
      <w:r>
        <w:tab/>
        <w:t>5.063e0</w:t>
      </w:r>
    </w:p>
    <w:p w:rsidR="00B5154A" w:rsidRDefault="00B5154A" w:rsidP="00B5154A">
      <w:r>
        <w:t>224.0144</w:t>
      </w:r>
      <w:r>
        <w:tab/>
        <w:t>1.187e2</w:t>
      </w:r>
    </w:p>
    <w:p w:rsidR="00B5154A" w:rsidRDefault="00B5154A" w:rsidP="00B5154A">
      <w:r>
        <w:t>224.1291</w:t>
      </w:r>
      <w:r>
        <w:tab/>
        <w:t>1.299e1</w:t>
      </w:r>
    </w:p>
    <w:p w:rsidR="00B5154A" w:rsidRDefault="00B5154A" w:rsidP="00B5154A">
      <w:r>
        <w:t>224.2073</w:t>
      </w:r>
      <w:r>
        <w:tab/>
        <w:t>3.105e0</w:t>
      </w:r>
    </w:p>
    <w:p w:rsidR="00B5154A" w:rsidRDefault="00B5154A" w:rsidP="00B5154A">
      <w:r>
        <w:t>224.2375</w:t>
      </w:r>
      <w:r>
        <w:tab/>
        <w:t>2.025e0</w:t>
      </w:r>
    </w:p>
    <w:p w:rsidR="00B5154A" w:rsidRDefault="00B5154A" w:rsidP="00B5154A">
      <w:r>
        <w:t>224.2729</w:t>
      </w:r>
      <w:r>
        <w:tab/>
        <w:t>2.930e0</w:t>
      </w:r>
    </w:p>
    <w:p w:rsidR="00B5154A" w:rsidRDefault="00B5154A" w:rsidP="00B5154A">
      <w:r>
        <w:t>224.3083</w:t>
      </w:r>
      <w:r>
        <w:tab/>
        <w:t>4.516e0</w:t>
      </w:r>
    </w:p>
    <w:p w:rsidR="00B5154A" w:rsidRDefault="00B5154A" w:rsidP="00B5154A">
      <w:r>
        <w:t>224.3363</w:t>
      </w:r>
      <w:r>
        <w:tab/>
        <w:t>3.488e0</w:t>
      </w:r>
    </w:p>
    <w:p w:rsidR="00B5154A" w:rsidRDefault="00B5154A" w:rsidP="00B5154A">
      <w:r>
        <w:t>224.3844</w:t>
      </w:r>
      <w:r>
        <w:tab/>
        <w:t>1.013e0</w:t>
      </w:r>
    </w:p>
    <w:p w:rsidR="00B5154A" w:rsidRDefault="00B5154A" w:rsidP="00B5154A">
      <w:r>
        <w:lastRenderedPageBreak/>
        <w:t>224.4281</w:t>
      </w:r>
      <w:r>
        <w:tab/>
        <w:t>1.013e0</w:t>
      </w:r>
    </w:p>
    <w:p w:rsidR="00B5154A" w:rsidRDefault="00B5154A" w:rsidP="00B5154A">
      <w:r>
        <w:t>224.4586</w:t>
      </w:r>
      <w:r>
        <w:tab/>
        <w:t>2.025e0</w:t>
      </w:r>
    </w:p>
    <w:p w:rsidR="00B5154A" w:rsidRDefault="00B5154A" w:rsidP="00B5154A">
      <w:r>
        <w:t>224.4805</w:t>
      </w:r>
      <w:r>
        <w:tab/>
        <w:t>1.013e0</w:t>
      </w:r>
    </w:p>
    <w:p w:rsidR="00B5154A" w:rsidRDefault="00B5154A" w:rsidP="00B5154A">
      <w:r>
        <w:t>224.5241</w:t>
      </w:r>
      <w:r>
        <w:tab/>
        <w:t>1.013e0</w:t>
      </w:r>
    </w:p>
    <w:p w:rsidR="00B5154A" w:rsidRDefault="00B5154A" w:rsidP="00B5154A">
      <w:r>
        <w:t>224.5766</w:t>
      </w:r>
      <w:r>
        <w:tab/>
        <w:t>2.025e0</w:t>
      </w:r>
    </w:p>
    <w:p w:rsidR="00B5154A" w:rsidRDefault="00B5154A" w:rsidP="00B5154A">
      <w:r>
        <w:t>224.6097</w:t>
      </w:r>
      <w:r>
        <w:tab/>
        <w:t>2.025e0</w:t>
      </w:r>
    </w:p>
    <w:p w:rsidR="00B5154A" w:rsidRDefault="00B5154A" w:rsidP="00B5154A">
      <w:r>
        <w:t>224.6397</w:t>
      </w:r>
      <w:r>
        <w:tab/>
        <w:t>2.025e0</w:t>
      </w:r>
    </w:p>
    <w:p w:rsidR="00B5154A" w:rsidRDefault="00B5154A" w:rsidP="00B5154A">
      <w:r>
        <w:t>224.6946</w:t>
      </w:r>
      <w:r>
        <w:tab/>
        <w:t>4.051e0</w:t>
      </w:r>
    </w:p>
    <w:p w:rsidR="00B5154A" w:rsidRDefault="00B5154A" w:rsidP="00B5154A">
      <w:r>
        <w:t>224.7372</w:t>
      </w:r>
      <w:r>
        <w:tab/>
        <w:t>3.038e0</w:t>
      </w:r>
    </w:p>
    <w:p w:rsidR="00B5154A" w:rsidRDefault="00B5154A" w:rsidP="00B5154A">
      <w:r>
        <w:t>224.7637</w:t>
      </w:r>
      <w:r>
        <w:tab/>
        <w:t>1.013e0</w:t>
      </w:r>
    </w:p>
    <w:p w:rsidR="00B5154A" w:rsidRDefault="00B5154A" w:rsidP="00B5154A">
      <w:r>
        <w:t>224.8189</w:t>
      </w:r>
      <w:r>
        <w:tab/>
        <w:t>1.013e0</w:t>
      </w:r>
    </w:p>
    <w:p w:rsidR="00B5154A" w:rsidRDefault="00B5154A" w:rsidP="00B5154A">
      <w:r>
        <w:t>224.8503</w:t>
      </w:r>
      <w:r>
        <w:tab/>
        <w:t>4.051e0</w:t>
      </w:r>
    </w:p>
    <w:p w:rsidR="00B5154A" w:rsidRDefault="00B5154A" w:rsidP="00B5154A">
      <w:r>
        <w:t>224.8771</w:t>
      </w:r>
      <w:r>
        <w:tab/>
        <w:t>2.025e0</w:t>
      </w:r>
    </w:p>
    <w:p w:rsidR="00B5154A" w:rsidRDefault="00B5154A" w:rsidP="00B5154A">
      <w:r>
        <w:t>224.9164</w:t>
      </w:r>
      <w:r>
        <w:tab/>
        <w:t>7.089e0</w:t>
      </w:r>
    </w:p>
    <w:p w:rsidR="00B5154A" w:rsidRDefault="00B5154A" w:rsidP="00B5154A">
      <w:r>
        <w:t>224.9629</w:t>
      </w:r>
      <w:r>
        <w:tab/>
        <w:t>1.256e0</w:t>
      </w:r>
    </w:p>
    <w:p w:rsidR="00B5154A" w:rsidRDefault="00B5154A" w:rsidP="00B5154A">
      <w:r>
        <w:t>225.0107</w:t>
      </w:r>
      <w:r>
        <w:tab/>
        <w:t>2.957e1</w:t>
      </w:r>
    </w:p>
    <w:p w:rsidR="00B5154A" w:rsidRDefault="00B5154A" w:rsidP="00B5154A">
      <w:r>
        <w:t>225.0680</w:t>
      </w:r>
      <w:r>
        <w:tab/>
        <w:t>1.384e0</w:t>
      </w:r>
    </w:p>
    <w:p w:rsidR="00B5154A" w:rsidRDefault="00B5154A" w:rsidP="00B5154A">
      <w:r>
        <w:t>225.1642</w:t>
      </w:r>
      <w:r>
        <w:tab/>
        <w:t>1.087e1</w:t>
      </w:r>
    </w:p>
    <w:p w:rsidR="00B5154A" w:rsidRDefault="00B5154A" w:rsidP="00B5154A">
      <w:r>
        <w:t>225.2102</w:t>
      </w:r>
      <w:r>
        <w:tab/>
        <w:t>9.635e0</w:t>
      </w:r>
    </w:p>
    <w:p w:rsidR="00B5154A" w:rsidRDefault="00B5154A" w:rsidP="00B5154A">
      <w:r>
        <w:lastRenderedPageBreak/>
        <w:t>225.2596</w:t>
      </w:r>
      <w:r>
        <w:tab/>
        <w:t>2.025e0</w:t>
      </w:r>
    </w:p>
    <w:p w:rsidR="00B5154A" w:rsidRDefault="00B5154A" w:rsidP="00B5154A">
      <w:r>
        <w:t>225.2813</w:t>
      </w:r>
      <w:r>
        <w:tab/>
        <w:t>2.025e0</w:t>
      </w:r>
    </w:p>
    <w:p w:rsidR="00B5154A" w:rsidRDefault="00B5154A" w:rsidP="00B5154A">
      <w:r>
        <w:t>225.3418</w:t>
      </w:r>
      <w:r>
        <w:tab/>
        <w:t>1.013e0</w:t>
      </w:r>
    </w:p>
    <w:p w:rsidR="00B5154A" w:rsidRDefault="00B5154A" w:rsidP="00B5154A">
      <w:r>
        <w:t>225.3676</w:t>
      </w:r>
      <w:r>
        <w:tab/>
        <w:t>4.051e0</w:t>
      </w:r>
    </w:p>
    <w:p w:rsidR="00B5154A" w:rsidRDefault="00B5154A" w:rsidP="00B5154A">
      <w:r>
        <w:t>225.4007</w:t>
      </w:r>
      <w:r>
        <w:tab/>
        <w:t>2.025e0</w:t>
      </w:r>
    </w:p>
    <w:p w:rsidR="00B5154A" w:rsidRDefault="00B5154A" w:rsidP="00B5154A">
      <w:r>
        <w:t>225.4427</w:t>
      </w:r>
      <w:r>
        <w:tab/>
        <w:t>2.025e0</w:t>
      </w:r>
    </w:p>
    <w:p w:rsidR="00B5154A" w:rsidRDefault="00B5154A" w:rsidP="00B5154A">
      <w:r>
        <w:t>225.4647</w:t>
      </w:r>
      <w:r>
        <w:tab/>
        <w:t>2.025e0</w:t>
      </w:r>
    </w:p>
    <w:p w:rsidR="00B5154A" w:rsidRDefault="00B5154A" w:rsidP="00B5154A">
      <w:r>
        <w:t>225.5402</w:t>
      </w:r>
      <w:r>
        <w:tab/>
        <w:t>3.038e0</w:t>
      </w:r>
    </w:p>
    <w:p w:rsidR="00B5154A" w:rsidRDefault="00B5154A" w:rsidP="00B5154A">
      <w:r>
        <w:t>225.5707</w:t>
      </w:r>
      <w:r>
        <w:tab/>
        <w:t>2.025e0</w:t>
      </w:r>
    </w:p>
    <w:p w:rsidR="00B5154A" w:rsidRDefault="00B5154A" w:rsidP="00B5154A">
      <w:r>
        <w:t>225.6123</w:t>
      </w:r>
      <w:r>
        <w:tab/>
        <w:t>2.025e0</w:t>
      </w:r>
    </w:p>
    <w:p w:rsidR="00B5154A" w:rsidRDefault="00B5154A" w:rsidP="00B5154A">
      <w:r>
        <w:t>225.6709</w:t>
      </w:r>
      <w:r>
        <w:tab/>
        <w:t>3.038e0</w:t>
      </w:r>
    </w:p>
    <w:p w:rsidR="00B5154A" w:rsidRDefault="00B5154A" w:rsidP="00B5154A">
      <w:r>
        <w:t>225.7502</w:t>
      </w:r>
      <w:r>
        <w:tab/>
        <w:t>7.893e0</w:t>
      </w:r>
    </w:p>
    <w:p w:rsidR="00B5154A" w:rsidRDefault="00B5154A" w:rsidP="00B5154A">
      <w:r>
        <w:t>225.7843</w:t>
      </w:r>
      <w:r>
        <w:tab/>
        <w:t>3.150e0</w:t>
      </w:r>
    </w:p>
    <w:p w:rsidR="00B5154A" w:rsidRDefault="00B5154A" w:rsidP="00B5154A">
      <w:r>
        <w:t>225.8346</w:t>
      </w:r>
      <w:r>
        <w:tab/>
        <w:t>2.611e0</w:t>
      </w:r>
    </w:p>
    <w:p w:rsidR="00B5154A" w:rsidRDefault="00B5154A" w:rsidP="00B5154A">
      <w:r>
        <w:t>225.8572</w:t>
      </w:r>
      <w:r>
        <w:tab/>
        <w:t>6.076e0</w:t>
      </w:r>
    </w:p>
    <w:p w:rsidR="00B5154A" w:rsidRDefault="00B5154A" w:rsidP="00B5154A">
      <w:r>
        <w:t>225.9078</w:t>
      </w:r>
      <w:r>
        <w:tab/>
        <w:t>1.013e0</w:t>
      </w:r>
    </w:p>
    <w:p w:rsidR="00B5154A" w:rsidRDefault="00B5154A" w:rsidP="00B5154A">
      <w:r>
        <w:t>225.9426</w:t>
      </w:r>
      <w:r>
        <w:tab/>
        <w:t>3.205e0</w:t>
      </w:r>
    </w:p>
    <w:p w:rsidR="00B5154A" w:rsidRDefault="00B5154A" w:rsidP="00B5154A">
      <w:r>
        <w:t>226.0139</w:t>
      </w:r>
      <w:r>
        <w:tab/>
        <w:t>5.853e1</w:t>
      </w:r>
    </w:p>
    <w:p w:rsidR="00B5154A" w:rsidRDefault="00B5154A" w:rsidP="00B5154A">
      <w:r>
        <w:t>226.0545</w:t>
      </w:r>
      <w:r>
        <w:tab/>
        <w:t>3.968e1</w:t>
      </w:r>
    </w:p>
    <w:p w:rsidR="00B5154A" w:rsidRDefault="00B5154A" w:rsidP="00B5154A">
      <w:r>
        <w:lastRenderedPageBreak/>
        <w:t>226.0858</w:t>
      </w:r>
      <w:r>
        <w:tab/>
        <w:t>7.686e0</w:t>
      </w:r>
    </w:p>
    <w:p w:rsidR="00B5154A" w:rsidRDefault="00B5154A" w:rsidP="00B5154A">
      <w:r>
        <w:t>226.1471</w:t>
      </w:r>
      <w:r>
        <w:tab/>
        <w:t>6.996e0</w:t>
      </w:r>
    </w:p>
    <w:p w:rsidR="00B5154A" w:rsidRDefault="00B5154A" w:rsidP="00B5154A">
      <w:r>
        <w:t>226.1713</w:t>
      </w:r>
      <w:r>
        <w:tab/>
        <w:t>3.090e0</w:t>
      </w:r>
    </w:p>
    <w:p w:rsidR="00B5154A" w:rsidRDefault="00B5154A" w:rsidP="00B5154A">
      <w:r>
        <w:t>226.2272</w:t>
      </w:r>
      <w:r>
        <w:tab/>
        <w:t>5.063e0</w:t>
      </w:r>
    </w:p>
    <w:p w:rsidR="00B5154A" w:rsidRDefault="00B5154A" w:rsidP="00B5154A">
      <w:r>
        <w:t>226.2647</w:t>
      </w:r>
      <w:r>
        <w:tab/>
        <w:t>2.025e0</w:t>
      </w:r>
    </w:p>
    <w:p w:rsidR="00B5154A" w:rsidRDefault="00B5154A" w:rsidP="00B5154A">
      <w:r>
        <w:t>226.3184</w:t>
      </w:r>
      <w:r>
        <w:tab/>
        <w:t>3.038e0</w:t>
      </w:r>
    </w:p>
    <w:p w:rsidR="00B5154A" w:rsidRDefault="00B5154A" w:rsidP="00B5154A">
      <w:r>
        <w:t>226.3710</w:t>
      </w:r>
      <w:r>
        <w:tab/>
        <w:t>2.025e0</w:t>
      </w:r>
    </w:p>
    <w:p w:rsidR="00B5154A" w:rsidRDefault="00B5154A" w:rsidP="00B5154A">
      <w:r>
        <w:t>226.3931</w:t>
      </w:r>
      <w:r>
        <w:tab/>
        <w:t>4.051e0</w:t>
      </w:r>
    </w:p>
    <w:p w:rsidR="00B5154A" w:rsidRDefault="00B5154A" w:rsidP="00B5154A">
      <w:r>
        <w:t>226.4287</w:t>
      </w:r>
      <w:r>
        <w:tab/>
        <w:t>3.038e0</w:t>
      </w:r>
    </w:p>
    <w:p w:rsidR="00B5154A" w:rsidRDefault="00B5154A" w:rsidP="00B5154A">
      <w:r>
        <w:t>226.4879</w:t>
      </w:r>
      <w:r>
        <w:tab/>
        <w:t>1.013e0</w:t>
      </w:r>
    </w:p>
    <w:p w:rsidR="00B5154A" w:rsidRDefault="00B5154A" w:rsidP="00B5154A">
      <w:r>
        <w:t>226.5231</w:t>
      </w:r>
      <w:r>
        <w:tab/>
        <w:t>4.438e0</w:t>
      </w:r>
    </w:p>
    <w:p w:rsidR="00B5154A" w:rsidRDefault="00B5154A" w:rsidP="00B5154A">
      <w:r>
        <w:t>226.5659</w:t>
      </w:r>
      <w:r>
        <w:tab/>
        <w:t>3.038e0</w:t>
      </w:r>
    </w:p>
    <w:p w:rsidR="00B5154A" w:rsidRDefault="00B5154A" w:rsidP="00B5154A">
      <w:r>
        <w:t>226.6233</w:t>
      </w:r>
      <w:r>
        <w:tab/>
        <w:t>8.101e0</w:t>
      </w:r>
    </w:p>
    <w:p w:rsidR="00B5154A" w:rsidRDefault="00B5154A" w:rsidP="00B5154A">
      <w:r>
        <w:t>226.6797</w:t>
      </w:r>
      <w:r>
        <w:tab/>
        <w:t>5.075e0</w:t>
      </w:r>
    </w:p>
    <w:p w:rsidR="00B5154A" w:rsidRDefault="00B5154A" w:rsidP="00B5154A">
      <w:r>
        <w:t>226.7208</w:t>
      </w:r>
      <w:r>
        <w:tab/>
        <w:t>2.025e0</w:t>
      </w:r>
    </w:p>
    <w:p w:rsidR="00B5154A" w:rsidRDefault="00B5154A" w:rsidP="00B5154A">
      <w:r>
        <w:t>226.7632</w:t>
      </w:r>
      <w:r>
        <w:tab/>
        <w:t>4.051e0</w:t>
      </w:r>
    </w:p>
    <w:p w:rsidR="00B5154A" w:rsidRDefault="00B5154A" w:rsidP="00B5154A">
      <w:r>
        <w:t>226.8113</w:t>
      </w:r>
      <w:r>
        <w:tab/>
        <w:t>3.992e0</w:t>
      </w:r>
    </w:p>
    <w:p w:rsidR="00B5154A" w:rsidRDefault="00B5154A" w:rsidP="00B5154A">
      <w:r>
        <w:t>226.8471</w:t>
      </w:r>
      <w:r>
        <w:tab/>
        <w:t>2.025e0</w:t>
      </w:r>
    </w:p>
    <w:p w:rsidR="00B5154A" w:rsidRDefault="00B5154A" w:rsidP="00B5154A">
      <w:r>
        <w:t>226.8930</w:t>
      </w:r>
      <w:r>
        <w:tab/>
        <w:t>2.025e0</w:t>
      </w:r>
    </w:p>
    <w:p w:rsidR="00B5154A" w:rsidRDefault="00B5154A" w:rsidP="00B5154A">
      <w:r>
        <w:lastRenderedPageBreak/>
        <w:t>226.9559</w:t>
      </w:r>
      <w:r>
        <w:tab/>
        <w:t>5.276e1</w:t>
      </w:r>
    </w:p>
    <w:p w:rsidR="00B5154A" w:rsidRDefault="00B5154A" w:rsidP="00B5154A">
      <w:r>
        <w:t>227.0137</w:t>
      </w:r>
      <w:r>
        <w:tab/>
        <w:t>7.635e0</w:t>
      </w:r>
    </w:p>
    <w:p w:rsidR="00B5154A" w:rsidRDefault="00B5154A" w:rsidP="00B5154A">
      <w:r>
        <w:t>227.0939</w:t>
      </w:r>
      <w:r>
        <w:tab/>
        <w:t>6.217e0</w:t>
      </w:r>
    </w:p>
    <w:p w:rsidR="00B5154A" w:rsidRDefault="00B5154A" w:rsidP="00B5154A">
      <w:r>
        <w:t>227.1720</w:t>
      </w:r>
      <w:r>
        <w:tab/>
        <w:t>5.461e0</w:t>
      </w:r>
    </w:p>
    <w:p w:rsidR="00B5154A" w:rsidRDefault="00B5154A" w:rsidP="00B5154A">
      <w:r>
        <w:t>227.2150</w:t>
      </w:r>
      <w:r>
        <w:tab/>
        <w:t>1.711e0</w:t>
      </w:r>
    </w:p>
    <w:p w:rsidR="00B5154A" w:rsidRDefault="00B5154A" w:rsidP="00B5154A">
      <w:r>
        <w:t>227.2396</w:t>
      </w:r>
      <w:r>
        <w:tab/>
        <w:t>4.051e0</w:t>
      </w:r>
    </w:p>
    <w:p w:rsidR="00B5154A" w:rsidRDefault="00B5154A" w:rsidP="00B5154A">
      <w:r>
        <w:t>227.2758</w:t>
      </w:r>
      <w:r>
        <w:tab/>
        <w:t>2.025e0</w:t>
      </w:r>
    </w:p>
    <w:p w:rsidR="00B5154A" w:rsidRDefault="00B5154A" w:rsidP="00B5154A">
      <w:r>
        <w:t>227.3193</w:t>
      </w:r>
      <w:r>
        <w:tab/>
        <w:t>1.545e0</w:t>
      </w:r>
    </w:p>
    <w:p w:rsidR="00B5154A" w:rsidRDefault="00B5154A" w:rsidP="00B5154A">
      <w:r>
        <w:t>227.3474</w:t>
      </w:r>
      <w:r>
        <w:tab/>
        <w:t>3.038e0</w:t>
      </w:r>
    </w:p>
    <w:p w:rsidR="00B5154A" w:rsidRDefault="00B5154A" w:rsidP="00B5154A">
      <w:r>
        <w:t>227.4154</w:t>
      </w:r>
      <w:r>
        <w:tab/>
        <w:t>1.013e0</w:t>
      </w:r>
    </w:p>
    <w:p w:rsidR="00B5154A" w:rsidRDefault="00B5154A" w:rsidP="00B5154A">
      <w:r>
        <w:t>227.4480</w:t>
      </w:r>
      <w:r>
        <w:tab/>
        <w:t>4.051e0</w:t>
      </w:r>
    </w:p>
    <w:p w:rsidR="00B5154A" w:rsidRDefault="00B5154A" w:rsidP="00B5154A">
      <w:r>
        <w:t>227.5205</w:t>
      </w:r>
      <w:r>
        <w:tab/>
        <w:t>6.076e0</w:t>
      </w:r>
    </w:p>
    <w:p w:rsidR="00B5154A" w:rsidRDefault="00B5154A" w:rsidP="00B5154A">
      <w:r>
        <w:t>227.5859</w:t>
      </w:r>
      <w:r>
        <w:tab/>
        <w:t>5.063e0</w:t>
      </w:r>
    </w:p>
    <w:p w:rsidR="00B5154A" w:rsidRDefault="00B5154A" w:rsidP="00B5154A">
      <w:r>
        <w:t>227.6458</w:t>
      </w:r>
      <w:r>
        <w:tab/>
        <w:t>6.076e0</w:t>
      </w:r>
    </w:p>
    <w:p w:rsidR="00B5154A" w:rsidRDefault="00B5154A" w:rsidP="00B5154A">
      <w:r>
        <w:t>227.7066</w:t>
      </w:r>
      <w:r>
        <w:tab/>
        <w:t>6.076e0</w:t>
      </w:r>
    </w:p>
    <w:p w:rsidR="00B5154A" w:rsidRDefault="00B5154A" w:rsidP="00B5154A">
      <w:r>
        <w:t>227.7487</w:t>
      </w:r>
      <w:r>
        <w:tab/>
        <w:t>1.013e0</w:t>
      </w:r>
    </w:p>
    <w:p w:rsidR="00B5154A" w:rsidRDefault="00B5154A" w:rsidP="00B5154A">
      <w:r>
        <w:t>227.7801</w:t>
      </w:r>
      <w:r>
        <w:tab/>
        <w:t>3.038e0</w:t>
      </w:r>
    </w:p>
    <w:p w:rsidR="00B5154A" w:rsidRDefault="00B5154A" w:rsidP="00B5154A">
      <w:r>
        <w:t>227.8189</w:t>
      </w:r>
      <w:r>
        <w:tab/>
        <w:t>2.025e0</w:t>
      </w:r>
    </w:p>
    <w:p w:rsidR="00B5154A" w:rsidRDefault="00B5154A" w:rsidP="00B5154A">
      <w:r>
        <w:t>227.8550</w:t>
      </w:r>
      <w:r>
        <w:tab/>
        <w:t>4.051e0</w:t>
      </w:r>
    </w:p>
    <w:p w:rsidR="00B5154A" w:rsidRDefault="00B5154A" w:rsidP="00B5154A">
      <w:r>
        <w:lastRenderedPageBreak/>
        <w:t>227.9046</w:t>
      </w:r>
      <w:r>
        <w:tab/>
        <w:t>2.025e0</w:t>
      </w:r>
    </w:p>
    <w:p w:rsidR="00B5154A" w:rsidRDefault="00B5154A" w:rsidP="00B5154A">
      <w:r>
        <w:t>227.9477</w:t>
      </w:r>
      <w:r>
        <w:tab/>
        <w:t>3.308e0</w:t>
      </w:r>
    </w:p>
    <w:p w:rsidR="00B5154A" w:rsidRDefault="00B5154A" w:rsidP="00B5154A">
      <w:r>
        <w:t>228.0165</w:t>
      </w:r>
      <w:r>
        <w:tab/>
        <w:t>2.179e1</w:t>
      </w:r>
    </w:p>
    <w:p w:rsidR="00B5154A" w:rsidRDefault="00B5154A" w:rsidP="00B5154A">
      <w:r>
        <w:t>228.1627</w:t>
      </w:r>
      <w:r>
        <w:tab/>
        <w:t>1.241e1</w:t>
      </w:r>
    </w:p>
    <w:p w:rsidR="00B5154A" w:rsidRDefault="00B5154A" w:rsidP="00B5154A">
      <w:r>
        <w:t>228.2194</w:t>
      </w:r>
      <w:r>
        <w:tab/>
        <w:t>3.450e0</w:t>
      </w:r>
    </w:p>
    <w:p w:rsidR="00B5154A" w:rsidRDefault="00B5154A" w:rsidP="00B5154A">
      <w:r>
        <w:t>228.2684</w:t>
      </w:r>
      <w:r>
        <w:tab/>
        <w:t>6.076e0</w:t>
      </w:r>
    </w:p>
    <w:p w:rsidR="00B5154A" w:rsidRDefault="00B5154A" w:rsidP="00B5154A">
      <w:r>
        <w:t>228.3220</w:t>
      </w:r>
      <w:r>
        <w:tab/>
        <w:t>2.025e0</w:t>
      </w:r>
    </w:p>
    <w:p w:rsidR="00B5154A" w:rsidRDefault="00B5154A" w:rsidP="00B5154A">
      <w:r>
        <w:t>228.3598</w:t>
      </w:r>
      <w:r>
        <w:tab/>
        <w:t>2.025e0</w:t>
      </w:r>
    </w:p>
    <w:p w:rsidR="00B5154A" w:rsidRDefault="00B5154A" w:rsidP="00B5154A">
      <w:r>
        <w:t>228.3944</w:t>
      </w:r>
      <w:r>
        <w:tab/>
        <w:t>2.025e0</w:t>
      </w:r>
    </w:p>
    <w:p w:rsidR="00B5154A" w:rsidRDefault="00B5154A" w:rsidP="00B5154A">
      <w:r>
        <w:t>228.4385</w:t>
      </w:r>
      <w:r>
        <w:tab/>
        <w:t>1.620e0</w:t>
      </w:r>
    </w:p>
    <w:p w:rsidR="00B5154A" w:rsidRDefault="00B5154A" w:rsidP="00B5154A">
      <w:r>
        <w:t>228.4690</w:t>
      </w:r>
      <w:r>
        <w:tab/>
        <w:t>6.076e0</w:t>
      </w:r>
    </w:p>
    <w:p w:rsidR="00B5154A" w:rsidRDefault="00B5154A" w:rsidP="00B5154A">
      <w:r>
        <w:t>228.5324</w:t>
      </w:r>
      <w:r>
        <w:tab/>
        <w:t>4.051e0</w:t>
      </w:r>
    </w:p>
    <w:p w:rsidR="00B5154A" w:rsidRDefault="00B5154A" w:rsidP="00B5154A">
      <w:r>
        <w:t>228.5669</w:t>
      </w:r>
      <w:r>
        <w:tab/>
        <w:t>1.013e0</w:t>
      </w:r>
    </w:p>
    <w:p w:rsidR="00B5154A" w:rsidRDefault="00B5154A" w:rsidP="00B5154A">
      <w:r>
        <w:t>228.5864</w:t>
      </w:r>
      <w:r>
        <w:tab/>
        <w:t>1.013e0</w:t>
      </w:r>
    </w:p>
    <w:p w:rsidR="00B5154A" w:rsidRDefault="00B5154A" w:rsidP="00B5154A">
      <w:r>
        <w:t>228.6237</w:t>
      </w:r>
      <w:r>
        <w:tab/>
        <w:t>2.025e0</w:t>
      </w:r>
    </w:p>
    <w:p w:rsidR="00B5154A" w:rsidRDefault="00B5154A" w:rsidP="00B5154A">
      <w:r>
        <w:t>228.6628</w:t>
      </w:r>
      <w:r>
        <w:tab/>
        <w:t>3.038e0</w:t>
      </w:r>
    </w:p>
    <w:p w:rsidR="00B5154A" w:rsidRDefault="00B5154A" w:rsidP="00B5154A">
      <w:r>
        <w:t>228.7022</w:t>
      </w:r>
      <w:r>
        <w:tab/>
        <w:t>5.063e0</w:t>
      </w:r>
    </w:p>
    <w:p w:rsidR="00B5154A" w:rsidRDefault="00B5154A" w:rsidP="00B5154A">
      <w:r>
        <w:t>228.7760</w:t>
      </w:r>
      <w:r>
        <w:tab/>
        <w:t>1.013e0</w:t>
      </w:r>
    </w:p>
    <w:p w:rsidR="00B5154A" w:rsidRDefault="00B5154A" w:rsidP="00B5154A">
      <w:r>
        <w:t>228.8352</w:t>
      </w:r>
      <w:r>
        <w:tab/>
        <w:t>1.013e0</w:t>
      </w:r>
    </w:p>
    <w:p w:rsidR="00B5154A" w:rsidRDefault="00B5154A" w:rsidP="00B5154A">
      <w:r>
        <w:lastRenderedPageBreak/>
        <w:t>228.8661</w:t>
      </w:r>
      <w:r>
        <w:tab/>
        <w:t>2.025e0</w:t>
      </w:r>
    </w:p>
    <w:p w:rsidR="00B5154A" w:rsidRDefault="00B5154A" w:rsidP="00B5154A">
      <w:r>
        <w:t>228.9553</w:t>
      </w:r>
      <w:r>
        <w:tab/>
        <w:t>2.499e0</w:t>
      </w:r>
    </w:p>
    <w:p w:rsidR="00B5154A" w:rsidRDefault="00B5154A" w:rsidP="00B5154A">
      <w:r>
        <w:t>229.0611</w:t>
      </w:r>
      <w:r>
        <w:tab/>
        <w:t>1.529e0</w:t>
      </w:r>
    </w:p>
    <w:p w:rsidR="00B5154A" w:rsidRDefault="00B5154A" w:rsidP="00B5154A">
      <w:r>
        <w:t>229.1146</w:t>
      </w:r>
      <w:r>
        <w:tab/>
        <w:t>6.552e0</w:t>
      </w:r>
    </w:p>
    <w:p w:rsidR="00B5154A" w:rsidRDefault="00B5154A" w:rsidP="00B5154A">
      <w:r>
        <w:t>229.1517</w:t>
      </w:r>
      <w:r>
        <w:tab/>
        <w:t>2.617e1</w:t>
      </w:r>
    </w:p>
    <w:p w:rsidR="00B5154A" w:rsidRDefault="00B5154A" w:rsidP="00B5154A">
      <w:r>
        <w:t>229.2248</w:t>
      </w:r>
      <w:r>
        <w:tab/>
        <w:t>3.167e0</w:t>
      </w:r>
    </w:p>
    <w:p w:rsidR="00B5154A" w:rsidRDefault="00B5154A" w:rsidP="00B5154A">
      <w:r>
        <w:t>229.3087</w:t>
      </w:r>
      <w:r>
        <w:tab/>
        <w:t>2.025e0</w:t>
      </w:r>
    </w:p>
    <w:p w:rsidR="00B5154A" w:rsidRDefault="00B5154A" w:rsidP="00B5154A">
      <w:r>
        <w:t>229.3785</w:t>
      </w:r>
      <w:r>
        <w:tab/>
        <w:t>2.025e0</w:t>
      </w:r>
    </w:p>
    <w:p w:rsidR="00B5154A" w:rsidRDefault="00B5154A" w:rsidP="00B5154A">
      <w:r>
        <w:t>229.4516</w:t>
      </w:r>
      <w:r>
        <w:tab/>
        <w:t>1.013e0</w:t>
      </w:r>
    </w:p>
    <w:p w:rsidR="00B5154A" w:rsidRDefault="00B5154A" w:rsidP="00B5154A">
      <w:r>
        <w:t>229.4814</w:t>
      </w:r>
      <w:r>
        <w:tab/>
        <w:t>2.025e0</w:t>
      </w:r>
    </w:p>
    <w:p w:rsidR="00B5154A" w:rsidRDefault="00B5154A" w:rsidP="00B5154A">
      <w:r>
        <w:t>229.5014</w:t>
      </w:r>
      <w:r>
        <w:tab/>
        <w:t>2.025e0</w:t>
      </w:r>
    </w:p>
    <w:p w:rsidR="00B5154A" w:rsidRDefault="00B5154A" w:rsidP="00B5154A">
      <w:r>
        <w:t>229.5338</w:t>
      </w:r>
      <w:r>
        <w:tab/>
        <w:t>3.038e0</w:t>
      </w:r>
    </w:p>
    <w:p w:rsidR="00B5154A" w:rsidRDefault="00B5154A" w:rsidP="00B5154A">
      <w:r>
        <w:t>229.5595</w:t>
      </w:r>
      <w:r>
        <w:tab/>
        <w:t>2.025e0</w:t>
      </w:r>
    </w:p>
    <w:p w:rsidR="00B5154A" w:rsidRDefault="00B5154A" w:rsidP="00B5154A">
      <w:r>
        <w:t>229.5859</w:t>
      </w:r>
      <w:r>
        <w:tab/>
        <w:t>2.025e0</w:t>
      </w:r>
    </w:p>
    <w:p w:rsidR="00B5154A" w:rsidRDefault="00B5154A" w:rsidP="00B5154A">
      <w:r>
        <w:t>229.6185</w:t>
      </w:r>
      <w:r>
        <w:tab/>
        <w:t>2.025e0</w:t>
      </w:r>
    </w:p>
    <w:p w:rsidR="00B5154A" w:rsidRDefault="00B5154A" w:rsidP="00B5154A">
      <w:r>
        <w:t>229.6486</w:t>
      </w:r>
      <w:r>
        <w:tab/>
        <w:t>1.013e0</w:t>
      </w:r>
    </w:p>
    <w:p w:rsidR="00B5154A" w:rsidRDefault="00B5154A" w:rsidP="00B5154A">
      <w:r>
        <w:t>229.6886</w:t>
      </w:r>
      <w:r>
        <w:tab/>
        <w:t>1.013e0</w:t>
      </w:r>
    </w:p>
    <w:p w:rsidR="00B5154A" w:rsidRDefault="00B5154A" w:rsidP="00B5154A">
      <w:r>
        <w:t>229.7344</w:t>
      </w:r>
      <w:r>
        <w:tab/>
        <w:t>2.025e0</w:t>
      </w:r>
    </w:p>
    <w:p w:rsidR="00B5154A" w:rsidRDefault="00B5154A" w:rsidP="00B5154A">
      <w:r>
        <w:t>229.7609</w:t>
      </w:r>
      <w:r>
        <w:tab/>
        <w:t>3.106e0</w:t>
      </w:r>
    </w:p>
    <w:p w:rsidR="00B5154A" w:rsidRDefault="00B5154A" w:rsidP="00B5154A">
      <w:r>
        <w:lastRenderedPageBreak/>
        <w:t>229.7815</w:t>
      </w:r>
      <w:r>
        <w:tab/>
        <w:t>2.025e0</w:t>
      </w:r>
    </w:p>
    <w:p w:rsidR="00B5154A" w:rsidRDefault="00B5154A" w:rsidP="00B5154A">
      <w:r>
        <w:t>229.8319</w:t>
      </w:r>
      <w:r>
        <w:tab/>
        <w:t>2.025e0</w:t>
      </w:r>
    </w:p>
    <w:p w:rsidR="00B5154A" w:rsidRDefault="00B5154A" w:rsidP="00B5154A">
      <w:r>
        <w:t>229.8798</w:t>
      </w:r>
      <w:r>
        <w:tab/>
        <w:t>2.025e0</w:t>
      </w:r>
    </w:p>
    <w:p w:rsidR="00B5154A" w:rsidRDefault="00B5154A" w:rsidP="00B5154A">
      <w:r>
        <w:t>229.9426</w:t>
      </w:r>
      <w:r>
        <w:tab/>
        <w:t>3.967e0</w:t>
      </w:r>
    </w:p>
    <w:p w:rsidR="00B5154A" w:rsidRDefault="00B5154A" w:rsidP="00B5154A">
      <w:r>
        <w:t>230.0064</w:t>
      </w:r>
      <w:r>
        <w:tab/>
        <w:t>7.362e0</w:t>
      </w:r>
    </w:p>
    <w:p w:rsidR="00B5154A" w:rsidRDefault="00B5154A" w:rsidP="00B5154A">
      <w:r>
        <w:t>230.0495</w:t>
      </w:r>
      <w:r>
        <w:tab/>
        <w:t>3.124e0</w:t>
      </w:r>
    </w:p>
    <w:p w:rsidR="00B5154A" w:rsidRDefault="00B5154A" w:rsidP="00B5154A">
      <w:r>
        <w:t>230.1165</w:t>
      </w:r>
      <w:r>
        <w:tab/>
        <w:t>2.042e0</w:t>
      </w:r>
    </w:p>
    <w:p w:rsidR="00B5154A" w:rsidRDefault="00B5154A" w:rsidP="00B5154A">
      <w:r>
        <w:t>230.1588</w:t>
      </w:r>
      <w:r>
        <w:tab/>
        <w:t>1.538e0</w:t>
      </w:r>
    </w:p>
    <w:p w:rsidR="00B5154A" w:rsidRDefault="00B5154A" w:rsidP="00B5154A">
      <w:r>
        <w:t>230.2508</w:t>
      </w:r>
      <w:r>
        <w:tab/>
        <w:t>6.621e0</w:t>
      </w:r>
    </w:p>
    <w:p w:rsidR="00B5154A" w:rsidRDefault="00B5154A" w:rsidP="00B5154A">
      <w:r>
        <w:t>230.2817</w:t>
      </w:r>
      <w:r>
        <w:tab/>
        <w:t>2.025e0</w:t>
      </w:r>
    </w:p>
    <w:p w:rsidR="00B5154A" w:rsidRDefault="00B5154A" w:rsidP="00B5154A">
      <w:r>
        <w:t>230.3006</w:t>
      </w:r>
      <w:r>
        <w:tab/>
        <w:t>2.025e0</w:t>
      </w:r>
    </w:p>
    <w:p w:rsidR="00B5154A" w:rsidRDefault="00B5154A" w:rsidP="00B5154A">
      <w:r>
        <w:t>230.3372</w:t>
      </w:r>
      <w:r>
        <w:tab/>
        <w:t>2.025e0</w:t>
      </w:r>
    </w:p>
    <w:p w:rsidR="00B5154A" w:rsidRDefault="00B5154A" w:rsidP="00B5154A">
      <w:r>
        <w:t>230.3815</w:t>
      </w:r>
      <w:r>
        <w:tab/>
        <w:t>2.025e0</w:t>
      </w:r>
    </w:p>
    <w:p w:rsidR="00B5154A" w:rsidRDefault="00B5154A" w:rsidP="00B5154A">
      <w:r>
        <w:t>230.4277</w:t>
      </w:r>
      <w:r>
        <w:tab/>
        <w:t>3.038e0</w:t>
      </w:r>
    </w:p>
    <w:p w:rsidR="00B5154A" w:rsidRDefault="00B5154A" w:rsidP="00B5154A">
      <w:r>
        <w:t>230.4749</w:t>
      </w:r>
      <w:r>
        <w:tab/>
        <w:t>3.038e0</w:t>
      </w:r>
    </w:p>
    <w:p w:rsidR="00B5154A" w:rsidRDefault="00B5154A" w:rsidP="00B5154A">
      <w:r>
        <w:t>230.5008</w:t>
      </w:r>
      <w:r>
        <w:tab/>
        <w:t>2.025e0</w:t>
      </w:r>
    </w:p>
    <w:p w:rsidR="00B5154A" w:rsidRDefault="00B5154A" w:rsidP="00B5154A">
      <w:r>
        <w:t>230.5374</w:t>
      </w:r>
      <w:r>
        <w:tab/>
        <w:t>2.025e0</w:t>
      </w:r>
    </w:p>
    <w:p w:rsidR="00B5154A" w:rsidRDefault="00B5154A" w:rsidP="00B5154A">
      <w:r>
        <w:t>230.5737</w:t>
      </w:r>
      <w:r>
        <w:tab/>
        <w:t>2.025e0</w:t>
      </w:r>
    </w:p>
    <w:p w:rsidR="00B5154A" w:rsidRDefault="00B5154A" w:rsidP="00B5154A">
      <w:r>
        <w:t>230.5928</w:t>
      </w:r>
      <w:r>
        <w:tab/>
        <w:t>2.025e0</w:t>
      </w:r>
    </w:p>
    <w:p w:rsidR="00B5154A" w:rsidRDefault="00B5154A" w:rsidP="00B5154A">
      <w:r>
        <w:lastRenderedPageBreak/>
        <w:t>230.6277</w:t>
      </w:r>
      <w:r>
        <w:tab/>
        <w:t>1.013e0</w:t>
      </w:r>
    </w:p>
    <w:p w:rsidR="00B5154A" w:rsidRDefault="00B5154A" w:rsidP="00B5154A">
      <w:r>
        <w:t>230.6743</w:t>
      </w:r>
      <w:r>
        <w:tab/>
        <w:t>5.063e0</w:t>
      </w:r>
    </w:p>
    <w:p w:rsidR="00B5154A" w:rsidRDefault="00B5154A" w:rsidP="00B5154A">
      <w:r>
        <w:t>230.7085</w:t>
      </w:r>
      <w:r>
        <w:tab/>
        <w:t>2.025e0</w:t>
      </w:r>
    </w:p>
    <w:p w:rsidR="00B5154A" w:rsidRDefault="00B5154A" w:rsidP="00B5154A">
      <w:r>
        <w:t>230.7443</w:t>
      </w:r>
      <w:r>
        <w:tab/>
        <w:t>5.063e0</w:t>
      </w:r>
    </w:p>
    <w:p w:rsidR="00B5154A" w:rsidRDefault="00B5154A" w:rsidP="00B5154A">
      <w:r>
        <w:t>230.7832</w:t>
      </w:r>
      <w:r>
        <w:tab/>
        <w:t>2.025e0</w:t>
      </w:r>
    </w:p>
    <w:p w:rsidR="00B5154A" w:rsidRDefault="00B5154A" w:rsidP="00B5154A">
      <w:r>
        <w:t>230.8078</w:t>
      </w:r>
      <w:r>
        <w:tab/>
        <w:t>2.025e0</w:t>
      </w:r>
    </w:p>
    <w:p w:rsidR="00B5154A" w:rsidRDefault="00B5154A" w:rsidP="00B5154A">
      <w:r>
        <w:t>230.8712</w:t>
      </w:r>
      <w:r>
        <w:tab/>
        <w:t>4.051e0</w:t>
      </w:r>
    </w:p>
    <w:p w:rsidR="00B5154A" w:rsidRDefault="00B5154A" w:rsidP="00B5154A">
      <w:r>
        <w:t>230.9285</w:t>
      </w:r>
      <w:r>
        <w:tab/>
        <w:t>3.038e0</w:t>
      </w:r>
    </w:p>
    <w:p w:rsidR="00B5154A" w:rsidRDefault="00B5154A" w:rsidP="00B5154A">
      <w:r>
        <w:t>230.9655</w:t>
      </w:r>
      <w:r>
        <w:tab/>
        <w:t>2.836e0</w:t>
      </w:r>
    </w:p>
    <w:p w:rsidR="00B5154A" w:rsidRDefault="00B5154A" w:rsidP="00B5154A">
      <w:r>
        <w:t>231.0028</w:t>
      </w:r>
      <w:r>
        <w:tab/>
        <w:t>2.553e0</w:t>
      </w:r>
    </w:p>
    <w:p w:rsidR="00B5154A" w:rsidRDefault="00B5154A" w:rsidP="00B5154A">
      <w:r>
        <w:t>231.0640</w:t>
      </w:r>
      <w:r>
        <w:tab/>
        <w:t>6.647e0</w:t>
      </w:r>
    </w:p>
    <w:p w:rsidR="00B5154A" w:rsidRDefault="00B5154A" w:rsidP="00B5154A">
      <w:r>
        <w:t>231.1269</w:t>
      </w:r>
      <w:r>
        <w:tab/>
        <w:t>3.032e1</w:t>
      </w:r>
    </w:p>
    <w:p w:rsidR="00B5154A" w:rsidRDefault="00B5154A" w:rsidP="00B5154A">
      <w:r>
        <w:t>231.1805</w:t>
      </w:r>
      <w:r>
        <w:tab/>
        <w:t>1.065e0</w:t>
      </w:r>
    </w:p>
    <w:p w:rsidR="00B5154A" w:rsidRDefault="00B5154A" w:rsidP="00B5154A">
      <w:r>
        <w:t>231.2112</w:t>
      </w:r>
      <w:r>
        <w:tab/>
        <w:t>1.761e0</w:t>
      </w:r>
    </w:p>
    <w:p w:rsidR="00B5154A" w:rsidRDefault="00B5154A" w:rsidP="00B5154A">
      <w:r>
        <w:t>231.2661</w:t>
      </w:r>
      <w:r>
        <w:tab/>
        <w:t>4.698e0</w:t>
      </w:r>
    </w:p>
    <w:p w:rsidR="00B5154A" w:rsidRDefault="00B5154A" w:rsidP="00B5154A">
      <w:r>
        <w:t>231.2977</w:t>
      </w:r>
      <w:r>
        <w:tab/>
        <w:t>2.025e0</w:t>
      </w:r>
    </w:p>
    <w:p w:rsidR="00B5154A" w:rsidRDefault="00B5154A" w:rsidP="00B5154A">
      <w:r>
        <w:t>231.3447</w:t>
      </w:r>
      <w:r>
        <w:tab/>
        <w:t>3.038e0</w:t>
      </w:r>
    </w:p>
    <w:p w:rsidR="00B5154A" w:rsidRDefault="00B5154A" w:rsidP="00B5154A">
      <w:r>
        <w:t>231.4256</w:t>
      </w:r>
      <w:r>
        <w:tab/>
        <w:t>4.051e0</w:t>
      </w:r>
    </w:p>
    <w:p w:rsidR="00B5154A" w:rsidRDefault="00B5154A" w:rsidP="00B5154A">
      <w:r>
        <w:t>231.4957</w:t>
      </w:r>
      <w:r>
        <w:tab/>
        <w:t>1.013e0</w:t>
      </w:r>
    </w:p>
    <w:p w:rsidR="00B5154A" w:rsidRDefault="00B5154A" w:rsidP="00B5154A">
      <w:r>
        <w:lastRenderedPageBreak/>
        <w:t>231.5247</w:t>
      </w:r>
      <w:r>
        <w:tab/>
        <w:t>1.013e0</w:t>
      </w:r>
    </w:p>
    <w:p w:rsidR="00B5154A" w:rsidRDefault="00B5154A" w:rsidP="00B5154A">
      <w:r>
        <w:t>231.5570</w:t>
      </w:r>
      <w:r>
        <w:tab/>
        <w:t>1.013e0</w:t>
      </w:r>
    </w:p>
    <w:p w:rsidR="00B5154A" w:rsidRDefault="00B5154A" w:rsidP="00B5154A">
      <w:r>
        <w:t>231.5992</w:t>
      </w:r>
      <w:r>
        <w:tab/>
        <w:t>2.025e0</w:t>
      </w:r>
    </w:p>
    <w:p w:rsidR="00B5154A" w:rsidRDefault="00B5154A" w:rsidP="00B5154A">
      <w:r>
        <w:t>231.6294</w:t>
      </w:r>
      <w:r>
        <w:tab/>
        <w:t>4.051e0</w:t>
      </w:r>
    </w:p>
    <w:p w:rsidR="00B5154A" w:rsidRDefault="00B5154A" w:rsidP="00B5154A">
      <w:r>
        <w:t>231.6749</w:t>
      </w:r>
      <w:r>
        <w:tab/>
        <w:t>3.038e0</w:t>
      </w:r>
    </w:p>
    <w:p w:rsidR="00B5154A" w:rsidRDefault="00B5154A" w:rsidP="00B5154A">
      <w:r>
        <w:t>231.7205</w:t>
      </w:r>
      <w:r>
        <w:tab/>
        <w:t>2.025e0</w:t>
      </w:r>
    </w:p>
    <w:p w:rsidR="00B5154A" w:rsidRDefault="00B5154A" w:rsidP="00B5154A">
      <w:r>
        <w:t>231.7500</w:t>
      </w:r>
      <w:r>
        <w:tab/>
        <w:t>1.013e0</w:t>
      </w:r>
    </w:p>
    <w:p w:rsidR="00B5154A" w:rsidRDefault="00B5154A" w:rsidP="00B5154A">
      <w:r>
        <w:t>231.8063</w:t>
      </w:r>
      <w:r>
        <w:tab/>
        <w:t>2.025e0</w:t>
      </w:r>
    </w:p>
    <w:p w:rsidR="00B5154A" w:rsidRDefault="00B5154A" w:rsidP="00B5154A">
      <w:r>
        <w:t>231.8928</w:t>
      </w:r>
      <w:r>
        <w:tab/>
        <w:t>3.038e0</w:t>
      </w:r>
    </w:p>
    <w:p w:rsidR="00B5154A" w:rsidRDefault="00B5154A" w:rsidP="00B5154A">
      <w:r>
        <w:t>231.9467</w:t>
      </w:r>
      <w:r>
        <w:tab/>
        <w:t>1.283e0</w:t>
      </w:r>
    </w:p>
    <w:p w:rsidR="00B5154A" w:rsidRDefault="00B5154A" w:rsidP="00B5154A">
      <w:r>
        <w:t>232.0153</w:t>
      </w:r>
      <w:r>
        <w:tab/>
        <w:t>1.718e1</w:t>
      </w:r>
    </w:p>
    <w:p w:rsidR="00B5154A" w:rsidRDefault="00B5154A" w:rsidP="00B5154A">
      <w:r>
        <w:t>232.0534</w:t>
      </w:r>
      <w:r>
        <w:tab/>
        <w:t>1.149e1</w:t>
      </w:r>
    </w:p>
    <w:p w:rsidR="00B5154A" w:rsidRDefault="00B5154A" w:rsidP="00B5154A">
      <w:r>
        <w:t>232.1178</w:t>
      </w:r>
      <w:r>
        <w:tab/>
        <w:t>2.861e0</w:t>
      </w:r>
    </w:p>
    <w:p w:rsidR="00B5154A" w:rsidRDefault="00B5154A" w:rsidP="00B5154A">
      <w:r>
        <w:t>232.1924</w:t>
      </w:r>
      <w:r>
        <w:tab/>
        <w:t>2.413e1</w:t>
      </w:r>
    </w:p>
    <w:p w:rsidR="00B5154A" w:rsidRDefault="00B5154A" w:rsidP="00B5154A">
      <w:r>
        <w:t>232.2764</w:t>
      </w:r>
      <w:r>
        <w:tab/>
        <w:t>2.025e0</w:t>
      </w:r>
    </w:p>
    <w:p w:rsidR="00B5154A" w:rsidRDefault="00B5154A" w:rsidP="00B5154A">
      <w:r>
        <w:t>232.3552</w:t>
      </w:r>
      <w:r>
        <w:tab/>
        <w:t>3.694e0</w:t>
      </w:r>
    </w:p>
    <w:p w:rsidR="00B5154A" w:rsidRDefault="00B5154A" w:rsidP="00B5154A">
      <w:r>
        <w:t>232.4205</w:t>
      </w:r>
      <w:r>
        <w:tab/>
        <w:t>3.038e0</w:t>
      </w:r>
    </w:p>
    <w:p w:rsidR="00B5154A" w:rsidRDefault="00B5154A" w:rsidP="00B5154A">
      <w:r>
        <w:t>232.4857</w:t>
      </w:r>
      <w:r>
        <w:tab/>
        <w:t>6.076e0</w:t>
      </w:r>
    </w:p>
    <w:p w:rsidR="00B5154A" w:rsidRDefault="00B5154A" w:rsidP="00B5154A">
      <w:r>
        <w:t>232.5406</w:t>
      </w:r>
      <w:r>
        <w:tab/>
        <w:t>1.013e0</w:t>
      </w:r>
    </w:p>
    <w:p w:rsidR="00B5154A" w:rsidRDefault="00B5154A" w:rsidP="00B5154A">
      <w:r>
        <w:lastRenderedPageBreak/>
        <w:t>232.5735</w:t>
      </w:r>
      <w:r>
        <w:tab/>
        <w:t>4.637e0</w:t>
      </w:r>
    </w:p>
    <w:p w:rsidR="00B5154A" w:rsidRDefault="00B5154A" w:rsidP="00B5154A">
      <w:r>
        <w:t>232.6181</w:t>
      </w:r>
      <w:r>
        <w:tab/>
        <w:t>3.038e0</w:t>
      </w:r>
    </w:p>
    <w:p w:rsidR="00B5154A" w:rsidRDefault="00B5154A" w:rsidP="00B5154A">
      <w:r>
        <w:t>232.6735</w:t>
      </w:r>
      <w:r>
        <w:tab/>
        <w:t>2.025e0</w:t>
      </w:r>
    </w:p>
    <w:p w:rsidR="00B5154A" w:rsidRDefault="00B5154A" w:rsidP="00B5154A">
      <w:r>
        <w:t>232.7095</w:t>
      </w:r>
      <w:r>
        <w:tab/>
        <w:t>4.875e0</w:t>
      </w:r>
    </w:p>
    <w:p w:rsidR="00B5154A" w:rsidRDefault="00B5154A" w:rsidP="00B5154A">
      <w:r>
        <w:t>232.7484</w:t>
      </w:r>
      <w:r>
        <w:tab/>
        <w:t>3.900e0</w:t>
      </w:r>
    </w:p>
    <w:p w:rsidR="00B5154A" w:rsidRDefault="00B5154A" w:rsidP="00B5154A">
      <w:r>
        <w:t>232.7920</w:t>
      </w:r>
      <w:r>
        <w:tab/>
        <w:t>3.038e0</w:t>
      </w:r>
    </w:p>
    <w:p w:rsidR="00B5154A" w:rsidRDefault="00B5154A" w:rsidP="00B5154A">
      <w:r>
        <w:t>232.8591</w:t>
      </w:r>
      <w:r>
        <w:tab/>
        <w:t>2.025e0</w:t>
      </w:r>
    </w:p>
    <w:p w:rsidR="00B5154A" w:rsidRDefault="00B5154A" w:rsidP="00B5154A">
      <w:r>
        <w:t>232.9102</w:t>
      </w:r>
      <w:r>
        <w:tab/>
        <w:t>5.015e0</w:t>
      </w:r>
    </w:p>
    <w:p w:rsidR="00B5154A" w:rsidRDefault="00B5154A" w:rsidP="00B5154A">
      <w:r>
        <w:t>232.9361</w:t>
      </w:r>
      <w:r>
        <w:tab/>
        <w:t>2.941e0</w:t>
      </w:r>
    </w:p>
    <w:p w:rsidR="00B5154A" w:rsidRDefault="00B5154A" w:rsidP="00B5154A">
      <w:r>
        <w:t>232.9947</w:t>
      </w:r>
      <w:r>
        <w:tab/>
        <w:t>1.647e1</w:t>
      </w:r>
    </w:p>
    <w:p w:rsidR="00B5154A" w:rsidRDefault="00B5154A" w:rsidP="00B5154A">
      <w:r>
        <w:t>233.0997</w:t>
      </w:r>
      <w:r>
        <w:tab/>
        <w:t>2.387e0</w:t>
      </w:r>
    </w:p>
    <w:p w:rsidR="00B5154A" w:rsidRDefault="00B5154A" w:rsidP="00B5154A">
      <w:r>
        <w:t>233.1516</w:t>
      </w:r>
      <w:r>
        <w:tab/>
        <w:t>1.800e0</w:t>
      </w:r>
    </w:p>
    <w:p w:rsidR="00B5154A" w:rsidRDefault="00B5154A" w:rsidP="00B5154A">
      <w:r>
        <w:t>233.1725</w:t>
      </w:r>
      <w:r>
        <w:tab/>
        <w:t>1.185e0</w:t>
      </w:r>
    </w:p>
    <w:p w:rsidR="00B5154A" w:rsidRDefault="00B5154A" w:rsidP="00B5154A">
      <w:r>
        <w:t>233.2066</w:t>
      </w:r>
      <w:r>
        <w:tab/>
        <w:t>9.887e0</w:t>
      </w:r>
    </w:p>
    <w:p w:rsidR="00B5154A" w:rsidRDefault="00B5154A" w:rsidP="00B5154A">
      <w:r>
        <w:t>233.2869</w:t>
      </w:r>
      <w:r>
        <w:tab/>
        <w:t>2.025e0</w:t>
      </w:r>
    </w:p>
    <w:p w:rsidR="00B5154A" w:rsidRDefault="00B5154A" w:rsidP="00B5154A">
      <w:r>
        <w:t>233.3404</w:t>
      </w:r>
      <w:r>
        <w:tab/>
        <w:t>6.076e0</w:t>
      </w:r>
    </w:p>
    <w:p w:rsidR="00B5154A" w:rsidRDefault="00B5154A" w:rsidP="00B5154A">
      <w:r>
        <w:t>233.3714</w:t>
      </w:r>
      <w:r>
        <w:tab/>
        <w:t>6.076e0</w:t>
      </w:r>
    </w:p>
    <w:p w:rsidR="00B5154A" w:rsidRDefault="00B5154A" w:rsidP="00B5154A">
      <w:r>
        <w:t>233.4243</w:t>
      </w:r>
      <w:r>
        <w:tab/>
        <w:t>2.025e0</w:t>
      </w:r>
    </w:p>
    <w:p w:rsidR="00B5154A" w:rsidRDefault="00B5154A" w:rsidP="00B5154A">
      <w:r>
        <w:t>233.4467</w:t>
      </w:r>
      <w:r>
        <w:tab/>
        <w:t>2.025e0</w:t>
      </w:r>
    </w:p>
    <w:p w:rsidR="00B5154A" w:rsidRDefault="00B5154A" w:rsidP="00B5154A">
      <w:r>
        <w:lastRenderedPageBreak/>
        <w:t>233.4950</w:t>
      </w:r>
      <w:r>
        <w:tab/>
        <w:t>2.025e0</w:t>
      </w:r>
    </w:p>
    <w:p w:rsidR="00B5154A" w:rsidRDefault="00B5154A" w:rsidP="00B5154A">
      <w:r>
        <w:t>233.5603</w:t>
      </w:r>
      <w:r>
        <w:tab/>
        <w:t>5.063e0</w:t>
      </w:r>
    </w:p>
    <w:p w:rsidR="00B5154A" w:rsidRDefault="00B5154A" w:rsidP="00B5154A">
      <w:r>
        <w:t>233.6262</w:t>
      </w:r>
      <w:r>
        <w:tab/>
        <w:t>3.691e0</w:t>
      </w:r>
    </w:p>
    <w:p w:rsidR="00B5154A" w:rsidRDefault="00B5154A" w:rsidP="00B5154A">
      <w:r>
        <w:t>233.6565</w:t>
      </w:r>
      <w:r>
        <w:tab/>
        <w:t>3.397e0</w:t>
      </w:r>
    </w:p>
    <w:p w:rsidR="00B5154A" w:rsidRDefault="00B5154A" w:rsidP="00B5154A">
      <w:r>
        <w:t>233.7084</w:t>
      </w:r>
      <w:r>
        <w:tab/>
        <w:t>2.025e0</w:t>
      </w:r>
    </w:p>
    <w:p w:rsidR="00B5154A" w:rsidRDefault="00B5154A" w:rsidP="00B5154A">
      <w:r>
        <w:t>233.7567</w:t>
      </w:r>
      <w:r>
        <w:tab/>
        <w:t>4.051e0</w:t>
      </w:r>
    </w:p>
    <w:p w:rsidR="00B5154A" w:rsidRDefault="00B5154A" w:rsidP="00B5154A">
      <w:r>
        <w:t>233.7934</w:t>
      </w:r>
      <w:r>
        <w:tab/>
        <w:t>2.025e0</w:t>
      </w:r>
    </w:p>
    <w:p w:rsidR="00B5154A" w:rsidRDefault="00B5154A" w:rsidP="00B5154A">
      <w:r>
        <w:t>233.8268</w:t>
      </w:r>
      <w:r>
        <w:tab/>
        <w:t>5.063e0</w:t>
      </w:r>
    </w:p>
    <w:p w:rsidR="00B5154A" w:rsidRDefault="00B5154A" w:rsidP="00B5154A">
      <w:r>
        <w:t>233.8706</w:t>
      </w:r>
      <w:r>
        <w:tab/>
        <w:t>8.123e0</w:t>
      </w:r>
    </w:p>
    <w:p w:rsidR="00B5154A" w:rsidRDefault="00B5154A" w:rsidP="00B5154A">
      <w:r>
        <w:t>233.9225</w:t>
      </w:r>
      <w:r>
        <w:tab/>
        <w:t>4.999e0</w:t>
      </w:r>
    </w:p>
    <w:p w:rsidR="00B5154A" w:rsidRDefault="00B5154A" w:rsidP="00B5154A">
      <w:r>
        <w:t>233.9481</w:t>
      </w:r>
      <w:r>
        <w:tab/>
        <w:t>4.950e0</w:t>
      </w:r>
    </w:p>
    <w:p w:rsidR="00B5154A" w:rsidRDefault="00B5154A" w:rsidP="00B5154A">
      <w:r>
        <w:t>234.0008</w:t>
      </w:r>
      <w:r>
        <w:tab/>
        <w:t>1.468e1</w:t>
      </w:r>
    </w:p>
    <w:p w:rsidR="00B5154A" w:rsidRDefault="00B5154A" w:rsidP="00B5154A">
      <w:r>
        <w:t>234.0387</w:t>
      </w:r>
      <w:r>
        <w:tab/>
        <w:t>2.229e0</w:t>
      </w:r>
    </w:p>
    <w:p w:rsidR="00B5154A" w:rsidRDefault="00B5154A" w:rsidP="00B5154A">
      <w:r>
        <w:t>234.0695</w:t>
      </w:r>
      <w:r>
        <w:tab/>
        <w:t>3.661e0</w:t>
      </w:r>
    </w:p>
    <w:p w:rsidR="00B5154A" w:rsidRDefault="00B5154A" w:rsidP="00B5154A">
      <w:r>
        <w:t>234.1248</w:t>
      </w:r>
      <w:r>
        <w:tab/>
        <w:t>1.531e1</w:t>
      </w:r>
    </w:p>
    <w:p w:rsidR="00B5154A" w:rsidRDefault="00B5154A" w:rsidP="00B5154A">
      <w:r>
        <w:t>234.2076</w:t>
      </w:r>
      <w:r>
        <w:tab/>
        <w:t>2.100e3</w:t>
      </w:r>
    </w:p>
    <w:p w:rsidR="00B5154A" w:rsidRDefault="00B5154A" w:rsidP="00B5154A">
      <w:r>
        <w:t>234.2797</w:t>
      </w:r>
      <w:r>
        <w:tab/>
        <w:t>4.091e0</w:t>
      </w:r>
    </w:p>
    <w:p w:rsidR="00B5154A" w:rsidRDefault="00B5154A" w:rsidP="00B5154A">
      <w:r>
        <w:t>234.3212</w:t>
      </w:r>
      <w:r>
        <w:tab/>
        <w:t>1.114e1</w:t>
      </w:r>
    </w:p>
    <w:p w:rsidR="00B5154A" w:rsidRDefault="00B5154A" w:rsidP="00B5154A">
      <w:r>
        <w:t>234.3616</w:t>
      </w:r>
      <w:r>
        <w:tab/>
        <w:t>1.158e1</w:t>
      </w:r>
    </w:p>
    <w:p w:rsidR="00B5154A" w:rsidRDefault="00B5154A" w:rsidP="00B5154A">
      <w:r>
        <w:lastRenderedPageBreak/>
        <w:t>234.4026</w:t>
      </w:r>
      <w:r>
        <w:tab/>
        <w:t>1.170e1</w:t>
      </w:r>
    </w:p>
    <w:p w:rsidR="00B5154A" w:rsidRDefault="00B5154A" w:rsidP="00B5154A">
      <w:r>
        <w:t>234.4667</w:t>
      </w:r>
      <w:r>
        <w:tab/>
        <w:t>1.013e1</w:t>
      </w:r>
    </w:p>
    <w:p w:rsidR="00B5154A" w:rsidRDefault="00B5154A" w:rsidP="00B5154A">
      <w:r>
        <w:t>234.5171</w:t>
      </w:r>
      <w:r>
        <w:tab/>
        <w:t>5.063e0</w:t>
      </w:r>
    </w:p>
    <w:p w:rsidR="00B5154A" w:rsidRDefault="00B5154A" w:rsidP="00B5154A">
      <w:r>
        <w:t>234.5506</w:t>
      </w:r>
      <w:r>
        <w:tab/>
        <w:t>3.038e0</w:t>
      </w:r>
    </w:p>
    <w:p w:rsidR="00B5154A" w:rsidRDefault="00B5154A" w:rsidP="00B5154A">
      <w:r>
        <w:t>234.5978</w:t>
      </w:r>
      <w:r>
        <w:tab/>
        <w:t>8.172e0</w:t>
      </w:r>
    </w:p>
    <w:p w:rsidR="00B5154A" w:rsidRDefault="00B5154A" w:rsidP="00B5154A">
      <w:r>
        <w:t>234.6248</w:t>
      </w:r>
      <w:r>
        <w:tab/>
        <w:t>1.320e1</w:t>
      </w:r>
    </w:p>
    <w:p w:rsidR="00B5154A" w:rsidRDefault="00B5154A" w:rsidP="00B5154A">
      <w:r>
        <w:t>234.6946</w:t>
      </w:r>
      <w:r>
        <w:tab/>
        <w:t>5.063e0</w:t>
      </w:r>
    </w:p>
    <w:p w:rsidR="00B5154A" w:rsidRDefault="00B5154A" w:rsidP="00B5154A">
      <w:r>
        <w:t>234.7259</w:t>
      </w:r>
      <w:r>
        <w:tab/>
        <w:t>6.363e0</w:t>
      </w:r>
    </w:p>
    <w:p w:rsidR="00B5154A" w:rsidRDefault="00B5154A" w:rsidP="00B5154A">
      <w:r>
        <w:t>234.7578</w:t>
      </w:r>
      <w:r>
        <w:tab/>
        <w:t>7.089e0</w:t>
      </w:r>
    </w:p>
    <w:p w:rsidR="00B5154A" w:rsidRDefault="00B5154A" w:rsidP="00B5154A">
      <w:r>
        <w:t>234.7873</w:t>
      </w:r>
      <w:r>
        <w:tab/>
        <w:t>2.025e0</w:t>
      </w:r>
    </w:p>
    <w:p w:rsidR="00B5154A" w:rsidRDefault="00B5154A" w:rsidP="00B5154A">
      <w:r>
        <w:t>234.8242</w:t>
      </w:r>
      <w:r>
        <w:tab/>
        <w:t>3.038e0</w:t>
      </w:r>
    </w:p>
    <w:p w:rsidR="00B5154A" w:rsidRDefault="00B5154A" w:rsidP="00B5154A">
      <w:r>
        <w:t>234.8761</w:t>
      </w:r>
      <w:r>
        <w:tab/>
        <w:t>8.101e0</w:t>
      </w:r>
    </w:p>
    <w:p w:rsidR="00B5154A" w:rsidRDefault="00B5154A" w:rsidP="00B5154A">
      <w:r>
        <w:t>234.9322</w:t>
      </w:r>
      <w:r>
        <w:tab/>
        <w:t>4.141e0</w:t>
      </w:r>
    </w:p>
    <w:p w:rsidR="00B5154A" w:rsidRDefault="00B5154A" w:rsidP="00B5154A">
      <w:r>
        <w:t>234.9574</w:t>
      </w:r>
      <w:r>
        <w:tab/>
        <w:t>3.813e0</w:t>
      </w:r>
    </w:p>
    <w:p w:rsidR="00B5154A" w:rsidRDefault="00B5154A" w:rsidP="00B5154A">
      <w:r>
        <w:t>235.0081</w:t>
      </w:r>
      <w:r>
        <w:tab/>
        <w:t>3.889e1</w:t>
      </w:r>
    </w:p>
    <w:p w:rsidR="00B5154A" w:rsidRDefault="00B5154A" w:rsidP="00B5154A">
      <w:r>
        <w:t>235.0506</w:t>
      </w:r>
      <w:r>
        <w:tab/>
        <w:t>4.606e0</w:t>
      </w:r>
    </w:p>
    <w:p w:rsidR="00B5154A" w:rsidRDefault="00B5154A" w:rsidP="00B5154A">
      <w:r>
        <w:t>235.0959</w:t>
      </w:r>
      <w:r>
        <w:tab/>
        <w:t>1.180e1</w:t>
      </w:r>
    </w:p>
    <w:p w:rsidR="00B5154A" w:rsidRDefault="00B5154A" w:rsidP="00B5154A">
      <w:r>
        <w:t>235.1223</w:t>
      </w:r>
      <w:r>
        <w:tab/>
        <w:t>3.785e0</w:t>
      </w:r>
    </w:p>
    <w:p w:rsidR="00B5154A" w:rsidRDefault="00B5154A" w:rsidP="00B5154A">
      <w:r>
        <w:t>235.1476</w:t>
      </w:r>
      <w:r>
        <w:tab/>
        <w:t>1.099e0</w:t>
      </w:r>
    </w:p>
    <w:p w:rsidR="00B5154A" w:rsidRDefault="00B5154A" w:rsidP="00B5154A">
      <w:r>
        <w:lastRenderedPageBreak/>
        <w:t>235.2146</w:t>
      </w:r>
      <w:r>
        <w:tab/>
        <w:t>3.568e2</w:t>
      </w:r>
    </w:p>
    <w:p w:rsidR="00B5154A" w:rsidRDefault="00B5154A" w:rsidP="00B5154A">
      <w:r>
        <w:t>235.2970</w:t>
      </w:r>
      <w:r>
        <w:tab/>
        <w:t>8.040e0</w:t>
      </w:r>
    </w:p>
    <w:p w:rsidR="00B5154A" w:rsidRDefault="00B5154A" w:rsidP="00B5154A">
      <w:r>
        <w:t>235.3420</w:t>
      </w:r>
      <w:r>
        <w:tab/>
        <w:t>6.076e0</w:t>
      </w:r>
    </w:p>
    <w:p w:rsidR="00B5154A" w:rsidRDefault="00B5154A" w:rsidP="00B5154A">
      <w:r>
        <w:t>235.3759</w:t>
      </w:r>
      <w:r>
        <w:tab/>
        <w:t>2.025e0</w:t>
      </w:r>
    </w:p>
    <w:p w:rsidR="00B5154A" w:rsidRDefault="00B5154A" w:rsidP="00B5154A">
      <w:r>
        <w:t>235.4189</w:t>
      </w:r>
      <w:r>
        <w:tab/>
        <w:t>4.051e0</w:t>
      </w:r>
    </w:p>
    <w:p w:rsidR="00B5154A" w:rsidRDefault="00B5154A" w:rsidP="00B5154A">
      <w:r>
        <w:t>235.4435</w:t>
      </w:r>
      <w:r>
        <w:tab/>
        <w:t>2.905e0</w:t>
      </w:r>
    </w:p>
    <w:p w:rsidR="00B5154A" w:rsidRDefault="00B5154A" w:rsidP="00B5154A">
      <w:r>
        <w:t>235.4894</w:t>
      </w:r>
      <w:r>
        <w:tab/>
        <w:t>3.038e0</w:t>
      </w:r>
    </w:p>
    <w:p w:rsidR="00B5154A" w:rsidRDefault="00B5154A" w:rsidP="00B5154A">
      <w:r>
        <w:t>235.5300</w:t>
      </w:r>
      <w:r>
        <w:tab/>
        <w:t>4.991e0</w:t>
      </w:r>
    </w:p>
    <w:p w:rsidR="00B5154A" w:rsidRDefault="00B5154A" w:rsidP="00B5154A">
      <w:r>
        <w:t>235.5822</w:t>
      </w:r>
      <w:r>
        <w:tab/>
        <w:t>3.038e0</w:t>
      </w:r>
    </w:p>
    <w:p w:rsidR="00B5154A" w:rsidRDefault="00B5154A" w:rsidP="00B5154A">
      <w:r>
        <w:t>235.6223</w:t>
      </w:r>
      <w:r>
        <w:tab/>
        <w:t>8.604e0</w:t>
      </w:r>
    </w:p>
    <w:p w:rsidR="00B5154A" w:rsidRDefault="00B5154A" w:rsidP="00B5154A">
      <w:r>
        <w:t>235.6697</w:t>
      </w:r>
      <w:r>
        <w:tab/>
        <w:t>2.025e0</w:t>
      </w:r>
    </w:p>
    <w:p w:rsidR="00B5154A" w:rsidRDefault="00B5154A" w:rsidP="00B5154A">
      <w:r>
        <w:t>235.7297</w:t>
      </w:r>
      <w:r>
        <w:tab/>
        <w:t>3.038e0</w:t>
      </w:r>
    </w:p>
    <w:p w:rsidR="00B5154A" w:rsidRDefault="00B5154A" w:rsidP="00B5154A">
      <w:r>
        <w:t>235.7967</w:t>
      </w:r>
      <w:r>
        <w:tab/>
        <w:t>1.352e1</w:t>
      </w:r>
    </w:p>
    <w:p w:rsidR="00B5154A" w:rsidRDefault="00B5154A" w:rsidP="00B5154A">
      <w:r>
        <w:t>235.8724</w:t>
      </w:r>
      <w:r>
        <w:tab/>
        <w:t>3.746e0</w:t>
      </w:r>
    </w:p>
    <w:p w:rsidR="00B5154A" w:rsidRDefault="00B5154A" w:rsidP="00B5154A">
      <w:r>
        <w:t>235.9112</w:t>
      </w:r>
      <w:r>
        <w:tab/>
        <w:t>2.973e0</w:t>
      </w:r>
    </w:p>
    <w:p w:rsidR="00B5154A" w:rsidRDefault="00B5154A" w:rsidP="00B5154A">
      <w:r>
        <w:t>235.9678</w:t>
      </w:r>
      <w:r>
        <w:tab/>
        <w:t>4.821e0</w:t>
      </w:r>
    </w:p>
    <w:p w:rsidR="00B5154A" w:rsidRDefault="00B5154A" w:rsidP="00B5154A">
      <w:r>
        <w:t>236.0081</w:t>
      </w:r>
      <w:r>
        <w:tab/>
        <w:t>2.321e1</w:t>
      </w:r>
    </w:p>
    <w:p w:rsidR="00B5154A" w:rsidRDefault="00B5154A" w:rsidP="00B5154A">
      <w:r>
        <w:t>236.1284</w:t>
      </w:r>
      <w:r>
        <w:tab/>
        <w:t>1.610e0</w:t>
      </w:r>
    </w:p>
    <w:p w:rsidR="00B5154A" w:rsidRDefault="00B5154A" w:rsidP="00B5154A">
      <w:r>
        <w:t>236.2147</w:t>
      </w:r>
      <w:r>
        <w:tab/>
        <w:t>3.086e1</w:t>
      </w:r>
    </w:p>
    <w:p w:rsidR="00B5154A" w:rsidRDefault="00B5154A" w:rsidP="00B5154A">
      <w:r>
        <w:lastRenderedPageBreak/>
        <w:t>236.2658</w:t>
      </w:r>
      <w:r>
        <w:tab/>
        <w:t>4.824e0</w:t>
      </w:r>
    </w:p>
    <w:p w:rsidR="00B5154A" w:rsidRDefault="00B5154A" w:rsidP="00B5154A">
      <w:r>
        <w:t>236.3139</w:t>
      </w:r>
      <w:r>
        <w:tab/>
        <w:t>2.025e0</w:t>
      </w:r>
    </w:p>
    <w:p w:rsidR="00B5154A" w:rsidRDefault="00B5154A" w:rsidP="00B5154A">
      <w:r>
        <w:t>236.3638</w:t>
      </w:r>
      <w:r>
        <w:tab/>
        <w:t>4.051e0</w:t>
      </w:r>
    </w:p>
    <w:p w:rsidR="00B5154A" w:rsidRDefault="00B5154A" w:rsidP="00B5154A">
      <w:r>
        <w:t>236.4084</w:t>
      </w:r>
      <w:r>
        <w:tab/>
        <w:t>4.051e0</w:t>
      </w:r>
    </w:p>
    <w:p w:rsidR="00B5154A" w:rsidRDefault="00B5154A" w:rsidP="00B5154A">
      <w:r>
        <w:t>236.4327</w:t>
      </w:r>
      <w:r>
        <w:tab/>
        <w:t>3.038e0</w:t>
      </w:r>
    </w:p>
    <w:p w:rsidR="00B5154A" w:rsidRDefault="00B5154A" w:rsidP="00B5154A">
      <w:r>
        <w:t>236.5043</w:t>
      </w:r>
      <w:r>
        <w:tab/>
        <w:t>4.051e0</w:t>
      </w:r>
    </w:p>
    <w:p w:rsidR="00B5154A" w:rsidRDefault="00B5154A" w:rsidP="00B5154A">
      <w:r>
        <w:t>236.5405</w:t>
      </w:r>
      <w:r>
        <w:tab/>
        <w:t>1.711e0</w:t>
      </w:r>
    </w:p>
    <w:p w:rsidR="00B5154A" w:rsidRDefault="00B5154A" w:rsidP="00B5154A">
      <w:r>
        <w:t>236.5637</w:t>
      </w:r>
      <w:r>
        <w:tab/>
        <w:t>1.232e0</w:t>
      </w:r>
    </w:p>
    <w:p w:rsidR="00B5154A" w:rsidRDefault="00B5154A" w:rsidP="00B5154A">
      <w:r>
        <w:t>236.5924</w:t>
      </w:r>
      <w:r>
        <w:tab/>
        <w:t>2.025e0</w:t>
      </w:r>
    </w:p>
    <w:p w:rsidR="00B5154A" w:rsidRDefault="00B5154A" w:rsidP="00B5154A">
      <w:r>
        <w:t>236.6485</w:t>
      </w:r>
      <w:r>
        <w:tab/>
        <w:t>6.952e0</w:t>
      </w:r>
    </w:p>
    <w:p w:rsidR="00B5154A" w:rsidRDefault="00B5154A" w:rsidP="00B5154A">
      <w:r>
        <w:t>236.6982</w:t>
      </w:r>
      <w:r>
        <w:tab/>
        <w:t>3.707e0</w:t>
      </w:r>
    </w:p>
    <w:p w:rsidR="00B5154A" w:rsidRDefault="00B5154A" w:rsidP="00B5154A">
      <w:r>
        <w:t>236.7329</w:t>
      </w:r>
      <w:r>
        <w:tab/>
        <w:t>2.919e0</w:t>
      </w:r>
    </w:p>
    <w:p w:rsidR="00B5154A" w:rsidRDefault="00B5154A" w:rsidP="00B5154A">
      <w:r>
        <w:t>236.7663</w:t>
      </w:r>
      <w:r>
        <w:tab/>
        <w:t>2.025e0</w:t>
      </w:r>
    </w:p>
    <w:p w:rsidR="00B5154A" w:rsidRDefault="00B5154A" w:rsidP="00B5154A">
      <w:r>
        <w:t>236.8088</w:t>
      </w:r>
      <w:r>
        <w:tab/>
        <w:t>2.025e0</w:t>
      </w:r>
    </w:p>
    <w:p w:rsidR="00B5154A" w:rsidRDefault="00B5154A" w:rsidP="00B5154A">
      <w:r>
        <w:t>236.8630</w:t>
      </w:r>
      <w:r>
        <w:tab/>
        <w:t>6.076e0</w:t>
      </w:r>
    </w:p>
    <w:p w:rsidR="00B5154A" w:rsidRDefault="00B5154A" w:rsidP="00B5154A">
      <w:r>
        <w:t>236.8940</w:t>
      </w:r>
      <w:r>
        <w:tab/>
        <w:t>1.013e0</w:t>
      </w:r>
    </w:p>
    <w:p w:rsidR="00B5154A" w:rsidRDefault="00B5154A" w:rsidP="00B5154A">
      <w:r>
        <w:t>236.9453</w:t>
      </w:r>
      <w:r>
        <w:tab/>
        <w:t>2.025e0</w:t>
      </w:r>
    </w:p>
    <w:p w:rsidR="00B5154A" w:rsidRDefault="00B5154A" w:rsidP="00B5154A">
      <w:r>
        <w:t>237.0007</w:t>
      </w:r>
      <w:r>
        <w:tab/>
        <w:t>2.768e0</w:t>
      </w:r>
    </w:p>
    <w:p w:rsidR="00B5154A" w:rsidRDefault="00B5154A" w:rsidP="00B5154A">
      <w:r>
        <w:t>237.0308</w:t>
      </w:r>
      <w:r>
        <w:tab/>
        <w:t>1.071e0</w:t>
      </w:r>
    </w:p>
    <w:p w:rsidR="00B5154A" w:rsidRDefault="00B5154A" w:rsidP="00B5154A">
      <w:r>
        <w:lastRenderedPageBreak/>
        <w:t>237.0945</w:t>
      </w:r>
      <w:r>
        <w:tab/>
        <w:t>1.412e0</w:t>
      </w:r>
    </w:p>
    <w:p w:rsidR="00B5154A" w:rsidRDefault="00B5154A" w:rsidP="00B5154A">
      <w:r>
        <w:t>237.1249</w:t>
      </w:r>
      <w:r>
        <w:tab/>
        <w:t>2.484e0</w:t>
      </w:r>
    </w:p>
    <w:p w:rsidR="00B5154A" w:rsidRDefault="00B5154A" w:rsidP="00B5154A">
      <w:r>
        <w:t>237.2276</w:t>
      </w:r>
      <w:r>
        <w:tab/>
        <w:t>1.815e1</w:t>
      </w:r>
    </w:p>
    <w:p w:rsidR="00B5154A" w:rsidRDefault="00B5154A" w:rsidP="00B5154A">
      <w:r>
        <w:t>237.3594</w:t>
      </w:r>
      <w:r>
        <w:tab/>
        <w:t>6.076e0</w:t>
      </w:r>
    </w:p>
    <w:p w:rsidR="00B5154A" w:rsidRDefault="00B5154A" w:rsidP="00B5154A">
      <w:r>
        <w:t>237.4263</w:t>
      </w:r>
      <w:r>
        <w:tab/>
        <w:t>1.013e0</w:t>
      </w:r>
    </w:p>
    <w:p w:rsidR="00B5154A" w:rsidRDefault="00B5154A" w:rsidP="00B5154A">
      <w:r>
        <w:t>237.4668</w:t>
      </w:r>
      <w:r>
        <w:tab/>
        <w:t>3.038e0</w:t>
      </w:r>
    </w:p>
    <w:p w:rsidR="00B5154A" w:rsidRDefault="00B5154A" w:rsidP="00B5154A">
      <w:r>
        <w:t>237.5104</w:t>
      </w:r>
      <w:r>
        <w:tab/>
        <w:t>7.089e0</w:t>
      </w:r>
    </w:p>
    <w:p w:rsidR="00B5154A" w:rsidRDefault="00B5154A" w:rsidP="00B5154A">
      <w:r>
        <w:t>237.5722</w:t>
      </w:r>
      <w:r>
        <w:tab/>
        <w:t>5.063e0</w:t>
      </w:r>
    </w:p>
    <w:p w:rsidR="00B5154A" w:rsidRDefault="00B5154A" w:rsidP="00B5154A">
      <w:r>
        <w:t>237.6231</w:t>
      </w:r>
      <w:r>
        <w:tab/>
        <w:t>4.051e0</w:t>
      </w:r>
    </w:p>
    <w:p w:rsidR="00B5154A" w:rsidRDefault="00B5154A" w:rsidP="00B5154A">
      <w:r>
        <w:t>237.6830</w:t>
      </w:r>
      <w:r>
        <w:tab/>
        <w:t>2.025e0</w:t>
      </w:r>
    </w:p>
    <w:p w:rsidR="00B5154A" w:rsidRDefault="00B5154A" w:rsidP="00B5154A">
      <w:r>
        <w:t>237.7142</w:t>
      </w:r>
      <w:r>
        <w:tab/>
        <w:t>3.038e0</w:t>
      </w:r>
    </w:p>
    <w:p w:rsidR="00B5154A" w:rsidRDefault="00B5154A" w:rsidP="00B5154A">
      <w:r>
        <w:t>237.7493</w:t>
      </w:r>
      <w:r>
        <w:tab/>
        <w:t>2.025e0</w:t>
      </w:r>
    </w:p>
    <w:p w:rsidR="00B5154A" w:rsidRDefault="00B5154A" w:rsidP="00B5154A">
      <w:r>
        <w:t>237.7995</w:t>
      </w:r>
      <w:r>
        <w:tab/>
        <w:t>2.025e0</w:t>
      </w:r>
    </w:p>
    <w:p w:rsidR="00B5154A" w:rsidRDefault="00B5154A" w:rsidP="00B5154A">
      <w:r>
        <w:t>237.8364</w:t>
      </w:r>
      <w:r>
        <w:tab/>
        <w:t>1.013e0</w:t>
      </w:r>
    </w:p>
    <w:p w:rsidR="00B5154A" w:rsidRDefault="00B5154A" w:rsidP="00B5154A">
      <w:r>
        <w:t>237.8697</w:t>
      </w:r>
      <w:r>
        <w:tab/>
        <w:t>1.013e0</w:t>
      </w:r>
    </w:p>
    <w:p w:rsidR="00B5154A" w:rsidRDefault="00B5154A" w:rsidP="00B5154A">
      <w:r>
        <w:t>237.9260</w:t>
      </w:r>
      <w:r>
        <w:tab/>
        <w:t>2.025e0</w:t>
      </w:r>
    </w:p>
    <w:p w:rsidR="00B5154A" w:rsidRDefault="00B5154A" w:rsidP="00B5154A">
      <w:r>
        <w:t>237.9588</w:t>
      </w:r>
      <w:r>
        <w:tab/>
        <w:t>1.013e0</w:t>
      </w:r>
    </w:p>
    <w:p w:rsidR="00B5154A" w:rsidRDefault="00B5154A" w:rsidP="00B5154A">
      <w:r>
        <w:t>238.0087</w:t>
      </w:r>
      <w:r>
        <w:tab/>
        <w:t>1.709e0</w:t>
      </w:r>
    </w:p>
    <w:p w:rsidR="00B5154A" w:rsidRDefault="00B5154A" w:rsidP="00B5154A">
      <w:r>
        <w:t>238.0887</w:t>
      </w:r>
      <w:r>
        <w:tab/>
        <w:t>1.107e1</w:t>
      </w:r>
    </w:p>
    <w:p w:rsidR="00B5154A" w:rsidRDefault="00B5154A" w:rsidP="00B5154A">
      <w:r>
        <w:lastRenderedPageBreak/>
        <w:t>238.1779</w:t>
      </w:r>
      <w:r>
        <w:tab/>
        <w:t>1.633e0</w:t>
      </w:r>
    </w:p>
    <w:p w:rsidR="00B5154A" w:rsidRDefault="00B5154A" w:rsidP="00B5154A">
      <w:r>
        <w:t>238.2340</w:t>
      </w:r>
      <w:r>
        <w:tab/>
        <w:t>3.492e0</w:t>
      </w:r>
    </w:p>
    <w:p w:rsidR="00B5154A" w:rsidRDefault="00B5154A" w:rsidP="00B5154A">
      <w:r>
        <w:t>238.3029</w:t>
      </w:r>
      <w:r>
        <w:tab/>
        <w:t>2.876e0</w:t>
      </w:r>
    </w:p>
    <w:p w:rsidR="00B5154A" w:rsidRDefault="00B5154A" w:rsidP="00B5154A">
      <w:r>
        <w:t>238.3270</w:t>
      </w:r>
      <w:r>
        <w:tab/>
        <w:t>3.038e0</w:t>
      </w:r>
    </w:p>
    <w:p w:rsidR="00B5154A" w:rsidRDefault="00B5154A" w:rsidP="00B5154A">
      <w:r>
        <w:t>238.3644</w:t>
      </w:r>
      <w:r>
        <w:tab/>
        <w:t>2.025e0</w:t>
      </w:r>
    </w:p>
    <w:p w:rsidR="00B5154A" w:rsidRDefault="00B5154A" w:rsidP="00B5154A">
      <w:r>
        <w:t>238.4080</w:t>
      </w:r>
      <w:r>
        <w:tab/>
        <w:t>6.076e0</w:t>
      </w:r>
    </w:p>
    <w:p w:rsidR="00B5154A" w:rsidRDefault="00B5154A" w:rsidP="00B5154A">
      <w:r>
        <w:t>238.4394</w:t>
      </w:r>
      <w:r>
        <w:tab/>
        <w:t>4.042e0</w:t>
      </w:r>
    </w:p>
    <w:p w:rsidR="00B5154A" w:rsidRDefault="00B5154A" w:rsidP="00B5154A">
      <w:r>
        <w:t>238.4761</w:t>
      </w:r>
      <w:r>
        <w:tab/>
        <w:t>2.025e0</w:t>
      </w:r>
    </w:p>
    <w:p w:rsidR="00B5154A" w:rsidRDefault="00B5154A" w:rsidP="00B5154A">
      <w:r>
        <w:t>238.5133</w:t>
      </w:r>
      <w:r>
        <w:tab/>
        <w:t>1.179e0</w:t>
      </w:r>
    </w:p>
    <w:p w:rsidR="00B5154A" w:rsidRDefault="00B5154A" w:rsidP="00B5154A">
      <w:r>
        <w:t>238.5636</w:t>
      </w:r>
      <w:r>
        <w:tab/>
        <w:t>2.055e0</w:t>
      </w:r>
    </w:p>
    <w:p w:rsidR="00B5154A" w:rsidRDefault="00B5154A" w:rsidP="00B5154A">
      <w:r>
        <w:t>238.6104</w:t>
      </w:r>
      <w:r>
        <w:tab/>
        <w:t>1.013e0</w:t>
      </w:r>
    </w:p>
    <w:p w:rsidR="00B5154A" w:rsidRDefault="00B5154A" w:rsidP="00B5154A">
      <w:r>
        <w:t>238.6434</w:t>
      </w:r>
      <w:r>
        <w:tab/>
        <w:t>1.013e0</w:t>
      </w:r>
    </w:p>
    <w:p w:rsidR="00B5154A" w:rsidRDefault="00B5154A" w:rsidP="00B5154A">
      <w:r>
        <w:t>238.7467</w:t>
      </w:r>
      <w:r>
        <w:tab/>
        <w:t>1.013e0</w:t>
      </w:r>
    </w:p>
    <w:p w:rsidR="00B5154A" w:rsidRDefault="00B5154A" w:rsidP="00B5154A">
      <w:r>
        <w:t>238.7932</w:t>
      </w:r>
      <w:r>
        <w:tab/>
        <w:t>2.025e0</w:t>
      </w:r>
    </w:p>
    <w:p w:rsidR="00B5154A" w:rsidRDefault="00B5154A" w:rsidP="00B5154A">
      <w:r>
        <w:t>238.8189</w:t>
      </w:r>
      <w:r>
        <w:tab/>
        <w:t>4.051e0</w:t>
      </w:r>
    </w:p>
    <w:p w:rsidR="00B5154A" w:rsidRDefault="00B5154A" w:rsidP="00B5154A">
      <w:r>
        <w:t>238.8473</w:t>
      </w:r>
      <w:r>
        <w:tab/>
        <w:t>2.517e0</w:t>
      </w:r>
    </w:p>
    <w:p w:rsidR="00B5154A" w:rsidRDefault="00B5154A" w:rsidP="00B5154A">
      <w:r>
        <w:t>238.8776</w:t>
      </w:r>
      <w:r>
        <w:tab/>
        <w:t>1.013e0</w:t>
      </w:r>
    </w:p>
    <w:p w:rsidR="00B5154A" w:rsidRDefault="00B5154A" w:rsidP="00B5154A">
      <w:r>
        <w:t>238.9302</w:t>
      </w:r>
      <w:r>
        <w:tab/>
        <w:t>3.038e0</w:t>
      </w:r>
    </w:p>
    <w:p w:rsidR="00B5154A" w:rsidRDefault="00B5154A" w:rsidP="00B5154A">
      <w:r>
        <w:t>238.9511</w:t>
      </w:r>
      <w:r>
        <w:tab/>
        <w:t>4.611e0</w:t>
      </w:r>
    </w:p>
    <w:p w:rsidR="00B5154A" w:rsidRDefault="00B5154A" w:rsidP="00B5154A">
      <w:r>
        <w:lastRenderedPageBreak/>
        <w:t>239.0049</w:t>
      </w:r>
      <w:r>
        <w:tab/>
        <w:t>4.051e0</w:t>
      </w:r>
    </w:p>
    <w:p w:rsidR="00B5154A" w:rsidRDefault="00B5154A" w:rsidP="00B5154A">
      <w:r>
        <w:t>239.1089</w:t>
      </w:r>
      <w:r>
        <w:tab/>
        <w:t>7.569e1</w:t>
      </w:r>
    </w:p>
    <w:p w:rsidR="00B5154A" w:rsidRDefault="00B5154A" w:rsidP="00B5154A">
      <w:r>
        <w:t>239.2231</w:t>
      </w:r>
      <w:r>
        <w:tab/>
        <w:t>1.193e0</w:t>
      </w:r>
    </w:p>
    <w:p w:rsidR="00B5154A" w:rsidRDefault="00B5154A" w:rsidP="00B5154A">
      <w:r>
        <w:t>239.2596</w:t>
      </w:r>
      <w:r>
        <w:tab/>
        <w:t>4.783e0</w:t>
      </w:r>
    </w:p>
    <w:p w:rsidR="00B5154A" w:rsidRDefault="00B5154A" w:rsidP="00B5154A">
      <w:r>
        <w:t>239.3232</w:t>
      </w:r>
      <w:r>
        <w:tab/>
        <w:t>2.025e0</w:t>
      </w:r>
    </w:p>
    <w:p w:rsidR="00B5154A" w:rsidRDefault="00B5154A" w:rsidP="00B5154A">
      <w:r>
        <w:t>239.3854</w:t>
      </w:r>
      <w:r>
        <w:tab/>
        <w:t>2.025e0</w:t>
      </w:r>
    </w:p>
    <w:p w:rsidR="00B5154A" w:rsidRDefault="00B5154A" w:rsidP="00B5154A">
      <w:r>
        <w:t>239.4139</w:t>
      </w:r>
      <w:r>
        <w:tab/>
        <w:t>3.038e0</w:t>
      </w:r>
    </w:p>
    <w:p w:rsidR="00B5154A" w:rsidRDefault="00B5154A" w:rsidP="00B5154A">
      <w:r>
        <w:t>239.4585</w:t>
      </w:r>
      <w:r>
        <w:tab/>
        <w:t>3.038e0</w:t>
      </w:r>
    </w:p>
    <w:p w:rsidR="00B5154A" w:rsidRDefault="00B5154A" w:rsidP="00B5154A">
      <w:r>
        <w:t>239.4928</w:t>
      </w:r>
      <w:r>
        <w:tab/>
        <w:t>2.056e0</w:t>
      </w:r>
    </w:p>
    <w:p w:rsidR="00B5154A" w:rsidRDefault="00B5154A" w:rsidP="00B5154A">
      <w:r>
        <w:t>239.5210</w:t>
      </w:r>
      <w:r>
        <w:tab/>
        <w:t>2.025e0</w:t>
      </w:r>
    </w:p>
    <w:p w:rsidR="00B5154A" w:rsidRDefault="00B5154A" w:rsidP="00B5154A">
      <w:r>
        <w:t>239.5950</w:t>
      </w:r>
      <w:r>
        <w:tab/>
        <w:t>3.038e0</w:t>
      </w:r>
    </w:p>
    <w:p w:rsidR="00B5154A" w:rsidRDefault="00B5154A" w:rsidP="00B5154A">
      <w:r>
        <w:t>239.6714</w:t>
      </w:r>
      <w:r>
        <w:tab/>
        <w:t>3.038e0</w:t>
      </w:r>
    </w:p>
    <w:p w:rsidR="00B5154A" w:rsidRDefault="00B5154A" w:rsidP="00B5154A">
      <w:r>
        <w:t>239.6998</w:t>
      </w:r>
      <w:r>
        <w:tab/>
        <w:t>4.519e0</w:t>
      </w:r>
    </w:p>
    <w:p w:rsidR="00B5154A" w:rsidRDefault="00B5154A" w:rsidP="00B5154A">
      <w:r>
        <w:t>239.7622</w:t>
      </w:r>
      <w:r>
        <w:tab/>
        <w:t>3.038e0</w:t>
      </w:r>
    </w:p>
    <w:p w:rsidR="00B5154A" w:rsidRDefault="00B5154A" w:rsidP="00B5154A">
      <w:r>
        <w:t>239.8376</w:t>
      </w:r>
      <w:r>
        <w:tab/>
        <w:t>6.080e0</w:t>
      </w:r>
    </w:p>
    <w:p w:rsidR="00B5154A" w:rsidRDefault="00B5154A" w:rsidP="00B5154A">
      <w:r>
        <w:t>239.9067</w:t>
      </w:r>
      <w:r>
        <w:tab/>
        <w:t>3.038e0</w:t>
      </w:r>
    </w:p>
    <w:p w:rsidR="00B5154A" w:rsidRDefault="00B5154A" w:rsidP="00B5154A">
      <w:r>
        <w:t>239.9628</w:t>
      </w:r>
      <w:r>
        <w:tab/>
        <w:t>1.344e0</w:t>
      </w:r>
    </w:p>
    <w:p w:rsidR="00B5154A" w:rsidRDefault="00B5154A" w:rsidP="00B5154A">
      <w:r>
        <w:t>240.0689</w:t>
      </w:r>
      <w:r>
        <w:tab/>
        <w:t>2.678e1</w:t>
      </w:r>
    </w:p>
    <w:p w:rsidR="00B5154A" w:rsidRDefault="00B5154A" w:rsidP="00B5154A">
      <w:r>
        <w:t>240.1127</w:t>
      </w:r>
      <w:r>
        <w:tab/>
        <w:t>5.563e0</w:t>
      </w:r>
    </w:p>
    <w:p w:rsidR="00B5154A" w:rsidRDefault="00B5154A" w:rsidP="00B5154A">
      <w:r>
        <w:lastRenderedPageBreak/>
        <w:t>240.1647</w:t>
      </w:r>
      <w:r>
        <w:tab/>
        <w:t>6.112e0</w:t>
      </w:r>
    </w:p>
    <w:p w:rsidR="00B5154A" w:rsidRDefault="00B5154A" w:rsidP="00B5154A">
      <w:r>
        <w:t>240.2424</w:t>
      </w:r>
      <w:r>
        <w:tab/>
        <w:t>7.127e0</w:t>
      </w:r>
    </w:p>
    <w:p w:rsidR="00B5154A" w:rsidRDefault="00B5154A" w:rsidP="00B5154A">
      <w:r>
        <w:t>240.3191</w:t>
      </w:r>
      <w:r>
        <w:tab/>
        <w:t>2.023e0</w:t>
      </w:r>
    </w:p>
    <w:p w:rsidR="00B5154A" w:rsidRDefault="00B5154A" w:rsidP="00B5154A">
      <w:r>
        <w:t>240.3543</w:t>
      </w:r>
      <w:r>
        <w:tab/>
        <w:t>1.013e0</w:t>
      </w:r>
    </w:p>
    <w:p w:rsidR="00B5154A" w:rsidRDefault="00B5154A" w:rsidP="00B5154A">
      <w:r>
        <w:t>240.4019</w:t>
      </w:r>
      <w:r>
        <w:tab/>
        <w:t>3.038e0</w:t>
      </w:r>
    </w:p>
    <w:p w:rsidR="00B5154A" w:rsidRDefault="00B5154A" w:rsidP="00B5154A">
      <w:r>
        <w:t>240.4352</w:t>
      </w:r>
      <w:r>
        <w:tab/>
        <w:t>6.076e0</w:t>
      </w:r>
    </w:p>
    <w:p w:rsidR="00B5154A" w:rsidRDefault="00B5154A" w:rsidP="00B5154A">
      <w:r>
        <w:t>240.5140</w:t>
      </w:r>
      <w:r>
        <w:tab/>
        <w:t>1.013e0</w:t>
      </w:r>
    </w:p>
    <w:p w:rsidR="00B5154A" w:rsidRDefault="00B5154A" w:rsidP="00B5154A">
      <w:r>
        <w:t>240.5602</w:t>
      </w:r>
      <w:r>
        <w:tab/>
        <w:t>3.038e0</w:t>
      </w:r>
    </w:p>
    <w:p w:rsidR="00B5154A" w:rsidRDefault="00B5154A" w:rsidP="00B5154A">
      <w:r>
        <w:t>240.6055</w:t>
      </w:r>
      <w:r>
        <w:tab/>
        <w:t>4.051e0</w:t>
      </w:r>
    </w:p>
    <w:p w:rsidR="00B5154A" w:rsidRDefault="00B5154A" w:rsidP="00B5154A">
      <w:r>
        <w:t>240.7107</w:t>
      </w:r>
      <w:r>
        <w:tab/>
        <w:t>2.025e0</w:t>
      </w:r>
    </w:p>
    <w:p w:rsidR="00B5154A" w:rsidRDefault="00B5154A" w:rsidP="00B5154A">
      <w:r>
        <w:t>240.7697</w:t>
      </w:r>
      <w:r>
        <w:tab/>
        <w:t>2.025e0</w:t>
      </w:r>
    </w:p>
    <w:p w:rsidR="00B5154A" w:rsidRDefault="00B5154A" w:rsidP="00B5154A">
      <w:r>
        <w:t>240.8155</w:t>
      </w:r>
      <w:r>
        <w:tab/>
        <w:t>1.013e0</w:t>
      </w:r>
    </w:p>
    <w:p w:rsidR="00B5154A" w:rsidRDefault="00B5154A" w:rsidP="00B5154A">
      <w:r>
        <w:t>240.8497</w:t>
      </w:r>
      <w:r>
        <w:tab/>
        <w:t>2.025e0</w:t>
      </w:r>
    </w:p>
    <w:p w:rsidR="00B5154A" w:rsidRDefault="00B5154A" w:rsidP="00B5154A">
      <w:r>
        <w:t>240.9028</w:t>
      </w:r>
      <w:r>
        <w:tab/>
        <w:t>1.013e0</w:t>
      </w:r>
    </w:p>
    <w:p w:rsidR="00B5154A" w:rsidRDefault="00B5154A" w:rsidP="00B5154A">
      <w:r>
        <w:t>240.9406</w:t>
      </w:r>
      <w:r>
        <w:tab/>
        <w:t>5.063e0</w:t>
      </w:r>
    </w:p>
    <w:p w:rsidR="00B5154A" w:rsidRDefault="00B5154A" w:rsidP="00B5154A">
      <w:r>
        <w:t>241.0209</w:t>
      </w:r>
      <w:r>
        <w:tab/>
        <w:t>4.288e1</w:t>
      </w:r>
    </w:p>
    <w:p w:rsidR="00B5154A" w:rsidRDefault="00B5154A" w:rsidP="00B5154A">
      <w:r>
        <w:t>241.1106</w:t>
      </w:r>
      <w:r>
        <w:tab/>
        <w:t>8.105e0</w:t>
      </w:r>
    </w:p>
    <w:p w:rsidR="00B5154A" w:rsidRDefault="00B5154A" w:rsidP="00B5154A">
      <w:r>
        <w:t>241.1461</w:t>
      </w:r>
      <w:r>
        <w:tab/>
        <w:t>3.142e0</w:t>
      </w:r>
    </w:p>
    <w:p w:rsidR="00B5154A" w:rsidRDefault="00B5154A" w:rsidP="00B5154A">
      <w:r>
        <w:t>241.1862</w:t>
      </w:r>
      <w:r>
        <w:tab/>
        <w:t>4.623e0</w:t>
      </w:r>
    </w:p>
    <w:p w:rsidR="00B5154A" w:rsidRDefault="00B5154A" w:rsidP="00B5154A">
      <w:r>
        <w:lastRenderedPageBreak/>
        <w:t>241.2786</w:t>
      </w:r>
      <w:r>
        <w:tab/>
        <w:t>5.949e0</w:t>
      </w:r>
    </w:p>
    <w:p w:rsidR="00B5154A" w:rsidRDefault="00B5154A" w:rsidP="00B5154A">
      <w:r>
        <w:t>241.3929</w:t>
      </w:r>
      <w:r>
        <w:tab/>
        <w:t>3.038e0</w:t>
      </w:r>
    </w:p>
    <w:p w:rsidR="00B5154A" w:rsidRDefault="00B5154A" w:rsidP="00B5154A">
      <w:r>
        <w:t>241.4261</w:t>
      </w:r>
      <w:r>
        <w:tab/>
        <w:t>1.013e0</w:t>
      </w:r>
    </w:p>
    <w:p w:rsidR="00B5154A" w:rsidRDefault="00B5154A" w:rsidP="00B5154A">
      <w:r>
        <w:t>241.4499</w:t>
      </w:r>
      <w:r>
        <w:tab/>
        <w:t>2.025e0</w:t>
      </w:r>
    </w:p>
    <w:p w:rsidR="00B5154A" w:rsidRDefault="00B5154A" w:rsidP="00B5154A">
      <w:r>
        <w:t>241.4889</w:t>
      </w:r>
      <w:r>
        <w:tab/>
        <w:t>1.013e0</w:t>
      </w:r>
    </w:p>
    <w:p w:rsidR="00B5154A" w:rsidRDefault="00B5154A" w:rsidP="00B5154A">
      <w:r>
        <w:t>241.5355</w:t>
      </w:r>
      <w:r>
        <w:tab/>
        <w:t>2.025e0</w:t>
      </w:r>
    </w:p>
    <w:p w:rsidR="00B5154A" w:rsidRDefault="00B5154A" w:rsidP="00B5154A">
      <w:r>
        <w:t>241.6000</w:t>
      </w:r>
      <w:r>
        <w:tab/>
        <w:t>4.851e0</w:t>
      </w:r>
    </w:p>
    <w:p w:rsidR="00B5154A" w:rsidRDefault="00B5154A" w:rsidP="00B5154A">
      <w:r>
        <w:t>241.6430</w:t>
      </w:r>
      <w:r>
        <w:tab/>
        <w:t>2.025e0</w:t>
      </w:r>
    </w:p>
    <w:p w:rsidR="00B5154A" w:rsidRDefault="00B5154A" w:rsidP="00B5154A">
      <w:r>
        <w:t>241.6913</w:t>
      </w:r>
      <w:r>
        <w:tab/>
        <w:t>3.038e0</w:t>
      </w:r>
    </w:p>
    <w:p w:rsidR="00B5154A" w:rsidRDefault="00B5154A" w:rsidP="00B5154A">
      <w:r>
        <w:t>241.7295</w:t>
      </w:r>
      <w:r>
        <w:tab/>
        <w:t>2.025e0</w:t>
      </w:r>
    </w:p>
    <w:p w:rsidR="00B5154A" w:rsidRDefault="00B5154A" w:rsidP="00B5154A">
      <w:r>
        <w:t>241.7896</w:t>
      </w:r>
      <w:r>
        <w:tab/>
        <w:t>1.013e0</w:t>
      </w:r>
    </w:p>
    <w:p w:rsidR="00B5154A" w:rsidRDefault="00B5154A" w:rsidP="00B5154A">
      <w:r>
        <w:t>241.8434</w:t>
      </w:r>
      <w:r>
        <w:tab/>
        <w:t>2.025e0</w:t>
      </w:r>
    </w:p>
    <w:p w:rsidR="00B5154A" w:rsidRDefault="00B5154A" w:rsidP="00B5154A">
      <w:r>
        <w:t>241.8963</w:t>
      </w:r>
      <w:r>
        <w:tab/>
        <w:t>3.038e0</w:t>
      </w:r>
    </w:p>
    <w:p w:rsidR="00B5154A" w:rsidRDefault="00B5154A" w:rsidP="00B5154A">
      <w:r>
        <w:t>241.9470</w:t>
      </w:r>
      <w:r>
        <w:tab/>
        <w:t>7.583e0</w:t>
      </w:r>
    </w:p>
    <w:p w:rsidR="00B5154A" w:rsidRDefault="00B5154A" w:rsidP="00B5154A">
      <w:r>
        <w:t>242.0316</w:t>
      </w:r>
      <w:r>
        <w:tab/>
        <w:t>7.843e0</w:t>
      </w:r>
    </w:p>
    <w:p w:rsidR="00B5154A" w:rsidRDefault="00B5154A" w:rsidP="00B5154A">
      <w:r>
        <w:t>242.0629</w:t>
      </w:r>
      <w:r>
        <w:tab/>
        <w:t>5.542e0</w:t>
      </w:r>
    </w:p>
    <w:p w:rsidR="00B5154A" w:rsidRDefault="00B5154A" w:rsidP="00B5154A">
      <w:r>
        <w:t>242.1466</w:t>
      </w:r>
      <w:r>
        <w:tab/>
        <w:t>1.224e1</w:t>
      </w:r>
    </w:p>
    <w:p w:rsidR="00B5154A" w:rsidRDefault="00B5154A" w:rsidP="00B5154A">
      <w:r>
        <w:t>242.2878</w:t>
      </w:r>
      <w:r>
        <w:tab/>
        <w:t>8.108e1</w:t>
      </w:r>
    </w:p>
    <w:p w:rsidR="00B5154A" w:rsidRDefault="00B5154A" w:rsidP="00B5154A">
      <w:r>
        <w:t>242.3500</w:t>
      </w:r>
      <w:r>
        <w:tab/>
        <w:t>6.076e0</w:t>
      </w:r>
    </w:p>
    <w:p w:rsidR="00B5154A" w:rsidRDefault="00B5154A" w:rsidP="00B5154A">
      <w:r>
        <w:lastRenderedPageBreak/>
        <w:t>242.4206</w:t>
      </w:r>
      <w:r>
        <w:tab/>
        <w:t>2.025e0</w:t>
      </w:r>
    </w:p>
    <w:p w:rsidR="00B5154A" w:rsidRDefault="00B5154A" w:rsidP="00B5154A">
      <w:r>
        <w:t>242.4542</w:t>
      </w:r>
      <w:r>
        <w:tab/>
        <w:t>1.013e0</w:t>
      </w:r>
    </w:p>
    <w:p w:rsidR="00B5154A" w:rsidRDefault="00B5154A" w:rsidP="00B5154A">
      <w:r>
        <w:t>242.4877</w:t>
      </w:r>
      <w:r>
        <w:tab/>
        <w:t>1.013e0</w:t>
      </w:r>
    </w:p>
    <w:p w:rsidR="00B5154A" w:rsidRDefault="00B5154A" w:rsidP="00B5154A">
      <w:r>
        <w:t>242.5266</w:t>
      </w:r>
      <w:r>
        <w:tab/>
        <w:t>3.038e0</w:t>
      </w:r>
    </w:p>
    <w:p w:rsidR="00B5154A" w:rsidRDefault="00B5154A" w:rsidP="00B5154A">
      <w:r>
        <w:t>242.5647</w:t>
      </w:r>
      <w:r>
        <w:tab/>
        <w:t>3.038e0</w:t>
      </w:r>
    </w:p>
    <w:p w:rsidR="00B5154A" w:rsidRDefault="00B5154A" w:rsidP="00B5154A">
      <w:r>
        <w:t>242.5915</w:t>
      </w:r>
      <w:r>
        <w:tab/>
        <w:t>1.013e0</w:t>
      </w:r>
    </w:p>
    <w:p w:rsidR="00B5154A" w:rsidRDefault="00B5154A" w:rsidP="00B5154A">
      <w:r>
        <w:t>242.6689</w:t>
      </w:r>
      <w:r>
        <w:tab/>
        <w:t>4.051e0</w:t>
      </w:r>
    </w:p>
    <w:p w:rsidR="00B5154A" w:rsidRDefault="00B5154A" w:rsidP="00B5154A">
      <w:r>
        <w:t>242.7214</w:t>
      </w:r>
      <w:r>
        <w:tab/>
        <w:t>3.038e0</w:t>
      </w:r>
    </w:p>
    <w:p w:rsidR="00B5154A" w:rsidRDefault="00B5154A" w:rsidP="00B5154A">
      <w:r>
        <w:t>242.7551</w:t>
      </w:r>
      <w:r>
        <w:tab/>
        <w:t>3.038e0</w:t>
      </w:r>
    </w:p>
    <w:p w:rsidR="00B5154A" w:rsidRDefault="00B5154A" w:rsidP="00B5154A">
      <w:r>
        <w:t>242.8196</w:t>
      </w:r>
      <w:r>
        <w:tab/>
        <w:t>6.307e0</w:t>
      </w:r>
    </w:p>
    <w:p w:rsidR="00B5154A" w:rsidRDefault="00B5154A" w:rsidP="00B5154A">
      <w:r>
        <w:t>242.8880</w:t>
      </w:r>
      <w:r>
        <w:tab/>
        <w:t>3.038e0</w:t>
      </w:r>
    </w:p>
    <w:p w:rsidR="00B5154A" w:rsidRDefault="00B5154A" w:rsidP="00B5154A">
      <w:r>
        <w:t>242.9261</w:t>
      </w:r>
      <w:r>
        <w:tab/>
        <w:t>6.481e0</w:t>
      </w:r>
    </w:p>
    <w:p w:rsidR="00B5154A" w:rsidRDefault="00B5154A" w:rsidP="00B5154A">
      <w:r>
        <w:t>242.9569</w:t>
      </w:r>
      <w:r>
        <w:tab/>
        <w:t>2.964e0</w:t>
      </w:r>
    </w:p>
    <w:p w:rsidR="00B5154A" w:rsidRDefault="00B5154A" w:rsidP="00B5154A">
      <w:r>
        <w:t>243.0232</w:t>
      </w:r>
      <w:r>
        <w:tab/>
        <w:t>2.165e1</w:t>
      </w:r>
    </w:p>
    <w:p w:rsidR="00B5154A" w:rsidRDefault="00B5154A" w:rsidP="00B5154A">
      <w:r>
        <w:t>243.1237</w:t>
      </w:r>
      <w:r>
        <w:tab/>
        <w:t>6.218e0</w:t>
      </w:r>
    </w:p>
    <w:p w:rsidR="00B5154A" w:rsidRDefault="00B5154A" w:rsidP="00B5154A">
      <w:r>
        <w:t>243.1508</w:t>
      </w:r>
      <w:r>
        <w:tab/>
        <w:t>6.452e0</w:t>
      </w:r>
    </w:p>
    <w:p w:rsidR="00B5154A" w:rsidRDefault="00B5154A" w:rsidP="00B5154A">
      <w:r>
        <w:t>243.1796</w:t>
      </w:r>
      <w:r>
        <w:tab/>
        <w:t>1.458e0</w:t>
      </w:r>
    </w:p>
    <w:p w:rsidR="00B5154A" w:rsidRDefault="00B5154A" w:rsidP="00B5154A">
      <w:r>
        <w:t>243.2892</w:t>
      </w:r>
      <w:r>
        <w:tab/>
        <w:t>1.559e1</w:t>
      </w:r>
    </w:p>
    <w:p w:rsidR="00B5154A" w:rsidRDefault="00B5154A" w:rsidP="00B5154A">
      <w:r>
        <w:t>243.3650</w:t>
      </w:r>
      <w:r>
        <w:tab/>
        <w:t>3.038e0</w:t>
      </w:r>
    </w:p>
    <w:p w:rsidR="00B5154A" w:rsidRDefault="00B5154A" w:rsidP="00B5154A">
      <w:r>
        <w:lastRenderedPageBreak/>
        <w:t>243.4848</w:t>
      </w:r>
      <w:r>
        <w:tab/>
        <w:t>2.025e0</w:t>
      </w:r>
    </w:p>
    <w:p w:rsidR="00B5154A" w:rsidRDefault="00B5154A" w:rsidP="00B5154A">
      <w:r>
        <w:t>243.5205</w:t>
      </w:r>
      <w:r>
        <w:tab/>
        <w:t>3.157e0</w:t>
      </w:r>
    </w:p>
    <w:p w:rsidR="00B5154A" w:rsidRDefault="00B5154A" w:rsidP="00B5154A">
      <w:r>
        <w:t>243.5581</w:t>
      </w:r>
      <w:r>
        <w:tab/>
        <w:t>3.038e0</w:t>
      </w:r>
    </w:p>
    <w:p w:rsidR="00B5154A" w:rsidRDefault="00B5154A" w:rsidP="00B5154A">
      <w:r>
        <w:t>243.6001</w:t>
      </w:r>
      <w:r>
        <w:tab/>
        <w:t>2.025e0</w:t>
      </w:r>
    </w:p>
    <w:p w:rsidR="00B5154A" w:rsidRDefault="00B5154A" w:rsidP="00B5154A">
      <w:r>
        <w:t>243.6393</w:t>
      </w:r>
      <w:r>
        <w:tab/>
        <w:t>1.013e0</w:t>
      </w:r>
    </w:p>
    <w:p w:rsidR="00B5154A" w:rsidRDefault="00B5154A" w:rsidP="00B5154A">
      <w:r>
        <w:t>243.7003</w:t>
      </w:r>
      <w:r>
        <w:tab/>
        <w:t>2.025e0</w:t>
      </w:r>
    </w:p>
    <w:p w:rsidR="00B5154A" w:rsidRDefault="00B5154A" w:rsidP="00B5154A">
      <w:r>
        <w:t>243.7355</w:t>
      </w:r>
      <w:r>
        <w:tab/>
        <w:t>1.013e0</w:t>
      </w:r>
    </w:p>
    <w:p w:rsidR="00B5154A" w:rsidRDefault="00B5154A" w:rsidP="00B5154A">
      <w:r>
        <w:t>243.7632</w:t>
      </w:r>
      <w:r>
        <w:tab/>
        <w:t>2.025e0</w:t>
      </w:r>
    </w:p>
    <w:p w:rsidR="00B5154A" w:rsidRDefault="00B5154A" w:rsidP="00B5154A">
      <w:r>
        <w:t>243.8078</w:t>
      </w:r>
      <w:r>
        <w:tab/>
        <w:t>2.025e0</w:t>
      </w:r>
    </w:p>
    <w:p w:rsidR="00B5154A" w:rsidRDefault="00B5154A" w:rsidP="00B5154A">
      <w:r>
        <w:t>243.8374</w:t>
      </w:r>
      <w:r>
        <w:tab/>
        <w:t>3.038e0</w:t>
      </w:r>
    </w:p>
    <w:p w:rsidR="00B5154A" w:rsidRDefault="00B5154A" w:rsidP="00B5154A">
      <w:r>
        <w:t>243.8802</w:t>
      </w:r>
      <w:r>
        <w:tab/>
        <w:t>5.063e0</w:t>
      </w:r>
    </w:p>
    <w:p w:rsidR="00B5154A" w:rsidRDefault="00B5154A" w:rsidP="00B5154A">
      <w:r>
        <w:t>243.9485</w:t>
      </w:r>
      <w:r>
        <w:tab/>
        <w:t>5.947e0</w:t>
      </w:r>
    </w:p>
    <w:p w:rsidR="00B5154A" w:rsidRDefault="00B5154A" w:rsidP="00B5154A">
      <w:r>
        <w:t>244.1701</w:t>
      </w:r>
      <w:r>
        <w:tab/>
        <w:t>2.342e0</w:t>
      </w:r>
    </w:p>
    <w:p w:rsidR="00B5154A" w:rsidRDefault="00B5154A" w:rsidP="00B5154A">
      <w:r>
        <w:t>244.1939</w:t>
      </w:r>
      <w:r>
        <w:tab/>
        <w:t>8.075e0</w:t>
      </w:r>
    </w:p>
    <w:p w:rsidR="00B5154A" w:rsidRDefault="00B5154A" w:rsidP="00B5154A">
      <w:r>
        <w:t>244.2586</w:t>
      </w:r>
      <w:r>
        <w:tab/>
        <w:t>1.501e0</w:t>
      </w:r>
    </w:p>
    <w:p w:rsidR="00B5154A" w:rsidRDefault="00B5154A" w:rsidP="00B5154A">
      <w:r>
        <w:t>244.3016</w:t>
      </w:r>
      <w:r>
        <w:tab/>
        <w:t>3.032e0</w:t>
      </w:r>
    </w:p>
    <w:p w:rsidR="00B5154A" w:rsidRDefault="00B5154A" w:rsidP="00B5154A">
      <w:r>
        <w:t>244.3259</w:t>
      </w:r>
      <w:r>
        <w:tab/>
        <w:t>2.567e0</w:t>
      </w:r>
    </w:p>
    <w:p w:rsidR="00B5154A" w:rsidRDefault="00B5154A" w:rsidP="00B5154A">
      <w:r>
        <w:t>244.3713</w:t>
      </w:r>
      <w:r>
        <w:tab/>
        <w:t>2.476e0</w:t>
      </w:r>
    </w:p>
    <w:p w:rsidR="00B5154A" w:rsidRDefault="00B5154A" w:rsidP="00B5154A">
      <w:r>
        <w:t>244.4041</w:t>
      </w:r>
      <w:r>
        <w:tab/>
        <w:t>5.571e0</w:t>
      </w:r>
    </w:p>
    <w:p w:rsidR="00B5154A" w:rsidRDefault="00B5154A" w:rsidP="00B5154A">
      <w:r>
        <w:lastRenderedPageBreak/>
        <w:t>244.4363</w:t>
      </w:r>
      <w:r>
        <w:tab/>
        <w:t>3.038e0</w:t>
      </w:r>
    </w:p>
    <w:p w:rsidR="00B5154A" w:rsidRDefault="00B5154A" w:rsidP="00B5154A">
      <w:r>
        <w:t>244.4738</w:t>
      </w:r>
      <w:r>
        <w:tab/>
        <w:t>4.051e0</w:t>
      </w:r>
    </w:p>
    <w:p w:rsidR="00B5154A" w:rsidRDefault="00B5154A" w:rsidP="00B5154A">
      <w:r>
        <w:t>244.5455</w:t>
      </w:r>
      <w:r>
        <w:tab/>
        <w:t>4.051e0</w:t>
      </w:r>
    </w:p>
    <w:p w:rsidR="00B5154A" w:rsidRDefault="00B5154A" w:rsidP="00B5154A">
      <w:r>
        <w:t>244.5906</w:t>
      </w:r>
      <w:r>
        <w:tab/>
        <w:t>2.025e0</w:t>
      </w:r>
    </w:p>
    <w:p w:rsidR="00B5154A" w:rsidRDefault="00B5154A" w:rsidP="00B5154A">
      <w:r>
        <w:t>244.6577</w:t>
      </w:r>
      <w:r>
        <w:tab/>
        <w:t>4.051e0</w:t>
      </w:r>
    </w:p>
    <w:p w:rsidR="00B5154A" w:rsidRDefault="00B5154A" w:rsidP="00B5154A">
      <w:r>
        <w:t>244.7112</w:t>
      </w:r>
      <w:r>
        <w:tab/>
        <w:t>4.051e0</w:t>
      </w:r>
    </w:p>
    <w:p w:rsidR="00B5154A" w:rsidRDefault="00B5154A" w:rsidP="00B5154A">
      <w:r>
        <w:t>244.7492</w:t>
      </w:r>
      <w:r>
        <w:tab/>
        <w:t>2.025e0</w:t>
      </w:r>
    </w:p>
    <w:p w:rsidR="00B5154A" w:rsidRDefault="00B5154A" w:rsidP="00B5154A">
      <w:r>
        <w:t>244.8143</w:t>
      </w:r>
      <w:r>
        <w:tab/>
        <w:t>2.058e0</w:t>
      </w:r>
    </w:p>
    <w:p w:rsidR="00B5154A" w:rsidRDefault="00B5154A" w:rsidP="00B5154A">
      <w:r>
        <w:t>244.8551</w:t>
      </w:r>
      <w:r>
        <w:tab/>
        <w:t>4.051e0</w:t>
      </w:r>
    </w:p>
    <w:p w:rsidR="00B5154A" w:rsidRDefault="00B5154A" w:rsidP="00B5154A">
      <w:r>
        <w:t>244.8811</w:t>
      </w:r>
      <w:r>
        <w:tab/>
        <w:t>3.038e0</w:t>
      </w:r>
    </w:p>
    <w:p w:rsidR="00B5154A" w:rsidRDefault="00B5154A" w:rsidP="00B5154A">
      <w:r>
        <w:t>244.9518</w:t>
      </w:r>
      <w:r>
        <w:tab/>
        <w:t>1.013e0</w:t>
      </w:r>
    </w:p>
    <w:p w:rsidR="00B5154A" w:rsidRDefault="00B5154A" w:rsidP="00B5154A">
      <w:r>
        <w:t>245.0272</w:t>
      </w:r>
      <w:r>
        <w:tab/>
        <w:t>6.966e1</w:t>
      </w:r>
    </w:p>
    <w:p w:rsidR="00B5154A" w:rsidRDefault="00B5154A" w:rsidP="00B5154A">
      <w:r>
        <w:t>245.1284</w:t>
      </w:r>
      <w:r>
        <w:tab/>
        <w:t>7.659e0</w:t>
      </w:r>
    </w:p>
    <w:p w:rsidR="00B5154A" w:rsidRDefault="00B5154A" w:rsidP="00B5154A">
      <w:r>
        <w:t>245.1520</w:t>
      </w:r>
      <w:r>
        <w:tab/>
        <w:t>3.015e0</w:t>
      </w:r>
    </w:p>
    <w:p w:rsidR="00B5154A" w:rsidRDefault="00B5154A" w:rsidP="00B5154A">
      <w:r>
        <w:t>245.2001</w:t>
      </w:r>
      <w:r>
        <w:tab/>
        <w:t>3.143e0</w:t>
      </w:r>
    </w:p>
    <w:p w:rsidR="00B5154A" w:rsidRDefault="00B5154A" w:rsidP="00B5154A">
      <w:r>
        <w:t>245.2263</w:t>
      </w:r>
      <w:r>
        <w:tab/>
        <w:t>2.402e0</w:t>
      </w:r>
    </w:p>
    <w:p w:rsidR="00B5154A" w:rsidRDefault="00B5154A" w:rsidP="00B5154A">
      <w:r>
        <w:t>245.3068</w:t>
      </w:r>
      <w:r>
        <w:tab/>
        <w:t>5.980e0</w:t>
      </w:r>
    </w:p>
    <w:p w:rsidR="00B5154A" w:rsidRDefault="00B5154A" w:rsidP="00B5154A">
      <w:r>
        <w:t>245.3661</w:t>
      </w:r>
      <w:r>
        <w:tab/>
        <w:t>3.038e0</w:t>
      </w:r>
    </w:p>
    <w:p w:rsidR="00B5154A" w:rsidRDefault="00B5154A" w:rsidP="00B5154A">
      <w:r>
        <w:t>245.4543</w:t>
      </w:r>
      <w:r>
        <w:tab/>
        <w:t>1.013e0</w:t>
      </w:r>
    </w:p>
    <w:p w:rsidR="00B5154A" w:rsidRDefault="00B5154A" w:rsidP="00B5154A">
      <w:r>
        <w:lastRenderedPageBreak/>
        <w:t>245.4917</w:t>
      </w:r>
      <w:r>
        <w:tab/>
        <w:t>1.013e0</w:t>
      </w:r>
    </w:p>
    <w:p w:rsidR="00B5154A" w:rsidRDefault="00B5154A" w:rsidP="00B5154A">
      <w:r>
        <w:t>245.5499</w:t>
      </w:r>
      <w:r>
        <w:tab/>
        <w:t>5.063e0</w:t>
      </w:r>
    </w:p>
    <w:p w:rsidR="00B5154A" w:rsidRDefault="00B5154A" w:rsidP="00B5154A">
      <w:r>
        <w:t>245.5843</w:t>
      </w:r>
      <w:r>
        <w:tab/>
        <w:t>1.013e0</w:t>
      </w:r>
    </w:p>
    <w:p w:rsidR="00B5154A" w:rsidRDefault="00B5154A" w:rsidP="00B5154A">
      <w:r>
        <w:t>245.6447</w:t>
      </w:r>
      <w:r>
        <w:tab/>
        <w:t>2.025e0</w:t>
      </w:r>
    </w:p>
    <w:p w:rsidR="00B5154A" w:rsidRDefault="00B5154A" w:rsidP="00B5154A">
      <w:r>
        <w:t>245.7220</w:t>
      </w:r>
      <w:r>
        <w:tab/>
        <w:t>1.013e0</w:t>
      </w:r>
    </w:p>
    <w:p w:rsidR="00B5154A" w:rsidRDefault="00B5154A" w:rsidP="00B5154A">
      <w:r>
        <w:t>245.7419</w:t>
      </w:r>
      <w:r>
        <w:tab/>
        <w:t>1.013e0</w:t>
      </w:r>
    </w:p>
    <w:p w:rsidR="00B5154A" w:rsidRDefault="00B5154A" w:rsidP="00B5154A">
      <w:r>
        <w:t>245.7750</w:t>
      </w:r>
      <w:r>
        <w:tab/>
        <w:t>1.013e0</w:t>
      </w:r>
    </w:p>
    <w:p w:rsidR="00B5154A" w:rsidRDefault="00B5154A" w:rsidP="00B5154A">
      <w:r>
        <w:t>245.8051</w:t>
      </w:r>
      <w:r>
        <w:tab/>
        <w:t>2.722e0</w:t>
      </w:r>
    </w:p>
    <w:p w:rsidR="00B5154A" w:rsidRDefault="00B5154A" w:rsidP="00B5154A">
      <w:r>
        <w:t>245.8439</w:t>
      </w:r>
      <w:r>
        <w:tab/>
        <w:t>4.669e0</w:t>
      </w:r>
    </w:p>
    <w:p w:rsidR="00B5154A" w:rsidRDefault="00B5154A" w:rsidP="00B5154A">
      <w:r>
        <w:t>245.9149</w:t>
      </w:r>
      <w:r>
        <w:tab/>
        <w:t>4.051e0</w:t>
      </w:r>
    </w:p>
    <w:p w:rsidR="00B5154A" w:rsidRDefault="00B5154A" w:rsidP="00B5154A">
      <w:r>
        <w:t>246.0193</w:t>
      </w:r>
      <w:r>
        <w:tab/>
        <w:t>1.021e1</w:t>
      </w:r>
    </w:p>
    <w:p w:rsidR="00B5154A" w:rsidRDefault="00B5154A" w:rsidP="00B5154A">
      <w:r>
        <w:t>246.0782</w:t>
      </w:r>
      <w:r>
        <w:tab/>
        <w:t>2.679e0</w:t>
      </w:r>
    </w:p>
    <w:p w:rsidR="00B5154A" w:rsidRDefault="00B5154A" w:rsidP="00B5154A">
      <w:r>
        <w:t>246.2472</w:t>
      </w:r>
      <w:r>
        <w:tab/>
        <w:t>2.307e0</w:t>
      </w:r>
    </w:p>
    <w:p w:rsidR="00B5154A" w:rsidRDefault="00B5154A" w:rsidP="00B5154A">
      <w:r>
        <w:t>246.3322</w:t>
      </w:r>
      <w:r>
        <w:tab/>
        <w:t>4.051e0</w:t>
      </w:r>
    </w:p>
    <w:p w:rsidR="00B5154A" w:rsidRDefault="00B5154A" w:rsidP="00B5154A">
      <w:r>
        <w:t>246.3950</w:t>
      </w:r>
      <w:r>
        <w:tab/>
        <w:t>4.051e0</w:t>
      </w:r>
    </w:p>
    <w:p w:rsidR="00B5154A" w:rsidRDefault="00B5154A" w:rsidP="00B5154A">
      <w:r>
        <w:t>246.4260</w:t>
      </w:r>
      <w:r>
        <w:tab/>
        <w:t>2.025e0</w:t>
      </w:r>
    </w:p>
    <w:p w:rsidR="00B5154A" w:rsidRDefault="00B5154A" w:rsidP="00B5154A">
      <w:r>
        <w:t>246.4523</w:t>
      </w:r>
      <w:r>
        <w:tab/>
        <w:t>2.025e0</w:t>
      </w:r>
    </w:p>
    <w:p w:rsidR="00B5154A" w:rsidRDefault="00B5154A" w:rsidP="00B5154A">
      <w:r>
        <w:t>246.4930</w:t>
      </w:r>
      <w:r>
        <w:tab/>
        <w:t>1.104e0</w:t>
      </w:r>
    </w:p>
    <w:p w:rsidR="00B5154A" w:rsidRDefault="00B5154A" w:rsidP="00B5154A">
      <w:r>
        <w:t>246.5265</w:t>
      </w:r>
      <w:r>
        <w:tab/>
        <w:t>2.025e0</w:t>
      </w:r>
    </w:p>
    <w:p w:rsidR="00B5154A" w:rsidRDefault="00B5154A" w:rsidP="00B5154A">
      <w:r>
        <w:lastRenderedPageBreak/>
        <w:t>246.5687</w:t>
      </w:r>
      <w:r>
        <w:tab/>
        <w:t>5.063e0</w:t>
      </w:r>
    </w:p>
    <w:p w:rsidR="00B5154A" w:rsidRDefault="00B5154A" w:rsidP="00B5154A">
      <w:r>
        <w:t>246.6367</w:t>
      </w:r>
      <w:r>
        <w:tab/>
        <w:t>3.038e0</w:t>
      </w:r>
    </w:p>
    <w:p w:rsidR="00B5154A" w:rsidRDefault="00B5154A" w:rsidP="00B5154A">
      <w:r>
        <w:t>246.6598</w:t>
      </w:r>
      <w:r>
        <w:tab/>
        <w:t>1.213e0</w:t>
      </w:r>
    </w:p>
    <w:p w:rsidR="00B5154A" w:rsidRDefault="00B5154A" w:rsidP="00B5154A">
      <w:r>
        <w:t>246.7054</w:t>
      </w:r>
      <w:r>
        <w:tab/>
        <w:t>2.025e0</w:t>
      </w:r>
    </w:p>
    <w:p w:rsidR="00B5154A" w:rsidRDefault="00B5154A" w:rsidP="00B5154A">
      <w:r>
        <w:t>246.7482</w:t>
      </w:r>
      <w:r>
        <w:tab/>
        <w:t>3.038e0</w:t>
      </w:r>
    </w:p>
    <w:p w:rsidR="00B5154A" w:rsidRDefault="00B5154A" w:rsidP="00B5154A">
      <w:r>
        <w:t>246.8049</w:t>
      </w:r>
      <w:r>
        <w:tab/>
        <w:t>3.752e0</w:t>
      </w:r>
    </w:p>
    <w:p w:rsidR="00B5154A" w:rsidRDefault="00B5154A" w:rsidP="00B5154A">
      <w:r>
        <w:t>246.8433</w:t>
      </w:r>
      <w:r>
        <w:tab/>
        <w:t>3.038e0</w:t>
      </w:r>
    </w:p>
    <w:p w:rsidR="00B5154A" w:rsidRDefault="00B5154A" w:rsidP="00B5154A">
      <w:r>
        <w:t>246.9103</w:t>
      </w:r>
      <w:r>
        <w:tab/>
        <w:t>1.013e0</w:t>
      </w:r>
    </w:p>
    <w:p w:rsidR="00B5154A" w:rsidRDefault="00B5154A" w:rsidP="00B5154A">
      <w:r>
        <w:t>246.9654</w:t>
      </w:r>
      <w:r>
        <w:tab/>
        <w:t>1.501e0</w:t>
      </w:r>
    </w:p>
    <w:p w:rsidR="00B5154A" w:rsidRDefault="00B5154A" w:rsidP="00B5154A">
      <w:r>
        <w:t>247.0299</w:t>
      </w:r>
      <w:r>
        <w:tab/>
        <w:t>1.761e0</w:t>
      </w:r>
    </w:p>
    <w:p w:rsidR="00B5154A" w:rsidRDefault="00B5154A" w:rsidP="00B5154A">
      <w:r>
        <w:t>247.0893</w:t>
      </w:r>
      <w:r>
        <w:tab/>
        <w:t>5.229e0</w:t>
      </w:r>
    </w:p>
    <w:p w:rsidR="00B5154A" w:rsidRDefault="00B5154A" w:rsidP="00B5154A">
      <w:r>
        <w:t>247.2201</w:t>
      </w:r>
      <w:r>
        <w:tab/>
        <w:t>2.469e0</w:t>
      </w:r>
    </w:p>
    <w:p w:rsidR="00B5154A" w:rsidRDefault="00B5154A" w:rsidP="00B5154A">
      <w:r>
        <w:t>247.2905</w:t>
      </w:r>
      <w:r>
        <w:tab/>
        <w:t>1.013e0</w:t>
      </w:r>
    </w:p>
    <w:p w:rsidR="00B5154A" w:rsidRDefault="00B5154A" w:rsidP="00B5154A">
      <w:r>
        <w:t>247.3205</w:t>
      </w:r>
      <w:r>
        <w:tab/>
        <w:t>2.025e0</w:t>
      </w:r>
    </w:p>
    <w:p w:rsidR="00B5154A" w:rsidRDefault="00B5154A" w:rsidP="00B5154A">
      <w:r>
        <w:t>247.3671</w:t>
      </w:r>
      <w:r>
        <w:tab/>
        <w:t>2.025e0</w:t>
      </w:r>
    </w:p>
    <w:p w:rsidR="00B5154A" w:rsidRDefault="00B5154A" w:rsidP="00B5154A">
      <w:r>
        <w:t>247.3983</w:t>
      </w:r>
      <w:r>
        <w:tab/>
        <w:t>2.025e0</w:t>
      </w:r>
    </w:p>
    <w:p w:rsidR="00B5154A" w:rsidRDefault="00B5154A" w:rsidP="00B5154A">
      <w:r>
        <w:t>247.4443</w:t>
      </w:r>
      <w:r>
        <w:tab/>
        <w:t>1.201e0</w:t>
      </w:r>
    </w:p>
    <w:p w:rsidR="00B5154A" w:rsidRDefault="00B5154A" w:rsidP="00B5154A">
      <w:r>
        <w:t>247.4863</w:t>
      </w:r>
      <w:r>
        <w:tab/>
        <w:t>4.051e0</w:t>
      </w:r>
    </w:p>
    <w:p w:rsidR="00B5154A" w:rsidRDefault="00B5154A" w:rsidP="00B5154A">
      <w:r>
        <w:t>247.5525</w:t>
      </w:r>
      <w:r>
        <w:tab/>
        <w:t>2.025e0</w:t>
      </w:r>
    </w:p>
    <w:p w:rsidR="00B5154A" w:rsidRDefault="00B5154A" w:rsidP="00B5154A">
      <w:r>
        <w:lastRenderedPageBreak/>
        <w:t>247.6021</w:t>
      </w:r>
      <w:r>
        <w:tab/>
        <w:t>5.063e0</w:t>
      </w:r>
    </w:p>
    <w:p w:rsidR="00B5154A" w:rsidRDefault="00B5154A" w:rsidP="00B5154A">
      <w:r>
        <w:t>247.6974</w:t>
      </w:r>
      <w:r>
        <w:tab/>
        <w:t>2.025e0</w:t>
      </w:r>
    </w:p>
    <w:p w:rsidR="00B5154A" w:rsidRDefault="00B5154A" w:rsidP="00B5154A">
      <w:r>
        <w:t>247.7311</w:t>
      </w:r>
      <w:r>
        <w:tab/>
        <w:t>5.063e0</w:t>
      </w:r>
    </w:p>
    <w:p w:rsidR="00B5154A" w:rsidRDefault="00B5154A" w:rsidP="00B5154A">
      <w:r>
        <w:t>247.7996</w:t>
      </w:r>
      <w:r>
        <w:tab/>
        <w:t>2.025e0</w:t>
      </w:r>
    </w:p>
    <w:p w:rsidR="00B5154A" w:rsidRDefault="00B5154A" w:rsidP="00B5154A">
      <w:r>
        <w:t>247.8897</w:t>
      </w:r>
      <w:r>
        <w:tab/>
        <w:t>3.038e0</w:t>
      </w:r>
    </w:p>
    <w:p w:rsidR="00B5154A" w:rsidRDefault="00B5154A" w:rsidP="00B5154A">
      <w:r>
        <w:t>247.9608</w:t>
      </w:r>
      <w:r>
        <w:tab/>
        <w:t>4.034e0</w:t>
      </w:r>
    </w:p>
    <w:p w:rsidR="00B5154A" w:rsidRDefault="00B5154A" w:rsidP="00B5154A">
      <w:r>
        <w:t>247.9947</w:t>
      </w:r>
      <w:r>
        <w:tab/>
        <w:t>1.519e0</w:t>
      </w:r>
    </w:p>
    <w:p w:rsidR="00B5154A" w:rsidRDefault="00B5154A" w:rsidP="00B5154A">
      <w:r>
        <w:t>248.0556</w:t>
      </w:r>
      <w:r>
        <w:tab/>
        <w:t>3.348e0</w:t>
      </w:r>
    </w:p>
    <w:p w:rsidR="00B5154A" w:rsidRDefault="00B5154A" w:rsidP="00B5154A">
      <w:r>
        <w:t>248.0879</w:t>
      </w:r>
      <w:r>
        <w:tab/>
        <w:t>5.494e0</w:t>
      </w:r>
    </w:p>
    <w:p w:rsidR="00B5154A" w:rsidRDefault="00B5154A" w:rsidP="00B5154A">
      <w:r>
        <w:t>248.1423</w:t>
      </w:r>
      <w:r>
        <w:tab/>
        <w:t>3.393e0</w:t>
      </w:r>
    </w:p>
    <w:p w:rsidR="00B5154A" w:rsidRDefault="00B5154A" w:rsidP="00B5154A">
      <w:r>
        <w:t>248.1910</w:t>
      </w:r>
      <w:r>
        <w:tab/>
        <w:t>6.573e1</w:t>
      </w:r>
    </w:p>
    <w:p w:rsidR="00B5154A" w:rsidRDefault="00B5154A" w:rsidP="00B5154A">
      <w:r>
        <w:t>248.2354</w:t>
      </w:r>
      <w:r>
        <w:tab/>
        <w:t>4.707e0</w:t>
      </w:r>
    </w:p>
    <w:p w:rsidR="00B5154A" w:rsidRDefault="00B5154A" w:rsidP="00B5154A">
      <w:r>
        <w:t>248.2850</w:t>
      </w:r>
      <w:r>
        <w:tab/>
        <w:t>2.025e0</w:t>
      </w:r>
    </w:p>
    <w:p w:rsidR="00B5154A" w:rsidRDefault="00B5154A" w:rsidP="00B5154A">
      <w:r>
        <w:t>248.3078</w:t>
      </w:r>
      <w:r>
        <w:tab/>
        <w:t>2.025e0</w:t>
      </w:r>
    </w:p>
    <w:p w:rsidR="00B5154A" w:rsidRDefault="00B5154A" w:rsidP="00B5154A">
      <w:r>
        <w:t>248.3551</w:t>
      </w:r>
      <w:r>
        <w:tab/>
        <w:t>2.622e0</w:t>
      </w:r>
    </w:p>
    <w:p w:rsidR="00B5154A" w:rsidRDefault="00B5154A" w:rsidP="00B5154A">
      <w:r>
        <w:t>248.3859</w:t>
      </w:r>
      <w:r>
        <w:tab/>
        <w:t>1.013e0</w:t>
      </w:r>
    </w:p>
    <w:p w:rsidR="00B5154A" w:rsidRDefault="00B5154A" w:rsidP="00B5154A">
      <w:r>
        <w:t>248.4685</w:t>
      </w:r>
      <w:r>
        <w:tab/>
        <w:t>3.038e0</w:t>
      </w:r>
    </w:p>
    <w:p w:rsidR="00B5154A" w:rsidRDefault="00B5154A" w:rsidP="00B5154A">
      <w:r>
        <w:t>248.5217</w:t>
      </w:r>
      <w:r>
        <w:tab/>
        <w:t>2.025e0</w:t>
      </w:r>
    </w:p>
    <w:p w:rsidR="00B5154A" w:rsidRDefault="00B5154A" w:rsidP="00B5154A">
      <w:r>
        <w:t>248.5624</w:t>
      </w:r>
      <w:r>
        <w:tab/>
        <w:t>1.013e0</w:t>
      </w:r>
    </w:p>
    <w:p w:rsidR="00B5154A" w:rsidRDefault="00B5154A" w:rsidP="00B5154A">
      <w:r>
        <w:lastRenderedPageBreak/>
        <w:t>248.5950</w:t>
      </w:r>
      <w:r>
        <w:tab/>
        <w:t>4.051e0</w:t>
      </w:r>
    </w:p>
    <w:p w:rsidR="00B5154A" w:rsidRDefault="00B5154A" w:rsidP="00B5154A">
      <w:r>
        <w:t>248.6591</w:t>
      </w:r>
      <w:r>
        <w:tab/>
        <w:t>3.517e0</w:t>
      </w:r>
    </w:p>
    <w:p w:rsidR="00B5154A" w:rsidRDefault="00B5154A" w:rsidP="00B5154A">
      <w:r>
        <w:t>248.6931</w:t>
      </w:r>
      <w:r>
        <w:tab/>
        <w:t>3.038e0</w:t>
      </w:r>
    </w:p>
    <w:p w:rsidR="00B5154A" w:rsidRDefault="00B5154A" w:rsidP="00B5154A">
      <w:r>
        <w:t>248.7309</w:t>
      </w:r>
      <w:r>
        <w:tab/>
        <w:t>3.038e0</w:t>
      </w:r>
    </w:p>
    <w:p w:rsidR="00B5154A" w:rsidRDefault="00B5154A" w:rsidP="00B5154A">
      <w:r>
        <w:t>248.7733</w:t>
      </w:r>
      <w:r>
        <w:tab/>
        <w:t>4.917e0</w:t>
      </w:r>
    </w:p>
    <w:p w:rsidR="00B5154A" w:rsidRDefault="00B5154A" w:rsidP="00B5154A">
      <w:r>
        <w:t>248.8297</w:t>
      </w:r>
      <w:r>
        <w:tab/>
        <w:t>1.013e0</w:t>
      </w:r>
    </w:p>
    <w:p w:rsidR="00B5154A" w:rsidRDefault="00B5154A" w:rsidP="00B5154A">
      <w:r>
        <w:t>248.8679</w:t>
      </w:r>
      <w:r>
        <w:tab/>
        <w:t>1.013e0</w:t>
      </w:r>
    </w:p>
    <w:p w:rsidR="00B5154A" w:rsidRDefault="00B5154A" w:rsidP="00B5154A">
      <w:r>
        <w:t>248.9176</w:t>
      </w:r>
      <w:r>
        <w:tab/>
        <w:t>3.006e0</w:t>
      </w:r>
    </w:p>
    <w:p w:rsidR="00B5154A" w:rsidRDefault="00B5154A" w:rsidP="00B5154A">
      <w:r>
        <w:t>248.9411</w:t>
      </w:r>
      <w:r>
        <w:tab/>
        <w:t>2.034e0</w:t>
      </w:r>
    </w:p>
    <w:p w:rsidR="00B5154A" w:rsidRDefault="00B5154A" w:rsidP="00B5154A">
      <w:r>
        <w:t>248.9702</w:t>
      </w:r>
      <w:r>
        <w:tab/>
        <w:t>1.454e0</w:t>
      </w:r>
    </w:p>
    <w:p w:rsidR="00B5154A" w:rsidRDefault="00B5154A" w:rsidP="00B5154A">
      <w:r>
        <w:t>249.0671</w:t>
      </w:r>
      <w:r>
        <w:tab/>
        <w:t>3.239e1</w:t>
      </w:r>
    </w:p>
    <w:p w:rsidR="00B5154A" w:rsidRDefault="00B5154A" w:rsidP="00B5154A">
      <w:r>
        <w:t>249.1966</w:t>
      </w:r>
      <w:r>
        <w:tab/>
        <w:t>8.356e0</w:t>
      </w:r>
    </w:p>
    <w:p w:rsidR="00B5154A" w:rsidRDefault="00B5154A" w:rsidP="00B5154A">
      <w:r>
        <w:t>249.2285</w:t>
      </w:r>
      <w:r>
        <w:tab/>
        <w:t>4.363e0</w:t>
      </w:r>
    </w:p>
    <w:p w:rsidR="00B5154A" w:rsidRDefault="00B5154A" w:rsidP="00B5154A">
      <w:r>
        <w:t>249.3013</w:t>
      </w:r>
      <w:r>
        <w:tab/>
        <w:t>3.038e0</w:t>
      </w:r>
    </w:p>
    <w:p w:rsidR="00B5154A" w:rsidRDefault="00B5154A" w:rsidP="00B5154A">
      <w:r>
        <w:t>249.3409</w:t>
      </w:r>
      <w:r>
        <w:tab/>
        <w:t>3.038e0</w:t>
      </w:r>
    </w:p>
    <w:p w:rsidR="00B5154A" w:rsidRDefault="00B5154A" w:rsidP="00B5154A">
      <w:r>
        <w:t>249.3964</w:t>
      </w:r>
      <w:r>
        <w:tab/>
        <w:t>2.025e0</w:t>
      </w:r>
    </w:p>
    <w:p w:rsidR="00B5154A" w:rsidRDefault="00B5154A" w:rsidP="00B5154A">
      <w:r>
        <w:t>249.4509</w:t>
      </w:r>
      <w:r>
        <w:tab/>
        <w:t>1.013e0</w:t>
      </w:r>
    </w:p>
    <w:p w:rsidR="00B5154A" w:rsidRDefault="00B5154A" w:rsidP="00B5154A">
      <w:r>
        <w:t>249.4705</w:t>
      </w:r>
      <w:r>
        <w:tab/>
        <w:t>1.013e0</w:t>
      </w:r>
    </w:p>
    <w:p w:rsidR="00B5154A" w:rsidRDefault="00B5154A" w:rsidP="00B5154A">
      <w:r>
        <w:t>249.5124</w:t>
      </w:r>
      <w:r>
        <w:tab/>
        <w:t>2.025e0</w:t>
      </w:r>
    </w:p>
    <w:p w:rsidR="00B5154A" w:rsidRDefault="00B5154A" w:rsidP="00B5154A">
      <w:r>
        <w:lastRenderedPageBreak/>
        <w:t>249.5476</w:t>
      </w:r>
      <w:r>
        <w:tab/>
        <w:t>3.038e0</w:t>
      </w:r>
    </w:p>
    <w:p w:rsidR="00B5154A" w:rsidRDefault="00B5154A" w:rsidP="00B5154A">
      <w:r>
        <w:t>249.6180</w:t>
      </w:r>
      <w:r>
        <w:tab/>
        <w:t>4.051e0</w:t>
      </w:r>
    </w:p>
    <w:p w:rsidR="00B5154A" w:rsidRDefault="00B5154A" w:rsidP="00B5154A">
      <w:r>
        <w:t>249.6759</w:t>
      </w:r>
      <w:r>
        <w:tab/>
        <w:t>6.076e0</w:t>
      </w:r>
    </w:p>
    <w:p w:rsidR="00B5154A" w:rsidRDefault="00B5154A" w:rsidP="00B5154A">
      <w:r>
        <w:t>249.7724</w:t>
      </w:r>
      <w:r>
        <w:tab/>
        <w:t>1.013e0</w:t>
      </w:r>
    </w:p>
    <w:p w:rsidR="00B5154A" w:rsidRDefault="00B5154A" w:rsidP="00B5154A">
      <w:r>
        <w:t>249.8945</w:t>
      </w:r>
      <w:r>
        <w:tab/>
        <w:t>2.025e0</w:t>
      </w:r>
    </w:p>
    <w:p w:rsidR="00B5154A" w:rsidRDefault="00B5154A" w:rsidP="00B5154A">
      <w:r>
        <w:t>249.9743</w:t>
      </w:r>
      <w:r>
        <w:tab/>
        <w:t>4.090e0</w:t>
      </w:r>
    </w:p>
    <w:p w:rsidR="00B5154A" w:rsidRDefault="00B5154A" w:rsidP="00B5154A">
      <w:r>
        <w:t>249.9985</w:t>
      </w:r>
      <w:r>
        <w:tab/>
        <w:t>6.858e0</w:t>
      </w:r>
    </w:p>
    <w:p w:rsidR="00B5154A" w:rsidRDefault="00B5154A" w:rsidP="00B5154A">
      <w:r>
        <w:t>250.0788</w:t>
      </w:r>
      <w:r>
        <w:tab/>
        <w:t>1.602e1</w:t>
      </w:r>
    </w:p>
    <w:p w:rsidR="00B5154A" w:rsidRDefault="00B5154A" w:rsidP="00B5154A">
      <w:r>
        <w:t>250.1534</w:t>
      </w:r>
      <w:r>
        <w:tab/>
        <w:t>3.954e0</w:t>
      </w:r>
    </w:p>
    <w:p w:rsidR="00B5154A" w:rsidRDefault="00B5154A" w:rsidP="00B5154A">
      <w:r>
        <w:t>250.2056</w:t>
      </w:r>
      <w:r>
        <w:tab/>
        <w:t>1.397e2</w:t>
      </w:r>
    </w:p>
    <w:p w:rsidR="00B5154A" w:rsidRDefault="00B5154A" w:rsidP="00B5154A">
      <w:r>
        <w:t>250.2690</w:t>
      </w:r>
      <w:r>
        <w:tab/>
        <w:t>3.779e0</w:t>
      </w:r>
    </w:p>
    <w:p w:rsidR="00B5154A" w:rsidRDefault="00B5154A" w:rsidP="00B5154A">
      <w:r>
        <w:t>250.3427</w:t>
      </w:r>
      <w:r>
        <w:tab/>
        <w:t>5.059e0</w:t>
      </w:r>
    </w:p>
    <w:p w:rsidR="00B5154A" w:rsidRDefault="00B5154A" w:rsidP="00B5154A">
      <w:r>
        <w:t>250.3740</w:t>
      </w:r>
      <w:r>
        <w:tab/>
        <w:t>4.051e0</w:t>
      </w:r>
    </w:p>
    <w:p w:rsidR="00B5154A" w:rsidRDefault="00B5154A" w:rsidP="00B5154A">
      <w:r>
        <w:t>250.4056</w:t>
      </w:r>
      <w:r>
        <w:tab/>
        <w:t>2.025e0</w:t>
      </w:r>
    </w:p>
    <w:p w:rsidR="00B5154A" w:rsidRDefault="00B5154A" w:rsidP="00B5154A">
      <w:r>
        <w:t>250.4622</w:t>
      </w:r>
      <w:r>
        <w:tab/>
        <w:t>2.025e0</w:t>
      </w:r>
    </w:p>
    <w:p w:rsidR="00B5154A" w:rsidRDefault="00B5154A" w:rsidP="00B5154A">
      <w:r>
        <w:t>250.5305</w:t>
      </w:r>
      <w:r>
        <w:tab/>
        <w:t>1.013e0</w:t>
      </w:r>
    </w:p>
    <w:p w:rsidR="00B5154A" w:rsidRDefault="00B5154A" w:rsidP="00B5154A">
      <w:r>
        <w:t>250.5867</w:t>
      </w:r>
      <w:r>
        <w:tab/>
        <w:t>5.063e0</w:t>
      </w:r>
    </w:p>
    <w:p w:rsidR="00B5154A" w:rsidRDefault="00B5154A" w:rsidP="00B5154A">
      <w:r>
        <w:t>250.6431</w:t>
      </w:r>
      <w:r>
        <w:tab/>
        <w:t>1.013e0</w:t>
      </w:r>
    </w:p>
    <w:p w:rsidR="00B5154A" w:rsidRDefault="00B5154A" w:rsidP="00B5154A">
      <w:r>
        <w:t>250.6945</w:t>
      </w:r>
      <w:r>
        <w:tab/>
        <w:t>6.787e0</w:t>
      </w:r>
    </w:p>
    <w:p w:rsidR="00B5154A" w:rsidRDefault="00B5154A" w:rsidP="00B5154A">
      <w:r>
        <w:lastRenderedPageBreak/>
        <w:t>250.7359</w:t>
      </w:r>
      <w:r>
        <w:tab/>
        <w:t>3.038e0</w:t>
      </w:r>
    </w:p>
    <w:p w:rsidR="00B5154A" w:rsidRDefault="00B5154A" w:rsidP="00B5154A">
      <w:r>
        <w:t>250.7624</w:t>
      </w:r>
      <w:r>
        <w:tab/>
        <w:t>2.025e0</w:t>
      </w:r>
    </w:p>
    <w:p w:rsidR="00B5154A" w:rsidRDefault="00B5154A" w:rsidP="00B5154A">
      <w:r>
        <w:t>250.8087</w:t>
      </w:r>
      <w:r>
        <w:tab/>
        <w:t>3.038e0</w:t>
      </w:r>
    </w:p>
    <w:p w:rsidR="00B5154A" w:rsidRDefault="00B5154A" w:rsidP="00B5154A">
      <w:r>
        <w:t>250.8685</w:t>
      </w:r>
      <w:r>
        <w:tab/>
        <w:t>4.051e0</w:t>
      </w:r>
    </w:p>
    <w:p w:rsidR="00B5154A" w:rsidRDefault="00B5154A" w:rsidP="00B5154A">
      <w:r>
        <w:t>250.9716</w:t>
      </w:r>
      <w:r>
        <w:tab/>
        <w:t>1.975e1</w:t>
      </w:r>
    </w:p>
    <w:p w:rsidR="00B5154A" w:rsidRDefault="00B5154A" w:rsidP="00B5154A">
      <w:r>
        <w:t>251.0690</w:t>
      </w:r>
      <w:r>
        <w:tab/>
        <w:t>8.407e1</w:t>
      </w:r>
    </w:p>
    <w:p w:rsidR="00B5154A" w:rsidRDefault="00B5154A" w:rsidP="00B5154A">
      <w:r>
        <w:t>251.1262</w:t>
      </w:r>
      <w:r>
        <w:tab/>
        <w:t>8.541e0</w:t>
      </w:r>
    </w:p>
    <w:p w:rsidR="00B5154A" w:rsidRDefault="00B5154A" w:rsidP="00B5154A">
      <w:r>
        <w:t>251.2055</w:t>
      </w:r>
      <w:r>
        <w:tab/>
        <w:t>1.227e1</w:t>
      </w:r>
    </w:p>
    <w:p w:rsidR="00B5154A" w:rsidRDefault="00B5154A" w:rsidP="00B5154A">
      <w:r>
        <w:t>251.2542</w:t>
      </w:r>
      <w:r>
        <w:tab/>
        <w:t>3.848e0</w:t>
      </w:r>
    </w:p>
    <w:p w:rsidR="00B5154A" w:rsidRDefault="00B5154A" w:rsidP="00B5154A">
      <w:r>
        <w:t>251.2861</w:t>
      </w:r>
      <w:r>
        <w:tab/>
        <w:t>5.954e0</w:t>
      </w:r>
    </w:p>
    <w:p w:rsidR="00B5154A" w:rsidRDefault="00B5154A" w:rsidP="00B5154A">
      <w:r>
        <w:t>251.3441</w:t>
      </w:r>
      <w:r>
        <w:tab/>
        <w:t>2.025e0</w:t>
      </w:r>
    </w:p>
    <w:p w:rsidR="00B5154A" w:rsidRDefault="00B5154A" w:rsidP="00B5154A">
      <w:r>
        <w:t>251.3789</w:t>
      </w:r>
      <w:r>
        <w:tab/>
        <w:t>5.063e0</w:t>
      </w:r>
    </w:p>
    <w:p w:rsidR="00B5154A" w:rsidRDefault="00B5154A" w:rsidP="00B5154A">
      <w:r>
        <w:t>251.4393</w:t>
      </w:r>
      <w:r>
        <w:tab/>
        <w:t>1.013e0</w:t>
      </w:r>
    </w:p>
    <w:p w:rsidR="00B5154A" w:rsidRDefault="00B5154A" w:rsidP="00B5154A">
      <w:r>
        <w:t>251.5220</w:t>
      </w:r>
      <w:r>
        <w:tab/>
        <w:t>1.013e0</w:t>
      </w:r>
    </w:p>
    <w:p w:rsidR="00B5154A" w:rsidRDefault="00B5154A" w:rsidP="00B5154A">
      <w:r>
        <w:t>251.5841</w:t>
      </w:r>
      <w:r>
        <w:tab/>
        <w:t>3.038e0</w:t>
      </w:r>
    </w:p>
    <w:p w:rsidR="00B5154A" w:rsidRDefault="00B5154A" w:rsidP="00B5154A">
      <w:r>
        <w:t>251.6123</w:t>
      </w:r>
      <w:r>
        <w:tab/>
        <w:t>3.038e0</w:t>
      </w:r>
    </w:p>
    <w:p w:rsidR="00B5154A" w:rsidRDefault="00B5154A" w:rsidP="00B5154A">
      <w:r>
        <w:t>251.6604</w:t>
      </w:r>
      <w:r>
        <w:tab/>
        <w:t>2.025e0</w:t>
      </w:r>
    </w:p>
    <w:p w:rsidR="00B5154A" w:rsidRDefault="00B5154A" w:rsidP="00B5154A">
      <w:r>
        <w:t>251.7307</w:t>
      </w:r>
      <w:r>
        <w:tab/>
        <w:t>3.038e0</w:t>
      </w:r>
    </w:p>
    <w:p w:rsidR="00B5154A" w:rsidRDefault="00B5154A" w:rsidP="00B5154A">
      <w:r>
        <w:t>251.8831</w:t>
      </w:r>
      <w:r>
        <w:tab/>
        <w:t>2.025e0</w:t>
      </w:r>
    </w:p>
    <w:p w:rsidR="00B5154A" w:rsidRDefault="00B5154A" w:rsidP="00B5154A">
      <w:r>
        <w:lastRenderedPageBreak/>
        <w:t>251.9240</w:t>
      </w:r>
      <w:r>
        <w:tab/>
        <w:t>3.800e0</w:t>
      </w:r>
    </w:p>
    <w:p w:rsidR="00B5154A" w:rsidRDefault="00B5154A" w:rsidP="00B5154A">
      <w:r>
        <w:t>251.9561</w:t>
      </w:r>
      <w:r>
        <w:tab/>
        <w:t>1.608e0</w:t>
      </w:r>
    </w:p>
    <w:p w:rsidR="00B5154A" w:rsidRDefault="00B5154A" w:rsidP="00B5154A">
      <w:r>
        <w:t>252.0078</w:t>
      </w:r>
      <w:r>
        <w:tab/>
        <w:t>4.651e0</w:t>
      </w:r>
    </w:p>
    <w:p w:rsidR="00B5154A" w:rsidRDefault="00B5154A" w:rsidP="00B5154A">
      <w:r>
        <w:t>252.0730</w:t>
      </w:r>
      <w:r>
        <w:tab/>
        <w:t>1.659e0</w:t>
      </w:r>
    </w:p>
    <w:p w:rsidR="00B5154A" w:rsidRDefault="00B5154A" w:rsidP="00B5154A">
      <w:r>
        <w:t>252.2078</w:t>
      </w:r>
      <w:r>
        <w:tab/>
        <w:t>4.164e0</w:t>
      </w:r>
    </w:p>
    <w:p w:rsidR="00B5154A" w:rsidRDefault="00B5154A" w:rsidP="00B5154A">
      <w:r>
        <w:t>252.2369</w:t>
      </w:r>
      <w:r>
        <w:tab/>
        <w:t>4.428e0</w:t>
      </w:r>
    </w:p>
    <w:p w:rsidR="00B5154A" w:rsidRDefault="00B5154A" w:rsidP="00B5154A">
      <w:r>
        <w:t>252.3075</w:t>
      </w:r>
      <w:r>
        <w:tab/>
        <w:t>2.025e0</w:t>
      </w:r>
    </w:p>
    <w:p w:rsidR="00B5154A" w:rsidRDefault="00B5154A" w:rsidP="00B5154A">
      <w:r>
        <w:t>252.3401</w:t>
      </w:r>
      <w:r>
        <w:tab/>
        <w:t>3.038e0</w:t>
      </w:r>
    </w:p>
    <w:p w:rsidR="00B5154A" w:rsidRDefault="00B5154A" w:rsidP="00B5154A">
      <w:r>
        <w:t>252.3788</w:t>
      </w:r>
      <w:r>
        <w:tab/>
        <w:t>1.013e0</w:t>
      </w:r>
    </w:p>
    <w:p w:rsidR="00B5154A" w:rsidRDefault="00B5154A" w:rsidP="00B5154A">
      <w:r>
        <w:t>252.4229</w:t>
      </w:r>
      <w:r>
        <w:tab/>
        <w:t>5.063e0</w:t>
      </w:r>
    </w:p>
    <w:p w:rsidR="00B5154A" w:rsidRDefault="00B5154A" w:rsidP="00B5154A">
      <w:r>
        <w:t>252.5733</w:t>
      </w:r>
      <w:r>
        <w:tab/>
        <w:t>5.063e0</w:t>
      </w:r>
    </w:p>
    <w:p w:rsidR="00B5154A" w:rsidRDefault="00B5154A" w:rsidP="00B5154A">
      <w:r>
        <w:t>252.6408</w:t>
      </w:r>
      <w:r>
        <w:tab/>
        <w:t>2.025e0</w:t>
      </w:r>
    </w:p>
    <w:p w:rsidR="00B5154A" w:rsidRDefault="00B5154A" w:rsidP="00B5154A">
      <w:r>
        <w:t>252.7025</w:t>
      </w:r>
      <w:r>
        <w:tab/>
        <w:t>2.025e0</w:t>
      </w:r>
    </w:p>
    <w:p w:rsidR="00B5154A" w:rsidRDefault="00B5154A" w:rsidP="00B5154A">
      <w:r>
        <w:t>252.7995</w:t>
      </w:r>
      <w:r>
        <w:tab/>
        <w:t>2.025e0</w:t>
      </w:r>
    </w:p>
    <w:p w:rsidR="00B5154A" w:rsidRDefault="00B5154A" w:rsidP="00B5154A">
      <w:r>
        <w:t>252.8325</w:t>
      </w:r>
      <w:r>
        <w:tab/>
        <w:t>3.038e0</w:t>
      </w:r>
    </w:p>
    <w:p w:rsidR="00B5154A" w:rsidRDefault="00B5154A" w:rsidP="00B5154A">
      <w:r>
        <w:t>252.8706</w:t>
      </w:r>
      <w:r>
        <w:tab/>
        <w:t>3.038e0</w:t>
      </w:r>
    </w:p>
    <w:p w:rsidR="00B5154A" w:rsidRDefault="00B5154A" w:rsidP="00B5154A">
      <w:r>
        <w:t>252.9725</w:t>
      </w:r>
      <w:r>
        <w:tab/>
        <w:t>7.316e0</w:t>
      </w:r>
    </w:p>
    <w:p w:rsidR="00B5154A" w:rsidRDefault="00B5154A" w:rsidP="00B5154A">
      <w:r>
        <w:t>253.0018</w:t>
      </w:r>
      <w:r>
        <w:tab/>
        <w:t>8.666e0</w:t>
      </w:r>
    </w:p>
    <w:p w:rsidR="00B5154A" w:rsidRDefault="00B5154A" w:rsidP="00B5154A">
      <w:r>
        <w:t>253.0555</w:t>
      </w:r>
      <w:r>
        <w:tab/>
        <w:t>4.937e0</w:t>
      </w:r>
    </w:p>
    <w:p w:rsidR="00B5154A" w:rsidRDefault="00B5154A" w:rsidP="00B5154A">
      <w:r>
        <w:lastRenderedPageBreak/>
        <w:t>253.0986</w:t>
      </w:r>
      <w:r>
        <w:tab/>
        <w:t>4.716e0</w:t>
      </w:r>
    </w:p>
    <w:p w:rsidR="00B5154A" w:rsidRDefault="00B5154A" w:rsidP="00B5154A">
      <w:r>
        <w:t>253.1432</w:t>
      </w:r>
      <w:r>
        <w:tab/>
        <w:t>7.661e0</w:t>
      </w:r>
    </w:p>
    <w:p w:rsidR="00B5154A" w:rsidRDefault="00B5154A" w:rsidP="00B5154A">
      <w:r>
        <w:t>253.1743</w:t>
      </w:r>
      <w:r>
        <w:tab/>
        <w:t>4.938e0</w:t>
      </w:r>
    </w:p>
    <w:p w:rsidR="00B5154A" w:rsidRDefault="00B5154A" w:rsidP="00B5154A">
      <w:r>
        <w:t>253.2440</w:t>
      </w:r>
      <w:r>
        <w:tab/>
        <w:t>3.038e0</w:t>
      </w:r>
    </w:p>
    <w:p w:rsidR="00B5154A" w:rsidRDefault="00B5154A" w:rsidP="00B5154A">
      <w:r>
        <w:t>253.2780</w:t>
      </w:r>
      <w:r>
        <w:tab/>
        <w:t>6.076e0</w:t>
      </w:r>
    </w:p>
    <w:p w:rsidR="00B5154A" w:rsidRDefault="00B5154A" w:rsidP="00B5154A">
      <w:r>
        <w:t>253.3077</w:t>
      </w:r>
      <w:r>
        <w:tab/>
        <w:t>2.025e0</w:t>
      </w:r>
    </w:p>
    <w:p w:rsidR="00B5154A" w:rsidRDefault="00B5154A" w:rsidP="00B5154A">
      <w:r>
        <w:t>253.3636</w:t>
      </w:r>
      <w:r>
        <w:tab/>
        <w:t>2.025e0</w:t>
      </w:r>
    </w:p>
    <w:p w:rsidR="00B5154A" w:rsidRDefault="00B5154A" w:rsidP="00B5154A">
      <w:r>
        <w:t>253.4322</w:t>
      </w:r>
      <w:r>
        <w:tab/>
        <w:t>4.051e0</w:t>
      </w:r>
    </w:p>
    <w:p w:rsidR="00B5154A" w:rsidRDefault="00B5154A" w:rsidP="00B5154A">
      <w:r>
        <w:t>253.4895</w:t>
      </w:r>
      <w:r>
        <w:tab/>
        <w:t>4.051e0</w:t>
      </w:r>
    </w:p>
    <w:p w:rsidR="00B5154A" w:rsidRDefault="00B5154A" w:rsidP="00B5154A">
      <w:r>
        <w:t>253.5247</w:t>
      </w:r>
      <w:r>
        <w:tab/>
        <w:t>2.025e0</w:t>
      </w:r>
    </w:p>
    <w:p w:rsidR="00B5154A" w:rsidRDefault="00B5154A" w:rsidP="00B5154A">
      <w:r>
        <w:t>253.5561</w:t>
      </w:r>
      <w:r>
        <w:tab/>
        <w:t>2.025e0</w:t>
      </w:r>
    </w:p>
    <w:p w:rsidR="00B5154A" w:rsidRDefault="00B5154A" w:rsidP="00B5154A">
      <w:r>
        <w:t>253.6077</w:t>
      </w:r>
      <w:r>
        <w:tab/>
        <w:t>3.038e0</w:t>
      </w:r>
    </w:p>
    <w:p w:rsidR="00B5154A" w:rsidRDefault="00B5154A" w:rsidP="00B5154A">
      <w:r>
        <w:t>253.6509</w:t>
      </w:r>
      <w:r>
        <w:tab/>
        <w:t>5.063e0</w:t>
      </w:r>
    </w:p>
    <w:p w:rsidR="00B5154A" w:rsidRDefault="00B5154A" w:rsidP="00B5154A">
      <w:r>
        <w:t>253.7133</w:t>
      </w:r>
      <w:r>
        <w:tab/>
        <w:t>3.038e0</w:t>
      </w:r>
    </w:p>
    <w:p w:rsidR="00B5154A" w:rsidRDefault="00B5154A" w:rsidP="00B5154A">
      <w:r>
        <w:t>253.7609</w:t>
      </w:r>
      <w:r>
        <w:tab/>
        <w:t>1.013e0</w:t>
      </w:r>
    </w:p>
    <w:p w:rsidR="00B5154A" w:rsidRDefault="00B5154A" w:rsidP="00B5154A">
      <w:r>
        <w:t>253.7986</w:t>
      </w:r>
      <w:r>
        <w:tab/>
        <w:t>1.013e0</w:t>
      </w:r>
    </w:p>
    <w:p w:rsidR="00B5154A" w:rsidRDefault="00B5154A" w:rsidP="00B5154A">
      <w:r>
        <w:t>253.8305</w:t>
      </w:r>
      <w:r>
        <w:tab/>
        <w:t>1.882e0</w:t>
      </w:r>
    </w:p>
    <w:p w:rsidR="00B5154A" w:rsidRDefault="00B5154A" w:rsidP="00B5154A">
      <w:r>
        <w:t>253.8658</w:t>
      </w:r>
      <w:r>
        <w:tab/>
        <w:t>5.063e0</w:t>
      </w:r>
    </w:p>
    <w:p w:rsidR="00B5154A" w:rsidRDefault="00B5154A" w:rsidP="00B5154A">
      <w:r>
        <w:t>253.9441</w:t>
      </w:r>
      <w:r>
        <w:tab/>
        <w:t>5.063e0</w:t>
      </w:r>
    </w:p>
    <w:p w:rsidR="00B5154A" w:rsidRDefault="00B5154A" w:rsidP="00B5154A">
      <w:r>
        <w:lastRenderedPageBreak/>
        <w:t>254.0846</w:t>
      </w:r>
      <w:r>
        <w:tab/>
        <w:t>7.508e1</w:t>
      </w:r>
    </w:p>
    <w:p w:rsidR="00B5154A" w:rsidRDefault="00B5154A" w:rsidP="00B5154A">
      <w:r>
        <w:t>254.1631</w:t>
      </w:r>
      <w:r>
        <w:tab/>
        <w:t>6.892e0</w:t>
      </w:r>
    </w:p>
    <w:p w:rsidR="00B5154A" w:rsidRDefault="00B5154A" w:rsidP="00B5154A">
      <w:r>
        <w:t>254.2114</w:t>
      </w:r>
      <w:r>
        <w:tab/>
        <w:t>3.681e0</w:t>
      </w:r>
    </w:p>
    <w:p w:rsidR="00B5154A" w:rsidRDefault="00B5154A" w:rsidP="00B5154A">
      <w:r>
        <w:t>254.2539</w:t>
      </w:r>
      <w:r>
        <w:tab/>
        <w:t>2.025e0</w:t>
      </w:r>
    </w:p>
    <w:p w:rsidR="00B5154A" w:rsidRDefault="00B5154A" w:rsidP="00B5154A">
      <w:r>
        <w:t>254.2954</w:t>
      </w:r>
      <w:r>
        <w:tab/>
        <w:t>4.051e0</w:t>
      </w:r>
    </w:p>
    <w:p w:rsidR="00B5154A" w:rsidRDefault="00B5154A" w:rsidP="00B5154A">
      <w:r>
        <w:t>254.3347</w:t>
      </w:r>
      <w:r>
        <w:tab/>
        <w:t>2.025e0</w:t>
      </w:r>
    </w:p>
    <w:p w:rsidR="00B5154A" w:rsidRDefault="00B5154A" w:rsidP="00B5154A">
      <w:r>
        <w:t>254.4013</w:t>
      </w:r>
      <w:r>
        <w:tab/>
        <w:t>3.038e0</w:t>
      </w:r>
    </w:p>
    <w:p w:rsidR="00B5154A" w:rsidRDefault="00B5154A" w:rsidP="00B5154A">
      <w:r>
        <w:t>254.4470</w:t>
      </w:r>
      <w:r>
        <w:tab/>
        <w:t>1.013e0</w:t>
      </w:r>
    </w:p>
    <w:p w:rsidR="00B5154A" w:rsidRDefault="00B5154A" w:rsidP="00B5154A">
      <w:r>
        <w:t>254.4769</w:t>
      </w:r>
      <w:r>
        <w:tab/>
        <w:t>1.013e0</w:t>
      </w:r>
    </w:p>
    <w:p w:rsidR="00B5154A" w:rsidRDefault="00B5154A" w:rsidP="00B5154A">
      <w:r>
        <w:t>254.5185</w:t>
      </w:r>
      <w:r>
        <w:tab/>
        <w:t>2.025e0</w:t>
      </w:r>
    </w:p>
    <w:p w:rsidR="00B5154A" w:rsidRDefault="00B5154A" w:rsidP="00B5154A">
      <w:r>
        <w:t>254.5625</w:t>
      </w:r>
      <w:r>
        <w:tab/>
        <w:t>6.076e0</w:t>
      </w:r>
    </w:p>
    <w:p w:rsidR="00B5154A" w:rsidRDefault="00B5154A" w:rsidP="00B5154A">
      <w:r>
        <w:t>254.6395</w:t>
      </w:r>
      <w:r>
        <w:tab/>
        <w:t>9.114e0</w:t>
      </w:r>
    </w:p>
    <w:p w:rsidR="00B5154A" w:rsidRDefault="00B5154A" w:rsidP="00B5154A">
      <w:r>
        <w:t>254.6966</w:t>
      </w:r>
      <w:r>
        <w:tab/>
        <w:t>4.051e0</w:t>
      </w:r>
    </w:p>
    <w:p w:rsidR="00B5154A" w:rsidRDefault="00B5154A" w:rsidP="00B5154A">
      <w:r>
        <w:t>254.8051</w:t>
      </w:r>
      <w:r>
        <w:tab/>
        <w:t>6.266e0</w:t>
      </w:r>
    </w:p>
    <w:p w:rsidR="00B5154A" w:rsidRDefault="00B5154A" w:rsidP="00B5154A">
      <w:r>
        <w:t>254.8517</w:t>
      </w:r>
      <w:r>
        <w:tab/>
        <w:t>2.025e0</w:t>
      </w:r>
    </w:p>
    <w:p w:rsidR="00B5154A" w:rsidRDefault="00B5154A" w:rsidP="00B5154A">
      <w:r>
        <w:t>254.9492</w:t>
      </w:r>
      <w:r>
        <w:tab/>
        <w:t>4.051e0</w:t>
      </w:r>
    </w:p>
    <w:p w:rsidR="00B5154A" w:rsidRDefault="00B5154A" w:rsidP="00B5154A">
      <w:r>
        <w:t>254.9731</w:t>
      </w:r>
      <w:r>
        <w:tab/>
        <w:t>3.357e0</w:t>
      </w:r>
    </w:p>
    <w:p w:rsidR="00B5154A" w:rsidRDefault="00B5154A" w:rsidP="00B5154A">
      <w:r>
        <w:t>255.0404</w:t>
      </w:r>
      <w:r>
        <w:tab/>
        <w:t>4.408e0</w:t>
      </w:r>
    </w:p>
    <w:p w:rsidR="00B5154A" w:rsidRDefault="00B5154A" w:rsidP="00B5154A">
      <w:r>
        <w:t>255.0856</w:t>
      </w:r>
      <w:r>
        <w:tab/>
        <w:t>9.645e0</w:t>
      </w:r>
    </w:p>
    <w:p w:rsidR="00B5154A" w:rsidRDefault="00B5154A" w:rsidP="00B5154A">
      <w:r>
        <w:lastRenderedPageBreak/>
        <w:t>255.1276</w:t>
      </w:r>
      <w:r>
        <w:tab/>
        <w:t>2.176e0</w:t>
      </w:r>
    </w:p>
    <w:p w:rsidR="00B5154A" w:rsidRDefault="00B5154A" w:rsidP="00B5154A">
      <w:r>
        <w:t>255.2547</w:t>
      </w:r>
      <w:r>
        <w:tab/>
        <w:t>4.921e0</w:t>
      </w:r>
    </w:p>
    <w:p w:rsidR="00B5154A" w:rsidRDefault="00B5154A" w:rsidP="00B5154A">
      <w:r>
        <w:t>255.2948</w:t>
      </w:r>
      <w:r>
        <w:tab/>
        <w:t>2.025e0</w:t>
      </w:r>
    </w:p>
    <w:p w:rsidR="00B5154A" w:rsidRDefault="00B5154A" w:rsidP="00B5154A">
      <w:r>
        <w:t>255.3532</w:t>
      </w:r>
      <w:r>
        <w:tab/>
        <w:t>4.051e0</w:t>
      </w:r>
    </w:p>
    <w:p w:rsidR="00B5154A" w:rsidRDefault="00B5154A" w:rsidP="00B5154A">
      <w:r>
        <w:t>255.4740</w:t>
      </w:r>
      <w:r>
        <w:tab/>
        <w:t>1.013e0</w:t>
      </w:r>
    </w:p>
    <w:p w:rsidR="00B5154A" w:rsidRDefault="00B5154A" w:rsidP="00B5154A">
      <w:r>
        <w:t>255.4938</w:t>
      </w:r>
      <w:r>
        <w:tab/>
        <w:t>2.025e0</w:t>
      </w:r>
    </w:p>
    <w:p w:rsidR="00B5154A" w:rsidRDefault="00B5154A" w:rsidP="00B5154A">
      <w:r>
        <w:t>255.5424</w:t>
      </w:r>
      <w:r>
        <w:tab/>
        <w:t>2.025e0</w:t>
      </w:r>
    </w:p>
    <w:p w:rsidR="00B5154A" w:rsidRDefault="00B5154A" w:rsidP="00B5154A">
      <w:r>
        <w:t>255.5647</w:t>
      </w:r>
      <w:r>
        <w:tab/>
        <w:t>2.025e0</w:t>
      </w:r>
    </w:p>
    <w:p w:rsidR="00B5154A" w:rsidRDefault="00B5154A" w:rsidP="00B5154A">
      <w:r>
        <w:t>255.6306</w:t>
      </w:r>
      <w:r>
        <w:tab/>
        <w:t>6.076e0</w:t>
      </w:r>
    </w:p>
    <w:p w:rsidR="00B5154A" w:rsidRDefault="00B5154A" w:rsidP="00B5154A">
      <w:r>
        <w:t>255.7304</w:t>
      </w:r>
      <w:r>
        <w:tab/>
        <w:t>4.051e0</w:t>
      </w:r>
    </w:p>
    <w:p w:rsidR="00B5154A" w:rsidRDefault="00B5154A" w:rsidP="00B5154A">
      <w:r>
        <w:t>255.7786</w:t>
      </w:r>
      <w:r>
        <w:tab/>
        <w:t>4.051e0</w:t>
      </w:r>
    </w:p>
    <w:p w:rsidR="00B5154A" w:rsidRDefault="00B5154A" w:rsidP="00B5154A">
      <w:r>
        <w:t>255.8409</w:t>
      </w:r>
      <w:r>
        <w:tab/>
        <w:t>4.051e0</w:t>
      </w:r>
    </w:p>
    <w:p w:rsidR="00B5154A" w:rsidRDefault="00B5154A" w:rsidP="00B5154A">
      <w:r>
        <w:t>255.8647</w:t>
      </w:r>
      <w:r>
        <w:tab/>
        <w:t>4.051e0</w:t>
      </w:r>
    </w:p>
    <w:p w:rsidR="00B5154A" w:rsidRDefault="00B5154A" w:rsidP="00B5154A">
      <w:r>
        <w:t>255.8984</w:t>
      </w:r>
      <w:r>
        <w:tab/>
        <w:t>3.038e0</w:t>
      </w:r>
    </w:p>
    <w:p w:rsidR="00B5154A" w:rsidRDefault="00B5154A" w:rsidP="00B5154A">
      <w:r>
        <w:t>255.9327</w:t>
      </w:r>
      <w:r>
        <w:tab/>
        <w:t>3.037e0</w:t>
      </w:r>
    </w:p>
    <w:p w:rsidR="00B5154A" w:rsidRDefault="00B5154A" w:rsidP="00B5154A">
      <w:r>
        <w:t>255.9722</w:t>
      </w:r>
      <w:r>
        <w:tab/>
        <w:t>2.914e0</w:t>
      </w:r>
    </w:p>
    <w:p w:rsidR="00B5154A" w:rsidRDefault="00B5154A" w:rsidP="00B5154A">
      <w:r>
        <w:t>256.0614</w:t>
      </w:r>
      <w:r>
        <w:tab/>
        <w:t>3.415e0</w:t>
      </w:r>
    </w:p>
    <w:p w:rsidR="00B5154A" w:rsidRDefault="00B5154A" w:rsidP="00B5154A">
      <w:r>
        <w:t>256.1909</w:t>
      </w:r>
      <w:r>
        <w:tab/>
        <w:t>9.028e1</w:t>
      </w:r>
    </w:p>
    <w:p w:rsidR="00B5154A" w:rsidRDefault="00B5154A" w:rsidP="00B5154A">
      <w:r>
        <w:t>256.2672</w:t>
      </w:r>
      <w:r>
        <w:tab/>
        <w:t>1.013e0</w:t>
      </w:r>
    </w:p>
    <w:p w:rsidR="00B5154A" w:rsidRDefault="00B5154A" w:rsidP="00B5154A">
      <w:r>
        <w:lastRenderedPageBreak/>
        <w:t>256.3339</w:t>
      </w:r>
      <w:r>
        <w:tab/>
        <w:t>4.051e0</w:t>
      </w:r>
    </w:p>
    <w:p w:rsidR="00B5154A" w:rsidRDefault="00B5154A" w:rsidP="00B5154A">
      <w:r>
        <w:t>256.3667</w:t>
      </w:r>
      <w:r>
        <w:tab/>
        <w:t>4.051e0</w:t>
      </w:r>
    </w:p>
    <w:p w:rsidR="00B5154A" w:rsidRDefault="00B5154A" w:rsidP="00B5154A">
      <w:r>
        <w:t>256.4024</w:t>
      </w:r>
      <w:r>
        <w:tab/>
        <w:t>2.025e0</w:t>
      </w:r>
    </w:p>
    <w:p w:rsidR="00B5154A" w:rsidRDefault="00B5154A" w:rsidP="00B5154A">
      <w:r>
        <w:t>256.4458</w:t>
      </w:r>
      <w:r>
        <w:tab/>
        <w:t>4.051e0</w:t>
      </w:r>
    </w:p>
    <w:p w:rsidR="00B5154A" w:rsidRDefault="00B5154A" w:rsidP="00B5154A">
      <w:r>
        <w:t>256.5148</w:t>
      </w:r>
      <w:r>
        <w:tab/>
        <w:t>2.025e0</w:t>
      </w:r>
    </w:p>
    <w:p w:rsidR="00B5154A" w:rsidRDefault="00B5154A" w:rsidP="00B5154A">
      <w:r>
        <w:t>256.5574</w:t>
      </w:r>
      <w:r>
        <w:tab/>
        <w:t>2.025e0</w:t>
      </w:r>
    </w:p>
    <w:p w:rsidR="00B5154A" w:rsidRDefault="00B5154A" w:rsidP="00B5154A">
      <w:r>
        <w:t>256.5862</w:t>
      </w:r>
      <w:r>
        <w:tab/>
        <w:t>3.038e0</w:t>
      </w:r>
    </w:p>
    <w:p w:rsidR="00B5154A" w:rsidRDefault="00B5154A" w:rsidP="00B5154A">
      <w:r>
        <w:t>256.6465</w:t>
      </w:r>
      <w:r>
        <w:tab/>
        <w:t>1.013e0</w:t>
      </w:r>
    </w:p>
    <w:p w:rsidR="00B5154A" w:rsidRDefault="00B5154A" w:rsidP="00B5154A">
      <w:r>
        <w:t>256.6813</w:t>
      </w:r>
      <w:r>
        <w:tab/>
        <w:t>3.038e0</w:t>
      </w:r>
    </w:p>
    <w:p w:rsidR="00B5154A" w:rsidRDefault="00B5154A" w:rsidP="00B5154A">
      <w:r>
        <w:t>256.7328</w:t>
      </w:r>
      <w:r>
        <w:tab/>
        <w:t>1.013e0</w:t>
      </w:r>
    </w:p>
    <w:p w:rsidR="00B5154A" w:rsidRDefault="00B5154A" w:rsidP="00B5154A">
      <w:r>
        <w:t>256.7625</w:t>
      </w:r>
      <w:r>
        <w:tab/>
        <w:t>1.013e0</w:t>
      </w:r>
    </w:p>
    <w:p w:rsidR="00B5154A" w:rsidRDefault="00B5154A" w:rsidP="00B5154A">
      <w:r>
        <w:t>256.7995</w:t>
      </w:r>
      <w:r>
        <w:tab/>
        <w:t>3.038e0</w:t>
      </w:r>
    </w:p>
    <w:p w:rsidR="00B5154A" w:rsidRDefault="00B5154A" w:rsidP="00B5154A">
      <w:r>
        <w:t>256.8523</w:t>
      </w:r>
      <w:r>
        <w:tab/>
        <w:t>1.357e0</w:t>
      </w:r>
    </w:p>
    <w:p w:rsidR="00B5154A" w:rsidRDefault="00B5154A" w:rsidP="00B5154A">
      <w:r>
        <w:t>256.9111</w:t>
      </w:r>
      <w:r>
        <w:tab/>
        <w:t>3.038e0</w:t>
      </w:r>
    </w:p>
    <w:p w:rsidR="00B5154A" w:rsidRDefault="00B5154A" w:rsidP="00B5154A">
      <w:r>
        <w:t>256.9661</w:t>
      </w:r>
      <w:r>
        <w:tab/>
        <w:t>3.482e0</w:t>
      </w:r>
    </w:p>
    <w:p w:rsidR="00B5154A" w:rsidRDefault="00B5154A" w:rsidP="00B5154A">
      <w:r>
        <w:t>257.0408</w:t>
      </w:r>
      <w:r>
        <w:tab/>
        <w:t>1.374e1</w:t>
      </w:r>
    </w:p>
    <w:p w:rsidR="00B5154A" w:rsidRDefault="00B5154A" w:rsidP="00B5154A">
      <w:r>
        <w:t>257.1469</w:t>
      </w:r>
      <w:r>
        <w:tab/>
        <w:t>2.197e1</w:t>
      </w:r>
    </w:p>
    <w:p w:rsidR="00B5154A" w:rsidRDefault="00B5154A" w:rsidP="00B5154A">
      <w:r>
        <w:t>257.2736</w:t>
      </w:r>
      <w:r>
        <w:tab/>
        <w:t>1.013e0</w:t>
      </w:r>
    </w:p>
    <w:p w:rsidR="00B5154A" w:rsidRDefault="00B5154A" w:rsidP="00B5154A">
      <w:r>
        <w:t>257.3024</w:t>
      </w:r>
      <w:r>
        <w:tab/>
        <w:t>2.025e0</w:t>
      </w:r>
    </w:p>
    <w:p w:rsidR="00B5154A" w:rsidRDefault="00B5154A" w:rsidP="00B5154A">
      <w:r>
        <w:lastRenderedPageBreak/>
        <w:t>257.3365</w:t>
      </w:r>
      <w:r>
        <w:tab/>
        <w:t>6.076e0</w:t>
      </w:r>
    </w:p>
    <w:p w:rsidR="00B5154A" w:rsidRDefault="00B5154A" w:rsidP="00B5154A">
      <w:r>
        <w:t>257.4310</w:t>
      </w:r>
      <w:r>
        <w:tab/>
        <w:t>2.025e0</w:t>
      </w:r>
    </w:p>
    <w:p w:rsidR="00B5154A" w:rsidRDefault="00B5154A" w:rsidP="00B5154A">
      <w:r>
        <w:t>257.4975</w:t>
      </w:r>
      <w:r>
        <w:tab/>
        <w:t>4.051e0</w:t>
      </w:r>
    </w:p>
    <w:p w:rsidR="00B5154A" w:rsidRDefault="00B5154A" w:rsidP="00B5154A">
      <w:r>
        <w:t>257.5521</w:t>
      </w:r>
      <w:r>
        <w:tab/>
        <w:t>7.476e0</w:t>
      </w:r>
    </w:p>
    <w:p w:rsidR="00B5154A" w:rsidRDefault="00B5154A" w:rsidP="00B5154A">
      <w:r>
        <w:t>257.6212</w:t>
      </w:r>
      <w:r>
        <w:tab/>
        <w:t>3.038e0</w:t>
      </w:r>
    </w:p>
    <w:p w:rsidR="00B5154A" w:rsidRDefault="00B5154A" w:rsidP="00B5154A">
      <w:r>
        <w:t>257.6772</w:t>
      </w:r>
      <w:r>
        <w:tab/>
        <w:t>1.013e0</w:t>
      </w:r>
    </w:p>
    <w:p w:rsidR="00B5154A" w:rsidRDefault="00B5154A" w:rsidP="00B5154A">
      <w:r>
        <w:t>257.7067</w:t>
      </w:r>
      <w:r>
        <w:tab/>
        <w:t>1.013e0</w:t>
      </w:r>
    </w:p>
    <w:p w:rsidR="00B5154A" w:rsidRDefault="00B5154A" w:rsidP="00B5154A">
      <w:r>
        <w:t>257.7436</w:t>
      </w:r>
      <w:r>
        <w:tab/>
        <w:t>4.492e0</w:t>
      </w:r>
    </w:p>
    <w:p w:rsidR="00B5154A" w:rsidRDefault="00B5154A" w:rsidP="00B5154A">
      <w:r>
        <w:t>257.8098</w:t>
      </w:r>
      <w:r>
        <w:tab/>
        <w:t>3.038e0</w:t>
      </w:r>
    </w:p>
    <w:p w:rsidR="00B5154A" w:rsidRDefault="00B5154A" w:rsidP="00B5154A">
      <w:r>
        <w:t>257.8599</w:t>
      </w:r>
      <w:r>
        <w:tab/>
        <w:t>4.051e0</w:t>
      </w:r>
    </w:p>
    <w:p w:rsidR="00B5154A" w:rsidRDefault="00B5154A" w:rsidP="00B5154A">
      <w:r>
        <w:t>257.9196</w:t>
      </w:r>
      <w:r>
        <w:tab/>
        <w:t>3.920e0</w:t>
      </w:r>
    </w:p>
    <w:p w:rsidR="00B5154A" w:rsidRDefault="00B5154A" w:rsidP="00B5154A">
      <w:r>
        <w:t>257.9516</w:t>
      </w:r>
      <w:r>
        <w:tab/>
        <w:t>6.552e0</w:t>
      </w:r>
    </w:p>
    <w:p w:rsidR="00B5154A" w:rsidRDefault="00B5154A" w:rsidP="00B5154A">
      <w:r>
        <w:t>258.0031</w:t>
      </w:r>
      <w:r>
        <w:tab/>
        <w:t>7.898e0</w:t>
      </w:r>
    </w:p>
    <w:p w:rsidR="00B5154A" w:rsidRDefault="00B5154A" w:rsidP="00B5154A">
      <w:r>
        <w:t>258.0392</w:t>
      </w:r>
      <w:r>
        <w:tab/>
        <w:t>3.834e0</w:t>
      </w:r>
    </w:p>
    <w:p w:rsidR="00B5154A" w:rsidRDefault="00B5154A" w:rsidP="00B5154A">
      <w:r>
        <w:t>258.0900</w:t>
      </w:r>
      <w:r>
        <w:tab/>
        <w:t>3.687e0</w:t>
      </w:r>
    </w:p>
    <w:p w:rsidR="00B5154A" w:rsidRDefault="00B5154A" w:rsidP="00B5154A">
      <w:r>
        <w:t>258.1471</w:t>
      </w:r>
      <w:r>
        <w:tab/>
        <w:t>2.129e0</w:t>
      </w:r>
    </w:p>
    <w:p w:rsidR="00B5154A" w:rsidRDefault="00B5154A" w:rsidP="00B5154A">
      <w:r>
        <w:t>258.1922</w:t>
      </w:r>
      <w:r>
        <w:tab/>
        <w:t>4.039e0</w:t>
      </w:r>
    </w:p>
    <w:p w:rsidR="00B5154A" w:rsidRDefault="00B5154A" w:rsidP="00B5154A">
      <w:r>
        <w:t>258.2381</w:t>
      </w:r>
      <w:r>
        <w:tab/>
        <w:t>1.544e0</w:t>
      </w:r>
    </w:p>
    <w:p w:rsidR="00B5154A" w:rsidRDefault="00B5154A" w:rsidP="00B5154A">
      <w:r>
        <w:t>258.2779</w:t>
      </w:r>
      <w:r>
        <w:tab/>
        <w:t>4.051e0</w:t>
      </w:r>
    </w:p>
    <w:p w:rsidR="00B5154A" w:rsidRDefault="00B5154A" w:rsidP="00B5154A">
      <w:r>
        <w:lastRenderedPageBreak/>
        <w:t>258.3058</w:t>
      </w:r>
      <w:r>
        <w:tab/>
        <w:t>3.038e0</w:t>
      </w:r>
    </w:p>
    <w:p w:rsidR="00B5154A" w:rsidRDefault="00B5154A" w:rsidP="00B5154A">
      <w:r>
        <w:t>258.3645</w:t>
      </w:r>
      <w:r>
        <w:tab/>
        <w:t>2.076e0</w:t>
      </w:r>
    </w:p>
    <w:p w:rsidR="00B5154A" w:rsidRDefault="00B5154A" w:rsidP="00B5154A">
      <w:r>
        <w:t>258.4080</w:t>
      </w:r>
      <w:r>
        <w:tab/>
        <w:t>4.051e0</w:t>
      </w:r>
    </w:p>
    <w:p w:rsidR="00B5154A" w:rsidRDefault="00B5154A" w:rsidP="00B5154A">
      <w:r>
        <w:t>258.4624</w:t>
      </w:r>
      <w:r>
        <w:tab/>
        <w:t>1.013e0</w:t>
      </w:r>
    </w:p>
    <w:p w:rsidR="00B5154A" w:rsidRDefault="00B5154A" w:rsidP="00B5154A">
      <w:r>
        <w:t>258.5148</w:t>
      </w:r>
      <w:r>
        <w:tab/>
        <w:t>1.013e0</w:t>
      </w:r>
    </w:p>
    <w:p w:rsidR="00B5154A" w:rsidRDefault="00B5154A" w:rsidP="00B5154A">
      <w:r>
        <w:t>258.5354</w:t>
      </w:r>
      <w:r>
        <w:tab/>
        <w:t>1.013e0</w:t>
      </w:r>
    </w:p>
    <w:p w:rsidR="00B5154A" w:rsidRDefault="00B5154A" w:rsidP="00B5154A">
      <w:r>
        <w:t>258.5934</w:t>
      </w:r>
      <w:r>
        <w:tab/>
        <w:t>5.063e0</w:t>
      </w:r>
    </w:p>
    <w:p w:rsidR="00B5154A" w:rsidRDefault="00B5154A" w:rsidP="00B5154A">
      <w:r>
        <w:t>258.6693</w:t>
      </w:r>
      <w:r>
        <w:tab/>
        <w:t>3.797e0</w:t>
      </w:r>
    </w:p>
    <w:p w:rsidR="00B5154A" w:rsidRDefault="00B5154A" w:rsidP="00B5154A">
      <w:r>
        <w:t>258.7159</w:t>
      </w:r>
      <w:r>
        <w:tab/>
        <w:t>5.063e0</w:t>
      </w:r>
    </w:p>
    <w:p w:rsidR="00B5154A" w:rsidRDefault="00B5154A" w:rsidP="00B5154A">
      <w:r>
        <w:t>258.7491</w:t>
      </w:r>
      <w:r>
        <w:tab/>
        <w:t>2.025e0</w:t>
      </w:r>
    </w:p>
    <w:p w:rsidR="00B5154A" w:rsidRDefault="00B5154A" w:rsidP="00B5154A">
      <w:r>
        <w:t>258.8002</w:t>
      </w:r>
      <w:r>
        <w:tab/>
        <w:t>7.089e0</w:t>
      </w:r>
    </w:p>
    <w:p w:rsidR="00B5154A" w:rsidRDefault="00B5154A" w:rsidP="00B5154A">
      <w:r>
        <w:t>258.8727</w:t>
      </w:r>
      <w:r>
        <w:tab/>
        <w:t>3.038e0</w:t>
      </w:r>
    </w:p>
    <w:p w:rsidR="00B5154A" w:rsidRDefault="00B5154A" w:rsidP="00B5154A">
      <w:r>
        <w:t>258.9474</w:t>
      </w:r>
      <w:r>
        <w:tab/>
        <w:t>4.051e0</w:t>
      </w:r>
    </w:p>
    <w:p w:rsidR="00B5154A" w:rsidRDefault="00B5154A" w:rsidP="00B5154A">
      <w:r>
        <w:t>258.9740</w:t>
      </w:r>
      <w:r>
        <w:tab/>
        <w:t>5.234e0</w:t>
      </w:r>
    </w:p>
    <w:p w:rsidR="00B5154A" w:rsidRDefault="00B5154A" w:rsidP="00B5154A">
      <w:r>
        <w:t>259.0228</w:t>
      </w:r>
      <w:r>
        <w:tab/>
        <w:t>6.324e0</w:t>
      </w:r>
    </w:p>
    <w:p w:rsidR="00B5154A" w:rsidRDefault="00B5154A" w:rsidP="00B5154A">
      <w:r>
        <w:t>259.0711</w:t>
      </w:r>
      <w:r>
        <w:tab/>
        <w:t>2.012e1</w:t>
      </w:r>
    </w:p>
    <w:p w:rsidR="00B5154A" w:rsidRDefault="00B5154A" w:rsidP="00B5154A">
      <w:r>
        <w:t>259.1117</w:t>
      </w:r>
      <w:r>
        <w:tab/>
        <w:t>2.869e0</w:t>
      </w:r>
    </w:p>
    <w:p w:rsidR="00B5154A" w:rsidRDefault="00B5154A" w:rsidP="00B5154A">
      <w:r>
        <w:t>259.1601</w:t>
      </w:r>
      <w:r>
        <w:tab/>
        <w:t>4.742e0</w:t>
      </w:r>
    </w:p>
    <w:p w:rsidR="00B5154A" w:rsidRDefault="00B5154A" w:rsidP="00B5154A">
      <w:r>
        <w:t>259.2451</w:t>
      </w:r>
      <w:r>
        <w:tab/>
        <w:t>1.013e0</w:t>
      </w:r>
    </w:p>
    <w:p w:rsidR="00B5154A" w:rsidRDefault="00B5154A" w:rsidP="00B5154A">
      <w:r>
        <w:lastRenderedPageBreak/>
        <w:t>259.3654</w:t>
      </w:r>
      <w:r>
        <w:tab/>
        <w:t>1.013e0</w:t>
      </w:r>
    </w:p>
    <w:p w:rsidR="00B5154A" w:rsidRDefault="00B5154A" w:rsidP="00B5154A">
      <w:r>
        <w:t>259.3972</w:t>
      </w:r>
      <w:r>
        <w:tab/>
        <w:t>3.038e0</w:t>
      </w:r>
    </w:p>
    <w:p w:rsidR="00B5154A" w:rsidRDefault="00B5154A" w:rsidP="00B5154A">
      <w:r>
        <w:t>259.4409</w:t>
      </w:r>
      <w:r>
        <w:tab/>
        <w:t>2.025e0</w:t>
      </w:r>
    </w:p>
    <w:p w:rsidR="00B5154A" w:rsidRDefault="00B5154A" w:rsidP="00B5154A">
      <w:r>
        <w:t>259.4814</w:t>
      </w:r>
      <w:r>
        <w:tab/>
        <w:t>3.038e0</w:t>
      </w:r>
    </w:p>
    <w:p w:rsidR="00B5154A" w:rsidRDefault="00B5154A" w:rsidP="00B5154A">
      <w:r>
        <w:t>259.5378</w:t>
      </w:r>
      <w:r>
        <w:tab/>
        <w:t>5.063e0</w:t>
      </w:r>
    </w:p>
    <w:p w:rsidR="00B5154A" w:rsidRDefault="00B5154A" w:rsidP="00B5154A">
      <w:r>
        <w:t>259.6366</w:t>
      </w:r>
      <w:r>
        <w:tab/>
        <w:t>2.025e0</w:t>
      </w:r>
    </w:p>
    <w:p w:rsidR="00B5154A" w:rsidRDefault="00B5154A" w:rsidP="00B5154A">
      <w:r>
        <w:t>259.6738</w:t>
      </w:r>
      <w:r>
        <w:tab/>
        <w:t>1.013e0</w:t>
      </w:r>
    </w:p>
    <w:p w:rsidR="00B5154A" w:rsidRDefault="00B5154A" w:rsidP="00B5154A">
      <w:r>
        <w:t>259.7036</w:t>
      </w:r>
      <w:r>
        <w:tab/>
        <w:t>1.013e0</w:t>
      </w:r>
    </w:p>
    <w:p w:rsidR="00B5154A" w:rsidRDefault="00B5154A" w:rsidP="00B5154A">
      <w:r>
        <w:t>259.7834</w:t>
      </w:r>
      <w:r>
        <w:tab/>
        <w:t>3.038e0</w:t>
      </w:r>
    </w:p>
    <w:p w:rsidR="00B5154A" w:rsidRDefault="00B5154A" w:rsidP="00B5154A">
      <w:r>
        <w:t>259.8492</w:t>
      </w:r>
      <w:r>
        <w:tab/>
        <w:t>3.038e0</w:t>
      </w:r>
    </w:p>
    <w:p w:rsidR="00B5154A" w:rsidRDefault="00B5154A" w:rsidP="00B5154A">
      <w:r>
        <w:t>259.9091</w:t>
      </w:r>
      <w:r>
        <w:tab/>
        <w:t>6.465e0</w:t>
      </w:r>
    </w:p>
    <w:p w:rsidR="00B5154A" w:rsidRDefault="00B5154A" w:rsidP="00B5154A">
      <w:r>
        <w:t>259.9446</w:t>
      </w:r>
      <w:r>
        <w:tab/>
        <w:t>7.202e0</w:t>
      </w:r>
    </w:p>
    <w:p w:rsidR="00B5154A" w:rsidRDefault="00B5154A" w:rsidP="00B5154A">
      <w:r>
        <w:t>259.9726</w:t>
      </w:r>
      <w:r>
        <w:tab/>
        <w:t>3.177e0</w:t>
      </w:r>
    </w:p>
    <w:p w:rsidR="00B5154A" w:rsidRDefault="00B5154A" w:rsidP="00B5154A">
      <w:r>
        <w:t>260.0936</w:t>
      </w:r>
      <w:r>
        <w:tab/>
        <w:t>1.289e0</w:t>
      </w:r>
    </w:p>
    <w:p w:rsidR="00B5154A" w:rsidRDefault="00B5154A" w:rsidP="00B5154A">
      <w:r>
        <w:t>260.1802</w:t>
      </w:r>
      <w:r>
        <w:tab/>
        <w:t>1.299e0</w:t>
      </w:r>
    </w:p>
    <w:p w:rsidR="00B5154A" w:rsidRDefault="00B5154A" w:rsidP="00B5154A">
      <w:r>
        <w:t>260.2356</w:t>
      </w:r>
      <w:r>
        <w:tab/>
        <w:t>5.114e0</w:t>
      </w:r>
    </w:p>
    <w:p w:rsidR="00B5154A" w:rsidRDefault="00B5154A" w:rsidP="00B5154A">
      <w:r>
        <w:t>260.3271</w:t>
      </w:r>
      <w:r>
        <w:tab/>
        <w:t>3.038e0</w:t>
      </w:r>
    </w:p>
    <w:p w:rsidR="00B5154A" w:rsidRDefault="00B5154A" w:rsidP="00B5154A">
      <w:r>
        <w:t>260.3712</w:t>
      </w:r>
      <w:r>
        <w:tab/>
        <w:t>1.013e0</w:t>
      </w:r>
    </w:p>
    <w:p w:rsidR="00B5154A" w:rsidRDefault="00B5154A" w:rsidP="00B5154A">
      <w:r>
        <w:t>260.4334</w:t>
      </w:r>
      <w:r>
        <w:tab/>
        <w:t>2.025e0</w:t>
      </w:r>
    </w:p>
    <w:p w:rsidR="00B5154A" w:rsidRDefault="00B5154A" w:rsidP="00B5154A">
      <w:r>
        <w:lastRenderedPageBreak/>
        <w:t>260.4934</w:t>
      </w:r>
      <w:r>
        <w:tab/>
        <w:t>3.166e0</w:t>
      </w:r>
    </w:p>
    <w:p w:rsidR="00B5154A" w:rsidRDefault="00B5154A" w:rsidP="00B5154A">
      <w:r>
        <w:t>260.5428</w:t>
      </w:r>
      <w:r>
        <w:tab/>
        <w:t>4.051e0</w:t>
      </w:r>
    </w:p>
    <w:p w:rsidR="00B5154A" w:rsidRDefault="00B5154A" w:rsidP="00B5154A">
      <w:r>
        <w:t>260.5920</w:t>
      </w:r>
      <w:r>
        <w:tab/>
        <w:t>2.025e0</w:t>
      </w:r>
    </w:p>
    <w:p w:rsidR="00B5154A" w:rsidRDefault="00B5154A" w:rsidP="00B5154A">
      <w:r>
        <w:t>260.6448</w:t>
      </w:r>
      <w:r>
        <w:tab/>
        <w:t>3.038e0</w:t>
      </w:r>
    </w:p>
    <w:p w:rsidR="00B5154A" w:rsidRDefault="00B5154A" w:rsidP="00B5154A">
      <w:r>
        <w:t>260.6938</w:t>
      </w:r>
      <w:r>
        <w:tab/>
        <w:t>2.025e0</w:t>
      </w:r>
    </w:p>
    <w:p w:rsidR="00B5154A" w:rsidRDefault="00B5154A" w:rsidP="00B5154A">
      <w:r>
        <w:t>260.7568</w:t>
      </w:r>
      <w:r>
        <w:tab/>
        <w:t>1.013e0</w:t>
      </w:r>
    </w:p>
    <w:p w:rsidR="00B5154A" w:rsidRDefault="00B5154A" w:rsidP="00B5154A">
      <w:r>
        <w:t>260.8658</w:t>
      </w:r>
      <w:r>
        <w:tab/>
        <w:t>4.051e0</w:t>
      </w:r>
    </w:p>
    <w:p w:rsidR="00B5154A" w:rsidRDefault="00B5154A" w:rsidP="00B5154A">
      <w:r>
        <w:t>260.9573</w:t>
      </w:r>
      <w:r>
        <w:tab/>
        <w:t>4.051e0</w:t>
      </w:r>
    </w:p>
    <w:p w:rsidR="00B5154A" w:rsidRDefault="00B5154A" w:rsidP="00B5154A">
      <w:r>
        <w:t>261.0038</w:t>
      </w:r>
      <w:r>
        <w:tab/>
        <w:t>4.109e0</w:t>
      </w:r>
    </w:p>
    <w:p w:rsidR="00B5154A" w:rsidRDefault="00B5154A" w:rsidP="00B5154A">
      <w:r>
        <w:t>261.0409</w:t>
      </w:r>
      <w:r>
        <w:tab/>
        <w:t>1.657e0</w:t>
      </w:r>
    </w:p>
    <w:p w:rsidR="00B5154A" w:rsidRDefault="00B5154A" w:rsidP="00B5154A">
      <w:r>
        <w:t>261.0739</w:t>
      </w:r>
      <w:r>
        <w:tab/>
        <w:t>3.833e0</w:t>
      </w:r>
    </w:p>
    <w:p w:rsidR="00B5154A" w:rsidRDefault="00B5154A" w:rsidP="00B5154A">
      <w:r>
        <w:t>261.1375</w:t>
      </w:r>
      <w:r>
        <w:tab/>
        <w:t>1.184e2</w:t>
      </w:r>
    </w:p>
    <w:p w:rsidR="00B5154A" w:rsidRDefault="00B5154A" w:rsidP="00B5154A">
      <w:r>
        <w:t>261.1986</w:t>
      </w:r>
      <w:r>
        <w:tab/>
        <w:t>2.607e0</w:t>
      </w:r>
    </w:p>
    <w:p w:rsidR="00B5154A" w:rsidRDefault="00B5154A" w:rsidP="00B5154A">
      <w:r>
        <w:t>261.2334</w:t>
      </w:r>
      <w:r>
        <w:tab/>
        <w:t>7.139e0</w:t>
      </w:r>
    </w:p>
    <w:p w:rsidR="00B5154A" w:rsidRDefault="00B5154A" w:rsidP="00B5154A">
      <w:r>
        <w:t>261.2756</w:t>
      </w:r>
      <w:r>
        <w:tab/>
        <w:t>4.051e0</w:t>
      </w:r>
    </w:p>
    <w:p w:rsidR="00B5154A" w:rsidRDefault="00B5154A" w:rsidP="00B5154A">
      <w:r>
        <w:t>261.3134</w:t>
      </w:r>
      <w:r>
        <w:tab/>
        <w:t>1.829e0</w:t>
      </w:r>
    </w:p>
    <w:p w:rsidR="00B5154A" w:rsidRDefault="00B5154A" w:rsidP="00B5154A">
      <w:r>
        <w:t>261.3474</w:t>
      </w:r>
      <w:r>
        <w:tab/>
        <w:t>2.025e0</w:t>
      </w:r>
    </w:p>
    <w:p w:rsidR="00B5154A" w:rsidRDefault="00B5154A" w:rsidP="00B5154A">
      <w:r>
        <w:t>261.3819</w:t>
      </w:r>
      <w:r>
        <w:tab/>
        <w:t>2.025e0</w:t>
      </w:r>
    </w:p>
    <w:p w:rsidR="00B5154A" w:rsidRDefault="00B5154A" w:rsidP="00B5154A">
      <w:r>
        <w:t>261.4483</w:t>
      </w:r>
      <w:r>
        <w:tab/>
        <w:t>4.352e0</w:t>
      </w:r>
    </w:p>
    <w:p w:rsidR="00B5154A" w:rsidRDefault="00B5154A" w:rsidP="00B5154A">
      <w:r>
        <w:lastRenderedPageBreak/>
        <w:t>261.4977</w:t>
      </w:r>
      <w:r>
        <w:tab/>
        <w:t>5.063e0</w:t>
      </w:r>
    </w:p>
    <w:p w:rsidR="00B5154A" w:rsidRDefault="00B5154A" w:rsidP="00B5154A">
      <w:r>
        <w:t>261.5473</w:t>
      </w:r>
      <w:r>
        <w:tab/>
        <w:t>1.013e0</w:t>
      </w:r>
    </w:p>
    <w:p w:rsidR="00B5154A" w:rsidRDefault="00B5154A" w:rsidP="00B5154A">
      <w:r>
        <w:t>261.5960</w:t>
      </w:r>
      <w:r>
        <w:tab/>
        <w:t>3.562e0</w:t>
      </w:r>
    </w:p>
    <w:p w:rsidR="00B5154A" w:rsidRDefault="00B5154A" w:rsidP="00B5154A">
      <w:r>
        <w:t>261.6676</w:t>
      </w:r>
      <w:r>
        <w:tab/>
        <w:t>3.229e0</w:t>
      </w:r>
    </w:p>
    <w:p w:rsidR="00B5154A" w:rsidRDefault="00B5154A" w:rsidP="00B5154A">
      <w:r>
        <w:t>261.7151</w:t>
      </w:r>
      <w:r>
        <w:tab/>
        <w:t>4.051e0</w:t>
      </w:r>
    </w:p>
    <w:p w:rsidR="00B5154A" w:rsidRDefault="00B5154A" w:rsidP="00B5154A">
      <w:r>
        <w:t>261.7814</w:t>
      </w:r>
      <w:r>
        <w:tab/>
        <w:t>2.025e0</w:t>
      </w:r>
    </w:p>
    <w:p w:rsidR="00B5154A" w:rsidRDefault="00B5154A" w:rsidP="00B5154A">
      <w:r>
        <w:t>261.8415</w:t>
      </w:r>
      <w:r>
        <w:tab/>
        <w:t>2.025e0</w:t>
      </w:r>
    </w:p>
    <w:p w:rsidR="00B5154A" w:rsidRDefault="00B5154A" w:rsidP="00B5154A">
      <w:r>
        <w:t>261.9150</w:t>
      </w:r>
      <w:r>
        <w:tab/>
        <w:t>6.076e0</w:t>
      </w:r>
    </w:p>
    <w:p w:rsidR="00B5154A" w:rsidRDefault="00B5154A" w:rsidP="00B5154A">
      <w:r>
        <w:t>261.9629</w:t>
      </w:r>
      <w:r>
        <w:tab/>
        <w:t>3.140e1</w:t>
      </w:r>
    </w:p>
    <w:p w:rsidR="00B5154A" w:rsidRDefault="00B5154A" w:rsidP="00B5154A">
      <w:r>
        <w:t>262.0207</w:t>
      </w:r>
      <w:r>
        <w:tab/>
        <w:t>3.831e0</w:t>
      </w:r>
    </w:p>
    <w:p w:rsidR="00B5154A" w:rsidRDefault="00B5154A" w:rsidP="00B5154A">
      <w:r>
        <w:t>262.0988</w:t>
      </w:r>
      <w:r>
        <w:tab/>
        <w:t>1.797e0</w:t>
      </w:r>
    </w:p>
    <w:p w:rsidR="00B5154A" w:rsidRDefault="00B5154A" w:rsidP="00B5154A">
      <w:r>
        <w:t>262.1448</w:t>
      </w:r>
      <w:r>
        <w:tab/>
        <w:t>1.335e1</w:t>
      </w:r>
    </w:p>
    <w:p w:rsidR="00B5154A" w:rsidRDefault="00B5154A" w:rsidP="00B5154A">
      <w:r>
        <w:t>262.1896</w:t>
      </w:r>
      <w:r>
        <w:tab/>
        <w:t>1.967e0</w:t>
      </w:r>
    </w:p>
    <w:p w:rsidR="00B5154A" w:rsidRDefault="00B5154A" w:rsidP="00B5154A">
      <w:r>
        <w:t>262.2288</w:t>
      </w:r>
      <w:r>
        <w:tab/>
        <w:t>1.623e0</w:t>
      </w:r>
    </w:p>
    <w:p w:rsidR="00B5154A" w:rsidRDefault="00B5154A" w:rsidP="00B5154A">
      <w:r>
        <w:t>262.2834</w:t>
      </w:r>
      <w:r>
        <w:tab/>
        <w:t>4.051e0</w:t>
      </w:r>
    </w:p>
    <w:p w:rsidR="00B5154A" w:rsidRDefault="00B5154A" w:rsidP="00B5154A">
      <w:r>
        <w:t>262.3419</w:t>
      </w:r>
      <w:r>
        <w:tab/>
        <w:t>6.076e0</w:t>
      </w:r>
    </w:p>
    <w:p w:rsidR="00B5154A" w:rsidRDefault="00B5154A" w:rsidP="00B5154A">
      <w:r>
        <w:t>262.4266</w:t>
      </w:r>
      <w:r>
        <w:tab/>
        <w:t>4.051e0</w:t>
      </w:r>
    </w:p>
    <w:p w:rsidR="00B5154A" w:rsidRDefault="00B5154A" w:rsidP="00B5154A">
      <w:r>
        <w:t>262.5020</w:t>
      </w:r>
      <w:r>
        <w:tab/>
        <w:t>1.013e0</w:t>
      </w:r>
    </w:p>
    <w:p w:rsidR="00B5154A" w:rsidRDefault="00B5154A" w:rsidP="00B5154A">
      <w:r>
        <w:t>262.5361</w:t>
      </w:r>
      <w:r>
        <w:tab/>
        <w:t>1.013e0</w:t>
      </w:r>
    </w:p>
    <w:p w:rsidR="00B5154A" w:rsidRDefault="00B5154A" w:rsidP="00B5154A">
      <w:r>
        <w:lastRenderedPageBreak/>
        <w:t>262.5841</w:t>
      </w:r>
      <w:r>
        <w:tab/>
        <w:t>2.025e0</w:t>
      </w:r>
    </w:p>
    <w:p w:rsidR="00B5154A" w:rsidRDefault="00B5154A" w:rsidP="00B5154A">
      <w:r>
        <w:t>262.6602</w:t>
      </w:r>
      <w:r>
        <w:tab/>
        <w:t>3.038e0</w:t>
      </w:r>
    </w:p>
    <w:p w:rsidR="00B5154A" w:rsidRDefault="00B5154A" w:rsidP="00B5154A">
      <w:r>
        <w:t>262.7493</w:t>
      </w:r>
      <w:r>
        <w:tab/>
        <w:t>2.025e0</w:t>
      </w:r>
    </w:p>
    <w:p w:rsidR="00B5154A" w:rsidRDefault="00B5154A" w:rsidP="00B5154A">
      <w:r>
        <w:t>262.8008</w:t>
      </w:r>
      <w:r>
        <w:tab/>
        <w:t>3.038e0</w:t>
      </w:r>
    </w:p>
    <w:p w:rsidR="00B5154A" w:rsidRDefault="00B5154A" w:rsidP="00B5154A">
      <w:r>
        <w:t>262.8418</w:t>
      </w:r>
      <w:r>
        <w:tab/>
        <w:t>1.013e0</w:t>
      </w:r>
    </w:p>
    <w:p w:rsidR="00B5154A" w:rsidRDefault="00B5154A" w:rsidP="00B5154A">
      <w:r>
        <w:t>262.8983</w:t>
      </w:r>
      <w:r>
        <w:tab/>
        <w:t>1.013e0</w:t>
      </w:r>
    </w:p>
    <w:p w:rsidR="00B5154A" w:rsidRDefault="00B5154A" w:rsidP="00B5154A">
      <w:r>
        <w:t>262.9455</w:t>
      </w:r>
      <w:r>
        <w:tab/>
        <w:t>2.025e0</w:t>
      </w:r>
    </w:p>
    <w:p w:rsidR="00B5154A" w:rsidRDefault="00B5154A" w:rsidP="00B5154A">
      <w:r>
        <w:t>263.0972</w:t>
      </w:r>
      <w:r>
        <w:tab/>
        <w:t>2.396e0</w:t>
      </w:r>
    </w:p>
    <w:p w:rsidR="00B5154A" w:rsidRDefault="00B5154A" w:rsidP="00B5154A">
      <w:r>
        <w:t>263.2075</w:t>
      </w:r>
      <w:r>
        <w:tab/>
        <w:t>2.840e0</w:t>
      </w:r>
    </w:p>
    <w:p w:rsidR="00B5154A" w:rsidRDefault="00B5154A" w:rsidP="00B5154A">
      <w:r>
        <w:t>263.2337</w:t>
      </w:r>
      <w:r>
        <w:tab/>
        <w:t>1.183e0</w:t>
      </w:r>
    </w:p>
    <w:p w:rsidR="00B5154A" w:rsidRDefault="00B5154A" w:rsidP="00B5154A">
      <w:r>
        <w:t>263.2927</w:t>
      </w:r>
      <w:r>
        <w:tab/>
        <w:t>2.025e0</w:t>
      </w:r>
    </w:p>
    <w:p w:rsidR="00B5154A" w:rsidRDefault="00B5154A" w:rsidP="00B5154A">
      <w:r>
        <w:t>263.3115</w:t>
      </w:r>
      <w:r>
        <w:tab/>
        <w:t>4.738e0</w:t>
      </w:r>
    </w:p>
    <w:p w:rsidR="00B5154A" w:rsidRDefault="00B5154A" w:rsidP="00B5154A">
      <w:r>
        <w:t>263.3641</w:t>
      </w:r>
      <w:r>
        <w:tab/>
        <w:t>3.038e0</w:t>
      </w:r>
    </w:p>
    <w:p w:rsidR="00B5154A" w:rsidRDefault="00B5154A" w:rsidP="00B5154A">
      <w:r>
        <w:t>263.4015</w:t>
      </w:r>
      <w:r>
        <w:tab/>
        <w:t>1.013e0</w:t>
      </w:r>
    </w:p>
    <w:p w:rsidR="00B5154A" w:rsidRDefault="00B5154A" w:rsidP="00B5154A">
      <w:r>
        <w:t>263.4497</w:t>
      </w:r>
      <w:r>
        <w:tab/>
        <w:t>1.013e0</w:t>
      </w:r>
    </w:p>
    <w:p w:rsidR="00B5154A" w:rsidRDefault="00B5154A" w:rsidP="00B5154A">
      <w:r>
        <w:t>263.4922</w:t>
      </w:r>
      <w:r>
        <w:tab/>
        <w:t>4.051e0</w:t>
      </w:r>
    </w:p>
    <w:p w:rsidR="00B5154A" w:rsidRDefault="00B5154A" w:rsidP="00B5154A">
      <w:r>
        <w:t>263.5435</w:t>
      </w:r>
      <w:r>
        <w:tab/>
        <w:t>3.038e0</w:t>
      </w:r>
    </w:p>
    <w:p w:rsidR="00B5154A" w:rsidRDefault="00B5154A" w:rsidP="00B5154A">
      <w:r>
        <w:t>263.5824</w:t>
      </w:r>
      <w:r>
        <w:tab/>
        <w:t>1.013e0</w:t>
      </w:r>
    </w:p>
    <w:p w:rsidR="00B5154A" w:rsidRDefault="00B5154A" w:rsidP="00B5154A">
      <w:r>
        <w:t>263.6781</w:t>
      </w:r>
      <w:r>
        <w:tab/>
        <w:t>4.051e0</w:t>
      </w:r>
    </w:p>
    <w:p w:rsidR="00B5154A" w:rsidRDefault="00B5154A" w:rsidP="00B5154A">
      <w:r>
        <w:lastRenderedPageBreak/>
        <w:t>263.7387</w:t>
      </w:r>
      <w:r>
        <w:tab/>
        <w:t>3.038e0</w:t>
      </w:r>
    </w:p>
    <w:p w:rsidR="00B5154A" w:rsidRDefault="00B5154A" w:rsidP="00B5154A">
      <w:r>
        <w:t>263.7936</w:t>
      </w:r>
      <w:r>
        <w:tab/>
        <w:t>2.025e0</w:t>
      </w:r>
    </w:p>
    <w:p w:rsidR="00B5154A" w:rsidRDefault="00B5154A" w:rsidP="00B5154A">
      <w:r>
        <w:t>263.8239</w:t>
      </w:r>
      <w:r>
        <w:tab/>
        <w:t>1.013e0</w:t>
      </w:r>
    </w:p>
    <w:p w:rsidR="00B5154A" w:rsidRDefault="00B5154A" w:rsidP="00B5154A">
      <w:r>
        <w:t>263.9190</w:t>
      </w:r>
      <w:r>
        <w:tab/>
        <w:t>3.038e0</w:t>
      </w:r>
    </w:p>
    <w:p w:rsidR="00B5154A" w:rsidRDefault="00B5154A" w:rsidP="00B5154A">
      <w:r>
        <w:t>263.9668</w:t>
      </w:r>
      <w:r>
        <w:tab/>
        <w:t>2.025e0</w:t>
      </w:r>
    </w:p>
    <w:p w:rsidR="00B5154A" w:rsidRDefault="00B5154A" w:rsidP="00B5154A">
      <w:r>
        <w:t>264.0082</w:t>
      </w:r>
      <w:r>
        <w:tab/>
        <w:t>1.850e0</w:t>
      </w:r>
    </w:p>
    <w:p w:rsidR="00B5154A" w:rsidRDefault="00B5154A" w:rsidP="00B5154A">
      <w:r>
        <w:t>264.0521</w:t>
      </w:r>
      <w:r>
        <w:tab/>
        <w:t>2.464e0</w:t>
      </w:r>
    </w:p>
    <w:p w:rsidR="00B5154A" w:rsidRDefault="00B5154A" w:rsidP="00B5154A">
      <w:r>
        <w:t>264.1245</w:t>
      </w:r>
      <w:r>
        <w:tab/>
        <w:t>3.193e0</w:t>
      </w:r>
    </w:p>
    <w:p w:rsidR="00B5154A" w:rsidRDefault="00B5154A" w:rsidP="00B5154A">
      <w:r>
        <w:t>264.1805</w:t>
      </w:r>
      <w:r>
        <w:tab/>
        <w:t>2.930e0</w:t>
      </w:r>
    </w:p>
    <w:p w:rsidR="00B5154A" w:rsidRDefault="00B5154A" w:rsidP="00B5154A">
      <w:r>
        <w:t>264.2255</w:t>
      </w:r>
      <w:r>
        <w:tab/>
        <w:t>2.788e0</w:t>
      </w:r>
    </w:p>
    <w:p w:rsidR="00B5154A" w:rsidRDefault="00B5154A" w:rsidP="00B5154A">
      <w:r>
        <w:t>264.2693</w:t>
      </w:r>
      <w:r>
        <w:tab/>
        <w:t>7.089e0</w:t>
      </w:r>
    </w:p>
    <w:p w:rsidR="00B5154A" w:rsidRDefault="00B5154A" w:rsidP="00B5154A">
      <w:r>
        <w:t>264.3232</w:t>
      </w:r>
      <w:r>
        <w:tab/>
        <w:t>3.038e0</w:t>
      </w:r>
    </w:p>
    <w:p w:rsidR="00B5154A" w:rsidRDefault="00B5154A" w:rsidP="00B5154A">
      <w:r>
        <w:t>264.3682</w:t>
      </w:r>
      <w:r>
        <w:tab/>
        <w:t>1.013e0</w:t>
      </w:r>
    </w:p>
    <w:p w:rsidR="00B5154A" w:rsidRDefault="00B5154A" w:rsidP="00B5154A">
      <w:r>
        <w:t>264.3946</w:t>
      </w:r>
      <w:r>
        <w:tab/>
        <w:t>1.013e0</w:t>
      </w:r>
    </w:p>
    <w:p w:rsidR="00B5154A" w:rsidRDefault="00B5154A" w:rsidP="00B5154A">
      <w:r>
        <w:t>264.4551</w:t>
      </w:r>
      <w:r>
        <w:tab/>
        <w:t>1.013e0</w:t>
      </w:r>
    </w:p>
    <w:p w:rsidR="00B5154A" w:rsidRDefault="00B5154A" w:rsidP="00B5154A">
      <w:r>
        <w:t>264.5071</w:t>
      </w:r>
      <w:r>
        <w:tab/>
        <w:t>2.025e0</w:t>
      </w:r>
    </w:p>
    <w:p w:rsidR="00B5154A" w:rsidRDefault="00B5154A" w:rsidP="00B5154A">
      <w:r>
        <w:t>264.5537</w:t>
      </w:r>
      <w:r>
        <w:tab/>
        <w:t>2.025e0</w:t>
      </w:r>
    </w:p>
    <w:p w:rsidR="00B5154A" w:rsidRDefault="00B5154A" w:rsidP="00B5154A">
      <w:r>
        <w:t>264.5979</w:t>
      </w:r>
      <w:r>
        <w:tab/>
        <w:t>2.025e0</w:t>
      </w:r>
    </w:p>
    <w:p w:rsidR="00B5154A" w:rsidRDefault="00B5154A" w:rsidP="00B5154A">
      <w:r>
        <w:t>264.6468</w:t>
      </w:r>
      <w:r>
        <w:tab/>
        <w:t>5.853e0</w:t>
      </w:r>
    </w:p>
    <w:p w:rsidR="00B5154A" w:rsidRDefault="00B5154A" w:rsidP="00B5154A">
      <w:r>
        <w:lastRenderedPageBreak/>
        <w:t>264.6887</w:t>
      </w:r>
      <w:r>
        <w:tab/>
        <w:t>5.063e0</w:t>
      </w:r>
    </w:p>
    <w:p w:rsidR="00B5154A" w:rsidRDefault="00B5154A" w:rsidP="00B5154A">
      <w:r>
        <w:t>264.7627</w:t>
      </w:r>
      <w:r>
        <w:tab/>
        <w:t>3.038e0</w:t>
      </w:r>
    </w:p>
    <w:p w:rsidR="00B5154A" w:rsidRDefault="00B5154A" w:rsidP="00B5154A">
      <w:r>
        <w:t>264.8059</w:t>
      </w:r>
      <w:r>
        <w:tab/>
        <w:t>1.013e0</w:t>
      </w:r>
    </w:p>
    <w:p w:rsidR="00B5154A" w:rsidRDefault="00B5154A" w:rsidP="00B5154A">
      <w:r>
        <w:t>264.8563</w:t>
      </w:r>
      <w:r>
        <w:tab/>
        <w:t>1.013e0</w:t>
      </w:r>
    </w:p>
    <w:p w:rsidR="00B5154A" w:rsidRDefault="00B5154A" w:rsidP="00B5154A">
      <w:r>
        <w:t>264.8917</w:t>
      </w:r>
      <w:r>
        <w:tab/>
        <w:t>1.013e0</w:t>
      </w:r>
    </w:p>
    <w:p w:rsidR="00B5154A" w:rsidRDefault="00B5154A" w:rsidP="00B5154A">
      <w:r>
        <w:t>264.9344</w:t>
      </w:r>
      <w:r>
        <w:tab/>
        <w:t>4.130e0</w:t>
      </w:r>
    </w:p>
    <w:p w:rsidR="00B5154A" w:rsidRDefault="00B5154A" w:rsidP="00B5154A">
      <w:r>
        <w:t>264.9763</w:t>
      </w:r>
      <w:r>
        <w:tab/>
        <w:t>2.373e0</w:t>
      </w:r>
    </w:p>
    <w:p w:rsidR="00B5154A" w:rsidRDefault="00B5154A" w:rsidP="00B5154A">
      <w:r>
        <w:t>265.1155</w:t>
      </w:r>
      <w:r>
        <w:tab/>
        <w:t>5.214e0</w:t>
      </w:r>
    </w:p>
    <w:p w:rsidR="00B5154A" w:rsidRDefault="00B5154A" w:rsidP="00B5154A">
      <w:r>
        <w:t>265.2608</w:t>
      </w:r>
      <w:r>
        <w:tab/>
        <w:t>2.025e0</w:t>
      </w:r>
    </w:p>
    <w:p w:rsidR="00B5154A" w:rsidRDefault="00B5154A" w:rsidP="00B5154A">
      <w:r>
        <w:t>265.3002</w:t>
      </w:r>
      <w:r>
        <w:tab/>
        <w:t>2.025e0</w:t>
      </w:r>
    </w:p>
    <w:p w:rsidR="00B5154A" w:rsidRDefault="00B5154A" w:rsidP="00B5154A">
      <w:r>
        <w:t>265.3476</w:t>
      </w:r>
      <w:r>
        <w:tab/>
        <w:t>3.038e0</w:t>
      </w:r>
    </w:p>
    <w:p w:rsidR="00B5154A" w:rsidRDefault="00B5154A" w:rsidP="00B5154A">
      <w:r>
        <w:t>265.4048</w:t>
      </w:r>
      <w:r>
        <w:tab/>
        <w:t>4.051e0</w:t>
      </w:r>
    </w:p>
    <w:p w:rsidR="00B5154A" w:rsidRDefault="00B5154A" w:rsidP="00B5154A">
      <w:r>
        <w:t>265.4675</w:t>
      </w:r>
      <w:r>
        <w:tab/>
        <w:t>1.013e0</w:t>
      </w:r>
    </w:p>
    <w:p w:rsidR="00B5154A" w:rsidRDefault="00B5154A" w:rsidP="00B5154A">
      <w:r>
        <w:t>265.5358</w:t>
      </w:r>
      <w:r>
        <w:tab/>
        <w:t>4.051e0</w:t>
      </w:r>
    </w:p>
    <w:p w:rsidR="00B5154A" w:rsidRDefault="00B5154A" w:rsidP="00B5154A">
      <w:r>
        <w:t>265.5670</w:t>
      </w:r>
      <w:r>
        <w:tab/>
        <w:t>2.025e0</w:t>
      </w:r>
    </w:p>
    <w:p w:rsidR="00B5154A" w:rsidRDefault="00B5154A" w:rsidP="00B5154A">
      <w:r>
        <w:t>265.6099</w:t>
      </w:r>
      <w:r>
        <w:tab/>
        <w:t>3.038e0</w:t>
      </w:r>
    </w:p>
    <w:p w:rsidR="00B5154A" w:rsidRDefault="00B5154A" w:rsidP="00B5154A">
      <w:r>
        <w:t>265.6678</w:t>
      </w:r>
      <w:r>
        <w:tab/>
        <w:t>3.038e0</w:t>
      </w:r>
    </w:p>
    <w:p w:rsidR="00B5154A" w:rsidRDefault="00B5154A" w:rsidP="00B5154A">
      <w:r>
        <w:t>265.6964</w:t>
      </w:r>
      <w:r>
        <w:tab/>
        <w:t>2.025e0</w:t>
      </w:r>
    </w:p>
    <w:p w:rsidR="00B5154A" w:rsidRDefault="00B5154A" w:rsidP="00B5154A">
      <w:r>
        <w:t>265.7881</w:t>
      </w:r>
      <w:r>
        <w:tab/>
        <w:t>3.038e0</w:t>
      </w:r>
    </w:p>
    <w:p w:rsidR="00B5154A" w:rsidRDefault="00B5154A" w:rsidP="00B5154A">
      <w:r>
        <w:lastRenderedPageBreak/>
        <w:t>265.8453</w:t>
      </w:r>
      <w:r>
        <w:tab/>
        <w:t>3.038e0</w:t>
      </w:r>
    </w:p>
    <w:p w:rsidR="00B5154A" w:rsidRDefault="00B5154A" w:rsidP="00B5154A">
      <w:r>
        <w:t>265.9203</w:t>
      </w:r>
      <w:r>
        <w:tab/>
        <w:t>2.025e0</w:t>
      </w:r>
    </w:p>
    <w:p w:rsidR="00B5154A" w:rsidRDefault="00B5154A" w:rsidP="00B5154A">
      <w:r>
        <w:t>266.0662</w:t>
      </w:r>
      <w:r>
        <w:tab/>
        <w:t>3.774e0</w:t>
      </w:r>
    </w:p>
    <w:p w:rsidR="00B5154A" w:rsidRDefault="00B5154A" w:rsidP="00B5154A">
      <w:r>
        <w:t>266.0959</w:t>
      </w:r>
      <w:r>
        <w:tab/>
        <w:t>1.568e0</w:t>
      </w:r>
    </w:p>
    <w:p w:rsidR="00B5154A" w:rsidRDefault="00B5154A" w:rsidP="00B5154A">
      <w:r>
        <w:t>266.1339</w:t>
      </w:r>
      <w:r>
        <w:tab/>
        <w:t>2.736e0</w:t>
      </w:r>
    </w:p>
    <w:p w:rsidR="00B5154A" w:rsidRDefault="00B5154A" w:rsidP="00B5154A">
      <w:r>
        <w:t>266.1876</w:t>
      </w:r>
      <w:r>
        <w:tab/>
        <w:t>1.896e0</w:t>
      </w:r>
    </w:p>
    <w:p w:rsidR="00B5154A" w:rsidRDefault="00B5154A" w:rsidP="00B5154A">
      <w:r>
        <w:t>266.2217</w:t>
      </w:r>
      <w:r>
        <w:tab/>
        <w:t>2.158e0</w:t>
      </w:r>
    </w:p>
    <w:p w:rsidR="00B5154A" w:rsidRDefault="00B5154A" w:rsidP="00B5154A">
      <w:r>
        <w:t>266.2823</w:t>
      </w:r>
      <w:r>
        <w:tab/>
        <w:t>1.013e0</w:t>
      </w:r>
    </w:p>
    <w:p w:rsidR="00B5154A" w:rsidRDefault="00B5154A" w:rsidP="00B5154A">
      <w:r>
        <w:t>266.3151</w:t>
      </w:r>
      <w:r>
        <w:tab/>
        <w:t>3.038e0</w:t>
      </w:r>
    </w:p>
    <w:p w:rsidR="00B5154A" w:rsidRDefault="00B5154A" w:rsidP="00B5154A">
      <w:r>
        <w:t>266.3993</w:t>
      </w:r>
      <w:r>
        <w:tab/>
        <w:t>3.038e0</w:t>
      </w:r>
    </w:p>
    <w:p w:rsidR="00B5154A" w:rsidRDefault="00B5154A" w:rsidP="00B5154A">
      <w:r>
        <w:t>266.4943</w:t>
      </w:r>
      <w:r>
        <w:tab/>
        <w:t>1.013e0</w:t>
      </w:r>
    </w:p>
    <w:p w:rsidR="00B5154A" w:rsidRDefault="00B5154A" w:rsidP="00B5154A">
      <w:r>
        <w:t>266.5266</w:t>
      </w:r>
      <w:r>
        <w:tab/>
        <w:t>2.025e0</w:t>
      </w:r>
    </w:p>
    <w:p w:rsidR="00B5154A" w:rsidRDefault="00B5154A" w:rsidP="00B5154A">
      <w:r>
        <w:t>266.5719</w:t>
      </w:r>
      <w:r>
        <w:tab/>
        <w:t>1.013e0</w:t>
      </w:r>
    </w:p>
    <w:p w:rsidR="00B5154A" w:rsidRDefault="00B5154A" w:rsidP="00B5154A">
      <w:r>
        <w:t>266.6128</w:t>
      </w:r>
      <w:r>
        <w:tab/>
        <w:t>3.038e0</w:t>
      </w:r>
    </w:p>
    <w:p w:rsidR="00B5154A" w:rsidRDefault="00B5154A" w:rsidP="00B5154A">
      <w:r>
        <w:t>266.6803</w:t>
      </w:r>
      <w:r>
        <w:tab/>
        <w:t>6.076e0</w:t>
      </w:r>
    </w:p>
    <w:p w:rsidR="00B5154A" w:rsidRDefault="00B5154A" w:rsidP="00B5154A">
      <w:r>
        <w:t>266.7281</w:t>
      </w:r>
      <w:r>
        <w:tab/>
        <w:t>3.038e0</w:t>
      </w:r>
    </w:p>
    <w:p w:rsidR="00B5154A" w:rsidRDefault="00B5154A" w:rsidP="00B5154A">
      <w:r>
        <w:t>266.7652</w:t>
      </w:r>
      <w:r>
        <w:tab/>
        <w:t>2.025e0</w:t>
      </w:r>
    </w:p>
    <w:p w:rsidR="00B5154A" w:rsidRDefault="00B5154A" w:rsidP="00B5154A">
      <w:r>
        <w:t>266.8156</w:t>
      </w:r>
      <w:r>
        <w:tab/>
        <w:t>1.013e0</w:t>
      </w:r>
    </w:p>
    <w:p w:rsidR="00B5154A" w:rsidRDefault="00B5154A" w:rsidP="00B5154A">
      <w:r>
        <w:t>266.8541</w:t>
      </w:r>
      <w:r>
        <w:tab/>
        <w:t>1.013e0</w:t>
      </w:r>
    </w:p>
    <w:p w:rsidR="00B5154A" w:rsidRDefault="00B5154A" w:rsidP="00B5154A">
      <w:r>
        <w:lastRenderedPageBreak/>
        <w:t>266.9019</w:t>
      </w:r>
      <w:r>
        <w:tab/>
        <w:t>1.013e0</w:t>
      </w:r>
    </w:p>
    <w:p w:rsidR="00B5154A" w:rsidRDefault="00B5154A" w:rsidP="00B5154A">
      <w:r>
        <w:t>267.0352</w:t>
      </w:r>
      <w:r>
        <w:tab/>
        <w:t>5.187e1</w:t>
      </w:r>
    </w:p>
    <w:p w:rsidR="00B5154A" w:rsidRDefault="00B5154A" w:rsidP="00B5154A">
      <w:r>
        <w:t>267.3223</w:t>
      </w:r>
      <w:r>
        <w:tab/>
        <w:t>3.038e0</w:t>
      </w:r>
    </w:p>
    <w:p w:rsidR="00B5154A" w:rsidRDefault="00B5154A" w:rsidP="00B5154A">
      <w:r>
        <w:t>267.3581</w:t>
      </w:r>
      <w:r>
        <w:tab/>
        <w:t>2.025e0</w:t>
      </w:r>
    </w:p>
    <w:p w:rsidR="00B5154A" w:rsidRDefault="00B5154A" w:rsidP="00B5154A">
      <w:r>
        <w:t>267.4076</w:t>
      </w:r>
      <w:r>
        <w:tab/>
        <w:t>2.025e0</w:t>
      </w:r>
    </w:p>
    <w:p w:rsidR="00B5154A" w:rsidRDefault="00B5154A" w:rsidP="00B5154A">
      <w:r>
        <w:t>267.4552</w:t>
      </w:r>
      <w:r>
        <w:tab/>
        <w:t>5.063e0</w:t>
      </w:r>
    </w:p>
    <w:p w:rsidR="00B5154A" w:rsidRDefault="00B5154A" w:rsidP="00B5154A">
      <w:r>
        <w:t>267.5381</w:t>
      </w:r>
      <w:r>
        <w:tab/>
        <w:t>2.025e0</w:t>
      </w:r>
    </w:p>
    <w:p w:rsidR="00B5154A" w:rsidRDefault="00B5154A" w:rsidP="00B5154A">
      <w:r>
        <w:t>267.5595</w:t>
      </w:r>
      <w:r>
        <w:tab/>
        <w:t>3.038e0</w:t>
      </w:r>
    </w:p>
    <w:p w:rsidR="00B5154A" w:rsidRDefault="00B5154A" w:rsidP="00B5154A">
      <w:r>
        <w:t>267.6045</w:t>
      </w:r>
      <w:r>
        <w:tab/>
        <w:t>2.025e0</w:t>
      </w:r>
    </w:p>
    <w:p w:rsidR="00B5154A" w:rsidRDefault="00B5154A" w:rsidP="00B5154A">
      <w:r>
        <w:t>267.6573</w:t>
      </w:r>
      <w:r>
        <w:tab/>
        <w:t>5.058e0</w:t>
      </w:r>
    </w:p>
    <w:p w:rsidR="00B5154A" w:rsidRDefault="00B5154A" w:rsidP="00B5154A">
      <w:r>
        <w:t>267.6956</w:t>
      </w:r>
      <w:r>
        <w:tab/>
        <w:t>2.695e0</w:t>
      </w:r>
    </w:p>
    <w:p w:rsidR="00B5154A" w:rsidRDefault="00B5154A" w:rsidP="00B5154A">
      <w:r>
        <w:t>267.7200</w:t>
      </w:r>
      <w:r>
        <w:tab/>
        <w:t>2.025e0</w:t>
      </w:r>
    </w:p>
    <w:p w:rsidR="00B5154A" w:rsidRDefault="00B5154A" w:rsidP="00B5154A">
      <w:r>
        <w:t>267.7577</w:t>
      </w:r>
      <w:r>
        <w:tab/>
        <w:t>3.038e0</w:t>
      </w:r>
    </w:p>
    <w:p w:rsidR="00B5154A" w:rsidRDefault="00B5154A" w:rsidP="00B5154A">
      <w:r>
        <w:t>267.7897</w:t>
      </w:r>
      <w:r>
        <w:tab/>
        <w:t>3.038e0</w:t>
      </w:r>
    </w:p>
    <w:p w:rsidR="00B5154A" w:rsidRDefault="00B5154A" w:rsidP="00B5154A">
      <w:r>
        <w:t>267.8280</w:t>
      </w:r>
      <w:r>
        <w:tab/>
        <w:t>1.013e0</w:t>
      </w:r>
    </w:p>
    <w:p w:rsidR="00B5154A" w:rsidRDefault="00B5154A" w:rsidP="00B5154A">
      <w:r>
        <w:t>267.8805</w:t>
      </w:r>
      <w:r>
        <w:tab/>
        <w:t>5.063e0</w:t>
      </w:r>
    </w:p>
    <w:p w:rsidR="00B5154A" w:rsidRDefault="00B5154A" w:rsidP="00B5154A">
      <w:r>
        <w:t>267.9189</w:t>
      </w:r>
      <w:r>
        <w:tab/>
        <w:t>2.025e0</w:t>
      </w:r>
    </w:p>
    <w:p w:rsidR="00B5154A" w:rsidRDefault="00B5154A" w:rsidP="00B5154A">
      <w:r>
        <w:t>267.9811</w:t>
      </w:r>
      <w:r>
        <w:tab/>
        <w:t>2.365e1</w:t>
      </w:r>
    </w:p>
    <w:p w:rsidR="00B5154A" w:rsidRDefault="00B5154A" w:rsidP="00B5154A">
      <w:r>
        <w:t>268.0332</w:t>
      </w:r>
      <w:r>
        <w:tab/>
        <w:t>6.461e0</w:t>
      </w:r>
    </w:p>
    <w:p w:rsidR="00B5154A" w:rsidRDefault="00B5154A" w:rsidP="00B5154A">
      <w:r>
        <w:lastRenderedPageBreak/>
        <w:t>268.1217</w:t>
      </w:r>
      <w:r>
        <w:tab/>
        <w:t>1.779e0</w:t>
      </w:r>
    </w:p>
    <w:p w:rsidR="00B5154A" w:rsidRDefault="00B5154A" w:rsidP="00B5154A">
      <w:r>
        <w:t>268.1538</w:t>
      </w:r>
      <w:r>
        <w:tab/>
        <w:t>3.732e0</w:t>
      </w:r>
    </w:p>
    <w:p w:rsidR="00B5154A" w:rsidRDefault="00B5154A" w:rsidP="00B5154A">
      <w:r>
        <w:t>268.2062</w:t>
      </w:r>
      <w:r>
        <w:tab/>
        <w:t>2.057e0</w:t>
      </w:r>
    </w:p>
    <w:p w:rsidR="00B5154A" w:rsidRDefault="00B5154A" w:rsidP="00B5154A">
      <w:r>
        <w:t>268.2484</w:t>
      </w:r>
      <w:r>
        <w:tab/>
        <w:t>4.133e0</w:t>
      </w:r>
    </w:p>
    <w:p w:rsidR="00B5154A" w:rsidRDefault="00B5154A" w:rsidP="00B5154A">
      <w:r>
        <w:t>268.3159</w:t>
      </w:r>
      <w:r>
        <w:tab/>
        <w:t>3.038e0</w:t>
      </w:r>
    </w:p>
    <w:p w:rsidR="00B5154A" w:rsidRDefault="00B5154A" w:rsidP="00B5154A">
      <w:r>
        <w:t>268.3464</w:t>
      </w:r>
      <w:r>
        <w:tab/>
        <w:t>2.025e0</w:t>
      </w:r>
    </w:p>
    <w:p w:rsidR="00B5154A" w:rsidRDefault="00B5154A" w:rsidP="00B5154A">
      <w:r>
        <w:t>268.3968</w:t>
      </w:r>
      <w:r>
        <w:tab/>
        <w:t>4.051e0</w:t>
      </w:r>
    </w:p>
    <w:p w:rsidR="00B5154A" w:rsidRDefault="00B5154A" w:rsidP="00B5154A">
      <w:r>
        <w:t>268.4427</w:t>
      </w:r>
      <w:r>
        <w:tab/>
        <w:t>3.038e0</w:t>
      </w:r>
    </w:p>
    <w:p w:rsidR="00B5154A" w:rsidRDefault="00B5154A" w:rsidP="00B5154A">
      <w:r>
        <w:t>268.5031</w:t>
      </w:r>
      <w:r>
        <w:tab/>
        <w:t>3.038e0</w:t>
      </w:r>
    </w:p>
    <w:p w:rsidR="00B5154A" w:rsidRDefault="00B5154A" w:rsidP="00B5154A">
      <w:r>
        <w:t>268.5814</w:t>
      </w:r>
      <w:r>
        <w:tab/>
        <w:t>2.025e0</w:t>
      </w:r>
    </w:p>
    <w:p w:rsidR="00B5154A" w:rsidRDefault="00B5154A" w:rsidP="00B5154A">
      <w:r>
        <w:t>268.6273</w:t>
      </w:r>
      <w:r>
        <w:tab/>
        <w:t>4.051e0</w:t>
      </w:r>
    </w:p>
    <w:p w:rsidR="00B5154A" w:rsidRDefault="00B5154A" w:rsidP="00B5154A">
      <w:r>
        <w:t>268.6642</w:t>
      </w:r>
      <w:r>
        <w:tab/>
        <w:t>2.025e0</w:t>
      </w:r>
    </w:p>
    <w:p w:rsidR="00B5154A" w:rsidRDefault="00B5154A" w:rsidP="00B5154A">
      <w:r>
        <w:t>268.7191</w:t>
      </w:r>
      <w:r>
        <w:tab/>
        <w:t>1.013e0</w:t>
      </w:r>
    </w:p>
    <w:p w:rsidR="00B5154A" w:rsidRDefault="00B5154A" w:rsidP="00B5154A">
      <w:r>
        <w:t>268.7571</w:t>
      </w:r>
      <w:r>
        <w:tab/>
        <w:t>1.013e0</w:t>
      </w:r>
    </w:p>
    <w:p w:rsidR="00B5154A" w:rsidRDefault="00B5154A" w:rsidP="00B5154A">
      <w:r>
        <w:t>268.7799</w:t>
      </w:r>
      <w:r>
        <w:tab/>
        <w:t>1.013e0</w:t>
      </w:r>
    </w:p>
    <w:p w:rsidR="00B5154A" w:rsidRDefault="00B5154A" w:rsidP="00B5154A">
      <w:r>
        <w:t>268.8103</w:t>
      </w:r>
      <w:r>
        <w:tab/>
        <w:t>2.025e0</w:t>
      </w:r>
    </w:p>
    <w:p w:rsidR="00B5154A" w:rsidRDefault="00B5154A" w:rsidP="00B5154A">
      <w:r>
        <w:t>268.8730</w:t>
      </w:r>
      <w:r>
        <w:tab/>
        <w:t>2.025e0</w:t>
      </w:r>
    </w:p>
    <w:p w:rsidR="00B5154A" w:rsidRDefault="00B5154A" w:rsidP="00B5154A">
      <w:r>
        <w:t>268.9052</w:t>
      </w:r>
      <w:r>
        <w:tab/>
        <w:t>1.013e0</w:t>
      </w:r>
    </w:p>
    <w:p w:rsidR="00B5154A" w:rsidRDefault="00B5154A" w:rsidP="00B5154A">
      <w:r>
        <w:t>268.9543</w:t>
      </w:r>
      <w:r>
        <w:tab/>
        <w:t>1.013e0</w:t>
      </w:r>
    </w:p>
    <w:p w:rsidR="00B5154A" w:rsidRDefault="00B5154A" w:rsidP="00B5154A">
      <w:r>
        <w:lastRenderedPageBreak/>
        <w:t>269.0455</w:t>
      </w:r>
      <w:r>
        <w:tab/>
        <w:t>8.381e0</w:t>
      </w:r>
    </w:p>
    <w:p w:rsidR="00B5154A" w:rsidRDefault="00B5154A" w:rsidP="00B5154A">
      <w:r>
        <w:t>269.0808</w:t>
      </w:r>
      <w:r>
        <w:tab/>
        <w:t>7.196e0</w:t>
      </w:r>
    </w:p>
    <w:p w:rsidR="00B5154A" w:rsidRDefault="00B5154A" w:rsidP="00B5154A">
      <w:r>
        <w:t>269.1420</w:t>
      </w:r>
      <w:r>
        <w:tab/>
        <w:t>1.682e0</w:t>
      </w:r>
    </w:p>
    <w:p w:rsidR="00B5154A" w:rsidRDefault="00B5154A" w:rsidP="00B5154A">
      <w:r>
        <w:t>269.2093</w:t>
      </w:r>
      <w:r>
        <w:tab/>
        <w:t>6.059e0</w:t>
      </w:r>
    </w:p>
    <w:p w:rsidR="00B5154A" w:rsidRDefault="00B5154A" w:rsidP="00B5154A">
      <w:r>
        <w:t>269.2591</w:t>
      </w:r>
      <w:r>
        <w:tab/>
        <w:t>8.101e0</w:t>
      </w:r>
    </w:p>
    <w:p w:rsidR="00B5154A" w:rsidRDefault="00B5154A" w:rsidP="00B5154A">
      <w:r>
        <w:t>269.3302</w:t>
      </w:r>
      <w:r>
        <w:tab/>
        <w:t>5.063e0</w:t>
      </w:r>
    </w:p>
    <w:p w:rsidR="00B5154A" w:rsidRDefault="00B5154A" w:rsidP="00B5154A">
      <w:r>
        <w:t>269.3622</w:t>
      </w:r>
      <w:r>
        <w:tab/>
        <w:t>2.025e0</w:t>
      </w:r>
    </w:p>
    <w:p w:rsidR="00B5154A" w:rsidRDefault="00B5154A" w:rsidP="00B5154A">
      <w:r>
        <w:t>269.4023</w:t>
      </w:r>
      <w:r>
        <w:tab/>
        <w:t>1.013e0</w:t>
      </w:r>
    </w:p>
    <w:p w:rsidR="00B5154A" w:rsidRDefault="00B5154A" w:rsidP="00B5154A">
      <w:r>
        <w:t>269.4890</w:t>
      </w:r>
      <w:r>
        <w:tab/>
        <w:t>4.051e0</w:t>
      </w:r>
    </w:p>
    <w:p w:rsidR="00B5154A" w:rsidRDefault="00B5154A" w:rsidP="00B5154A">
      <w:r>
        <w:t>269.5458</w:t>
      </w:r>
      <w:r>
        <w:tab/>
        <w:t>4.051e0</w:t>
      </w:r>
    </w:p>
    <w:p w:rsidR="00B5154A" w:rsidRDefault="00B5154A" w:rsidP="00B5154A">
      <w:r>
        <w:t>269.5880</w:t>
      </w:r>
      <w:r>
        <w:tab/>
        <w:t>4.051e0</w:t>
      </w:r>
    </w:p>
    <w:p w:rsidR="00B5154A" w:rsidRDefault="00B5154A" w:rsidP="00B5154A">
      <w:r>
        <w:t>269.6606</w:t>
      </w:r>
      <w:r>
        <w:tab/>
        <w:t>2.025e0</w:t>
      </w:r>
    </w:p>
    <w:p w:rsidR="00B5154A" w:rsidRDefault="00B5154A" w:rsidP="00B5154A">
      <w:r>
        <w:t>269.7282</w:t>
      </w:r>
      <w:r>
        <w:tab/>
        <w:t>4.792e0</w:t>
      </w:r>
    </w:p>
    <w:p w:rsidR="00B5154A" w:rsidRDefault="00B5154A" w:rsidP="00B5154A">
      <w:r>
        <w:t>269.7675</w:t>
      </w:r>
      <w:r>
        <w:tab/>
        <w:t>2.025e0</w:t>
      </w:r>
    </w:p>
    <w:p w:rsidR="00B5154A" w:rsidRDefault="00B5154A" w:rsidP="00B5154A">
      <w:r>
        <w:t>269.7954</w:t>
      </w:r>
      <w:r>
        <w:tab/>
        <w:t>2.025e0</w:t>
      </w:r>
    </w:p>
    <w:p w:rsidR="00B5154A" w:rsidRDefault="00B5154A" w:rsidP="00B5154A">
      <w:r>
        <w:t>269.8552</w:t>
      </w:r>
      <w:r>
        <w:tab/>
        <w:t>2.025e0</w:t>
      </w:r>
    </w:p>
    <w:p w:rsidR="00B5154A" w:rsidRDefault="00B5154A" w:rsidP="00B5154A">
      <w:r>
        <w:t>269.9082</w:t>
      </w:r>
      <w:r>
        <w:tab/>
        <w:t>3.038e0</w:t>
      </w:r>
    </w:p>
    <w:p w:rsidR="00B5154A" w:rsidRDefault="00B5154A" w:rsidP="00B5154A">
      <w:r>
        <w:t>269.9594</w:t>
      </w:r>
      <w:r>
        <w:tab/>
        <w:t>4.895e0</w:t>
      </w:r>
    </w:p>
    <w:p w:rsidR="00B5154A" w:rsidRDefault="00B5154A" w:rsidP="00B5154A">
      <w:r>
        <w:t>270.1300</w:t>
      </w:r>
      <w:r>
        <w:tab/>
        <w:t>2.933e0</w:t>
      </w:r>
    </w:p>
    <w:p w:rsidR="00B5154A" w:rsidRDefault="00B5154A" w:rsidP="00B5154A">
      <w:r>
        <w:lastRenderedPageBreak/>
        <w:t>270.1660</w:t>
      </w:r>
      <w:r>
        <w:tab/>
        <w:t>1.331e1</w:t>
      </w:r>
    </w:p>
    <w:p w:rsidR="00B5154A" w:rsidRDefault="00B5154A" w:rsidP="00B5154A">
      <w:r>
        <w:t>270.1981</w:t>
      </w:r>
      <w:r>
        <w:tab/>
        <w:t>2.328e0</w:t>
      </w:r>
    </w:p>
    <w:p w:rsidR="00B5154A" w:rsidRDefault="00B5154A" w:rsidP="00B5154A">
      <w:r>
        <w:t>270.2570</w:t>
      </w:r>
      <w:r>
        <w:tab/>
        <w:t>5.906e0</w:t>
      </w:r>
    </w:p>
    <w:p w:rsidR="00B5154A" w:rsidRDefault="00B5154A" w:rsidP="00B5154A">
      <w:r>
        <w:t>270.3271</w:t>
      </w:r>
      <w:r>
        <w:tab/>
        <w:t>7.089e0</w:t>
      </w:r>
    </w:p>
    <w:p w:rsidR="00B5154A" w:rsidRDefault="00B5154A" w:rsidP="00B5154A">
      <w:r>
        <w:t>270.3647</w:t>
      </w:r>
      <w:r>
        <w:tab/>
        <w:t>3.038e0</w:t>
      </w:r>
    </w:p>
    <w:p w:rsidR="00B5154A" w:rsidRDefault="00B5154A" w:rsidP="00B5154A">
      <w:r>
        <w:t>270.3895</w:t>
      </w:r>
      <w:r>
        <w:tab/>
        <w:t>2.025e0</w:t>
      </w:r>
    </w:p>
    <w:p w:rsidR="00B5154A" w:rsidRDefault="00B5154A" w:rsidP="00B5154A">
      <w:r>
        <w:t>270.4464</w:t>
      </w:r>
      <w:r>
        <w:tab/>
        <w:t>3.038e0</w:t>
      </w:r>
    </w:p>
    <w:p w:rsidR="00B5154A" w:rsidRDefault="00B5154A" w:rsidP="00B5154A">
      <w:r>
        <w:t>270.4896</w:t>
      </w:r>
      <w:r>
        <w:tab/>
        <w:t>1.013e0</w:t>
      </w:r>
    </w:p>
    <w:p w:rsidR="00B5154A" w:rsidRDefault="00B5154A" w:rsidP="00B5154A">
      <w:r>
        <w:t>270.5947</w:t>
      </w:r>
      <w:r>
        <w:tab/>
        <w:t>1.013e0</w:t>
      </w:r>
    </w:p>
    <w:p w:rsidR="00B5154A" w:rsidRDefault="00B5154A" w:rsidP="00B5154A">
      <w:r>
        <w:t>270.6575</w:t>
      </w:r>
      <w:r>
        <w:tab/>
        <w:t>3.038e0</w:t>
      </w:r>
    </w:p>
    <w:p w:rsidR="00B5154A" w:rsidRDefault="00B5154A" w:rsidP="00B5154A">
      <w:r>
        <w:t>270.6885</w:t>
      </w:r>
      <w:r>
        <w:tab/>
        <w:t>3.038e0</w:t>
      </w:r>
    </w:p>
    <w:p w:rsidR="00B5154A" w:rsidRDefault="00B5154A" w:rsidP="00B5154A">
      <w:r>
        <w:t>270.7303</w:t>
      </w:r>
      <w:r>
        <w:tab/>
        <w:t>4.921e0</w:t>
      </w:r>
    </w:p>
    <w:p w:rsidR="00B5154A" w:rsidRDefault="00B5154A" w:rsidP="00B5154A">
      <w:r>
        <w:t>270.7827</w:t>
      </w:r>
      <w:r>
        <w:tab/>
        <w:t>1.013e0</w:t>
      </w:r>
    </w:p>
    <w:p w:rsidR="00B5154A" w:rsidRDefault="00B5154A" w:rsidP="00B5154A">
      <w:r>
        <w:t>270.8372</w:t>
      </w:r>
      <w:r>
        <w:tab/>
        <w:t>2.025e0</w:t>
      </w:r>
    </w:p>
    <w:p w:rsidR="00B5154A" w:rsidRDefault="00B5154A" w:rsidP="00B5154A">
      <w:r>
        <w:t>270.9252</w:t>
      </w:r>
      <w:r>
        <w:tab/>
        <w:t>3.038e0</w:t>
      </w:r>
    </w:p>
    <w:p w:rsidR="00B5154A" w:rsidRDefault="00B5154A" w:rsidP="00B5154A">
      <w:r>
        <w:t>270.9821</w:t>
      </w:r>
      <w:r>
        <w:tab/>
        <w:t>5.277e0</w:t>
      </w:r>
    </w:p>
    <w:p w:rsidR="00B5154A" w:rsidRDefault="00B5154A" w:rsidP="00B5154A">
      <w:r>
        <w:t>271.0171</w:t>
      </w:r>
      <w:r>
        <w:tab/>
        <w:t>1.069e0</w:t>
      </w:r>
    </w:p>
    <w:p w:rsidR="00B5154A" w:rsidRDefault="00B5154A" w:rsidP="00B5154A">
      <w:r>
        <w:t>271.0489</w:t>
      </w:r>
      <w:r>
        <w:tab/>
        <w:t>2.162e0</w:t>
      </w:r>
    </w:p>
    <w:p w:rsidR="00B5154A" w:rsidRDefault="00B5154A" w:rsidP="00B5154A">
      <w:r>
        <w:t>271.0797</w:t>
      </w:r>
      <w:r>
        <w:tab/>
        <w:t>1.614e0</w:t>
      </w:r>
    </w:p>
    <w:p w:rsidR="00B5154A" w:rsidRDefault="00B5154A" w:rsidP="00B5154A">
      <w:r>
        <w:lastRenderedPageBreak/>
        <w:t>271.1476</w:t>
      </w:r>
      <w:r>
        <w:tab/>
        <w:t>8.067e0</w:t>
      </w:r>
    </w:p>
    <w:p w:rsidR="00B5154A" w:rsidRDefault="00B5154A" w:rsidP="00B5154A">
      <w:r>
        <w:t>271.1957</w:t>
      </w:r>
      <w:r>
        <w:tab/>
        <w:t>2.763e1</w:t>
      </w:r>
    </w:p>
    <w:p w:rsidR="00B5154A" w:rsidRDefault="00B5154A" w:rsidP="00B5154A">
      <w:r>
        <w:t>271.2558</w:t>
      </w:r>
      <w:r>
        <w:tab/>
        <w:t>1.013e0</w:t>
      </w:r>
    </w:p>
    <w:p w:rsidR="00B5154A" w:rsidRDefault="00B5154A" w:rsidP="00B5154A">
      <w:r>
        <w:t>271.3203</w:t>
      </w:r>
      <w:r>
        <w:tab/>
        <w:t>2.960e0</w:t>
      </w:r>
    </w:p>
    <w:p w:rsidR="00B5154A" w:rsidRDefault="00B5154A" w:rsidP="00B5154A">
      <w:r>
        <w:t>271.3510</w:t>
      </w:r>
      <w:r>
        <w:tab/>
        <w:t>2.025e0</w:t>
      </w:r>
    </w:p>
    <w:p w:rsidR="00B5154A" w:rsidRDefault="00B5154A" w:rsidP="00B5154A">
      <w:r>
        <w:t>271.3877</w:t>
      </w:r>
      <w:r>
        <w:tab/>
        <w:t>3.038e0</w:t>
      </w:r>
    </w:p>
    <w:p w:rsidR="00B5154A" w:rsidRDefault="00B5154A" w:rsidP="00B5154A">
      <w:r>
        <w:t>271.4570</w:t>
      </w:r>
      <w:r>
        <w:tab/>
        <w:t>9.114e0</w:t>
      </w:r>
    </w:p>
    <w:p w:rsidR="00B5154A" w:rsidRDefault="00B5154A" w:rsidP="00B5154A">
      <w:r>
        <w:t>271.5322</w:t>
      </w:r>
      <w:r>
        <w:tab/>
        <w:t>3.038e0</w:t>
      </w:r>
    </w:p>
    <w:p w:rsidR="00B5154A" w:rsidRDefault="00B5154A" w:rsidP="00B5154A">
      <w:r>
        <w:t>271.5644</w:t>
      </w:r>
      <w:r>
        <w:tab/>
        <w:t>5.063e0</w:t>
      </w:r>
    </w:p>
    <w:p w:rsidR="00B5154A" w:rsidRDefault="00B5154A" w:rsidP="00B5154A">
      <w:r>
        <w:t>271.6030</w:t>
      </w:r>
      <w:r>
        <w:tab/>
        <w:t>4.051e0</w:t>
      </w:r>
    </w:p>
    <w:p w:rsidR="00B5154A" w:rsidRDefault="00B5154A" w:rsidP="00B5154A">
      <w:r>
        <w:t>271.6707</w:t>
      </w:r>
      <w:r>
        <w:tab/>
        <w:t>3.038e0</w:t>
      </w:r>
    </w:p>
    <w:p w:rsidR="00B5154A" w:rsidRDefault="00B5154A" w:rsidP="00B5154A">
      <w:r>
        <w:t>271.7277</w:t>
      </w:r>
      <w:r>
        <w:tab/>
        <w:t>3.038e0</w:t>
      </w:r>
    </w:p>
    <w:p w:rsidR="00B5154A" w:rsidRDefault="00B5154A" w:rsidP="00B5154A">
      <w:r>
        <w:t>271.7990</w:t>
      </w:r>
      <w:r>
        <w:tab/>
        <w:t>5.063e0</w:t>
      </w:r>
    </w:p>
    <w:p w:rsidR="00B5154A" w:rsidRDefault="00B5154A" w:rsidP="00B5154A">
      <w:r>
        <w:t>271.8753</w:t>
      </w:r>
      <w:r>
        <w:tab/>
        <w:t>2.025e0</w:t>
      </w:r>
    </w:p>
    <w:p w:rsidR="00B5154A" w:rsidRDefault="00B5154A" w:rsidP="00B5154A">
      <w:r>
        <w:t>271.9301</w:t>
      </w:r>
      <w:r>
        <w:tab/>
        <w:t>6.076e0</w:t>
      </w:r>
    </w:p>
    <w:p w:rsidR="00B5154A" w:rsidRDefault="00B5154A" w:rsidP="00B5154A">
      <w:r>
        <w:t>271.9758</w:t>
      </w:r>
      <w:r>
        <w:tab/>
        <w:t>8.449e0</w:t>
      </w:r>
    </w:p>
    <w:p w:rsidR="00B5154A" w:rsidRDefault="00B5154A" w:rsidP="00B5154A">
      <w:r>
        <w:t>272.0646</w:t>
      </w:r>
      <w:r>
        <w:tab/>
        <w:t>5.056e0</w:t>
      </w:r>
    </w:p>
    <w:p w:rsidR="00B5154A" w:rsidRDefault="00B5154A" w:rsidP="00B5154A">
      <w:r>
        <w:t>272.1561</w:t>
      </w:r>
      <w:r>
        <w:tab/>
        <w:t>1.841e0</w:t>
      </w:r>
    </w:p>
    <w:p w:rsidR="00B5154A" w:rsidRDefault="00B5154A" w:rsidP="00B5154A">
      <w:r>
        <w:t>272.1935</w:t>
      </w:r>
      <w:r>
        <w:tab/>
        <w:t>8.973e0</w:t>
      </w:r>
    </w:p>
    <w:p w:rsidR="00B5154A" w:rsidRDefault="00B5154A" w:rsidP="00B5154A">
      <w:r>
        <w:lastRenderedPageBreak/>
        <w:t>272.2489</w:t>
      </w:r>
      <w:r>
        <w:tab/>
        <w:t>6.866e0</w:t>
      </w:r>
    </w:p>
    <w:p w:rsidR="00B5154A" w:rsidRDefault="00B5154A" w:rsidP="00B5154A">
      <w:r>
        <w:t>272.3059</w:t>
      </w:r>
      <w:r>
        <w:tab/>
        <w:t>2.025e0</w:t>
      </w:r>
    </w:p>
    <w:p w:rsidR="00B5154A" w:rsidRDefault="00B5154A" w:rsidP="00B5154A">
      <w:r>
        <w:t>272.4164</w:t>
      </w:r>
      <w:r>
        <w:tab/>
        <w:t>3.038e0</w:t>
      </w:r>
    </w:p>
    <w:p w:rsidR="00B5154A" w:rsidRDefault="00B5154A" w:rsidP="00B5154A">
      <w:r>
        <w:t>272.4709</w:t>
      </w:r>
      <w:r>
        <w:tab/>
        <w:t>2.025e0</w:t>
      </w:r>
    </w:p>
    <w:p w:rsidR="00B5154A" w:rsidRDefault="00B5154A" w:rsidP="00B5154A">
      <w:r>
        <w:t>272.5071</w:t>
      </w:r>
      <w:r>
        <w:tab/>
        <w:t>1.013e0</w:t>
      </w:r>
    </w:p>
    <w:p w:rsidR="00B5154A" w:rsidRDefault="00B5154A" w:rsidP="00B5154A">
      <w:r>
        <w:t>272.5544</w:t>
      </w:r>
      <w:r>
        <w:tab/>
        <w:t>2.025e0</w:t>
      </w:r>
    </w:p>
    <w:p w:rsidR="00B5154A" w:rsidRDefault="00B5154A" w:rsidP="00B5154A">
      <w:r>
        <w:t>272.5869</w:t>
      </w:r>
      <w:r>
        <w:tab/>
        <w:t>2.025e0</w:t>
      </w:r>
    </w:p>
    <w:p w:rsidR="00B5154A" w:rsidRDefault="00B5154A" w:rsidP="00B5154A">
      <w:r>
        <w:t>272.6479</w:t>
      </w:r>
      <w:r>
        <w:tab/>
        <w:t>1.013e0</w:t>
      </w:r>
    </w:p>
    <w:p w:rsidR="00B5154A" w:rsidRDefault="00B5154A" w:rsidP="00B5154A">
      <w:r>
        <w:t>272.6822</w:t>
      </w:r>
      <w:r>
        <w:tab/>
        <w:t>3.038e0</w:t>
      </w:r>
    </w:p>
    <w:p w:rsidR="00B5154A" w:rsidRDefault="00B5154A" w:rsidP="00B5154A">
      <w:r>
        <w:t>272.7355</w:t>
      </w:r>
      <w:r>
        <w:tab/>
        <w:t>1.013e0</w:t>
      </w:r>
    </w:p>
    <w:p w:rsidR="00B5154A" w:rsidRDefault="00B5154A" w:rsidP="00B5154A">
      <w:r>
        <w:t>272.7754</w:t>
      </w:r>
      <w:r>
        <w:tab/>
        <w:t>5.063e0</w:t>
      </w:r>
    </w:p>
    <w:p w:rsidR="00B5154A" w:rsidRDefault="00B5154A" w:rsidP="00B5154A">
      <w:r>
        <w:t>272.8230</w:t>
      </w:r>
      <w:r>
        <w:tab/>
        <w:t>2.025e0</w:t>
      </w:r>
    </w:p>
    <w:p w:rsidR="00B5154A" w:rsidRDefault="00B5154A" w:rsidP="00B5154A">
      <w:r>
        <w:t>272.8545</w:t>
      </w:r>
      <w:r>
        <w:tab/>
        <w:t>2.025e0</w:t>
      </w:r>
    </w:p>
    <w:p w:rsidR="00B5154A" w:rsidRDefault="00B5154A" w:rsidP="00B5154A">
      <w:r>
        <w:t>272.8878</w:t>
      </w:r>
      <w:r>
        <w:tab/>
        <w:t>4.051e0</w:t>
      </w:r>
    </w:p>
    <w:p w:rsidR="00B5154A" w:rsidRDefault="00B5154A" w:rsidP="00B5154A">
      <w:r>
        <w:t>272.9687</w:t>
      </w:r>
      <w:r>
        <w:tab/>
        <w:t>6.600e0</w:t>
      </w:r>
    </w:p>
    <w:p w:rsidR="00B5154A" w:rsidRDefault="00B5154A" w:rsidP="00B5154A">
      <w:r>
        <w:t>273.0268</w:t>
      </w:r>
      <w:r>
        <w:tab/>
        <w:t>5.952e1</w:t>
      </w:r>
    </w:p>
    <w:p w:rsidR="00B5154A" w:rsidRDefault="00B5154A" w:rsidP="00B5154A">
      <w:r>
        <w:t>273.0877</w:t>
      </w:r>
      <w:r>
        <w:tab/>
        <w:t>4.085e0</w:t>
      </w:r>
    </w:p>
    <w:p w:rsidR="00B5154A" w:rsidRDefault="00B5154A" w:rsidP="00B5154A">
      <w:r>
        <w:t>273.1324</w:t>
      </w:r>
      <w:r>
        <w:tab/>
        <w:t>4.673e0</w:t>
      </w:r>
    </w:p>
    <w:p w:rsidR="00B5154A" w:rsidRDefault="00B5154A" w:rsidP="00B5154A">
      <w:r>
        <w:t>273.1729</w:t>
      </w:r>
      <w:r>
        <w:tab/>
        <w:t>4.209e1</w:t>
      </w:r>
    </w:p>
    <w:p w:rsidR="00B5154A" w:rsidRDefault="00B5154A" w:rsidP="00B5154A">
      <w:r>
        <w:lastRenderedPageBreak/>
        <w:t>273.2847</w:t>
      </w:r>
      <w:r>
        <w:tab/>
        <w:t>4.051e0</w:t>
      </w:r>
    </w:p>
    <w:p w:rsidR="00B5154A" w:rsidRDefault="00B5154A" w:rsidP="00B5154A">
      <w:r>
        <w:t>273.3210</w:t>
      </w:r>
      <w:r>
        <w:tab/>
        <w:t>3.038e0</w:t>
      </w:r>
    </w:p>
    <w:p w:rsidR="00B5154A" w:rsidRDefault="00B5154A" w:rsidP="00B5154A">
      <w:r>
        <w:t>273.3564</w:t>
      </w:r>
      <w:r>
        <w:tab/>
        <w:t>3.038e0</w:t>
      </w:r>
    </w:p>
    <w:p w:rsidR="00B5154A" w:rsidRDefault="00B5154A" w:rsidP="00B5154A">
      <w:r>
        <w:t>273.4028</w:t>
      </w:r>
      <w:r>
        <w:tab/>
        <w:t>2.025e0</w:t>
      </w:r>
    </w:p>
    <w:p w:rsidR="00B5154A" w:rsidRDefault="00B5154A" w:rsidP="00B5154A">
      <w:r>
        <w:t>273.4373</w:t>
      </w:r>
      <w:r>
        <w:tab/>
        <w:t>2.025e0</w:t>
      </w:r>
    </w:p>
    <w:p w:rsidR="00B5154A" w:rsidRDefault="00B5154A" w:rsidP="00B5154A">
      <w:r>
        <w:t>273.4859</w:t>
      </w:r>
      <w:r>
        <w:tab/>
        <w:t>1.013e0</w:t>
      </w:r>
    </w:p>
    <w:p w:rsidR="00B5154A" w:rsidRDefault="00B5154A" w:rsidP="00B5154A">
      <w:r>
        <w:t>273.5246</w:t>
      </w:r>
      <w:r>
        <w:tab/>
        <w:t>2.025e0</w:t>
      </w:r>
    </w:p>
    <w:p w:rsidR="00B5154A" w:rsidRDefault="00B5154A" w:rsidP="00B5154A">
      <w:r>
        <w:t>273.5654</w:t>
      </w:r>
      <w:r>
        <w:tab/>
        <w:t>1.013e0</w:t>
      </w:r>
    </w:p>
    <w:p w:rsidR="00B5154A" w:rsidRDefault="00B5154A" w:rsidP="00B5154A">
      <w:r>
        <w:t>273.6105</w:t>
      </w:r>
      <w:r>
        <w:tab/>
        <w:t>2.025e0</w:t>
      </w:r>
    </w:p>
    <w:p w:rsidR="00B5154A" w:rsidRDefault="00B5154A" w:rsidP="00B5154A">
      <w:r>
        <w:t>273.6516</w:t>
      </w:r>
      <w:r>
        <w:tab/>
        <w:t>4.047e0</w:t>
      </w:r>
    </w:p>
    <w:p w:rsidR="00B5154A" w:rsidRDefault="00B5154A" w:rsidP="00B5154A">
      <w:r>
        <w:t>273.7003</w:t>
      </w:r>
      <w:r>
        <w:tab/>
        <w:t>3.038e0</w:t>
      </w:r>
    </w:p>
    <w:p w:rsidR="00B5154A" w:rsidRDefault="00B5154A" w:rsidP="00B5154A">
      <w:r>
        <w:t>273.7485</w:t>
      </w:r>
      <w:r>
        <w:tab/>
        <w:t>3.038e0</w:t>
      </w:r>
    </w:p>
    <w:p w:rsidR="00B5154A" w:rsidRDefault="00B5154A" w:rsidP="00B5154A">
      <w:r>
        <w:t>273.8052</w:t>
      </w:r>
      <w:r>
        <w:tab/>
        <w:t>2.025e0</w:t>
      </w:r>
    </w:p>
    <w:p w:rsidR="00B5154A" w:rsidRDefault="00B5154A" w:rsidP="00B5154A">
      <w:r>
        <w:t>273.8665</w:t>
      </w:r>
      <w:r>
        <w:tab/>
        <w:t>3.038e0</w:t>
      </w:r>
    </w:p>
    <w:p w:rsidR="00B5154A" w:rsidRDefault="00B5154A" w:rsidP="00B5154A">
      <w:r>
        <w:t>273.9082</w:t>
      </w:r>
      <w:r>
        <w:tab/>
        <w:t>1.013e0</w:t>
      </w:r>
    </w:p>
    <w:p w:rsidR="00B5154A" w:rsidRDefault="00B5154A" w:rsidP="00B5154A">
      <w:r>
        <w:t>273.9622</w:t>
      </w:r>
      <w:r>
        <w:tab/>
        <w:t>5.063e0</w:t>
      </w:r>
    </w:p>
    <w:p w:rsidR="00B5154A" w:rsidRDefault="00B5154A" w:rsidP="00B5154A">
      <w:r>
        <w:t>274.0234</w:t>
      </w:r>
      <w:r>
        <w:tab/>
        <w:t>5.476e0</w:t>
      </w:r>
    </w:p>
    <w:p w:rsidR="00B5154A" w:rsidRDefault="00B5154A" w:rsidP="00B5154A">
      <w:r>
        <w:t>274.1123</w:t>
      </w:r>
      <w:r>
        <w:tab/>
        <w:t>2.453e0</w:t>
      </w:r>
    </w:p>
    <w:p w:rsidR="00B5154A" w:rsidRDefault="00B5154A" w:rsidP="00B5154A">
      <w:r>
        <w:t>274.1615</w:t>
      </w:r>
      <w:r>
        <w:tab/>
        <w:t>7.934e0</w:t>
      </w:r>
    </w:p>
    <w:p w:rsidR="00B5154A" w:rsidRDefault="00B5154A" w:rsidP="00B5154A">
      <w:r>
        <w:lastRenderedPageBreak/>
        <w:t>274.1904</w:t>
      </w:r>
      <w:r>
        <w:tab/>
        <w:t>4.189e0</w:t>
      </w:r>
    </w:p>
    <w:p w:rsidR="00B5154A" w:rsidRDefault="00B5154A" w:rsidP="00B5154A">
      <w:r>
        <w:t>274.2822</w:t>
      </w:r>
      <w:r>
        <w:tab/>
        <w:t>8.422e0</w:t>
      </w:r>
    </w:p>
    <w:p w:rsidR="00B5154A" w:rsidRDefault="00B5154A" w:rsidP="00B5154A">
      <w:r>
        <w:t>274.3630</w:t>
      </w:r>
      <w:r>
        <w:tab/>
        <w:t>3.038e0</w:t>
      </w:r>
    </w:p>
    <w:p w:rsidR="00B5154A" w:rsidRDefault="00B5154A" w:rsidP="00B5154A">
      <w:r>
        <w:t>274.4110</w:t>
      </w:r>
      <w:r>
        <w:tab/>
        <w:t>1.013e0</w:t>
      </w:r>
    </w:p>
    <w:p w:rsidR="00B5154A" w:rsidRDefault="00B5154A" w:rsidP="00B5154A">
      <w:r>
        <w:t>274.4321</w:t>
      </w:r>
      <w:r>
        <w:tab/>
        <w:t>1.013e0</w:t>
      </w:r>
    </w:p>
    <w:p w:rsidR="00B5154A" w:rsidRDefault="00B5154A" w:rsidP="00B5154A">
      <w:r>
        <w:t>274.4718</w:t>
      </w:r>
      <w:r>
        <w:tab/>
        <w:t>3.038e0</w:t>
      </w:r>
    </w:p>
    <w:p w:rsidR="00B5154A" w:rsidRDefault="00B5154A" w:rsidP="00B5154A">
      <w:r>
        <w:t>274.4984</w:t>
      </w:r>
      <w:r>
        <w:tab/>
        <w:t>2.025e0</w:t>
      </w:r>
    </w:p>
    <w:p w:rsidR="00B5154A" w:rsidRDefault="00B5154A" w:rsidP="00B5154A">
      <w:r>
        <w:t>274.5377</w:t>
      </w:r>
      <w:r>
        <w:tab/>
        <w:t>2.025e0</w:t>
      </w:r>
    </w:p>
    <w:p w:rsidR="00B5154A" w:rsidRDefault="00B5154A" w:rsidP="00B5154A">
      <w:r>
        <w:t>274.6127</w:t>
      </w:r>
      <w:r>
        <w:tab/>
        <w:t>6.076e0</w:t>
      </w:r>
    </w:p>
    <w:p w:rsidR="00B5154A" w:rsidRDefault="00B5154A" w:rsidP="00B5154A">
      <w:r>
        <w:t>274.6434</w:t>
      </w:r>
      <w:r>
        <w:tab/>
        <w:t>2.025e0</w:t>
      </w:r>
    </w:p>
    <w:p w:rsidR="00B5154A" w:rsidRDefault="00B5154A" w:rsidP="00B5154A">
      <w:r>
        <w:t>274.6832</w:t>
      </w:r>
      <w:r>
        <w:tab/>
        <w:t>2.025e0</w:t>
      </w:r>
    </w:p>
    <w:p w:rsidR="00B5154A" w:rsidRDefault="00B5154A" w:rsidP="00B5154A">
      <w:r>
        <w:t>274.7312</w:t>
      </w:r>
      <w:r>
        <w:tab/>
        <w:t>1.013e0</w:t>
      </w:r>
    </w:p>
    <w:p w:rsidR="00B5154A" w:rsidRDefault="00B5154A" w:rsidP="00B5154A">
      <w:r>
        <w:t>274.7578</w:t>
      </w:r>
      <w:r>
        <w:tab/>
        <w:t>2.025e0</w:t>
      </w:r>
    </w:p>
    <w:p w:rsidR="00B5154A" w:rsidRDefault="00B5154A" w:rsidP="00B5154A">
      <w:r>
        <w:t>274.7845</w:t>
      </w:r>
      <w:r>
        <w:tab/>
        <w:t>3.038e0</w:t>
      </w:r>
    </w:p>
    <w:p w:rsidR="00B5154A" w:rsidRDefault="00B5154A" w:rsidP="00B5154A">
      <w:r>
        <w:t>274.8369</w:t>
      </w:r>
      <w:r>
        <w:tab/>
        <w:t>4.051e0</w:t>
      </w:r>
    </w:p>
    <w:p w:rsidR="00B5154A" w:rsidRDefault="00B5154A" w:rsidP="00B5154A">
      <w:r>
        <w:t>274.8846</w:t>
      </w:r>
      <w:r>
        <w:tab/>
        <w:t>3.038e0</w:t>
      </w:r>
    </w:p>
    <w:p w:rsidR="00B5154A" w:rsidRDefault="00B5154A" w:rsidP="00B5154A">
      <w:r>
        <w:t>274.9384</w:t>
      </w:r>
      <w:r>
        <w:tab/>
        <w:t>3.038e0</w:t>
      </w:r>
    </w:p>
    <w:p w:rsidR="00B5154A" w:rsidRDefault="00B5154A" w:rsidP="00B5154A">
      <w:r>
        <w:t>274.9672</w:t>
      </w:r>
      <w:r>
        <w:tab/>
        <w:t>4.051e0</w:t>
      </w:r>
    </w:p>
    <w:p w:rsidR="00B5154A" w:rsidRDefault="00B5154A" w:rsidP="00B5154A">
      <w:r>
        <w:t>275.0411</w:t>
      </w:r>
      <w:r>
        <w:tab/>
        <w:t>1.101e1</w:t>
      </w:r>
    </w:p>
    <w:p w:rsidR="00B5154A" w:rsidRDefault="00B5154A" w:rsidP="00B5154A">
      <w:r>
        <w:lastRenderedPageBreak/>
        <w:t>275.0939</w:t>
      </w:r>
      <w:r>
        <w:tab/>
        <w:t>3.263e0</w:t>
      </w:r>
    </w:p>
    <w:p w:rsidR="00B5154A" w:rsidRDefault="00B5154A" w:rsidP="00B5154A">
      <w:r>
        <w:t>275.1424</w:t>
      </w:r>
      <w:r>
        <w:tab/>
        <w:t>1.930e1</w:t>
      </w:r>
    </w:p>
    <w:p w:rsidR="00B5154A" w:rsidRDefault="00B5154A" w:rsidP="00B5154A">
      <w:r>
        <w:t>275.2047</w:t>
      </w:r>
      <w:r>
        <w:tab/>
        <w:t>3.667e0</w:t>
      </w:r>
    </w:p>
    <w:p w:rsidR="00B5154A" w:rsidRDefault="00B5154A" w:rsidP="00B5154A">
      <w:r>
        <w:t>275.2529</w:t>
      </w:r>
      <w:r>
        <w:tab/>
        <w:t>8.613e0</w:t>
      </w:r>
    </w:p>
    <w:p w:rsidR="00B5154A" w:rsidRDefault="00B5154A" w:rsidP="00B5154A">
      <w:r>
        <w:t>275.2974</w:t>
      </w:r>
      <w:r>
        <w:tab/>
        <w:t>2.012e0</w:t>
      </w:r>
    </w:p>
    <w:p w:rsidR="00B5154A" w:rsidRDefault="00B5154A" w:rsidP="00B5154A">
      <w:r>
        <w:t>275.3796</w:t>
      </w:r>
      <w:r>
        <w:tab/>
        <w:t>3.818e0</w:t>
      </w:r>
    </w:p>
    <w:p w:rsidR="00B5154A" w:rsidRDefault="00B5154A" w:rsidP="00B5154A">
      <w:r>
        <w:t>275.4153</w:t>
      </w:r>
      <w:r>
        <w:tab/>
        <w:t>3.038e0</w:t>
      </w:r>
    </w:p>
    <w:p w:rsidR="00B5154A" w:rsidRDefault="00B5154A" w:rsidP="00B5154A">
      <w:r>
        <w:t>275.4651</w:t>
      </w:r>
      <w:r>
        <w:tab/>
        <w:t>2.025e0</w:t>
      </w:r>
    </w:p>
    <w:p w:rsidR="00B5154A" w:rsidRDefault="00B5154A" w:rsidP="00B5154A">
      <w:r>
        <w:t>275.5338</w:t>
      </w:r>
      <w:r>
        <w:tab/>
        <w:t>2.025e0</w:t>
      </w:r>
    </w:p>
    <w:p w:rsidR="00B5154A" w:rsidRDefault="00B5154A" w:rsidP="00B5154A">
      <w:r>
        <w:t>275.5641</w:t>
      </w:r>
      <w:r>
        <w:tab/>
        <w:t>1.013e0</w:t>
      </w:r>
    </w:p>
    <w:p w:rsidR="00B5154A" w:rsidRDefault="00B5154A" w:rsidP="00B5154A">
      <w:r>
        <w:t>275.6061</w:t>
      </w:r>
      <w:r>
        <w:tab/>
        <w:t>3.038e0</w:t>
      </w:r>
    </w:p>
    <w:p w:rsidR="00B5154A" w:rsidRDefault="00B5154A" w:rsidP="00B5154A">
      <w:r>
        <w:t>275.6367</w:t>
      </w:r>
      <w:r>
        <w:tab/>
        <w:t>2.025e0</w:t>
      </w:r>
    </w:p>
    <w:p w:rsidR="00B5154A" w:rsidRDefault="00B5154A" w:rsidP="00B5154A">
      <w:r>
        <w:t>275.7072</w:t>
      </w:r>
      <w:r>
        <w:tab/>
        <w:t>2.025e0</w:t>
      </w:r>
    </w:p>
    <w:p w:rsidR="00B5154A" w:rsidRDefault="00B5154A" w:rsidP="00B5154A">
      <w:r>
        <w:t>275.7417</w:t>
      </w:r>
      <w:r>
        <w:tab/>
        <w:t>1.013e0</w:t>
      </w:r>
    </w:p>
    <w:p w:rsidR="00B5154A" w:rsidRDefault="00B5154A" w:rsidP="00B5154A">
      <w:r>
        <w:t>275.7914</w:t>
      </w:r>
      <w:r>
        <w:tab/>
        <w:t>2.025e0</w:t>
      </w:r>
    </w:p>
    <w:p w:rsidR="00B5154A" w:rsidRDefault="00B5154A" w:rsidP="00B5154A">
      <w:r>
        <w:t>275.8332</w:t>
      </w:r>
      <w:r>
        <w:tab/>
        <w:t>1.013e0</w:t>
      </w:r>
    </w:p>
    <w:p w:rsidR="00B5154A" w:rsidRDefault="00B5154A" w:rsidP="00B5154A">
      <w:r>
        <w:t>275.9171</w:t>
      </w:r>
      <w:r>
        <w:tab/>
        <w:t>1.068e0</w:t>
      </w:r>
    </w:p>
    <w:p w:rsidR="00B5154A" w:rsidRDefault="00B5154A" w:rsidP="00B5154A">
      <w:r>
        <w:t>275.9792</w:t>
      </w:r>
      <w:r>
        <w:tab/>
        <w:t>6.076e0</w:t>
      </w:r>
    </w:p>
    <w:p w:rsidR="00B5154A" w:rsidRDefault="00B5154A" w:rsidP="00B5154A">
      <w:r>
        <w:t>276.0287</w:t>
      </w:r>
      <w:r>
        <w:tab/>
        <w:t>2.925e1</w:t>
      </w:r>
    </w:p>
    <w:p w:rsidR="00B5154A" w:rsidRDefault="00B5154A" w:rsidP="00B5154A">
      <w:r>
        <w:lastRenderedPageBreak/>
        <w:t>276.1105</w:t>
      </w:r>
      <w:r>
        <w:tab/>
        <w:t>4.208e0</w:t>
      </w:r>
    </w:p>
    <w:p w:rsidR="00B5154A" w:rsidRDefault="00B5154A" w:rsidP="00B5154A">
      <w:r>
        <w:t>276.1518</w:t>
      </w:r>
      <w:r>
        <w:tab/>
        <w:t>2.112e0</w:t>
      </w:r>
    </w:p>
    <w:p w:rsidR="00B5154A" w:rsidRDefault="00B5154A" w:rsidP="00B5154A">
      <w:r>
        <w:t>276.2075</w:t>
      </w:r>
      <w:r>
        <w:tab/>
        <w:t>4.350e0</w:t>
      </w:r>
    </w:p>
    <w:p w:rsidR="00B5154A" w:rsidRDefault="00B5154A" w:rsidP="00B5154A">
      <w:r>
        <w:t>276.2606</w:t>
      </w:r>
      <w:r>
        <w:tab/>
        <w:t>1.972e0</w:t>
      </w:r>
    </w:p>
    <w:p w:rsidR="00B5154A" w:rsidRDefault="00B5154A" w:rsidP="00B5154A">
      <w:r>
        <w:t>276.2914</w:t>
      </w:r>
      <w:r>
        <w:tab/>
        <w:t>4.019e0</w:t>
      </w:r>
    </w:p>
    <w:p w:rsidR="00B5154A" w:rsidRDefault="00B5154A" w:rsidP="00B5154A">
      <w:r>
        <w:t>276.3433</w:t>
      </w:r>
      <w:r>
        <w:tab/>
        <w:t>1.914e0</w:t>
      </w:r>
    </w:p>
    <w:p w:rsidR="00B5154A" w:rsidRDefault="00B5154A" w:rsidP="00B5154A">
      <w:r>
        <w:t>276.3697</w:t>
      </w:r>
      <w:r>
        <w:tab/>
        <w:t>2.745e0</w:t>
      </w:r>
    </w:p>
    <w:p w:rsidR="00B5154A" w:rsidRDefault="00B5154A" w:rsidP="00B5154A">
      <w:r>
        <w:t>276.4285</w:t>
      </w:r>
      <w:r>
        <w:tab/>
        <w:t>1.013e0</w:t>
      </w:r>
    </w:p>
    <w:p w:rsidR="00B5154A" w:rsidRDefault="00B5154A" w:rsidP="00B5154A">
      <w:r>
        <w:t>276.4715</w:t>
      </w:r>
      <w:r>
        <w:tab/>
        <w:t>2.025e0</w:t>
      </w:r>
    </w:p>
    <w:p w:rsidR="00B5154A" w:rsidRDefault="00B5154A" w:rsidP="00B5154A">
      <w:r>
        <w:t>276.5130</w:t>
      </w:r>
      <w:r>
        <w:tab/>
        <w:t>2.025e0</w:t>
      </w:r>
    </w:p>
    <w:p w:rsidR="00B5154A" w:rsidRDefault="00B5154A" w:rsidP="00B5154A">
      <w:r>
        <w:t>276.5549</w:t>
      </w:r>
      <w:r>
        <w:tab/>
        <w:t>4.051e0</w:t>
      </w:r>
    </w:p>
    <w:p w:rsidR="00B5154A" w:rsidRDefault="00B5154A" w:rsidP="00B5154A">
      <w:r>
        <w:t>276.6179</w:t>
      </w:r>
      <w:r>
        <w:tab/>
        <w:t>4.068e0</w:t>
      </w:r>
    </w:p>
    <w:p w:rsidR="00B5154A" w:rsidRDefault="00B5154A" w:rsidP="00B5154A">
      <w:r>
        <w:t>276.6630</w:t>
      </w:r>
      <w:r>
        <w:tab/>
        <w:t>4.051e0</w:t>
      </w:r>
    </w:p>
    <w:p w:rsidR="00B5154A" w:rsidRDefault="00B5154A" w:rsidP="00B5154A">
      <w:r>
        <w:t>276.7639</w:t>
      </w:r>
      <w:r>
        <w:tab/>
        <w:t>4.051e0</w:t>
      </w:r>
    </w:p>
    <w:p w:rsidR="00B5154A" w:rsidRDefault="00B5154A" w:rsidP="00B5154A">
      <w:r>
        <w:t>276.8262</w:t>
      </w:r>
      <w:r>
        <w:tab/>
        <w:t>1.013e0</w:t>
      </w:r>
    </w:p>
    <w:p w:rsidR="00B5154A" w:rsidRDefault="00B5154A" w:rsidP="00B5154A">
      <w:r>
        <w:t>276.8712</w:t>
      </w:r>
      <w:r>
        <w:tab/>
        <w:t>1.013e0</w:t>
      </w:r>
    </w:p>
    <w:p w:rsidR="00B5154A" w:rsidRDefault="00B5154A" w:rsidP="00B5154A">
      <w:r>
        <w:t>276.9120</w:t>
      </w:r>
      <w:r>
        <w:tab/>
        <w:t>3.038e0</w:t>
      </w:r>
    </w:p>
    <w:p w:rsidR="00B5154A" w:rsidRDefault="00B5154A" w:rsidP="00B5154A">
      <w:r>
        <w:t>276.9440</w:t>
      </w:r>
      <w:r>
        <w:tab/>
        <w:t>6.076e0</w:t>
      </w:r>
    </w:p>
    <w:p w:rsidR="00B5154A" w:rsidRDefault="00B5154A" w:rsidP="00B5154A">
      <w:r>
        <w:t>277.0164</w:t>
      </w:r>
      <w:r>
        <w:tab/>
        <w:t>3.854e0</w:t>
      </w:r>
    </w:p>
    <w:p w:rsidR="00B5154A" w:rsidRDefault="00B5154A" w:rsidP="00B5154A">
      <w:r>
        <w:lastRenderedPageBreak/>
        <w:t>277.0539</w:t>
      </w:r>
      <w:r>
        <w:tab/>
        <w:t>6.072e0</w:t>
      </w:r>
    </w:p>
    <w:p w:rsidR="00B5154A" w:rsidRDefault="00B5154A" w:rsidP="00B5154A">
      <w:r>
        <w:t>277.1062</w:t>
      </w:r>
      <w:r>
        <w:tab/>
        <w:t>9.320e0</w:t>
      </w:r>
    </w:p>
    <w:p w:rsidR="00B5154A" w:rsidRDefault="00B5154A" w:rsidP="00B5154A">
      <w:r>
        <w:t>277.1450</w:t>
      </w:r>
      <w:r>
        <w:tab/>
        <w:t>4.683e0</w:t>
      </w:r>
    </w:p>
    <w:p w:rsidR="00B5154A" w:rsidRDefault="00B5154A" w:rsidP="00B5154A">
      <w:r>
        <w:t>277.2182</w:t>
      </w:r>
      <w:r>
        <w:tab/>
        <w:t>1.810e0</w:t>
      </w:r>
    </w:p>
    <w:p w:rsidR="00B5154A" w:rsidRDefault="00B5154A" w:rsidP="00B5154A">
      <w:r>
        <w:t>277.2709</w:t>
      </w:r>
      <w:r>
        <w:tab/>
        <w:t>1.913e0</w:t>
      </w:r>
    </w:p>
    <w:p w:rsidR="00B5154A" w:rsidRDefault="00B5154A" w:rsidP="00B5154A">
      <w:r>
        <w:t>277.3888</w:t>
      </w:r>
      <w:r>
        <w:tab/>
        <w:t>1.781e0</w:t>
      </w:r>
    </w:p>
    <w:p w:rsidR="00B5154A" w:rsidRDefault="00B5154A" w:rsidP="00B5154A">
      <w:r>
        <w:t>277.4352</w:t>
      </w:r>
      <w:r>
        <w:tab/>
        <w:t>2.025e0</w:t>
      </w:r>
    </w:p>
    <w:p w:rsidR="00B5154A" w:rsidRDefault="00B5154A" w:rsidP="00B5154A">
      <w:r>
        <w:t>277.5336</w:t>
      </w:r>
      <w:r>
        <w:tab/>
        <w:t>2.025e0</w:t>
      </w:r>
    </w:p>
    <w:p w:rsidR="00B5154A" w:rsidRDefault="00B5154A" w:rsidP="00B5154A">
      <w:r>
        <w:t>277.5773</w:t>
      </w:r>
      <w:r>
        <w:tab/>
        <w:t>2.025e0</w:t>
      </w:r>
    </w:p>
    <w:p w:rsidR="00B5154A" w:rsidRDefault="00B5154A" w:rsidP="00B5154A">
      <w:r>
        <w:t>277.6275</w:t>
      </w:r>
      <w:r>
        <w:tab/>
        <w:t>1.013e0</w:t>
      </w:r>
    </w:p>
    <w:p w:rsidR="00B5154A" w:rsidRDefault="00B5154A" w:rsidP="00B5154A">
      <w:r>
        <w:t>277.6727</w:t>
      </w:r>
      <w:r>
        <w:tab/>
        <w:t>3.038e0</w:t>
      </w:r>
    </w:p>
    <w:p w:rsidR="00B5154A" w:rsidRDefault="00B5154A" w:rsidP="00B5154A">
      <w:r>
        <w:t>277.7907</w:t>
      </w:r>
      <w:r>
        <w:tab/>
        <w:t>5.063e0</w:t>
      </w:r>
    </w:p>
    <w:p w:rsidR="00B5154A" w:rsidRDefault="00B5154A" w:rsidP="00B5154A">
      <w:r>
        <w:t>277.8224</w:t>
      </w:r>
      <w:r>
        <w:tab/>
        <w:t>2.025e0</w:t>
      </w:r>
    </w:p>
    <w:p w:rsidR="00B5154A" w:rsidRDefault="00B5154A" w:rsidP="00B5154A">
      <w:r>
        <w:t>277.8890</w:t>
      </w:r>
      <w:r>
        <w:tab/>
        <w:t>2.025e0</w:t>
      </w:r>
    </w:p>
    <w:p w:rsidR="00B5154A" w:rsidRDefault="00B5154A" w:rsidP="00B5154A">
      <w:r>
        <w:t>277.9367</w:t>
      </w:r>
      <w:r>
        <w:tab/>
        <w:t>1.215e1</w:t>
      </w:r>
    </w:p>
    <w:p w:rsidR="00B5154A" w:rsidRDefault="00B5154A" w:rsidP="00B5154A">
      <w:r>
        <w:t>278.0258</w:t>
      </w:r>
      <w:r>
        <w:tab/>
        <w:t>4.964e0</w:t>
      </w:r>
    </w:p>
    <w:p w:rsidR="00B5154A" w:rsidRDefault="00B5154A" w:rsidP="00B5154A">
      <w:r>
        <w:t>278.0569</w:t>
      </w:r>
      <w:r>
        <w:tab/>
        <w:t>1.478e0</w:t>
      </w:r>
    </w:p>
    <w:p w:rsidR="00B5154A" w:rsidRDefault="00B5154A" w:rsidP="00B5154A">
      <w:r>
        <w:t>278.1169</w:t>
      </w:r>
      <w:r>
        <w:tab/>
        <w:t>2.323e0</w:t>
      </w:r>
    </w:p>
    <w:p w:rsidR="00B5154A" w:rsidRDefault="00B5154A" w:rsidP="00B5154A">
      <w:r>
        <w:t>278.1432</w:t>
      </w:r>
      <w:r>
        <w:tab/>
        <w:t>3.406e0</w:t>
      </w:r>
    </w:p>
    <w:p w:rsidR="00B5154A" w:rsidRDefault="00B5154A" w:rsidP="00B5154A">
      <w:r>
        <w:lastRenderedPageBreak/>
        <w:t>278.1737</w:t>
      </w:r>
      <w:r>
        <w:tab/>
        <w:t>1.075e0</w:t>
      </w:r>
    </w:p>
    <w:p w:rsidR="00B5154A" w:rsidRDefault="00B5154A" w:rsidP="00B5154A">
      <w:r>
        <w:t>278.2364</w:t>
      </w:r>
      <w:r>
        <w:tab/>
        <w:t>4.417e0</w:t>
      </w:r>
    </w:p>
    <w:p w:rsidR="00B5154A" w:rsidRDefault="00B5154A" w:rsidP="00B5154A">
      <w:r>
        <w:t>278.3100</w:t>
      </w:r>
      <w:r>
        <w:tab/>
        <w:t>6.006e0</w:t>
      </w:r>
    </w:p>
    <w:p w:rsidR="00B5154A" w:rsidRDefault="00B5154A" w:rsidP="00B5154A">
      <w:r>
        <w:t>278.3683</w:t>
      </w:r>
      <w:r>
        <w:tab/>
        <w:t>3.336e0</w:t>
      </w:r>
    </w:p>
    <w:p w:rsidR="00B5154A" w:rsidRDefault="00B5154A" w:rsidP="00B5154A">
      <w:r>
        <w:t>278.4005</w:t>
      </w:r>
      <w:r>
        <w:tab/>
        <w:t>2.940e0</w:t>
      </w:r>
    </w:p>
    <w:p w:rsidR="00B5154A" w:rsidRDefault="00B5154A" w:rsidP="00B5154A">
      <w:r>
        <w:t>278.4349</w:t>
      </w:r>
      <w:r>
        <w:tab/>
        <w:t>3.038e0</w:t>
      </w:r>
    </w:p>
    <w:p w:rsidR="00B5154A" w:rsidRDefault="00B5154A" w:rsidP="00B5154A">
      <w:r>
        <w:t>278.4950</w:t>
      </w:r>
      <w:r>
        <w:tab/>
        <w:t>3.038e0</w:t>
      </w:r>
    </w:p>
    <w:p w:rsidR="00B5154A" w:rsidRDefault="00B5154A" w:rsidP="00B5154A">
      <w:r>
        <w:t>278.5533</w:t>
      </w:r>
      <w:r>
        <w:tab/>
        <w:t>3.038e0</w:t>
      </w:r>
    </w:p>
    <w:p w:rsidR="00B5154A" w:rsidRDefault="00B5154A" w:rsidP="00B5154A">
      <w:r>
        <w:t>278.6046</w:t>
      </w:r>
      <w:r>
        <w:tab/>
        <w:t>2.025e0</w:t>
      </w:r>
    </w:p>
    <w:p w:rsidR="00B5154A" w:rsidRDefault="00B5154A" w:rsidP="00B5154A">
      <w:r>
        <w:t>278.6518</w:t>
      </w:r>
      <w:r>
        <w:tab/>
        <w:t>1.013e0</w:t>
      </w:r>
    </w:p>
    <w:p w:rsidR="00B5154A" w:rsidRDefault="00B5154A" w:rsidP="00B5154A">
      <w:r>
        <w:t>278.6892</w:t>
      </w:r>
      <w:r>
        <w:tab/>
        <w:t>5.063e0</w:t>
      </w:r>
    </w:p>
    <w:p w:rsidR="00B5154A" w:rsidRDefault="00B5154A" w:rsidP="00B5154A">
      <w:r>
        <w:t>278.7432</w:t>
      </w:r>
      <w:r>
        <w:tab/>
        <w:t>3.038e0</w:t>
      </w:r>
    </w:p>
    <w:p w:rsidR="00B5154A" w:rsidRDefault="00B5154A" w:rsidP="00B5154A">
      <w:r>
        <w:t>278.7932</w:t>
      </w:r>
      <w:r>
        <w:tab/>
        <w:t>1.013e0</w:t>
      </w:r>
    </w:p>
    <w:p w:rsidR="00B5154A" w:rsidRDefault="00B5154A" w:rsidP="00B5154A">
      <w:r>
        <w:t>278.8432</w:t>
      </w:r>
      <w:r>
        <w:tab/>
        <w:t>4.051e0</w:t>
      </w:r>
    </w:p>
    <w:p w:rsidR="00B5154A" w:rsidRDefault="00B5154A" w:rsidP="00B5154A">
      <w:r>
        <w:t>278.8893</w:t>
      </w:r>
      <w:r>
        <w:tab/>
        <w:t>3.038e0</w:t>
      </w:r>
    </w:p>
    <w:p w:rsidR="00B5154A" w:rsidRDefault="00B5154A" w:rsidP="00B5154A">
      <w:r>
        <w:t>278.9386</w:t>
      </w:r>
      <w:r>
        <w:tab/>
        <w:t>3.038e0</w:t>
      </w:r>
    </w:p>
    <w:p w:rsidR="00B5154A" w:rsidRDefault="00B5154A" w:rsidP="00B5154A">
      <w:r>
        <w:t>278.9806</w:t>
      </w:r>
      <w:r>
        <w:tab/>
        <w:t>2.025e0</w:t>
      </w:r>
    </w:p>
    <w:p w:rsidR="00B5154A" w:rsidRDefault="00B5154A" w:rsidP="00B5154A">
      <w:r>
        <w:t>279.0244</w:t>
      </w:r>
      <w:r>
        <w:tab/>
        <w:t>2.641e0</w:t>
      </w:r>
    </w:p>
    <w:p w:rsidR="00B5154A" w:rsidRDefault="00B5154A" w:rsidP="00B5154A">
      <w:r>
        <w:t>279.0919</w:t>
      </w:r>
      <w:r>
        <w:tab/>
        <w:t>2.482e1</w:t>
      </w:r>
    </w:p>
    <w:p w:rsidR="00B5154A" w:rsidRDefault="00B5154A" w:rsidP="00B5154A">
      <w:r>
        <w:lastRenderedPageBreak/>
        <w:t>279.1628</w:t>
      </w:r>
      <w:r>
        <w:tab/>
        <w:t>2.295e1</w:t>
      </w:r>
    </w:p>
    <w:p w:rsidR="00B5154A" w:rsidRDefault="00B5154A" w:rsidP="00B5154A">
      <w:r>
        <w:t>279.2138</w:t>
      </w:r>
      <w:r>
        <w:tab/>
        <w:t>3.465e0</w:t>
      </w:r>
    </w:p>
    <w:p w:rsidR="00B5154A" w:rsidRDefault="00B5154A" w:rsidP="00B5154A">
      <w:r>
        <w:t>279.2633</w:t>
      </w:r>
      <w:r>
        <w:tab/>
        <w:t>3.373e0</w:t>
      </w:r>
    </w:p>
    <w:p w:rsidR="00B5154A" w:rsidRDefault="00B5154A" w:rsidP="00B5154A">
      <w:r>
        <w:t>279.3096</w:t>
      </w:r>
      <w:r>
        <w:tab/>
        <w:t>2.676e0</w:t>
      </w:r>
    </w:p>
    <w:p w:rsidR="00B5154A" w:rsidRDefault="00B5154A" w:rsidP="00B5154A">
      <w:r>
        <w:t>279.3498</w:t>
      </w:r>
      <w:r>
        <w:tab/>
        <w:t>2.025e0</w:t>
      </w:r>
    </w:p>
    <w:p w:rsidR="00B5154A" w:rsidRDefault="00B5154A" w:rsidP="00B5154A">
      <w:r>
        <w:t>279.4055</w:t>
      </w:r>
      <w:r>
        <w:tab/>
        <w:t>2.025e0</w:t>
      </w:r>
    </w:p>
    <w:p w:rsidR="00B5154A" w:rsidRDefault="00B5154A" w:rsidP="00B5154A">
      <w:r>
        <w:t>279.4320</w:t>
      </w:r>
      <w:r>
        <w:tab/>
        <w:t>1.118e0</w:t>
      </w:r>
    </w:p>
    <w:p w:rsidR="00B5154A" w:rsidRDefault="00B5154A" w:rsidP="00B5154A">
      <w:r>
        <w:t>279.4715</w:t>
      </w:r>
      <w:r>
        <w:tab/>
        <w:t>1.013e0</w:t>
      </w:r>
    </w:p>
    <w:p w:rsidR="00B5154A" w:rsidRDefault="00B5154A" w:rsidP="00B5154A">
      <w:r>
        <w:t>279.5201</w:t>
      </w:r>
      <w:r>
        <w:tab/>
        <w:t>1.013e0</w:t>
      </w:r>
    </w:p>
    <w:p w:rsidR="00B5154A" w:rsidRDefault="00B5154A" w:rsidP="00B5154A">
      <w:r>
        <w:t>279.5832</w:t>
      </w:r>
      <w:r>
        <w:tab/>
        <w:t>2.025e0</w:t>
      </w:r>
    </w:p>
    <w:p w:rsidR="00B5154A" w:rsidRDefault="00B5154A" w:rsidP="00B5154A">
      <w:r>
        <w:t>279.6646</w:t>
      </w:r>
      <w:r>
        <w:tab/>
        <w:t>7.089e0</w:t>
      </w:r>
    </w:p>
    <w:p w:rsidR="00B5154A" w:rsidRDefault="00B5154A" w:rsidP="00B5154A">
      <w:r>
        <w:t>279.7266</w:t>
      </w:r>
      <w:r>
        <w:tab/>
        <w:t>3.038e0</w:t>
      </w:r>
    </w:p>
    <w:p w:rsidR="00B5154A" w:rsidRDefault="00B5154A" w:rsidP="00B5154A">
      <w:r>
        <w:t>279.7882</w:t>
      </w:r>
      <w:r>
        <w:tab/>
        <w:t>3.038e0</w:t>
      </w:r>
    </w:p>
    <w:p w:rsidR="00B5154A" w:rsidRDefault="00B5154A" w:rsidP="00B5154A">
      <w:r>
        <w:t>279.8934</w:t>
      </w:r>
      <w:r>
        <w:tab/>
        <w:t>4.051e0</w:t>
      </w:r>
    </w:p>
    <w:p w:rsidR="00B5154A" w:rsidRDefault="00B5154A" w:rsidP="00B5154A">
      <w:r>
        <w:t>279.9816</w:t>
      </w:r>
      <w:r>
        <w:tab/>
        <w:t>3.869e0</w:t>
      </w:r>
    </w:p>
    <w:p w:rsidR="00B5154A" w:rsidRDefault="00B5154A" w:rsidP="00B5154A">
      <w:r>
        <w:t>280.0927</w:t>
      </w:r>
      <w:r>
        <w:tab/>
        <w:t>1.419e1</w:t>
      </w:r>
    </w:p>
    <w:p w:rsidR="00B5154A" w:rsidRDefault="00B5154A" w:rsidP="00B5154A">
      <w:r>
        <w:t>280.1594</w:t>
      </w:r>
      <w:r>
        <w:tab/>
        <w:t>2.858e0</w:t>
      </w:r>
    </w:p>
    <w:p w:rsidR="00B5154A" w:rsidRDefault="00B5154A" w:rsidP="00B5154A">
      <w:r>
        <w:t>280.2568</w:t>
      </w:r>
      <w:r>
        <w:tab/>
        <w:t>1.332e0</w:t>
      </w:r>
    </w:p>
    <w:p w:rsidR="00B5154A" w:rsidRDefault="00B5154A" w:rsidP="00B5154A">
      <w:r>
        <w:t>280.3200</w:t>
      </w:r>
      <w:r>
        <w:tab/>
        <w:t>1.013e0</w:t>
      </w:r>
    </w:p>
    <w:p w:rsidR="00B5154A" w:rsidRDefault="00B5154A" w:rsidP="00B5154A">
      <w:r>
        <w:lastRenderedPageBreak/>
        <w:t>280.3658</w:t>
      </w:r>
      <w:r>
        <w:tab/>
        <w:t>3.708e0</w:t>
      </w:r>
    </w:p>
    <w:p w:rsidR="00B5154A" w:rsidRDefault="00B5154A" w:rsidP="00B5154A">
      <w:r>
        <w:t>280.4341</w:t>
      </w:r>
      <w:r>
        <w:tab/>
        <w:t>2.025e0</w:t>
      </w:r>
    </w:p>
    <w:p w:rsidR="00B5154A" w:rsidRDefault="00B5154A" w:rsidP="00B5154A">
      <w:r>
        <w:t>280.5047</w:t>
      </w:r>
      <w:r>
        <w:tab/>
        <w:t>4.051e0</w:t>
      </w:r>
    </w:p>
    <w:p w:rsidR="00B5154A" w:rsidRDefault="00B5154A" w:rsidP="00B5154A">
      <w:r>
        <w:t>280.6011</w:t>
      </w:r>
      <w:r>
        <w:tab/>
        <w:t>3.631e0</w:t>
      </w:r>
    </w:p>
    <w:p w:rsidR="00B5154A" w:rsidRDefault="00B5154A" w:rsidP="00B5154A">
      <w:r>
        <w:t>280.6454</w:t>
      </w:r>
      <w:r>
        <w:tab/>
        <w:t>3.038e0</w:t>
      </w:r>
    </w:p>
    <w:p w:rsidR="00B5154A" w:rsidRDefault="00B5154A" w:rsidP="00B5154A">
      <w:r>
        <w:t>280.7167</w:t>
      </w:r>
      <w:r>
        <w:tab/>
        <w:t>3.038e0</w:t>
      </w:r>
    </w:p>
    <w:p w:rsidR="00B5154A" w:rsidRDefault="00B5154A" w:rsidP="00B5154A">
      <w:r>
        <w:t>280.7700</w:t>
      </w:r>
      <w:r>
        <w:tab/>
        <w:t>2.025e0</w:t>
      </w:r>
    </w:p>
    <w:p w:rsidR="00B5154A" w:rsidRDefault="00B5154A" w:rsidP="00B5154A">
      <w:r>
        <w:t>280.8374</w:t>
      </w:r>
      <w:r>
        <w:tab/>
        <w:t>2.025e0</w:t>
      </w:r>
    </w:p>
    <w:p w:rsidR="00B5154A" w:rsidRDefault="00B5154A" w:rsidP="00B5154A">
      <w:r>
        <w:t>280.9001</w:t>
      </w:r>
      <w:r>
        <w:tab/>
        <w:t>4.489e0</w:t>
      </w:r>
    </w:p>
    <w:p w:rsidR="00B5154A" w:rsidRDefault="00B5154A" w:rsidP="00B5154A">
      <w:r>
        <w:t>280.9423</w:t>
      </w:r>
      <w:r>
        <w:tab/>
        <w:t>2.025e0</w:t>
      </w:r>
    </w:p>
    <w:p w:rsidR="00B5154A" w:rsidRDefault="00B5154A" w:rsidP="00B5154A">
      <w:r>
        <w:t>280.9881</w:t>
      </w:r>
      <w:r>
        <w:tab/>
        <w:t>3.772e0</w:t>
      </w:r>
    </w:p>
    <w:p w:rsidR="00B5154A" w:rsidRDefault="00B5154A" w:rsidP="00B5154A">
      <w:r>
        <w:t>281.0918</w:t>
      </w:r>
      <w:r>
        <w:tab/>
        <w:t>2.157e0</w:t>
      </w:r>
    </w:p>
    <w:p w:rsidR="00B5154A" w:rsidRDefault="00B5154A" w:rsidP="00B5154A">
      <w:r>
        <w:t>281.2168</w:t>
      </w:r>
      <w:r>
        <w:tab/>
        <w:t>1.719e0</w:t>
      </w:r>
    </w:p>
    <w:p w:rsidR="00B5154A" w:rsidRDefault="00B5154A" w:rsidP="00B5154A">
      <w:r>
        <w:t>281.2869</w:t>
      </w:r>
      <w:r>
        <w:tab/>
        <w:t>5.266e0</w:t>
      </w:r>
    </w:p>
    <w:p w:rsidR="00B5154A" w:rsidRDefault="00B5154A" w:rsidP="00B5154A">
      <w:r>
        <w:t>281.3414</w:t>
      </w:r>
      <w:r>
        <w:tab/>
        <w:t>3.038e0</w:t>
      </w:r>
    </w:p>
    <w:p w:rsidR="00B5154A" w:rsidRDefault="00B5154A" w:rsidP="00B5154A">
      <w:r>
        <w:t>281.3808</w:t>
      </w:r>
      <w:r>
        <w:tab/>
        <w:t>2.025e0</w:t>
      </w:r>
    </w:p>
    <w:p w:rsidR="00B5154A" w:rsidRDefault="00B5154A" w:rsidP="00B5154A">
      <w:r>
        <w:t>281.4154</w:t>
      </w:r>
      <w:r>
        <w:tab/>
        <w:t>2.918e0</w:t>
      </w:r>
    </w:p>
    <w:p w:rsidR="00B5154A" w:rsidRDefault="00B5154A" w:rsidP="00B5154A">
      <w:r>
        <w:t>281.4729</w:t>
      </w:r>
      <w:r>
        <w:tab/>
        <w:t>1.013e0</w:t>
      </w:r>
    </w:p>
    <w:p w:rsidR="00B5154A" w:rsidRDefault="00B5154A" w:rsidP="00B5154A">
      <w:r>
        <w:t>281.5049</w:t>
      </w:r>
      <w:r>
        <w:tab/>
        <w:t>1.013e0</w:t>
      </w:r>
    </w:p>
    <w:p w:rsidR="00B5154A" w:rsidRDefault="00B5154A" w:rsidP="00B5154A">
      <w:r>
        <w:lastRenderedPageBreak/>
        <w:t>281.5530</w:t>
      </w:r>
      <w:r>
        <w:tab/>
        <w:t>4.051e0</w:t>
      </w:r>
    </w:p>
    <w:p w:rsidR="00B5154A" w:rsidRDefault="00B5154A" w:rsidP="00B5154A">
      <w:r>
        <w:t>281.5898</w:t>
      </w:r>
      <w:r>
        <w:tab/>
        <w:t>2.025e0</w:t>
      </w:r>
    </w:p>
    <w:p w:rsidR="00B5154A" w:rsidRDefault="00B5154A" w:rsidP="00B5154A">
      <w:r>
        <w:t>281.6339</w:t>
      </w:r>
      <w:r>
        <w:tab/>
        <w:t>1.013e0</w:t>
      </w:r>
    </w:p>
    <w:p w:rsidR="00B5154A" w:rsidRDefault="00B5154A" w:rsidP="00B5154A">
      <w:r>
        <w:t>281.7032</w:t>
      </w:r>
      <w:r>
        <w:tab/>
        <w:t>3.867e0</w:t>
      </w:r>
    </w:p>
    <w:p w:rsidR="00B5154A" w:rsidRDefault="00B5154A" w:rsidP="00B5154A">
      <w:r>
        <w:t>281.7775</w:t>
      </w:r>
      <w:r>
        <w:tab/>
        <w:t>4.051e0</w:t>
      </w:r>
    </w:p>
    <w:p w:rsidR="00B5154A" w:rsidRDefault="00B5154A" w:rsidP="00B5154A">
      <w:r>
        <w:t>281.8061</w:t>
      </w:r>
      <w:r>
        <w:tab/>
        <w:t>2.025e0</w:t>
      </w:r>
    </w:p>
    <w:p w:rsidR="00B5154A" w:rsidRDefault="00B5154A" w:rsidP="00B5154A">
      <w:r>
        <w:t>281.8917</w:t>
      </w:r>
      <w:r>
        <w:tab/>
        <w:t>5.019e0</w:t>
      </w:r>
    </w:p>
    <w:p w:rsidR="00B5154A" w:rsidRDefault="00B5154A" w:rsidP="00B5154A">
      <w:r>
        <w:t>282.1606</w:t>
      </w:r>
      <w:r>
        <w:tab/>
        <w:t>5.177e0</w:t>
      </w:r>
    </w:p>
    <w:p w:rsidR="00B5154A" w:rsidRDefault="00B5154A" w:rsidP="00B5154A">
      <w:r>
        <w:t>282.1831</w:t>
      </w:r>
      <w:r>
        <w:tab/>
        <w:t>4.939e0</w:t>
      </w:r>
    </w:p>
    <w:p w:rsidR="00B5154A" w:rsidRDefault="00B5154A" w:rsidP="00B5154A">
      <w:r>
        <w:t>282.2215</w:t>
      </w:r>
      <w:r>
        <w:tab/>
        <w:t>6.642e0</w:t>
      </w:r>
    </w:p>
    <w:p w:rsidR="00B5154A" w:rsidRDefault="00B5154A" w:rsidP="00B5154A">
      <w:r>
        <w:t>282.2782</w:t>
      </w:r>
      <w:r>
        <w:tab/>
        <w:t>2.217e0</w:t>
      </w:r>
    </w:p>
    <w:p w:rsidR="00B5154A" w:rsidRDefault="00B5154A" w:rsidP="00B5154A">
      <w:r>
        <w:t>282.3187</w:t>
      </w:r>
      <w:r>
        <w:tab/>
        <w:t>4.051e0</w:t>
      </w:r>
    </w:p>
    <w:p w:rsidR="00B5154A" w:rsidRDefault="00B5154A" w:rsidP="00B5154A">
      <w:r>
        <w:t>282.3935</w:t>
      </w:r>
      <w:r>
        <w:tab/>
        <w:t>3.757e0</w:t>
      </w:r>
    </w:p>
    <w:p w:rsidR="00B5154A" w:rsidRDefault="00B5154A" w:rsidP="00B5154A">
      <w:r>
        <w:t>282.4556</w:t>
      </w:r>
      <w:r>
        <w:tab/>
        <w:t>2.025e0</w:t>
      </w:r>
    </w:p>
    <w:p w:rsidR="00B5154A" w:rsidRDefault="00B5154A" w:rsidP="00B5154A">
      <w:r>
        <w:t>282.5002</w:t>
      </w:r>
      <w:r>
        <w:tab/>
        <w:t>3.038e0</w:t>
      </w:r>
    </w:p>
    <w:p w:rsidR="00B5154A" w:rsidRDefault="00B5154A" w:rsidP="00B5154A">
      <w:r>
        <w:t>282.5744</w:t>
      </w:r>
      <w:r>
        <w:tab/>
        <w:t>3.038e0</w:t>
      </w:r>
    </w:p>
    <w:p w:rsidR="00B5154A" w:rsidRDefault="00B5154A" w:rsidP="00B5154A">
      <w:r>
        <w:t>282.6250</w:t>
      </w:r>
      <w:r>
        <w:tab/>
        <w:t>2.025e0</w:t>
      </w:r>
    </w:p>
    <w:p w:rsidR="00B5154A" w:rsidRDefault="00B5154A" w:rsidP="00B5154A">
      <w:r>
        <w:t>282.6596</w:t>
      </w:r>
      <w:r>
        <w:tab/>
        <w:t>2.750e0</w:t>
      </w:r>
    </w:p>
    <w:p w:rsidR="00B5154A" w:rsidRDefault="00B5154A" w:rsidP="00B5154A">
      <w:r>
        <w:t>282.6931</w:t>
      </w:r>
      <w:r>
        <w:tab/>
        <w:t>4.345e0</w:t>
      </w:r>
    </w:p>
    <w:p w:rsidR="00B5154A" w:rsidRDefault="00B5154A" w:rsidP="00B5154A">
      <w:r>
        <w:lastRenderedPageBreak/>
        <w:t>282.7786</w:t>
      </w:r>
      <w:r>
        <w:tab/>
        <w:t>2.025e0</w:t>
      </w:r>
    </w:p>
    <w:p w:rsidR="00B5154A" w:rsidRDefault="00B5154A" w:rsidP="00B5154A">
      <w:r>
        <w:t>282.8308</w:t>
      </w:r>
      <w:r>
        <w:tab/>
        <w:t>4.051e0</w:t>
      </w:r>
    </w:p>
    <w:p w:rsidR="00B5154A" w:rsidRDefault="00B5154A" w:rsidP="00B5154A">
      <w:r>
        <w:t>282.8720</w:t>
      </w:r>
      <w:r>
        <w:tab/>
        <w:t>2.025e0</w:t>
      </w:r>
    </w:p>
    <w:p w:rsidR="00B5154A" w:rsidRDefault="00B5154A" w:rsidP="00B5154A">
      <w:r>
        <w:t>282.9164</w:t>
      </w:r>
      <w:r>
        <w:tab/>
        <w:t>2.906e0</w:t>
      </w:r>
    </w:p>
    <w:p w:rsidR="00B5154A" w:rsidRDefault="00B5154A" w:rsidP="00B5154A">
      <w:r>
        <w:t>282.9782</w:t>
      </w:r>
      <w:r>
        <w:tab/>
        <w:t>4.051e0</w:t>
      </w:r>
    </w:p>
    <w:p w:rsidR="00B5154A" w:rsidRDefault="00B5154A" w:rsidP="00B5154A">
      <w:r>
        <w:t>283.0168</w:t>
      </w:r>
      <w:r>
        <w:tab/>
        <w:t>1.136e1</w:t>
      </w:r>
    </w:p>
    <w:p w:rsidR="00B5154A" w:rsidRDefault="00B5154A" w:rsidP="00B5154A">
      <w:r>
        <w:t>283.0585</w:t>
      </w:r>
      <w:r>
        <w:tab/>
        <w:t>1.465e0</w:t>
      </w:r>
    </w:p>
    <w:p w:rsidR="00B5154A" w:rsidRDefault="00B5154A" w:rsidP="00B5154A">
      <w:r>
        <w:t>283.1254</w:t>
      </w:r>
      <w:r>
        <w:tab/>
        <w:t>2.773e0</w:t>
      </w:r>
    </w:p>
    <w:p w:rsidR="00B5154A" w:rsidRDefault="00B5154A" w:rsidP="00B5154A">
      <w:r>
        <w:t>283.1832</w:t>
      </w:r>
      <w:r>
        <w:tab/>
        <w:t>3.325e0</w:t>
      </w:r>
    </w:p>
    <w:p w:rsidR="00B5154A" w:rsidRDefault="00B5154A" w:rsidP="00B5154A">
      <w:r>
        <w:t>283.2663</w:t>
      </w:r>
      <w:r>
        <w:tab/>
        <w:t>1.152e1</w:t>
      </w:r>
    </w:p>
    <w:p w:rsidR="00B5154A" w:rsidRDefault="00B5154A" w:rsidP="00B5154A">
      <w:r>
        <w:t>283.3194</w:t>
      </w:r>
      <w:r>
        <w:tab/>
        <w:t>5.063e0</w:t>
      </w:r>
    </w:p>
    <w:p w:rsidR="00B5154A" w:rsidRDefault="00B5154A" w:rsidP="00B5154A">
      <w:r>
        <w:t>283.3423</w:t>
      </w:r>
      <w:r>
        <w:tab/>
        <w:t>2.996e0</w:t>
      </w:r>
    </w:p>
    <w:p w:rsidR="00B5154A" w:rsidRDefault="00B5154A" w:rsidP="00B5154A">
      <w:r>
        <w:t>283.4532</w:t>
      </w:r>
      <w:r>
        <w:tab/>
        <w:t>4.051e0</w:t>
      </w:r>
    </w:p>
    <w:p w:rsidR="00B5154A" w:rsidRDefault="00B5154A" w:rsidP="00B5154A">
      <w:r>
        <w:t>283.5094</w:t>
      </w:r>
      <w:r>
        <w:tab/>
        <w:t>1.013e0</w:t>
      </w:r>
    </w:p>
    <w:p w:rsidR="00B5154A" w:rsidRDefault="00B5154A" w:rsidP="00B5154A">
      <w:r>
        <w:t>283.5595</w:t>
      </w:r>
      <w:r>
        <w:tab/>
        <w:t>6.076e0</w:t>
      </w:r>
    </w:p>
    <w:p w:rsidR="00B5154A" w:rsidRDefault="00B5154A" w:rsidP="00B5154A">
      <w:r>
        <w:t>283.6005</w:t>
      </w:r>
      <w:r>
        <w:tab/>
        <w:t>3.038e0</w:t>
      </w:r>
    </w:p>
    <w:p w:rsidR="00B5154A" w:rsidRDefault="00B5154A" w:rsidP="00B5154A">
      <w:r>
        <w:t>283.6360</w:t>
      </w:r>
      <w:r>
        <w:tab/>
        <w:t>1.013e0</w:t>
      </w:r>
    </w:p>
    <w:p w:rsidR="00B5154A" w:rsidRDefault="00B5154A" w:rsidP="00B5154A">
      <w:r>
        <w:t>283.6767</w:t>
      </w:r>
      <w:r>
        <w:tab/>
        <w:t>3.038e0</w:t>
      </w:r>
    </w:p>
    <w:p w:rsidR="00B5154A" w:rsidRDefault="00B5154A" w:rsidP="00B5154A">
      <w:r>
        <w:t>283.6998</w:t>
      </w:r>
      <w:r>
        <w:tab/>
        <w:t>2.025e0</w:t>
      </w:r>
    </w:p>
    <w:p w:rsidR="00B5154A" w:rsidRDefault="00B5154A" w:rsidP="00B5154A">
      <w:r>
        <w:lastRenderedPageBreak/>
        <w:t>283.7435</w:t>
      </w:r>
      <w:r>
        <w:tab/>
        <w:t>1.013e0</w:t>
      </w:r>
    </w:p>
    <w:p w:rsidR="00B5154A" w:rsidRDefault="00B5154A" w:rsidP="00B5154A">
      <w:r>
        <w:t>283.7704</w:t>
      </w:r>
      <w:r>
        <w:tab/>
        <w:t>1.013e0</w:t>
      </w:r>
    </w:p>
    <w:p w:rsidR="00B5154A" w:rsidRDefault="00B5154A" w:rsidP="00B5154A">
      <w:r>
        <w:t>283.8368</w:t>
      </w:r>
      <w:r>
        <w:tab/>
        <w:t>3.038e0</w:t>
      </w:r>
    </w:p>
    <w:p w:rsidR="00B5154A" w:rsidRDefault="00B5154A" w:rsidP="00B5154A">
      <w:r>
        <w:t>283.8827</w:t>
      </w:r>
      <w:r>
        <w:tab/>
        <w:t>3.038e0</w:t>
      </w:r>
    </w:p>
    <w:p w:rsidR="00B5154A" w:rsidRDefault="00B5154A" w:rsidP="00B5154A">
      <w:r>
        <w:t>283.9145</w:t>
      </w:r>
      <w:r>
        <w:tab/>
        <w:t>2.134e0</w:t>
      </w:r>
    </w:p>
    <w:p w:rsidR="00B5154A" w:rsidRDefault="00B5154A" w:rsidP="00B5154A">
      <w:r>
        <w:t>283.9568</w:t>
      </w:r>
      <w:r>
        <w:tab/>
        <w:t>4.007e0</w:t>
      </w:r>
    </w:p>
    <w:p w:rsidR="00B5154A" w:rsidRDefault="00B5154A" w:rsidP="00B5154A">
      <w:r>
        <w:t>284.0455</w:t>
      </w:r>
      <w:r>
        <w:tab/>
        <w:t>1.945e0</w:t>
      </w:r>
    </w:p>
    <w:p w:rsidR="00B5154A" w:rsidRDefault="00B5154A" w:rsidP="00B5154A">
      <w:r>
        <w:t>284.1659</w:t>
      </w:r>
      <w:r>
        <w:tab/>
        <w:t>1.159e1</w:t>
      </w:r>
    </w:p>
    <w:p w:rsidR="00B5154A" w:rsidRDefault="00B5154A" w:rsidP="00B5154A">
      <w:r>
        <w:t>284.2285</w:t>
      </w:r>
      <w:r>
        <w:tab/>
        <w:t>8.179e0</w:t>
      </w:r>
    </w:p>
    <w:p w:rsidR="00B5154A" w:rsidRDefault="00B5154A" w:rsidP="00B5154A">
      <w:r>
        <w:t>284.2970</w:t>
      </w:r>
      <w:r>
        <w:tab/>
        <w:t>3.663e0</w:t>
      </w:r>
    </w:p>
    <w:p w:rsidR="00B5154A" w:rsidRDefault="00B5154A" w:rsidP="00B5154A">
      <w:r>
        <w:t>284.3368</w:t>
      </w:r>
      <w:r>
        <w:tab/>
        <w:t>8.101e0</w:t>
      </w:r>
    </w:p>
    <w:p w:rsidR="00B5154A" w:rsidRDefault="00B5154A" w:rsidP="00B5154A">
      <w:r>
        <w:t>284.3712</w:t>
      </w:r>
      <w:r>
        <w:tab/>
        <w:t>4.051e0</w:t>
      </w:r>
    </w:p>
    <w:p w:rsidR="00B5154A" w:rsidRDefault="00B5154A" w:rsidP="00B5154A">
      <w:r>
        <w:t>284.4116</w:t>
      </w:r>
      <w:r>
        <w:tab/>
        <w:t>2.025e0</w:t>
      </w:r>
    </w:p>
    <w:p w:rsidR="00B5154A" w:rsidRDefault="00B5154A" w:rsidP="00B5154A">
      <w:r>
        <w:t>284.4692</w:t>
      </w:r>
      <w:r>
        <w:tab/>
        <w:t>1.013e0</w:t>
      </w:r>
    </w:p>
    <w:p w:rsidR="00B5154A" w:rsidRDefault="00B5154A" w:rsidP="00B5154A">
      <w:r>
        <w:t>284.5132</w:t>
      </w:r>
      <w:r>
        <w:tab/>
        <w:t>3.038e0</w:t>
      </w:r>
    </w:p>
    <w:p w:rsidR="00B5154A" w:rsidRDefault="00B5154A" w:rsidP="00B5154A">
      <w:r>
        <w:t>284.5845</w:t>
      </w:r>
      <w:r>
        <w:tab/>
        <w:t>2.025e0</w:t>
      </w:r>
    </w:p>
    <w:p w:rsidR="00B5154A" w:rsidRDefault="00B5154A" w:rsidP="00B5154A">
      <w:r>
        <w:t>284.6359</w:t>
      </w:r>
      <w:r>
        <w:tab/>
        <w:t>4.200e0</w:t>
      </w:r>
    </w:p>
    <w:p w:rsidR="00B5154A" w:rsidRDefault="00B5154A" w:rsidP="00B5154A">
      <w:r>
        <w:t>284.7012</w:t>
      </w:r>
      <w:r>
        <w:tab/>
        <w:t>4.051e0</w:t>
      </w:r>
    </w:p>
    <w:p w:rsidR="00B5154A" w:rsidRDefault="00B5154A" w:rsidP="00B5154A">
      <w:r>
        <w:t>284.7793</w:t>
      </w:r>
      <w:r>
        <w:tab/>
        <w:t>5.063e0</w:t>
      </w:r>
    </w:p>
    <w:p w:rsidR="00B5154A" w:rsidRDefault="00B5154A" w:rsidP="00B5154A">
      <w:r>
        <w:lastRenderedPageBreak/>
        <w:t>284.8265</w:t>
      </w:r>
      <w:r>
        <w:tab/>
        <w:t>1.013e0</w:t>
      </w:r>
    </w:p>
    <w:p w:rsidR="00B5154A" w:rsidRDefault="00B5154A" w:rsidP="00B5154A">
      <w:r>
        <w:t>284.8851</w:t>
      </w:r>
      <w:r>
        <w:tab/>
        <w:t>2.878e0</w:t>
      </w:r>
    </w:p>
    <w:p w:rsidR="00B5154A" w:rsidRDefault="00B5154A" w:rsidP="00B5154A">
      <w:r>
        <w:t>284.9308</w:t>
      </w:r>
      <w:r>
        <w:tab/>
        <w:t>2.962e0</w:t>
      </w:r>
    </w:p>
    <w:p w:rsidR="00B5154A" w:rsidRDefault="00B5154A" w:rsidP="00B5154A">
      <w:r>
        <w:t>284.9626</w:t>
      </w:r>
      <w:r>
        <w:tab/>
        <w:t>5.868e0</w:t>
      </w:r>
    </w:p>
    <w:p w:rsidR="00B5154A" w:rsidRDefault="00B5154A" w:rsidP="00B5154A">
      <w:r>
        <w:t>284.9879</w:t>
      </w:r>
      <w:r>
        <w:tab/>
        <w:t>6.210e0</w:t>
      </w:r>
    </w:p>
    <w:p w:rsidR="00B5154A" w:rsidRDefault="00B5154A" w:rsidP="00B5154A">
      <w:r>
        <w:t>285.0299</w:t>
      </w:r>
      <w:r>
        <w:tab/>
        <w:t>4.294e0</w:t>
      </w:r>
    </w:p>
    <w:p w:rsidR="00B5154A" w:rsidRDefault="00B5154A" w:rsidP="00B5154A">
      <w:r>
        <w:t>285.2147</w:t>
      </w:r>
      <w:r>
        <w:tab/>
        <w:t>8.449e0</w:t>
      </w:r>
    </w:p>
    <w:p w:rsidR="00B5154A" w:rsidRDefault="00B5154A" w:rsidP="00B5154A">
      <w:r>
        <w:t>285.3097</w:t>
      </w:r>
      <w:r>
        <w:tab/>
        <w:t>2.985e0</w:t>
      </w:r>
    </w:p>
    <w:p w:rsidR="00B5154A" w:rsidRDefault="00B5154A" w:rsidP="00B5154A">
      <w:r>
        <w:t>285.3444</w:t>
      </w:r>
      <w:r>
        <w:tab/>
        <w:t>4.051e0</w:t>
      </w:r>
    </w:p>
    <w:p w:rsidR="00B5154A" w:rsidRDefault="00B5154A" w:rsidP="00B5154A">
      <w:r>
        <w:t>285.4112</w:t>
      </w:r>
      <w:r>
        <w:tab/>
        <w:t>3.399e0</w:t>
      </w:r>
    </w:p>
    <w:p w:rsidR="00B5154A" w:rsidRDefault="00B5154A" w:rsidP="00B5154A">
      <w:r>
        <w:t>285.4569</w:t>
      </w:r>
      <w:r>
        <w:tab/>
        <w:t>4.051e0</w:t>
      </w:r>
    </w:p>
    <w:p w:rsidR="00B5154A" w:rsidRDefault="00B5154A" w:rsidP="00B5154A">
      <w:r>
        <w:t>285.4890</w:t>
      </w:r>
      <w:r>
        <w:tab/>
        <w:t>3.038e0</w:t>
      </w:r>
    </w:p>
    <w:p w:rsidR="00B5154A" w:rsidRDefault="00B5154A" w:rsidP="00B5154A">
      <w:r>
        <w:t>285.5678</w:t>
      </w:r>
      <w:r>
        <w:tab/>
        <w:t>1.013e0</w:t>
      </w:r>
    </w:p>
    <w:p w:rsidR="00B5154A" w:rsidRDefault="00B5154A" w:rsidP="00B5154A">
      <w:r>
        <w:t>285.6685</w:t>
      </w:r>
      <w:r>
        <w:tab/>
        <w:t>3.038e0</w:t>
      </w:r>
    </w:p>
    <w:p w:rsidR="00B5154A" w:rsidRDefault="00B5154A" w:rsidP="00B5154A">
      <w:r>
        <w:t>285.7123</w:t>
      </w:r>
      <w:r>
        <w:tab/>
        <w:t>2.025e0</w:t>
      </w:r>
    </w:p>
    <w:p w:rsidR="00B5154A" w:rsidRDefault="00B5154A" w:rsidP="00B5154A">
      <w:r>
        <w:t>285.8073</w:t>
      </w:r>
      <w:r>
        <w:tab/>
        <w:t>2.025e0</w:t>
      </w:r>
    </w:p>
    <w:p w:rsidR="00B5154A" w:rsidRDefault="00B5154A" w:rsidP="00B5154A">
      <w:r>
        <w:t>285.8707</w:t>
      </w:r>
      <w:r>
        <w:tab/>
        <w:t>5.063e0</w:t>
      </w:r>
    </w:p>
    <w:p w:rsidR="00B5154A" w:rsidRDefault="00B5154A" w:rsidP="00B5154A">
      <w:r>
        <w:t>285.9207</w:t>
      </w:r>
      <w:r>
        <w:tab/>
        <w:t>7.209e0</w:t>
      </w:r>
    </w:p>
    <w:p w:rsidR="00B5154A" w:rsidRDefault="00B5154A" w:rsidP="00B5154A">
      <w:r>
        <w:t>285.9787</w:t>
      </w:r>
      <w:r>
        <w:tab/>
        <w:t>7.883e0</w:t>
      </w:r>
    </w:p>
    <w:p w:rsidR="00B5154A" w:rsidRDefault="00B5154A" w:rsidP="00B5154A">
      <w:r>
        <w:lastRenderedPageBreak/>
        <w:t>286.0309</w:t>
      </w:r>
      <w:r>
        <w:tab/>
        <w:t>1.023e1</w:t>
      </w:r>
    </w:p>
    <w:p w:rsidR="00B5154A" w:rsidRDefault="00B5154A" w:rsidP="00B5154A">
      <w:r>
        <w:t>286.1078</w:t>
      </w:r>
      <w:r>
        <w:tab/>
        <w:t>7.811e0</w:t>
      </w:r>
    </w:p>
    <w:p w:rsidR="00B5154A" w:rsidRDefault="00B5154A" w:rsidP="00B5154A">
      <w:r>
        <w:t>286.1617</w:t>
      </w:r>
      <w:r>
        <w:tab/>
        <w:t>1.040e0</w:t>
      </w:r>
    </w:p>
    <w:p w:rsidR="00B5154A" w:rsidRDefault="00B5154A" w:rsidP="00B5154A">
      <w:r>
        <w:t>286.2659</w:t>
      </w:r>
      <w:r>
        <w:tab/>
        <w:t>1.932e0</w:t>
      </w:r>
    </w:p>
    <w:p w:rsidR="00B5154A" w:rsidRDefault="00B5154A" w:rsidP="00B5154A">
      <w:r>
        <w:t>286.2929</w:t>
      </w:r>
      <w:r>
        <w:tab/>
        <w:t>2.963e0</w:t>
      </w:r>
    </w:p>
    <w:p w:rsidR="00B5154A" w:rsidRDefault="00B5154A" w:rsidP="00B5154A">
      <w:r>
        <w:t>286.3555</w:t>
      </w:r>
      <w:r>
        <w:tab/>
        <w:t>5.495e0</w:t>
      </w:r>
    </w:p>
    <w:p w:rsidR="00B5154A" w:rsidRDefault="00B5154A" w:rsidP="00B5154A">
      <w:r>
        <w:t>286.3974</w:t>
      </w:r>
      <w:r>
        <w:tab/>
        <w:t>5.644e0</w:t>
      </w:r>
    </w:p>
    <w:p w:rsidR="00B5154A" w:rsidRDefault="00B5154A" w:rsidP="00B5154A">
      <w:r>
        <w:t>286.4865</w:t>
      </w:r>
      <w:r>
        <w:tab/>
        <w:t>4.175e0</w:t>
      </w:r>
    </w:p>
    <w:p w:rsidR="00B5154A" w:rsidRDefault="00B5154A" w:rsidP="00B5154A">
      <w:r>
        <w:t>286.5273</w:t>
      </w:r>
      <w:r>
        <w:tab/>
        <w:t>3.038e0</w:t>
      </w:r>
    </w:p>
    <w:p w:rsidR="00B5154A" w:rsidRDefault="00B5154A" w:rsidP="00B5154A">
      <w:r>
        <w:t>286.6104</w:t>
      </w:r>
      <w:r>
        <w:tab/>
        <w:t>3.038e0</w:t>
      </w:r>
    </w:p>
    <w:p w:rsidR="00B5154A" w:rsidRDefault="00B5154A" w:rsidP="00B5154A">
      <w:r>
        <w:t>286.6867</w:t>
      </w:r>
      <w:r>
        <w:tab/>
        <w:t>5.063e0</w:t>
      </w:r>
    </w:p>
    <w:p w:rsidR="00B5154A" w:rsidRDefault="00B5154A" w:rsidP="00B5154A">
      <w:r>
        <w:t>286.7350</w:t>
      </w:r>
      <w:r>
        <w:tab/>
        <w:t>2.025e0</w:t>
      </w:r>
    </w:p>
    <w:p w:rsidR="00B5154A" w:rsidRDefault="00B5154A" w:rsidP="00B5154A">
      <w:r>
        <w:t>286.8029</w:t>
      </w:r>
      <w:r>
        <w:tab/>
        <w:t>1.013e0</w:t>
      </w:r>
    </w:p>
    <w:p w:rsidR="00B5154A" w:rsidRDefault="00B5154A" w:rsidP="00B5154A">
      <w:r>
        <w:t>286.8622</w:t>
      </w:r>
      <w:r>
        <w:tab/>
        <w:t>3.038e0</w:t>
      </w:r>
    </w:p>
    <w:p w:rsidR="00B5154A" w:rsidRDefault="00B5154A" w:rsidP="00B5154A">
      <w:r>
        <w:t>286.9178</w:t>
      </w:r>
      <w:r>
        <w:tab/>
        <w:t>5.407e0</w:t>
      </w:r>
    </w:p>
    <w:p w:rsidR="00B5154A" w:rsidRDefault="00B5154A" w:rsidP="00B5154A">
      <w:r>
        <w:t>286.9592</w:t>
      </w:r>
      <w:r>
        <w:tab/>
        <w:t>6.790e0</w:t>
      </w:r>
    </w:p>
    <w:p w:rsidR="00B5154A" w:rsidRDefault="00B5154A" w:rsidP="00B5154A">
      <w:r>
        <w:t>287.0284</w:t>
      </w:r>
      <w:r>
        <w:tab/>
        <w:t>7.397e0</w:t>
      </w:r>
    </w:p>
    <w:p w:rsidR="00B5154A" w:rsidRDefault="00B5154A" w:rsidP="00B5154A">
      <w:r>
        <w:t>287.1485</w:t>
      </w:r>
      <w:r>
        <w:tab/>
        <w:t>9.162e0</w:t>
      </w:r>
    </w:p>
    <w:p w:rsidR="00B5154A" w:rsidRDefault="00B5154A" w:rsidP="00B5154A">
      <w:r>
        <w:t>287.2504</w:t>
      </w:r>
      <w:r>
        <w:tab/>
        <w:t>4.814e0</w:t>
      </w:r>
    </w:p>
    <w:p w:rsidR="00B5154A" w:rsidRDefault="00B5154A" w:rsidP="00B5154A">
      <w:r>
        <w:lastRenderedPageBreak/>
        <w:t>287.2999</w:t>
      </w:r>
      <w:r>
        <w:tab/>
        <w:t>3.306e0</w:t>
      </w:r>
    </w:p>
    <w:p w:rsidR="00B5154A" w:rsidRDefault="00B5154A" w:rsidP="00B5154A">
      <w:r>
        <w:t>287.4071</w:t>
      </w:r>
      <w:r>
        <w:tab/>
        <w:t>3.038e0</w:t>
      </w:r>
    </w:p>
    <w:p w:rsidR="00B5154A" w:rsidRDefault="00B5154A" w:rsidP="00B5154A">
      <w:r>
        <w:t>287.4612</w:t>
      </w:r>
      <w:r>
        <w:tab/>
        <w:t>1.013e0</w:t>
      </w:r>
    </w:p>
    <w:p w:rsidR="00B5154A" w:rsidRDefault="00B5154A" w:rsidP="00B5154A">
      <w:r>
        <w:t>287.5265</w:t>
      </w:r>
      <w:r>
        <w:tab/>
        <w:t>7.089e0</w:t>
      </w:r>
    </w:p>
    <w:p w:rsidR="00B5154A" w:rsidRDefault="00B5154A" w:rsidP="00B5154A">
      <w:r>
        <w:t>287.6320</w:t>
      </w:r>
      <w:r>
        <w:tab/>
        <w:t>3.924e0</w:t>
      </w:r>
    </w:p>
    <w:p w:rsidR="00B5154A" w:rsidRDefault="00B5154A" w:rsidP="00B5154A">
      <w:r>
        <w:t>287.6834</w:t>
      </w:r>
      <w:r>
        <w:tab/>
        <w:t>3.038e0</w:t>
      </w:r>
    </w:p>
    <w:p w:rsidR="00B5154A" w:rsidRDefault="00B5154A" w:rsidP="00B5154A">
      <w:r>
        <w:t>287.7173</w:t>
      </w:r>
      <w:r>
        <w:tab/>
        <w:t>8.101e0</w:t>
      </w:r>
    </w:p>
    <w:p w:rsidR="00B5154A" w:rsidRDefault="00B5154A" w:rsidP="00B5154A">
      <w:r>
        <w:t>287.7845</w:t>
      </w:r>
      <w:r>
        <w:tab/>
        <w:t>1.013e0</w:t>
      </w:r>
    </w:p>
    <w:p w:rsidR="00B5154A" w:rsidRDefault="00B5154A" w:rsidP="00B5154A">
      <w:r>
        <w:t>287.8317</w:t>
      </w:r>
      <w:r>
        <w:tab/>
        <w:t>4.051e0</w:t>
      </w:r>
    </w:p>
    <w:p w:rsidR="00B5154A" w:rsidRDefault="00B5154A" w:rsidP="00B5154A">
      <w:r>
        <w:t>287.8602</w:t>
      </w:r>
      <w:r>
        <w:tab/>
        <w:t>4.313e0</w:t>
      </w:r>
    </w:p>
    <w:p w:rsidR="00B5154A" w:rsidRDefault="00B5154A" w:rsidP="00B5154A">
      <w:r>
        <w:t>287.9153</w:t>
      </w:r>
      <w:r>
        <w:tab/>
        <w:t>1.468e0</w:t>
      </w:r>
    </w:p>
    <w:p w:rsidR="00B5154A" w:rsidRDefault="00B5154A" w:rsidP="00B5154A">
      <w:r>
        <w:t>287.9968</w:t>
      </w:r>
      <w:r>
        <w:tab/>
        <w:t>2.145e0</w:t>
      </w:r>
    </w:p>
    <w:p w:rsidR="00B5154A" w:rsidRDefault="00B5154A" w:rsidP="00B5154A">
      <w:r>
        <w:t>288.0577</w:t>
      </w:r>
      <w:r>
        <w:tab/>
        <w:t>3.129e0</w:t>
      </w:r>
    </w:p>
    <w:p w:rsidR="00B5154A" w:rsidRDefault="00B5154A" w:rsidP="00B5154A">
      <w:r>
        <w:t>288.1035</w:t>
      </w:r>
      <w:r>
        <w:tab/>
        <w:t>4.486e0</w:t>
      </w:r>
    </w:p>
    <w:p w:rsidR="00B5154A" w:rsidRDefault="00B5154A" w:rsidP="00B5154A">
      <w:r>
        <w:t>288.1360</w:t>
      </w:r>
      <w:r>
        <w:tab/>
        <w:t>1.808e0</w:t>
      </w:r>
    </w:p>
    <w:p w:rsidR="00B5154A" w:rsidRDefault="00B5154A" w:rsidP="00B5154A">
      <w:r>
        <w:t>288.1850</w:t>
      </w:r>
      <w:r>
        <w:tab/>
        <w:t>9.929e0</w:t>
      </w:r>
    </w:p>
    <w:p w:rsidR="00B5154A" w:rsidRDefault="00B5154A" w:rsidP="00B5154A">
      <w:r>
        <w:t>288.2572</w:t>
      </w:r>
      <w:r>
        <w:tab/>
        <w:t>3.417e1</w:t>
      </w:r>
    </w:p>
    <w:p w:rsidR="00B5154A" w:rsidRDefault="00B5154A" w:rsidP="00B5154A">
      <w:r>
        <w:t>288.4029</w:t>
      </w:r>
      <w:r>
        <w:tab/>
        <w:t>2.025e0</w:t>
      </w:r>
    </w:p>
    <w:p w:rsidR="00B5154A" w:rsidRDefault="00B5154A" w:rsidP="00B5154A">
      <w:r>
        <w:t>288.4777</w:t>
      </w:r>
      <w:r>
        <w:tab/>
        <w:t>2.025e0</w:t>
      </w:r>
    </w:p>
    <w:p w:rsidR="00B5154A" w:rsidRDefault="00B5154A" w:rsidP="00B5154A">
      <w:r>
        <w:lastRenderedPageBreak/>
        <w:t>288.5048</w:t>
      </w:r>
      <w:r>
        <w:tab/>
        <w:t>1.013e0</w:t>
      </w:r>
    </w:p>
    <w:p w:rsidR="00B5154A" w:rsidRDefault="00B5154A" w:rsidP="00B5154A">
      <w:r>
        <w:t>288.5862</w:t>
      </w:r>
      <w:r>
        <w:tab/>
        <w:t>3.038e0</w:t>
      </w:r>
    </w:p>
    <w:p w:rsidR="00B5154A" w:rsidRDefault="00B5154A" w:rsidP="00B5154A">
      <w:r>
        <w:t>288.6257</w:t>
      </w:r>
      <w:r>
        <w:tab/>
        <w:t>4.051e0</w:t>
      </w:r>
    </w:p>
    <w:p w:rsidR="00B5154A" w:rsidRDefault="00B5154A" w:rsidP="00B5154A">
      <w:r>
        <w:t>288.6791</w:t>
      </w:r>
      <w:r>
        <w:tab/>
        <w:t>2.025e0</w:t>
      </w:r>
    </w:p>
    <w:p w:rsidR="00B5154A" w:rsidRDefault="00B5154A" w:rsidP="00B5154A">
      <w:r>
        <w:t>288.7159</w:t>
      </w:r>
      <w:r>
        <w:tab/>
        <w:t>5.063e0</w:t>
      </w:r>
    </w:p>
    <w:p w:rsidR="00B5154A" w:rsidRDefault="00B5154A" w:rsidP="00B5154A">
      <w:r>
        <w:t>288.8093</w:t>
      </w:r>
      <w:r>
        <w:tab/>
        <w:t>1.013e0</w:t>
      </w:r>
    </w:p>
    <w:p w:rsidR="00B5154A" w:rsidRDefault="00B5154A" w:rsidP="00B5154A">
      <w:r>
        <w:t>288.8535</w:t>
      </w:r>
      <w:r>
        <w:tab/>
        <w:t>2.025e0</w:t>
      </w:r>
    </w:p>
    <w:p w:rsidR="00B5154A" w:rsidRDefault="00B5154A" w:rsidP="00B5154A">
      <w:r>
        <w:t>288.9299</w:t>
      </w:r>
      <w:r>
        <w:tab/>
        <w:t>2.151e1</w:t>
      </w:r>
    </w:p>
    <w:p w:rsidR="00B5154A" w:rsidRDefault="00B5154A" w:rsidP="00B5154A">
      <w:r>
        <w:t>288.9998</w:t>
      </w:r>
      <w:r>
        <w:tab/>
        <w:t>1.640e1</w:t>
      </w:r>
    </w:p>
    <w:p w:rsidR="00B5154A" w:rsidRDefault="00B5154A" w:rsidP="00B5154A">
      <w:r>
        <w:t>289.0550</w:t>
      </w:r>
      <w:r>
        <w:tab/>
        <w:t>8.944e0</w:t>
      </w:r>
    </w:p>
    <w:p w:rsidR="00B5154A" w:rsidRDefault="00B5154A" w:rsidP="00B5154A">
      <w:r>
        <w:t>289.1238</w:t>
      </w:r>
      <w:r>
        <w:tab/>
        <w:t>4.469e0</w:t>
      </w:r>
    </w:p>
    <w:p w:rsidR="00B5154A" w:rsidRDefault="00B5154A" w:rsidP="00B5154A">
      <w:r>
        <w:t>289.1671</w:t>
      </w:r>
      <w:r>
        <w:tab/>
        <w:t>1.368e1</w:t>
      </w:r>
    </w:p>
    <w:p w:rsidR="00B5154A" w:rsidRDefault="00B5154A" w:rsidP="00B5154A">
      <w:r>
        <w:t>289.2702</w:t>
      </w:r>
      <w:r>
        <w:tab/>
        <w:t>2.661e0</w:t>
      </w:r>
    </w:p>
    <w:p w:rsidR="00B5154A" w:rsidRDefault="00B5154A" w:rsidP="00B5154A">
      <w:r>
        <w:t>289.3077</w:t>
      </w:r>
      <w:r>
        <w:tab/>
        <w:t>3.900e0</w:t>
      </w:r>
    </w:p>
    <w:p w:rsidR="00B5154A" w:rsidRDefault="00B5154A" w:rsidP="00B5154A">
      <w:r>
        <w:t>289.3876</w:t>
      </w:r>
      <w:r>
        <w:tab/>
        <w:t>1.013e0</w:t>
      </w:r>
    </w:p>
    <w:p w:rsidR="00B5154A" w:rsidRDefault="00B5154A" w:rsidP="00B5154A">
      <w:r>
        <w:t>289.4222</w:t>
      </w:r>
      <w:r>
        <w:tab/>
        <w:t>1.013e0</w:t>
      </w:r>
    </w:p>
    <w:p w:rsidR="00B5154A" w:rsidRDefault="00B5154A" w:rsidP="00B5154A">
      <w:r>
        <w:t>289.4605</w:t>
      </w:r>
      <w:r>
        <w:tab/>
        <w:t>2.025e0</w:t>
      </w:r>
    </w:p>
    <w:p w:rsidR="00B5154A" w:rsidRDefault="00B5154A" w:rsidP="00B5154A">
      <w:r>
        <w:t>289.5121</w:t>
      </w:r>
      <w:r>
        <w:tab/>
        <w:t>3.038e0</w:t>
      </w:r>
    </w:p>
    <w:p w:rsidR="00B5154A" w:rsidRDefault="00B5154A" w:rsidP="00B5154A">
      <w:r>
        <w:t>289.5571</w:t>
      </w:r>
      <w:r>
        <w:tab/>
        <w:t>1.013e0</w:t>
      </w:r>
    </w:p>
    <w:p w:rsidR="00B5154A" w:rsidRDefault="00B5154A" w:rsidP="00B5154A">
      <w:r>
        <w:lastRenderedPageBreak/>
        <w:t>289.5844</w:t>
      </w:r>
      <w:r>
        <w:tab/>
        <w:t>1.013e0</w:t>
      </w:r>
    </w:p>
    <w:p w:rsidR="00B5154A" w:rsidRDefault="00B5154A" w:rsidP="00B5154A">
      <w:r>
        <w:t>289.6760</w:t>
      </w:r>
      <w:r>
        <w:tab/>
        <w:t>5.063e0</w:t>
      </w:r>
    </w:p>
    <w:p w:rsidR="00B5154A" w:rsidRDefault="00B5154A" w:rsidP="00B5154A">
      <w:r>
        <w:t>289.7238</w:t>
      </w:r>
      <w:r>
        <w:tab/>
        <w:t>3.038e0</w:t>
      </w:r>
    </w:p>
    <w:p w:rsidR="00B5154A" w:rsidRDefault="00B5154A" w:rsidP="00B5154A">
      <w:r>
        <w:t>289.8035</w:t>
      </w:r>
      <w:r>
        <w:tab/>
        <w:t>6.076e0</w:t>
      </w:r>
    </w:p>
    <w:p w:rsidR="00B5154A" w:rsidRDefault="00B5154A" w:rsidP="00B5154A">
      <w:r>
        <w:t>289.8594</w:t>
      </w:r>
      <w:r>
        <w:tab/>
        <w:t>2.025e0</w:t>
      </w:r>
    </w:p>
    <w:p w:rsidR="00B5154A" w:rsidRDefault="00B5154A" w:rsidP="00B5154A">
      <w:r>
        <w:t>289.9530</w:t>
      </w:r>
      <w:r>
        <w:tab/>
        <w:t>2.764e0</w:t>
      </w:r>
    </w:p>
    <w:p w:rsidR="00B5154A" w:rsidRDefault="00B5154A" w:rsidP="00B5154A">
      <w:r>
        <w:t>290.0027</w:t>
      </w:r>
      <w:r>
        <w:tab/>
        <w:t>4.046e0</w:t>
      </w:r>
    </w:p>
    <w:p w:rsidR="00B5154A" w:rsidRDefault="00B5154A" w:rsidP="00B5154A">
      <w:r>
        <w:t>290.1753</w:t>
      </w:r>
      <w:r>
        <w:tab/>
        <w:t>1.067e0</w:t>
      </w:r>
    </w:p>
    <w:p w:rsidR="00B5154A" w:rsidRDefault="00B5154A" w:rsidP="00B5154A">
      <w:r>
        <w:t>290.1991</w:t>
      </w:r>
      <w:r>
        <w:tab/>
        <w:t>2.523e0</w:t>
      </w:r>
    </w:p>
    <w:p w:rsidR="00B5154A" w:rsidRDefault="00B5154A" w:rsidP="00B5154A">
      <w:r>
        <w:t>290.2574</w:t>
      </w:r>
      <w:r>
        <w:tab/>
        <w:t>2.645e0</w:t>
      </w:r>
    </w:p>
    <w:p w:rsidR="00B5154A" w:rsidRDefault="00B5154A" w:rsidP="00B5154A">
      <w:r>
        <w:t>290.3040</w:t>
      </w:r>
      <w:r>
        <w:tab/>
        <w:t>3.988e0</w:t>
      </w:r>
    </w:p>
    <w:p w:rsidR="00B5154A" w:rsidRDefault="00B5154A" w:rsidP="00B5154A">
      <w:r>
        <w:t>290.3635</w:t>
      </w:r>
      <w:r>
        <w:tab/>
        <w:t>3.000e0</w:t>
      </w:r>
    </w:p>
    <w:p w:rsidR="00B5154A" w:rsidRDefault="00B5154A" w:rsidP="00B5154A">
      <w:r>
        <w:t>290.3932</w:t>
      </w:r>
      <w:r>
        <w:tab/>
        <w:t>3.038e0</w:t>
      </w:r>
    </w:p>
    <w:p w:rsidR="00B5154A" w:rsidRDefault="00B5154A" w:rsidP="00B5154A">
      <w:r>
        <w:t>290.4341</w:t>
      </w:r>
      <w:r>
        <w:tab/>
        <w:t>2.025e0</w:t>
      </w:r>
    </w:p>
    <w:p w:rsidR="00B5154A" w:rsidRDefault="00B5154A" w:rsidP="00B5154A">
      <w:r>
        <w:t>290.4843</w:t>
      </w:r>
      <w:r>
        <w:tab/>
        <w:t>2.025e0</w:t>
      </w:r>
    </w:p>
    <w:p w:rsidR="00B5154A" w:rsidRDefault="00B5154A" w:rsidP="00B5154A">
      <w:r>
        <w:t>290.5459</w:t>
      </w:r>
      <w:r>
        <w:tab/>
        <w:t>3.038e0</w:t>
      </w:r>
    </w:p>
    <w:p w:rsidR="00B5154A" w:rsidRDefault="00B5154A" w:rsidP="00B5154A">
      <w:r>
        <w:t>290.5820</w:t>
      </w:r>
      <w:r>
        <w:tab/>
        <w:t>3.038e0</w:t>
      </w:r>
    </w:p>
    <w:p w:rsidR="00B5154A" w:rsidRDefault="00B5154A" w:rsidP="00B5154A">
      <w:r>
        <w:t>290.6295</w:t>
      </w:r>
      <w:r>
        <w:tab/>
        <w:t>1.013e0</w:t>
      </w:r>
    </w:p>
    <w:p w:rsidR="00B5154A" w:rsidRDefault="00B5154A" w:rsidP="00B5154A">
      <w:r>
        <w:t>290.7356</w:t>
      </w:r>
      <w:r>
        <w:tab/>
        <w:t>3.038e0</w:t>
      </w:r>
    </w:p>
    <w:p w:rsidR="00B5154A" w:rsidRDefault="00B5154A" w:rsidP="00B5154A">
      <w:r>
        <w:lastRenderedPageBreak/>
        <w:t>290.7952</w:t>
      </w:r>
      <w:r>
        <w:tab/>
        <w:t>6.076e0</w:t>
      </w:r>
    </w:p>
    <w:p w:rsidR="00B5154A" w:rsidRDefault="00B5154A" w:rsidP="00B5154A">
      <w:r>
        <w:t>290.8780</w:t>
      </w:r>
      <w:r>
        <w:tab/>
        <w:t>2.025e0</w:t>
      </w:r>
    </w:p>
    <w:p w:rsidR="00B5154A" w:rsidRDefault="00B5154A" w:rsidP="00B5154A">
      <w:r>
        <w:t>290.9384</w:t>
      </w:r>
      <w:r>
        <w:tab/>
        <w:t>1.894e0</w:t>
      </w:r>
    </w:p>
    <w:p w:rsidR="00B5154A" w:rsidRDefault="00B5154A" w:rsidP="00B5154A">
      <w:r>
        <w:t>291.0114</w:t>
      </w:r>
      <w:r>
        <w:tab/>
        <w:t>8.702e0</w:t>
      </w:r>
    </w:p>
    <w:p w:rsidR="00B5154A" w:rsidRDefault="00B5154A" w:rsidP="00B5154A">
      <w:r>
        <w:t>291.0782</w:t>
      </w:r>
      <w:r>
        <w:tab/>
        <w:t>4.959e0</w:t>
      </w:r>
    </w:p>
    <w:p w:rsidR="00B5154A" w:rsidRDefault="00B5154A" w:rsidP="00B5154A">
      <w:r>
        <w:t>291.1329</w:t>
      </w:r>
      <w:r>
        <w:tab/>
        <w:t>4.887e0</w:t>
      </w:r>
    </w:p>
    <w:p w:rsidR="00B5154A" w:rsidRDefault="00B5154A" w:rsidP="00B5154A">
      <w:r>
        <w:t>291.2607</w:t>
      </w:r>
      <w:r>
        <w:tab/>
        <w:t>3.320e0</w:t>
      </w:r>
    </w:p>
    <w:p w:rsidR="00B5154A" w:rsidRDefault="00B5154A" w:rsidP="00B5154A">
      <w:r>
        <w:t>291.3445</w:t>
      </w:r>
      <w:r>
        <w:tab/>
        <w:t>2.025e0</w:t>
      </w:r>
    </w:p>
    <w:p w:rsidR="00B5154A" w:rsidRDefault="00B5154A" w:rsidP="00B5154A">
      <w:r>
        <w:t>291.4248</w:t>
      </w:r>
      <w:r>
        <w:tab/>
        <w:t>1.013e0</w:t>
      </w:r>
    </w:p>
    <w:p w:rsidR="00B5154A" w:rsidRDefault="00B5154A" w:rsidP="00B5154A">
      <w:r>
        <w:t>291.4790</w:t>
      </w:r>
      <w:r>
        <w:tab/>
        <w:t>1.013e0</w:t>
      </w:r>
    </w:p>
    <w:p w:rsidR="00B5154A" w:rsidRDefault="00B5154A" w:rsidP="00B5154A">
      <w:r>
        <w:t>291.5217</w:t>
      </w:r>
      <w:r>
        <w:tab/>
        <w:t>3.038e0</w:t>
      </w:r>
    </w:p>
    <w:p w:rsidR="00B5154A" w:rsidRDefault="00B5154A" w:rsidP="00B5154A">
      <w:r>
        <w:t>291.6508</w:t>
      </w:r>
      <w:r>
        <w:tab/>
        <w:t>2.025e0</w:t>
      </w:r>
    </w:p>
    <w:p w:rsidR="00B5154A" w:rsidRDefault="00B5154A" w:rsidP="00B5154A">
      <w:r>
        <w:t>291.7259</w:t>
      </w:r>
      <w:r>
        <w:tab/>
        <w:t>3.038e0</w:t>
      </w:r>
    </w:p>
    <w:p w:rsidR="00B5154A" w:rsidRDefault="00B5154A" w:rsidP="00B5154A">
      <w:r>
        <w:t>291.7788</w:t>
      </w:r>
      <w:r>
        <w:tab/>
        <w:t>2.025e0</w:t>
      </w:r>
    </w:p>
    <w:p w:rsidR="00B5154A" w:rsidRDefault="00B5154A" w:rsidP="00B5154A">
      <w:r>
        <w:t>291.8422</w:t>
      </w:r>
      <w:r>
        <w:tab/>
        <w:t>1.013e0</w:t>
      </w:r>
    </w:p>
    <w:p w:rsidR="00B5154A" w:rsidRDefault="00B5154A" w:rsidP="00B5154A">
      <w:r>
        <w:t>291.9148</w:t>
      </w:r>
      <w:r>
        <w:tab/>
        <w:t>5.063e0</w:t>
      </w:r>
    </w:p>
    <w:p w:rsidR="00B5154A" w:rsidRDefault="00B5154A" w:rsidP="00B5154A">
      <w:r>
        <w:t>291.9562</w:t>
      </w:r>
      <w:r>
        <w:tab/>
        <w:t>1.732e0</w:t>
      </w:r>
    </w:p>
    <w:p w:rsidR="00B5154A" w:rsidRDefault="00B5154A" w:rsidP="00B5154A">
      <w:r>
        <w:t>292.0060</w:t>
      </w:r>
      <w:r>
        <w:tab/>
        <w:t>3.217e0</w:t>
      </w:r>
    </w:p>
    <w:p w:rsidR="00B5154A" w:rsidRDefault="00B5154A" w:rsidP="00B5154A">
      <w:r>
        <w:t>292.0804</w:t>
      </w:r>
      <w:r>
        <w:tab/>
        <w:t>2.423e0</w:t>
      </w:r>
    </w:p>
    <w:p w:rsidR="00B5154A" w:rsidRDefault="00B5154A" w:rsidP="00B5154A">
      <w:r>
        <w:lastRenderedPageBreak/>
        <w:t>292.1911</w:t>
      </w:r>
      <w:r>
        <w:tab/>
        <w:t>4.294e0</w:t>
      </w:r>
    </w:p>
    <w:p w:rsidR="00B5154A" w:rsidRDefault="00B5154A" w:rsidP="00B5154A">
      <w:r>
        <w:t>292.2642</w:t>
      </w:r>
      <w:r>
        <w:tab/>
        <w:t>3.839e0</w:t>
      </w:r>
    </w:p>
    <w:p w:rsidR="00B5154A" w:rsidRDefault="00B5154A" w:rsidP="00B5154A">
      <w:r>
        <w:t>292.3183</w:t>
      </w:r>
      <w:r>
        <w:tab/>
        <w:t>3.164e0</w:t>
      </w:r>
    </w:p>
    <w:p w:rsidR="00B5154A" w:rsidRDefault="00B5154A" w:rsidP="00B5154A">
      <w:r>
        <w:t>292.3508</w:t>
      </w:r>
      <w:r>
        <w:tab/>
        <w:t>2.609e0</w:t>
      </w:r>
    </w:p>
    <w:p w:rsidR="00B5154A" w:rsidRDefault="00B5154A" w:rsidP="00B5154A">
      <w:r>
        <w:t>292.3968</w:t>
      </w:r>
      <w:r>
        <w:tab/>
        <w:t>2.025e0</w:t>
      </w:r>
    </w:p>
    <w:p w:rsidR="00B5154A" w:rsidRDefault="00B5154A" w:rsidP="00B5154A">
      <w:r>
        <w:t>292.4645</w:t>
      </w:r>
      <w:r>
        <w:tab/>
        <w:t>2.025e0</w:t>
      </w:r>
    </w:p>
    <w:p w:rsidR="00B5154A" w:rsidRDefault="00B5154A" w:rsidP="00B5154A">
      <w:r>
        <w:t>292.4969</w:t>
      </w:r>
      <w:r>
        <w:tab/>
        <w:t>2.025e0</w:t>
      </w:r>
    </w:p>
    <w:p w:rsidR="00B5154A" w:rsidRDefault="00B5154A" w:rsidP="00B5154A">
      <w:r>
        <w:t>292.5763</w:t>
      </w:r>
      <w:r>
        <w:tab/>
        <w:t>1.013e0</w:t>
      </w:r>
    </w:p>
    <w:p w:rsidR="00B5154A" w:rsidRDefault="00B5154A" w:rsidP="00B5154A">
      <w:r>
        <w:t>292.6283</w:t>
      </w:r>
      <w:r>
        <w:tab/>
        <w:t>1.237e0</w:t>
      </w:r>
    </w:p>
    <w:p w:rsidR="00B5154A" w:rsidRDefault="00B5154A" w:rsidP="00B5154A">
      <w:r>
        <w:t>292.6558</w:t>
      </w:r>
      <w:r>
        <w:tab/>
        <w:t>2.025e0</w:t>
      </w:r>
    </w:p>
    <w:p w:rsidR="00B5154A" w:rsidRDefault="00B5154A" w:rsidP="00B5154A">
      <w:r>
        <w:t>292.7270</w:t>
      </w:r>
      <w:r>
        <w:tab/>
        <w:t>1.013e0</w:t>
      </w:r>
    </w:p>
    <w:p w:rsidR="00B5154A" w:rsidRDefault="00B5154A" w:rsidP="00B5154A">
      <w:r>
        <w:t>292.7733</w:t>
      </w:r>
      <w:r>
        <w:tab/>
        <w:t>1.013e0</w:t>
      </w:r>
    </w:p>
    <w:p w:rsidR="00B5154A" w:rsidRDefault="00B5154A" w:rsidP="00B5154A">
      <w:r>
        <w:t>292.8665</w:t>
      </w:r>
      <w:r>
        <w:tab/>
        <w:t>3.936e0</w:t>
      </w:r>
    </w:p>
    <w:p w:rsidR="00B5154A" w:rsidRDefault="00B5154A" w:rsidP="00B5154A">
      <w:r>
        <w:t>292.9654</w:t>
      </w:r>
      <w:r>
        <w:tab/>
        <w:t>5.962e0</w:t>
      </w:r>
    </w:p>
    <w:p w:rsidR="00B5154A" w:rsidRDefault="00B5154A" w:rsidP="00B5154A">
      <w:r>
        <w:t>293.0573</w:t>
      </w:r>
      <w:r>
        <w:tab/>
        <w:t>1.235e0</w:t>
      </w:r>
    </w:p>
    <w:p w:rsidR="00B5154A" w:rsidRDefault="00B5154A" w:rsidP="00B5154A">
      <w:r>
        <w:t>293.0992</w:t>
      </w:r>
      <w:r>
        <w:tab/>
        <w:t>8.004e0</w:t>
      </w:r>
    </w:p>
    <w:p w:rsidR="00B5154A" w:rsidRDefault="00B5154A" w:rsidP="00B5154A">
      <w:r>
        <w:t>293.1363</w:t>
      </w:r>
      <w:r>
        <w:tab/>
        <w:t>4.013e0</w:t>
      </w:r>
    </w:p>
    <w:p w:rsidR="00B5154A" w:rsidRDefault="00B5154A" w:rsidP="00B5154A">
      <w:r>
        <w:t>293.2003</w:t>
      </w:r>
      <w:r>
        <w:tab/>
        <w:t>2.065e0</w:t>
      </w:r>
    </w:p>
    <w:p w:rsidR="00B5154A" w:rsidRDefault="00B5154A" w:rsidP="00B5154A">
      <w:r>
        <w:t>293.2546</w:t>
      </w:r>
      <w:r>
        <w:tab/>
        <w:t>5.248e0</w:t>
      </w:r>
    </w:p>
    <w:p w:rsidR="00B5154A" w:rsidRDefault="00B5154A" w:rsidP="00B5154A">
      <w:r>
        <w:lastRenderedPageBreak/>
        <w:t>293.3062</w:t>
      </w:r>
      <w:r>
        <w:tab/>
        <w:t>4.858e0</w:t>
      </w:r>
    </w:p>
    <w:p w:rsidR="00B5154A" w:rsidRDefault="00B5154A" w:rsidP="00B5154A">
      <w:r>
        <w:t>293.3904</w:t>
      </w:r>
      <w:r>
        <w:tab/>
        <w:t>2.025e0</w:t>
      </w:r>
    </w:p>
    <w:p w:rsidR="00B5154A" w:rsidRDefault="00B5154A" w:rsidP="00B5154A">
      <w:r>
        <w:t>293.4848</w:t>
      </w:r>
      <w:r>
        <w:tab/>
        <w:t>3.973e0</w:t>
      </w:r>
    </w:p>
    <w:p w:rsidR="00B5154A" w:rsidRDefault="00B5154A" w:rsidP="00B5154A">
      <w:r>
        <w:t>293.5313</w:t>
      </w:r>
      <w:r>
        <w:tab/>
        <w:t>1.013e0</w:t>
      </w:r>
    </w:p>
    <w:p w:rsidR="00B5154A" w:rsidRDefault="00B5154A" w:rsidP="00B5154A">
      <w:r>
        <w:t>293.6269</w:t>
      </w:r>
      <w:r>
        <w:tab/>
        <w:t>6.076e0</w:t>
      </w:r>
    </w:p>
    <w:p w:rsidR="00B5154A" w:rsidRDefault="00B5154A" w:rsidP="00B5154A">
      <w:r>
        <w:t>293.7073</w:t>
      </w:r>
      <w:r>
        <w:tab/>
        <w:t>1.974e0</w:t>
      </w:r>
    </w:p>
    <w:p w:rsidR="00B5154A" w:rsidRDefault="00B5154A" w:rsidP="00B5154A">
      <w:r>
        <w:t>293.7413</w:t>
      </w:r>
      <w:r>
        <w:tab/>
        <w:t>2.934e0</w:t>
      </w:r>
    </w:p>
    <w:p w:rsidR="00B5154A" w:rsidRDefault="00B5154A" w:rsidP="00B5154A">
      <w:r>
        <w:t>293.7766</w:t>
      </w:r>
      <w:r>
        <w:tab/>
        <w:t>2.025e0</w:t>
      </w:r>
    </w:p>
    <w:p w:rsidR="00B5154A" w:rsidRDefault="00B5154A" w:rsidP="00B5154A">
      <w:r>
        <w:t>293.8481</w:t>
      </w:r>
      <w:r>
        <w:tab/>
        <w:t>2.025e0</w:t>
      </w:r>
    </w:p>
    <w:p w:rsidR="00B5154A" w:rsidRDefault="00B5154A" w:rsidP="00B5154A">
      <w:r>
        <w:t>293.8942</w:t>
      </w:r>
      <w:r>
        <w:tab/>
        <w:t>3.038e0</w:t>
      </w:r>
    </w:p>
    <w:p w:rsidR="00B5154A" w:rsidRDefault="00B5154A" w:rsidP="00B5154A">
      <w:r>
        <w:t>293.9519</w:t>
      </w:r>
      <w:r>
        <w:tab/>
        <w:t>2.845e0</w:t>
      </w:r>
    </w:p>
    <w:p w:rsidR="00B5154A" w:rsidRDefault="00B5154A" w:rsidP="00B5154A">
      <w:r>
        <w:t>293.9997</w:t>
      </w:r>
      <w:r>
        <w:tab/>
        <w:t>1.352e1</w:t>
      </w:r>
    </w:p>
    <w:p w:rsidR="00B5154A" w:rsidRDefault="00B5154A" w:rsidP="00B5154A">
      <w:r>
        <w:t>294.0953</w:t>
      </w:r>
      <w:r>
        <w:tab/>
        <w:t>2.959e0</w:t>
      </w:r>
    </w:p>
    <w:p w:rsidR="00B5154A" w:rsidRDefault="00B5154A" w:rsidP="00B5154A">
      <w:r>
        <w:t>294.1654</w:t>
      </w:r>
      <w:r>
        <w:tab/>
        <w:t>8.642e0</w:t>
      </w:r>
    </w:p>
    <w:p w:rsidR="00B5154A" w:rsidRDefault="00B5154A" w:rsidP="00B5154A">
      <w:r>
        <w:t>294.2550</w:t>
      </w:r>
      <w:r>
        <w:tab/>
        <w:t>1.736e0</w:t>
      </w:r>
    </w:p>
    <w:p w:rsidR="00B5154A" w:rsidRDefault="00B5154A" w:rsidP="00B5154A">
      <w:r>
        <w:t>294.3307</w:t>
      </w:r>
      <w:r>
        <w:tab/>
        <w:t>2.025e0</w:t>
      </w:r>
    </w:p>
    <w:p w:rsidR="00B5154A" w:rsidRDefault="00B5154A" w:rsidP="00B5154A">
      <w:r>
        <w:t>294.4247</w:t>
      </w:r>
      <w:r>
        <w:tab/>
        <w:t>2.025e0</w:t>
      </w:r>
    </w:p>
    <w:p w:rsidR="00B5154A" w:rsidRDefault="00B5154A" w:rsidP="00B5154A">
      <w:r>
        <w:t>294.5045</w:t>
      </w:r>
      <w:r>
        <w:tab/>
        <w:t>2.025e0</w:t>
      </w:r>
    </w:p>
    <w:p w:rsidR="00B5154A" w:rsidRDefault="00B5154A" w:rsidP="00B5154A">
      <w:r>
        <w:t>294.5415</w:t>
      </w:r>
      <w:r>
        <w:tab/>
        <w:t>3.038e0</w:t>
      </w:r>
    </w:p>
    <w:p w:rsidR="00B5154A" w:rsidRDefault="00B5154A" w:rsidP="00B5154A">
      <w:r>
        <w:lastRenderedPageBreak/>
        <w:t>294.5955</w:t>
      </w:r>
      <w:r>
        <w:tab/>
        <w:t>1.978e0</w:t>
      </w:r>
    </w:p>
    <w:p w:rsidR="00B5154A" w:rsidRDefault="00B5154A" w:rsidP="00B5154A">
      <w:r>
        <w:t>294.6386</w:t>
      </w:r>
      <w:r>
        <w:tab/>
        <w:t>2.706e0</w:t>
      </w:r>
    </w:p>
    <w:p w:rsidR="00B5154A" w:rsidRDefault="00B5154A" w:rsidP="00B5154A">
      <w:r>
        <w:t>294.7155</w:t>
      </w:r>
      <w:r>
        <w:tab/>
        <w:t>3.903e0</w:t>
      </w:r>
    </w:p>
    <w:p w:rsidR="00B5154A" w:rsidRDefault="00B5154A" w:rsidP="00B5154A">
      <w:r>
        <w:t>294.7459</w:t>
      </w:r>
      <w:r>
        <w:tab/>
        <w:t>1.877e0</w:t>
      </w:r>
    </w:p>
    <w:p w:rsidR="00B5154A" w:rsidRDefault="00B5154A" w:rsidP="00B5154A">
      <w:r>
        <w:t>294.8105</w:t>
      </w:r>
      <w:r>
        <w:tab/>
        <w:t>4.051e0</w:t>
      </w:r>
    </w:p>
    <w:p w:rsidR="00B5154A" w:rsidRDefault="00B5154A" w:rsidP="00B5154A">
      <w:r>
        <w:t>294.9468</w:t>
      </w:r>
      <w:r>
        <w:tab/>
        <w:t>2.982e1</w:t>
      </w:r>
    </w:p>
    <w:p w:rsidR="00B5154A" w:rsidRDefault="00B5154A" w:rsidP="00B5154A">
      <w:r>
        <w:t>295.0452</w:t>
      </w:r>
      <w:r>
        <w:tab/>
        <w:t>6.065e0</w:t>
      </w:r>
    </w:p>
    <w:p w:rsidR="00B5154A" w:rsidRDefault="00B5154A" w:rsidP="00B5154A">
      <w:r>
        <w:t>295.1460</w:t>
      </w:r>
      <w:r>
        <w:tab/>
        <w:t>7.660e0</w:t>
      </w:r>
    </w:p>
    <w:p w:rsidR="00B5154A" w:rsidRDefault="00B5154A" w:rsidP="00B5154A">
      <w:r>
        <w:t>295.1788</w:t>
      </w:r>
      <w:r>
        <w:tab/>
        <w:t>2.129e0</w:t>
      </w:r>
    </w:p>
    <w:p w:rsidR="00B5154A" w:rsidRDefault="00B5154A" w:rsidP="00B5154A">
      <w:r>
        <w:t>295.2964</w:t>
      </w:r>
      <w:r>
        <w:tab/>
        <w:t>2.655e0</w:t>
      </w:r>
    </w:p>
    <w:p w:rsidR="00B5154A" w:rsidRDefault="00B5154A" w:rsidP="00B5154A">
      <w:r>
        <w:t>295.3533</w:t>
      </w:r>
      <w:r>
        <w:tab/>
        <w:t>3.973e0</w:t>
      </w:r>
    </w:p>
    <w:p w:rsidR="00B5154A" w:rsidRDefault="00B5154A" w:rsidP="00B5154A">
      <w:r>
        <w:t>295.3895</w:t>
      </w:r>
      <w:r>
        <w:tab/>
        <w:t>4.051e0</w:t>
      </w:r>
    </w:p>
    <w:p w:rsidR="00B5154A" w:rsidRDefault="00B5154A" w:rsidP="00B5154A">
      <w:r>
        <w:t>295.4377</w:t>
      </w:r>
      <w:r>
        <w:tab/>
        <w:t>2.025e0</w:t>
      </w:r>
    </w:p>
    <w:p w:rsidR="00B5154A" w:rsidRDefault="00B5154A" w:rsidP="00B5154A">
      <w:r>
        <w:t>295.4823</w:t>
      </w:r>
      <w:r>
        <w:tab/>
        <w:t>2.025e0</w:t>
      </w:r>
    </w:p>
    <w:p w:rsidR="00B5154A" w:rsidRDefault="00B5154A" w:rsidP="00B5154A">
      <w:r>
        <w:t>295.5270</w:t>
      </w:r>
      <w:r>
        <w:tab/>
        <w:t>2.025e0</w:t>
      </w:r>
    </w:p>
    <w:p w:rsidR="00B5154A" w:rsidRDefault="00B5154A" w:rsidP="00B5154A">
      <w:r>
        <w:t>295.5648</w:t>
      </w:r>
      <w:r>
        <w:tab/>
        <w:t>2.025e0</w:t>
      </w:r>
    </w:p>
    <w:p w:rsidR="00B5154A" w:rsidRDefault="00B5154A" w:rsidP="00B5154A">
      <w:r>
        <w:t>295.5981</w:t>
      </w:r>
      <w:r>
        <w:tab/>
        <w:t>1.978e0</w:t>
      </w:r>
    </w:p>
    <w:p w:rsidR="00B5154A" w:rsidRDefault="00B5154A" w:rsidP="00B5154A">
      <w:r>
        <w:t>295.6467</w:t>
      </w:r>
      <w:r>
        <w:tab/>
        <w:t>4.596e0</w:t>
      </w:r>
    </w:p>
    <w:p w:rsidR="00B5154A" w:rsidRDefault="00B5154A" w:rsidP="00B5154A">
      <w:r>
        <w:t>295.7067</w:t>
      </w:r>
      <w:r>
        <w:tab/>
        <w:t>1.951e0</w:t>
      </w:r>
    </w:p>
    <w:p w:rsidR="00B5154A" w:rsidRDefault="00B5154A" w:rsidP="00B5154A">
      <w:r>
        <w:lastRenderedPageBreak/>
        <w:t>295.7341</w:t>
      </w:r>
      <w:r>
        <w:tab/>
        <w:t>1.840e0</w:t>
      </w:r>
    </w:p>
    <w:p w:rsidR="00B5154A" w:rsidRDefault="00B5154A" w:rsidP="00B5154A">
      <w:r>
        <w:t>295.7981</w:t>
      </w:r>
      <w:r>
        <w:tab/>
        <w:t>2.025e0</w:t>
      </w:r>
    </w:p>
    <w:p w:rsidR="00B5154A" w:rsidRDefault="00B5154A" w:rsidP="00B5154A">
      <w:r>
        <w:t>295.8833</w:t>
      </w:r>
      <w:r>
        <w:tab/>
        <w:t>2.025e0</w:t>
      </w:r>
    </w:p>
    <w:p w:rsidR="00B5154A" w:rsidRDefault="00B5154A" w:rsidP="00B5154A">
      <w:r>
        <w:t>295.9256</w:t>
      </w:r>
      <w:r>
        <w:tab/>
        <w:t>4.051e0</w:t>
      </w:r>
    </w:p>
    <w:p w:rsidR="00B5154A" w:rsidRDefault="00B5154A" w:rsidP="00B5154A">
      <w:r>
        <w:t>296.0239</w:t>
      </w:r>
      <w:r>
        <w:tab/>
        <w:t>1.941e0</w:t>
      </w:r>
    </w:p>
    <w:p w:rsidR="00B5154A" w:rsidRDefault="00B5154A" w:rsidP="00B5154A">
      <w:r>
        <w:t>296.0568</w:t>
      </w:r>
      <w:r>
        <w:tab/>
        <w:t>1.760e0</w:t>
      </w:r>
    </w:p>
    <w:p w:rsidR="00B5154A" w:rsidRDefault="00B5154A" w:rsidP="00B5154A">
      <w:r>
        <w:t>296.1281</w:t>
      </w:r>
      <w:r>
        <w:tab/>
        <w:t>1.169e0</w:t>
      </w:r>
    </w:p>
    <w:p w:rsidR="00B5154A" w:rsidRDefault="00B5154A" w:rsidP="00B5154A">
      <w:r>
        <w:t>296.1830</w:t>
      </w:r>
      <w:r>
        <w:tab/>
        <w:t>5.139e0</w:t>
      </w:r>
    </w:p>
    <w:p w:rsidR="00B5154A" w:rsidRDefault="00B5154A" w:rsidP="00B5154A">
      <w:r>
        <w:t>296.2595</w:t>
      </w:r>
      <w:r>
        <w:tab/>
        <w:t>2.423e0</w:t>
      </w:r>
    </w:p>
    <w:p w:rsidR="00B5154A" w:rsidRDefault="00B5154A" w:rsidP="00B5154A">
      <w:r>
        <w:t>296.3516</w:t>
      </w:r>
      <w:r>
        <w:tab/>
        <w:t>2.025e0</w:t>
      </w:r>
    </w:p>
    <w:p w:rsidR="00B5154A" w:rsidRDefault="00B5154A" w:rsidP="00B5154A">
      <w:r>
        <w:t>296.4264</w:t>
      </w:r>
      <w:r>
        <w:tab/>
        <w:t>2.025e0</w:t>
      </w:r>
    </w:p>
    <w:p w:rsidR="00B5154A" w:rsidRDefault="00B5154A" w:rsidP="00B5154A">
      <w:r>
        <w:t>296.4521</w:t>
      </w:r>
      <w:r>
        <w:tab/>
        <w:t>2.025e0</w:t>
      </w:r>
    </w:p>
    <w:p w:rsidR="00B5154A" w:rsidRDefault="00B5154A" w:rsidP="00B5154A">
      <w:r>
        <w:t>296.5128</w:t>
      </w:r>
      <w:r>
        <w:tab/>
        <w:t>2.025e0</w:t>
      </w:r>
    </w:p>
    <w:p w:rsidR="00B5154A" w:rsidRDefault="00B5154A" w:rsidP="00B5154A">
      <w:r>
        <w:t>296.5668</w:t>
      </w:r>
      <w:r>
        <w:tab/>
        <w:t>3.038e0</w:t>
      </w:r>
    </w:p>
    <w:p w:rsidR="00B5154A" w:rsidRDefault="00B5154A" w:rsidP="00B5154A">
      <w:r>
        <w:t>296.6793</w:t>
      </w:r>
      <w:r>
        <w:tab/>
        <w:t>2.025e0</w:t>
      </w:r>
    </w:p>
    <w:p w:rsidR="00B5154A" w:rsidRDefault="00B5154A" w:rsidP="00B5154A">
      <w:r>
        <w:t>296.7613</w:t>
      </w:r>
      <w:r>
        <w:tab/>
        <w:t>5.544e0</w:t>
      </w:r>
    </w:p>
    <w:p w:rsidR="00B5154A" w:rsidRDefault="00B5154A" w:rsidP="00B5154A">
      <w:r>
        <w:t>296.8429</w:t>
      </w:r>
      <w:r>
        <w:tab/>
        <w:t>6.076e0</w:t>
      </w:r>
    </w:p>
    <w:p w:rsidR="00B5154A" w:rsidRDefault="00B5154A" w:rsidP="00B5154A">
      <w:r>
        <w:t>296.9627</w:t>
      </w:r>
      <w:r>
        <w:tab/>
        <w:t>7.214e0</w:t>
      </w:r>
    </w:p>
    <w:p w:rsidR="00B5154A" w:rsidRDefault="00B5154A" w:rsidP="00B5154A">
      <w:r>
        <w:t>296.9969</w:t>
      </w:r>
      <w:r>
        <w:tab/>
        <w:t>6.312e0</w:t>
      </w:r>
    </w:p>
    <w:p w:rsidR="00B5154A" w:rsidRDefault="00B5154A" w:rsidP="00B5154A">
      <w:r>
        <w:lastRenderedPageBreak/>
        <w:t>297.0460</w:t>
      </w:r>
      <w:r>
        <w:tab/>
        <w:t>1.992e0</w:t>
      </w:r>
    </w:p>
    <w:p w:rsidR="00B5154A" w:rsidRDefault="00B5154A" w:rsidP="00B5154A">
      <w:r>
        <w:t>297.0946</w:t>
      </w:r>
      <w:r>
        <w:tab/>
        <w:t>4.137e0</w:t>
      </w:r>
    </w:p>
    <w:p w:rsidR="00B5154A" w:rsidRDefault="00B5154A" w:rsidP="00B5154A">
      <w:r>
        <w:t>297.1429</w:t>
      </w:r>
      <w:r>
        <w:tab/>
        <w:t>4.683e0</w:t>
      </w:r>
    </w:p>
    <w:p w:rsidR="00B5154A" w:rsidRDefault="00B5154A" w:rsidP="00B5154A">
      <w:r>
        <w:t>297.1766</w:t>
      </w:r>
      <w:r>
        <w:tab/>
        <w:t>1.889e0</w:t>
      </w:r>
    </w:p>
    <w:p w:rsidR="00B5154A" w:rsidRDefault="00B5154A" w:rsidP="00B5154A">
      <w:r>
        <w:t>297.2151</w:t>
      </w:r>
      <w:r>
        <w:tab/>
        <w:t>2.241e0</w:t>
      </w:r>
    </w:p>
    <w:p w:rsidR="00B5154A" w:rsidRDefault="00B5154A" w:rsidP="00B5154A">
      <w:r>
        <w:t>297.2426</w:t>
      </w:r>
      <w:r>
        <w:tab/>
        <w:t>3.034e0</w:t>
      </w:r>
    </w:p>
    <w:p w:rsidR="00B5154A" w:rsidRDefault="00B5154A" w:rsidP="00B5154A">
      <w:r>
        <w:t>297.2859</w:t>
      </w:r>
      <w:r>
        <w:tab/>
        <w:t>4.025e0</w:t>
      </w:r>
    </w:p>
    <w:p w:rsidR="00B5154A" w:rsidRDefault="00B5154A" w:rsidP="00B5154A">
      <w:r>
        <w:t>297.3388</w:t>
      </w:r>
      <w:r>
        <w:tab/>
        <w:t>3.038e0</w:t>
      </w:r>
    </w:p>
    <w:p w:rsidR="00B5154A" w:rsidRDefault="00B5154A" w:rsidP="00B5154A">
      <w:r>
        <w:t>297.4699</w:t>
      </w:r>
      <w:r>
        <w:tab/>
        <w:t>2.025e0</w:t>
      </w:r>
    </w:p>
    <w:p w:rsidR="00B5154A" w:rsidRDefault="00B5154A" w:rsidP="00B5154A">
      <w:r>
        <w:t>297.5005</w:t>
      </w:r>
      <w:r>
        <w:tab/>
        <w:t>1.013e0</w:t>
      </w:r>
    </w:p>
    <w:p w:rsidR="00B5154A" w:rsidRDefault="00B5154A" w:rsidP="00B5154A">
      <w:r>
        <w:t>297.5371</w:t>
      </w:r>
      <w:r>
        <w:tab/>
        <w:t>2.025e0</w:t>
      </w:r>
    </w:p>
    <w:p w:rsidR="00B5154A" w:rsidRDefault="00B5154A" w:rsidP="00B5154A">
      <w:r>
        <w:t>297.6244</w:t>
      </w:r>
      <w:r>
        <w:tab/>
        <w:t>2.025e0</w:t>
      </w:r>
    </w:p>
    <w:p w:rsidR="00B5154A" w:rsidRDefault="00B5154A" w:rsidP="00B5154A">
      <w:r>
        <w:t>297.6975</w:t>
      </w:r>
      <w:r>
        <w:tab/>
        <w:t>3.933e0</w:t>
      </w:r>
    </w:p>
    <w:p w:rsidR="00B5154A" w:rsidRDefault="00B5154A" w:rsidP="00B5154A">
      <w:r>
        <w:t>297.8121</w:t>
      </w:r>
      <w:r>
        <w:tab/>
        <w:t>2.025e0</w:t>
      </w:r>
    </w:p>
    <w:p w:rsidR="00B5154A" w:rsidRDefault="00B5154A" w:rsidP="00B5154A">
      <w:r>
        <w:t>297.8795</w:t>
      </w:r>
      <w:r>
        <w:tab/>
        <w:t>5.063e0</w:t>
      </w:r>
    </w:p>
    <w:p w:rsidR="00B5154A" w:rsidRDefault="00B5154A" w:rsidP="00B5154A">
      <w:r>
        <w:t>297.9310</w:t>
      </w:r>
      <w:r>
        <w:tab/>
        <w:t>4.051e0</w:t>
      </w:r>
    </w:p>
    <w:p w:rsidR="00B5154A" w:rsidRDefault="00B5154A" w:rsidP="00B5154A">
      <w:r>
        <w:t>297.9918</w:t>
      </w:r>
      <w:r>
        <w:tab/>
        <w:t>6.262e0</w:t>
      </w:r>
    </w:p>
    <w:p w:rsidR="00B5154A" w:rsidRDefault="00B5154A" w:rsidP="00B5154A">
      <w:r>
        <w:t>298.2440</w:t>
      </w:r>
      <w:r>
        <w:tab/>
        <w:t>5.747e0</w:t>
      </w:r>
    </w:p>
    <w:p w:rsidR="00B5154A" w:rsidRDefault="00B5154A" w:rsidP="00B5154A">
      <w:r>
        <w:t>298.3614</w:t>
      </w:r>
      <w:r>
        <w:tab/>
        <w:t>5.063e0</w:t>
      </w:r>
    </w:p>
    <w:p w:rsidR="00B5154A" w:rsidRDefault="00B5154A" w:rsidP="00B5154A">
      <w:r>
        <w:lastRenderedPageBreak/>
        <w:t>298.4399</w:t>
      </w:r>
      <w:r>
        <w:tab/>
        <w:t>4.051e0</w:t>
      </w:r>
    </w:p>
    <w:p w:rsidR="00B5154A" w:rsidRDefault="00B5154A" w:rsidP="00B5154A">
      <w:r>
        <w:t>298.4893</w:t>
      </w:r>
      <w:r>
        <w:tab/>
        <w:t>2.025e0</w:t>
      </w:r>
    </w:p>
    <w:p w:rsidR="00B5154A" w:rsidRDefault="00B5154A" w:rsidP="00B5154A">
      <w:r>
        <w:t>298.5720</w:t>
      </w:r>
      <w:r>
        <w:tab/>
        <w:t>6.076e0</w:t>
      </w:r>
    </w:p>
    <w:p w:rsidR="00B5154A" w:rsidRDefault="00B5154A" w:rsidP="00B5154A">
      <w:r>
        <w:t>298.6491</w:t>
      </w:r>
      <w:r>
        <w:tab/>
        <w:t>3.038e0</w:t>
      </w:r>
    </w:p>
    <w:p w:rsidR="00B5154A" w:rsidRDefault="00B5154A" w:rsidP="00B5154A">
      <w:r>
        <w:t>298.6819</w:t>
      </w:r>
      <w:r>
        <w:tab/>
        <w:t>3.038e0</w:t>
      </w:r>
    </w:p>
    <w:p w:rsidR="00B5154A" w:rsidRDefault="00B5154A" w:rsidP="00B5154A">
      <w:r>
        <w:t>298.7215</w:t>
      </w:r>
      <w:r>
        <w:tab/>
        <w:t>1.494e0</w:t>
      </w:r>
    </w:p>
    <w:p w:rsidR="00B5154A" w:rsidRDefault="00B5154A" w:rsidP="00B5154A">
      <w:r>
        <w:t>298.7576</w:t>
      </w:r>
      <w:r>
        <w:tab/>
        <w:t>2.719e0</w:t>
      </w:r>
    </w:p>
    <w:p w:rsidR="00B5154A" w:rsidRDefault="00B5154A" w:rsidP="00B5154A">
      <w:r>
        <w:t>298.7987</w:t>
      </w:r>
      <w:r>
        <w:tab/>
        <w:t>1.013e0</w:t>
      </w:r>
    </w:p>
    <w:p w:rsidR="00B5154A" w:rsidRDefault="00B5154A" w:rsidP="00B5154A">
      <w:r>
        <w:t>298.9480</w:t>
      </w:r>
      <w:r>
        <w:tab/>
        <w:t>4.964e0</w:t>
      </w:r>
    </w:p>
    <w:p w:rsidR="00B5154A" w:rsidRDefault="00B5154A" w:rsidP="00B5154A">
      <w:r>
        <w:t>298.9767</w:t>
      </w:r>
      <w:r>
        <w:tab/>
        <w:t>4.633e0</w:t>
      </w:r>
    </w:p>
    <w:p w:rsidR="00B5154A" w:rsidRDefault="00B5154A" w:rsidP="00B5154A">
      <w:r>
        <w:t>299.0175</w:t>
      </w:r>
      <w:r>
        <w:tab/>
        <w:t>1.827e0</w:t>
      </w:r>
    </w:p>
    <w:p w:rsidR="00B5154A" w:rsidRDefault="00B5154A" w:rsidP="00B5154A">
      <w:r>
        <w:t>299.1628</w:t>
      </w:r>
      <w:r>
        <w:tab/>
        <w:t>1.347e0</w:t>
      </w:r>
    </w:p>
    <w:p w:rsidR="00B5154A" w:rsidRDefault="00B5154A" w:rsidP="00B5154A">
      <w:r>
        <w:t>299.2209</w:t>
      </w:r>
      <w:r>
        <w:tab/>
        <w:t>1.904e0</w:t>
      </w:r>
    </w:p>
    <w:p w:rsidR="00B5154A" w:rsidRDefault="00B5154A" w:rsidP="00B5154A">
      <w:r>
        <w:t>299.3043</w:t>
      </w:r>
      <w:r>
        <w:tab/>
        <w:t>1.660e0</w:t>
      </w:r>
    </w:p>
    <w:p w:rsidR="00B5154A" w:rsidRDefault="00B5154A" w:rsidP="00B5154A">
      <w:r>
        <w:t>299.3363</w:t>
      </w:r>
      <w:r>
        <w:tab/>
        <w:t>1.999e0</w:t>
      </w:r>
    </w:p>
    <w:p w:rsidR="00B5154A" w:rsidRDefault="00B5154A" w:rsidP="00B5154A">
      <w:r>
        <w:t>299.4051</w:t>
      </w:r>
      <w:r>
        <w:tab/>
        <w:t>4.151e0</w:t>
      </w:r>
    </w:p>
    <w:p w:rsidR="00B5154A" w:rsidRDefault="00B5154A" w:rsidP="00B5154A">
      <w:r>
        <w:t>299.4492</w:t>
      </w:r>
      <w:r>
        <w:tab/>
        <w:t>2.025e0</w:t>
      </w:r>
    </w:p>
    <w:p w:rsidR="00B5154A" w:rsidRDefault="00B5154A" w:rsidP="00B5154A">
      <w:r>
        <w:t>299.5535</w:t>
      </w:r>
      <w:r>
        <w:tab/>
        <w:t>6.578e0</w:t>
      </w:r>
    </w:p>
    <w:p w:rsidR="00B5154A" w:rsidRDefault="00B5154A" w:rsidP="00B5154A">
      <w:r>
        <w:t>299.6220</w:t>
      </w:r>
      <w:r>
        <w:tab/>
        <w:t>1.013e0</w:t>
      </w:r>
    </w:p>
    <w:p w:rsidR="00B5154A" w:rsidRDefault="00B5154A" w:rsidP="00B5154A">
      <w:r>
        <w:lastRenderedPageBreak/>
        <w:t>299.6496</w:t>
      </w:r>
      <w:r>
        <w:tab/>
        <w:t>1.013e0</w:t>
      </w:r>
    </w:p>
    <w:p w:rsidR="00B5154A" w:rsidRDefault="00B5154A" w:rsidP="00B5154A">
      <w:r>
        <w:t>299.7610</w:t>
      </w:r>
      <w:r>
        <w:tab/>
        <w:t>4.325e0</w:t>
      </w:r>
    </w:p>
    <w:p w:rsidR="00B5154A" w:rsidRDefault="00B5154A" w:rsidP="00B5154A">
      <w:r>
        <w:t>299.8442</w:t>
      </w:r>
      <w:r>
        <w:tab/>
        <w:t>2.025e0</w:t>
      </w:r>
    </w:p>
    <w:p w:rsidR="00B5154A" w:rsidRDefault="00B5154A" w:rsidP="00B5154A">
      <w:r>
        <w:t>299.8807</w:t>
      </w:r>
      <w:r>
        <w:tab/>
        <w:t>2.025e0</w:t>
      </w:r>
    </w:p>
    <w:p w:rsidR="00B5154A" w:rsidRDefault="00B5154A" w:rsidP="00B5154A">
      <w:r>
        <w:t>299.9341</w:t>
      </w:r>
      <w:r>
        <w:tab/>
        <w:t>2.378e0</w:t>
      </w:r>
    </w:p>
    <w:p w:rsidR="00B5154A" w:rsidRDefault="00B5154A" w:rsidP="00B5154A">
      <w:r>
        <w:t>299.9751</w:t>
      </w:r>
      <w:r>
        <w:tab/>
        <w:t>2.532e0</w:t>
      </w:r>
    </w:p>
    <w:p w:rsidR="00B5154A" w:rsidRDefault="00B5154A" w:rsidP="00B5154A">
      <w:r>
        <w:t>300.0311</w:t>
      </w:r>
      <w:r>
        <w:tab/>
        <w:t>2.942e0</w:t>
      </w:r>
    </w:p>
    <w:p w:rsidR="00B5154A" w:rsidRDefault="00B5154A" w:rsidP="00B5154A">
      <w:r>
        <w:t>300.0742</w:t>
      </w:r>
      <w:r>
        <w:tab/>
        <w:t>2.061e0</w:t>
      </w:r>
    </w:p>
    <w:p w:rsidR="00B5154A" w:rsidRDefault="00B5154A" w:rsidP="00B5154A">
      <w:r>
        <w:t>300.1691</w:t>
      </w:r>
      <w:r>
        <w:tab/>
        <w:t>2.639e0</w:t>
      </w:r>
    </w:p>
    <w:p w:rsidR="00B5154A" w:rsidRDefault="00B5154A" w:rsidP="00B5154A">
      <w:r>
        <w:t>300.2026</w:t>
      </w:r>
      <w:r>
        <w:tab/>
        <w:t>4.825e0</w:t>
      </w:r>
    </w:p>
    <w:p w:rsidR="00B5154A" w:rsidRDefault="00B5154A" w:rsidP="00B5154A">
      <w:r>
        <w:t>300.2390</w:t>
      </w:r>
      <w:r>
        <w:tab/>
        <w:t>2.164e0</w:t>
      </w:r>
    </w:p>
    <w:p w:rsidR="00B5154A" w:rsidRDefault="00B5154A" w:rsidP="00B5154A">
      <w:r>
        <w:t>300.2994</w:t>
      </w:r>
      <w:r>
        <w:tab/>
        <w:t>1.088e0</w:t>
      </w:r>
    </w:p>
    <w:p w:rsidR="00B5154A" w:rsidRDefault="00B5154A" w:rsidP="00B5154A">
      <w:r>
        <w:t>300.3417</w:t>
      </w:r>
      <w:r>
        <w:tab/>
        <w:t>4.014e0</w:t>
      </w:r>
    </w:p>
    <w:p w:rsidR="00B5154A" w:rsidRDefault="00B5154A" w:rsidP="00B5154A">
      <w:r>
        <w:t>300.3868</w:t>
      </w:r>
      <w:r>
        <w:tab/>
        <w:t>2.025e0</w:t>
      </w:r>
    </w:p>
    <w:p w:rsidR="00B5154A" w:rsidRDefault="00B5154A" w:rsidP="00B5154A">
      <w:r>
        <w:t>300.4171</w:t>
      </w:r>
      <w:r>
        <w:tab/>
        <w:t>3.038e0</w:t>
      </w:r>
    </w:p>
    <w:p w:rsidR="00B5154A" w:rsidRDefault="00B5154A" w:rsidP="00B5154A">
      <w:r>
        <w:t>300.4642</w:t>
      </w:r>
      <w:r>
        <w:tab/>
        <w:t>3.038e0</w:t>
      </w:r>
    </w:p>
    <w:p w:rsidR="00B5154A" w:rsidRDefault="00B5154A" w:rsidP="00B5154A">
      <w:r>
        <w:t>300.5110</w:t>
      </w:r>
      <w:r>
        <w:tab/>
        <w:t>2.025e0</w:t>
      </w:r>
    </w:p>
    <w:p w:rsidR="00B5154A" w:rsidRDefault="00B5154A" w:rsidP="00B5154A">
      <w:r>
        <w:t>300.5709</w:t>
      </w:r>
      <w:r>
        <w:tab/>
        <w:t>2.025e0</w:t>
      </w:r>
    </w:p>
    <w:p w:rsidR="00B5154A" w:rsidRDefault="00B5154A" w:rsidP="00B5154A">
      <w:r>
        <w:t>300.6355</w:t>
      </w:r>
      <w:r>
        <w:tab/>
        <w:t>3.624e0</w:t>
      </w:r>
    </w:p>
    <w:p w:rsidR="00B5154A" w:rsidRDefault="00B5154A" w:rsidP="00B5154A">
      <w:r>
        <w:lastRenderedPageBreak/>
        <w:t>300.6934</w:t>
      </w:r>
      <w:r>
        <w:tab/>
        <w:t>1.013e0</w:t>
      </w:r>
    </w:p>
    <w:p w:rsidR="00B5154A" w:rsidRDefault="00B5154A" w:rsidP="00B5154A">
      <w:r>
        <w:t>300.7320</w:t>
      </w:r>
      <w:r>
        <w:tab/>
        <w:t>2.301e0</w:t>
      </w:r>
    </w:p>
    <w:p w:rsidR="00B5154A" w:rsidRDefault="00B5154A" w:rsidP="00B5154A">
      <w:r>
        <w:t>300.7931</w:t>
      </w:r>
      <w:r>
        <w:tab/>
        <w:t>3.038e0</w:t>
      </w:r>
    </w:p>
    <w:p w:rsidR="00B5154A" w:rsidRDefault="00B5154A" w:rsidP="00B5154A">
      <w:r>
        <w:t>300.8709</w:t>
      </w:r>
      <w:r>
        <w:tab/>
        <w:t>2.025e0</w:t>
      </w:r>
    </w:p>
    <w:p w:rsidR="00B5154A" w:rsidRDefault="00B5154A" w:rsidP="00B5154A">
      <w:r>
        <w:t>300.9178</w:t>
      </w:r>
      <w:r>
        <w:tab/>
        <w:t>2.528e0</w:t>
      </w:r>
    </w:p>
    <w:p w:rsidR="00B5154A" w:rsidRDefault="00B5154A" w:rsidP="00B5154A">
      <w:r>
        <w:t>300.9466</w:t>
      </w:r>
      <w:r>
        <w:tab/>
        <w:t>2.401e0</w:t>
      </w:r>
    </w:p>
    <w:p w:rsidR="00B5154A" w:rsidRDefault="00B5154A" w:rsidP="00B5154A">
      <w:r>
        <w:t>300.9854</w:t>
      </w:r>
      <w:r>
        <w:tab/>
        <w:t>6.076e0</w:t>
      </w:r>
    </w:p>
    <w:p w:rsidR="00B5154A" w:rsidRDefault="00B5154A" w:rsidP="00B5154A">
      <w:r>
        <w:t>301.0285</w:t>
      </w:r>
      <w:r>
        <w:tab/>
        <w:t>3.886e0</w:t>
      </w:r>
    </w:p>
    <w:p w:rsidR="00B5154A" w:rsidRDefault="00B5154A" w:rsidP="00B5154A">
      <w:r>
        <w:t>301.0994</w:t>
      </w:r>
      <w:r>
        <w:tab/>
        <w:t>8.817e1</w:t>
      </w:r>
    </w:p>
    <w:p w:rsidR="00B5154A" w:rsidRDefault="00B5154A" w:rsidP="00B5154A">
      <w:r>
        <w:t>301.1555</w:t>
      </w:r>
      <w:r>
        <w:tab/>
        <w:t>6.204e0</w:t>
      </w:r>
    </w:p>
    <w:p w:rsidR="00B5154A" w:rsidRDefault="00B5154A" w:rsidP="00B5154A">
      <w:r>
        <w:t>301.2541</w:t>
      </w:r>
      <w:r>
        <w:tab/>
        <w:t>1.161e1</w:t>
      </w:r>
    </w:p>
    <w:p w:rsidR="00B5154A" w:rsidRDefault="00B5154A" w:rsidP="00B5154A">
      <w:r>
        <w:t>301.3112</w:t>
      </w:r>
      <w:r>
        <w:tab/>
        <w:t>9.146e0</w:t>
      </w:r>
    </w:p>
    <w:p w:rsidR="00B5154A" w:rsidRDefault="00B5154A" w:rsidP="00B5154A">
      <w:r>
        <w:t>301.3706</w:t>
      </w:r>
      <w:r>
        <w:tab/>
        <w:t>3.033e0</w:t>
      </w:r>
    </w:p>
    <w:p w:rsidR="00B5154A" w:rsidRDefault="00B5154A" w:rsidP="00B5154A">
      <w:r>
        <w:t>301.4507</w:t>
      </w:r>
      <w:r>
        <w:tab/>
        <w:t>3.038e0</w:t>
      </w:r>
    </w:p>
    <w:p w:rsidR="00B5154A" w:rsidRDefault="00B5154A" w:rsidP="00B5154A">
      <w:r>
        <w:t>301.5191</w:t>
      </w:r>
      <w:r>
        <w:tab/>
        <w:t>1.013e0</w:t>
      </w:r>
    </w:p>
    <w:p w:rsidR="00B5154A" w:rsidRDefault="00B5154A" w:rsidP="00B5154A">
      <w:r>
        <w:t>301.6412</w:t>
      </w:r>
      <w:r>
        <w:tab/>
        <w:t>3.452e0</w:t>
      </w:r>
    </w:p>
    <w:p w:rsidR="00B5154A" w:rsidRDefault="00B5154A" w:rsidP="00B5154A">
      <w:r>
        <w:t>301.6935</w:t>
      </w:r>
      <w:r>
        <w:tab/>
        <w:t>4.051e0</w:t>
      </w:r>
    </w:p>
    <w:p w:rsidR="00B5154A" w:rsidRDefault="00B5154A" w:rsidP="00B5154A">
      <w:r>
        <w:t>301.7519</w:t>
      </w:r>
      <w:r>
        <w:tab/>
        <w:t>2.512e0</w:t>
      </w:r>
    </w:p>
    <w:p w:rsidR="00B5154A" w:rsidRDefault="00B5154A" w:rsidP="00B5154A">
      <w:r>
        <w:t>301.8080</w:t>
      </w:r>
      <w:r>
        <w:tab/>
        <w:t>2.025e0</w:t>
      </w:r>
    </w:p>
    <w:p w:rsidR="00B5154A" w:rsidRDefault="00B5154A" w:rsidP="00B5154A">
      <w:r>
        <w:lastRenderedPageBreak/>
        <w:t>301.8363</w:t>
      </w:r>
      <w:r>
        <w:tab/>
        <w:t>2.025e0</w:t>
      </w:r>
    </w:p>
    <w:p w:rsidR="00B5154A" w:rsidRDefault="00B5154A" w:rsidP="00B5154A">
      <w:r>
        <w:t>301.8755</w:t>
      </w:r>
      <w:r>
        <w:tab/>
        <w:t>4.392e0</w:t>
      </w:r>
    </w:p>
    <w:p w:rsidR="00B5154A" w:rsidRDefault="00B5154A" w:rsidP="00B5154A">
      <w:r>
        <w:t>301.9110</w:t>
      </w:r>
      <w:r>
        <w:tab/>
        <w:t>3.668e0</w:t>
      </w:r>
    </w:p>
    <w:p w:rsidR="00B5154A" w:rsidRDefault="00B5154A" w:rsidP="00B5154A">
      <w:r>
        <w:t>301.9969</w:t>
      </w:r>
      <w:r>
        <w:tab/>
        <w:t>2.532e0</w:t>
      </w:r>
    </w:p>
    <w:p w:rsidR="00B5154A" w:rsidRDefault="00B5154A" w:rsidP="00B5154A">
      <w:r>
        <w:t>302.0389</w:t>
      </w:r>
      <w:r>
        <w:tab/>
        <w:t>2.591e0</w:t>
      </w:r>
    </w:p>
    <w:p w:rsidR="00B5154A" w:rsidRDefault="00B5154A" w:rsidP="00B5154A">
      <w:r>
        <w:t>302.0616</w:t>
      </w:r>
      <w:r>
        <w:tab/>
        <w:t>3.843e0</w:t>
      </w:r>
    </w:p>
    <w:p w:rsidR="00B5154A" w:rsidRDefault="00B5154A" w:rsidP="00B5154A">
      <w:r>
        <w:t>302.1143</w:t>
      </w:r>
      <w:r>
        <w:tab/>
        <w:t>4.559e1</w:t>
      </w:r>
    </w:p>
    <w:p w:rsidR="00B5154A" w:rsidRDefault="00B5154A" w:rsidP="00B5154A">
      <w:r>
        <w:t>302.2362</w:t>
      </w:r>
      <w:r>
        <w:tab/>
        <w:t>1.695e0</w:t>
      </w:r>
    </w:p>
    <w:p w:rsidR="00B5154A" w:rsidRDefault="00B5154A" w:rsidP="00B5154A">
      <w:r>
        <w:t>302.2787</w:t>
      </w:r>
      <w:r>
        <w:tab/>
        <w:t>3.676e0</w:t>
      </w:r>
    </w:p>
    <w:p w:rsidR="00B5154A" w:rsidRDefault="00B5154A" w:rsidP="00B5154A">
      <w:r>
        <w:t>302.3290</w:t>
      </w:r>
      <w:r>
        <w:tab/>
        <w:t>2.814e0</w:t>
      </w:r>
    </w:p>
    <w:p w:rsidR="00B5154A" w:rsidRDefault="00B5154A" w:rsidP="00B5154A">
      <w:r>
        <w:t>302.3959</w:t>
      </w:r>
      <w:r>
        <w:tab/>
        <w:t>2.075e0</w:t>
      </w:r>
    </w:p>
    <w:p w:rsidR="00B5154A" w:rsidRDefault="00B5154A" w:rsidP="00B5154A">
      <w:r>
        <w:t>302.4431</w:t>
      </w:r>
      <w:r>
        <w:tab/>
        <w:t>4.051e0</w:t>
      </w:r>
    </w:p>
    <w:p w:rsidR="00B5154A" w:rsidRDefault="00B5154A" w:rsidP="00B5154A">
      <w:r>
        <w:t>302.5091</w:t>
      </w:r>
      <w:r>
        <w:tab/>
        <w:t>2.025e0</w:t>
      </w:r>
    </w:p>
    <w:p w:rsidR="00B5154A" w:rsidRDefault="00B5154A" w:rsidP="00B5154A">
      <w:r>
        <w:t>302.5793</w:t>
      </w:r>
      <w:r>
        <w:tab/>
        <w:t>2.025e0</w:t>
      </w:r>
    </w:p>
    <w:p w:rsidR="00B5154A" w:rsidRDefault="00B5154A" w:rsidP="00B5154A">
      <w:r>
        <w:t>302.6336</w:t>
      </w:r>
      <w:r>
        <w:tab/>
        <w:t>5.696e0</w:t>
      </w:r>
    </w:p>
    <w:p w:rsidR="00B5154A" w:rsidRDefault="00B5154A" w:rsidP="00B5154A">
      <w:r>
        <w:t>302.7184</w:t>
      </w:r>
      <w:r>
        <w:tab/>
        <w:t>3.630e0</w:t>
      </w:r>
    </w:p>
    <w:p w:rsidR="00B5154A" w:rsidRDefault="00B5154A" w:rsidP="00B5154A">
      <w:r>
        <w:t>302.7758</w:t>
      </w:r>
      <w:r>
        <w:tab/>
        <w:t>4.853e0</w:t>
      </w:r>
    </w:p>
    <w:p w:rsidR="00B5154A" w:rsidRDefault="00B5154A" w:rsidP="00B5154A">
      <w:r>
        <w:t>302.8405</w:t>
      </w:r>
      <w:r>
        <w:tab/>
        <w:t>6.076e0</w:t>
      </w:r>
    </w:p>
    <w:p w:rsidR="00B5154A" w:rsidRDefault="00B5154A" w:rsidP="00B5154A">
      <w:r>
        <w:t>302.9258</w:t>
      </w:r>
      <w:r>
        <w:tab/>
        <w:t>5.316e0</w:t>
      </w:r>
    </w:p>
    <w:p w:rsidR="00B5154A" w:rsidRDefault="00B5154A" w:rsidP="00B5154A">
      <w:r>
        <w:lastRenderedPageBreak/>
        <w:t>302.9910</w:t>
      </w:r>
      <w:r>
        <w:tab/>
        <w:t>3.065e1</w:t>
      </w:r>
    </w:p>
    <w:p w:rsidR="00B5154A" w:rsidRDefault="00B5154A" w:rsidP="00B5154A">
      <w:r>
        <w:t>303.0982</w:t>
      </w:r>
      <w:r>
        <w:tab/>
        <w:t>1.781e0</w:t>
      </w:r>
    </w:p>
    <w:p w:rsidR="00B5154A" w:rsidRDefault="00B5154A" w:rsidP="00B5154A">
      <w:r>
        <w:t>303.1392</w:t>
      </w:r>
      <w:r>
        <w:tab/>
        <w:t>7.383e0</w:t>
      </w:r>
    </w:p>
    <w:p w:rsidR="00B5154A" w:rsidRDefault="00B5154A" w:rsidP="00B5154A">
      <w:r>
        <w:t>303.1662</w:t>
      </w:r>
      <w:r>
        <w:tab/>
        <w:t>4.185e0</w:t>
      </w:r>
    </w:p>
    <w:p w:rsidR="00B5154A" w:rsidRDefault="00B5154A" w:rsidP="00B5154A">
      <w:r>
        <w:t>303.2651</w:t>
      </w:r>
      <w:r>
        <w:tab/>
        <w:t>4.872e0</w:t>
      </w:r>
    </w:p>
    <w:p w:rsidR="00B5154A" w:rsidRDefault="00B5154A" w:rsidP="00B5154A">
      <w:r>
        <w:t>303.3058</w:t>
      </w:r>
      <w:r>
        <w:tab/>
        <w:t>1.476e0</w:t>
      </w:r>
    </w:p>
    <w:p w:rsidR="00B5154A" w:rsidRDefault="00B5154A" w:rsidP="00B5154A">
      <w:r>
        <w:t>303.3895</w:t>
      </w:r>
      <w:r>
        <w:tab/>
        <w:t>2.025e0</w:t>
      </w:r>
    </w:p>
    <w:p w:rsidR="00B5154A" w:rsidRDefault="00B5154A" w:rsidP="00B5154A">
      <w:r>
        <w:t>303.4363</w:t>
      </w:r>
      <w:r>
        <w:tab/>
        <w:t>1.013e0</w:t>
      </w:r>
    </w:p>
    <w:p w:rsidR="00B5154A" w:rsidRDefault="00B5154A" w:rsidP="00B5154A">
      <w:r>
        <w:t>303.5061</w:t>
      </w:r>
      <w:r>
        <w:tab/>
        <w:t>3.038e0</w:t>
      </w:r>
    </w:p>
    <w:p w:rsidR="00B5154A" w:rsidRDefault="00B5154A" w:rsidP="00B5154A">
      <w:r>
        <w:t>303.5651</w:t>
      </w:r>
      <w:r>
        <w:tab/>
        <w:t>3.038e0</w:t>
      </w:r>
    </w:p>
    <w:p w:rsidR="00B5154A" w:rsidRDefault="00B5154A" w:rsidP="00B5154A">
      <w:r>
        <w:t>303.6502</w:t>
      </w:r>
      <w:r>
        <w:tab/>
        <w:t>5.791e0</w:t>
      </w:r>
    </w:p>
    <w:p w:rsidR="00B5154A" w:rsidRDefault="00B5154A" w:rsidP="00B5154A">
      <w:r>
        <w:t>303.7117</w:t>
      </w:r>
      <w:r>
        <w:tab/>
        <w:t>4.133e0</w:t>
      </w:r>
    </w:p>
    <w:p w:rsidR="00B5154A" w:rsidRDefault="00B5154A" w:rsidP="00B5154A">
      <w:r>
        <w:t>303.7798</w:t>
      </w:r>
      <w:r>
        <w:tab/>
        <w:t>1.920e0</w:t>
      </w:r>
    </w:p>
    <w:p w:rsidR="00B5154A" w:rsidRDefault="00B5154A" w:rsidP="00B5154A">
      <w:r>
        <w:t>303.8409</w:t>
      </w:r>
      <w:r>
        <w:tab/>
        <w:t>2.025e0</w:t>
      </w:r>
    </w:p>
    <w:p w:rsidR="00B5154A" w:rsidRDefault="00B5154A" w:rsidP="00B5154A">
      <w:r>
        <w:t>303.8856</w:t>
      </w:r>
      <w:r>
        <w:tab/>
        <w:t>3.857e0</w:t>
      </w:r>
    </w:p>
    <w:p w:rsidR="00B5154A" w:rsidRDefault="00B5154A" w:rsidP="00B5154A">
      <w:r>
        <w:t>303.9336</w:t>
      </w:r>
      <w:r>
        <w:tab/>
        <w:t>2.425e0</w:t>
      </w:r>
    </w:p>
    <w:p w:rsidR="00B5154A" w:rsidRDefault="00B5154A" w:rsidP="00B5154A">
      <w:r>
        <w:t>304.0185</w:t>
      </w:r>
      <w:r>
        <w:tab/>
        <w:t>2.576e0</w:t>
      </w:r>
    </w:p>
    <w:p w:rsidR="00B5154A" w:rsidRDefault="00B5154A" w:rsidP="00B5154A">
      <w:r>
        <w:t>304.1082</w:t>
      </w:r>
      <w:r>
        <w:tab/>
        <w:t>2.815e0</w:t>
      </w:r>
    </w:p>
    <w:p w:rsidR="00B5154A" w:rsidRDefault="00B5154A" w:rsidP="00B5154A">
      <w:r>
        <w:t>304.1834</w:t>
      </w:r>
      <w:r>
        <w:tab/>
        <w:t>3.246e0</w:t>
      </w:r>
    </w:p>
    <w:p w:rsidR="00B5154A" w:rsidRDefault="00B5154A" w:rsidP="00B5154A">
      <w:r>
        <w:lastRenderedPageBreak/>
        <w:t>304.3010</w:t>
      </w:r>
      <w:r>
        <w:tab/>
        <w:t>2.642e2</w:t>
      </w:r>
    </w:p>
    <w:p w:rsidR="00B5154A" w:rsidRDefault="00B5154A" w:rsidP="00B5154A">
      <w:r>
        <w:t>304.4235</w:t>
      </w:r>
      <w:r>
        <w:tab/>
        <w:t>4.051e0</w:t>
      </w:r>
    </w:p>
    <w:p w:rsidR="00B5154A" w:rsidRDefault="00B5154A" w:rsidP="00B5154A">
      <w:r>
        <w:t>304.4702</w:t>
      </w:r>
      <w:r>
        <w:tab/>
        <w:t>2.025e0</w:t>
      </w:r>
    </w:p>
    <w:p w:rsidR="00B5154A" w:rsidRDefault="00B5154A" w:rsidP="00B5154A">
      <w:r>
        <w:t>304.5465</w:t>
      </w:r>
      <w:r>
        <w:tab/>
        <w:t>7.089e0</w:t>
      </w:r>
    </w:p>
    <w:p w:rsidR="00B5154A" w:rsidRDefault="00B5154A" w:rsidP="00B5154A">
      <w:r>
        <w:t>304.6224</w:t>
      </w:r>
      <w:r>
        <w:tab/>
        <w:t>4.839e0</w:t>
      </w:r>
    </w:p>
    <w:p w:rsidR="00B5154A" w:rsidRDefault="00B5154A" w:rsidP="00B5154A">
      <w:r>
        <w:t>304.6590</w:t>
      </w:r>
      <w:r>
        <w:tab/>
        <w:t>2.870e0</w:t>
      </w:r>
    </w:p>
    <w:p w:rsidR="00B5154A" w:rsidRDefault="00B5154A" w:rsidP="00B5154A">
      <w:r>
        <w:t>304.7145</w:t>
      </w:r>
      <w:r>
        <w:tab/>
        <w:t>3.819e0</w:t>
      </w:r>
    </w:p>
    <w:p w:rsidR="00B5154A" w:rsidRDefault="00B5154A" w:rsidP="00B5154A">
      <w:r>
        <w:t>304.7809</w:t>
      </w:r>
      <w:r>
        <w:tab/>
        <w:t>5.063e0</w:t>
      </w:r>
    </w:p>
    <w:p w:rsidR="00B5154A" w:rsidRDefault="00B5154A" w:rsidP="00B5154A">
      <w:r>
        <w:t>304.8321</w:t>
      </w:r>
      <w:r>
        <w:tab/>
        <w:t>5.063e0</w:t>
      </w:r>
    </w:p>
    <w:p w:rsidR="00B5154A" w:rsidRDefault="00B5154A" w:rsidP="00B5154A">
      <w:r>
        <w:t>304.8724</w:t>
      </w:r>
      <w:r>
        <w:tab/>
        <w:t>4.827e0</w:t>
      </w:r>
    </w:p>
    <w:p w:rsidR="00B5154A" w:rsidRDefault="00B5154A" w:rsidP="00B5154A">
      <w:r>
        <w:t>304.9216</w:t>
      </w:r>
      <w:r>
        <w:tab/>
        <w:t>5.936e0</w:t>
      </w:r>
    </w:p>
    <w:p w:rsidR="00B5154A" w:rsidRDefault="00B5154A" w:rsidP="00B5154A">
      <w:r>
        <w:t>304.9587</w:t>
      </w:r>
      <w:r>
        <w:tab/>
        <w:t>4.087e0</w:t>
      </w:r>
    </w:p>
    <w:p w:rsidR="00B5154A" w:rsidRDefault="00B5154A" w:rsidP="00B5154A">
      <w:r>
        <w:t>305.0540</w:t>
      </w:r>
      <w:r>
        <w:tab/>
        <w:t>8.173e0</w:t>
      </w:r>
    </w:p>
    <w:p w:rsidR="00B5154A" w:rsidRDefault="00B5154A" w:rsidP="00B5154A">
      <w:r>
        <w:t>305.1563</w:t>
      </w:r>
      <w:r>
        <w:tab/>
        <w:t>7.952e1</w:t>
      </w:r>
    </w:p>
    <w:p w:rsidR="00B5154A" w:rsidRDefault="00B5154A" w:rsidP="00B5154A">
      <w:r>
        <w:t>305.2196</w:t>
      </w:r>
      <w:r>
        <w:tab/>
        <w:t>1.155e0</w:t>
      </w:r>
    </w:p>
    <w:p w:rsidR="00B5154A" w:rsidRDefault="00B5154A" w:rsidP="00B5154A">
      <w:r>
        <w:t>305.3044</w:t>
      </w:r>
      <w:r>
        <w:tab/>
        <w:t>5.743e1</w:t>
      </w:r>
    </w:p>
    <w:p w:rsidR="00B5154A" w:rsidRDefault="00B5154A" w:rsidP="00B5154A">
      <w:r>
        <w:t>305.3898</w:t>
      </w:r>
      <w:r>
        <w:tab/>
        <w:t>2.399e0</w:t>
      </w:r>
    </w:p>
    <w:p w:rsidR="00B5154A" w:rsidRDefault="00B5154A" w:rsidP="00B5154A">
      <w:r>
        <w:t>305.4684</w:t>
      </w:r>
      <w:r>
        <w:tab/>
        <w:t>4.051e0</w:t>
      </w:r>
    </w:p>
    <w:p w:rsidR="00B5154A" w:rsidRDefault="00B5154A" w:rsidP="00B5154A">
      <w:r>
        <w:t>305.5154</w:t>
      </w:r>
      <w:r>
        <w:tab/>
        <w:t>2.025e0</w:t>
      </w:r>
    </w:p>
    <w:p w:rsidR="00B5154A" w:rsidRDefault="00B5154A" w:rsidP="00B5154A">
      <w:r>
        <w:lastRenderedPageBreak/>
        <w:t>305.5544</w:t>
      </w:r>
      <w:r>
        <w:tab/>
        <w:t>3.038e0</w:t>
      </w:r>
    </w:p>
    <w:p w:rsidR="00B5154A" w:rsidRDefault="00B5154A" w:rsidP="00B5154A">
      <w:r>
        <w:t>305.6025</w:t>
      </w:r>
      <w:r>
        <w:tab/>
        <w:t>4.921e0</w:t>
      </w:r>
    </w:p>
    <w:p w:rsidR="00B5154A" w:rsidRDefault="00B5154A" w:rsidP="00B5154A">
      <w:r>
        <w:t>305.7476</w:t>
      </w:r>
      <w:r>
        <w:tab/>
        <w:t>1.544e0</w:t>
      </w:r>
    </w:p>
    <w:p w:rsidR="00B5154A" w:rsidRDefault="00B5154A" w:rsidP="00B5154A">
      <w:r>
        <w:t>305.8123</w:t>
      </w:r>
      <w:r>
        <w:tab/>
        <w:t>2.025e0</w:t>
      </w:r>
    </w:p>
    <w:p w:rsidR="00B5154A" w:rsidRDefault="00B5154A" w:rsidP="00B5154A">
      <w:r>
        <w:t>305.8566</w:t>
      </w:r>
      <w:r>
        <w:tab/>
        <w:t>1.971e0</w:t>
      </w:r>
    </w:p>
    <w:p w:rsidR="00B5154A" w:rsidRDefault="00B5154A" w:rsidP="00B5154A">
      <w:r>
        <w:t>305.8982</w:t>
      </w:r>
      <w:r>
        <w:tab/>
        <w:t>3.442e0</w:t>
      </w:r>
    </w:p>
    <w:p w:rsidR="00B5154A" w:rsidRDefault="00B5154A" w:rsidP="00B5154A">
      <w:r>
        <w:t>306.1522</w:t>
      </w:r>
      <w:r>
        <w:tab/>
        <w:t>7.404e0</w:t>
      </w:r>
    </w:p>
    <w:p w:rsidR="00B5154A" w:rsidRDefault="00B5154A" w:rsidP="00B5154A">
      <w:r>
        <w:t>306.2519</w:t>
      </w:r>
      <w:r>
        <w:tab/>
        <w:t>6.257e0</w:t>
      </w:r>
    </w:p>
    <w:p w:rsidR="00B5154A" w:rsidRDefault="00B5154A" w:rsidP="00B5154A">
      <w:r>
        <w:t>306.3116</w:t>
      </w:r>
      <w:r>
        <w:tab/>
        <w:t>6.446e0</w:t>
      </w:r>
    </w:p>
    <w:p w:rsidR="00B5154A" w:rsidRDefault="00B5154A" w:rsidP="00B5154A">
      <w:r>
        <w:t>306.3680</w:t>
      </w:r>
      <w:r>
        <w:tab/>
        <w:t>3.976e0</w:t>
      </w:r>
    </w:p>
    <w:p w:rsidR="00B5154A" w:rsidRDefault="00B5154A" w:rsidP="00B5154A">
      <w:r>
        <w:t>306.4422</w:t>
      </w:r>
      <w:r>
        <w:tab/>
        <w:t>3.038e0</w:t>
      </w:r>
    </w:p>
    <w:p w:rsidR="00B5154A" w:rsidRDefault="00B5154A" w:rsidP="00B5154A">
      <w:r>
        <w:t>306.4998</w:t>
      </w:r>
      <w:r>
        <w:tab/>
        <w:t>5.469e0</w:t>
      </w:r>
    </w:p>
    <w:p w:rsidR="00B5154A" w:rsidRDefault="00B5154A" w:rsidP="00B5154A">
      <w:r>
        <w:t>306.5392</w:t>
      </w:r>
      <w:r>
        <w:tab/>
        <w:t>4.657e0</w:t>
      </w:r>
    </w:p>
    <w:p w:rsidR="00B5154A" w:rsidRDefault="00B5154A" w:rsidP="00B5154A">
      <w:r>
        <w:t>306.5804</w:t>
      </w:r>
      <w:r>
        <w:tab/>
        <w:t>3.038e0</w:t>
      </w:r>
    </w:p>
    <w:p w:rsidR="00B5154A" w:rsidRDefault="00B5154A" w:rsidP="00B5154A">
      <w:r>
        <w:t>306.6697</w:t>
      </w:r>
      <w:r>
        <w:tab/>
        <w:t>1.941e0</w:t>
      </w:r>
    </w:p>
    <w:p w:rsidR="00B5154A" w:rsidRDefault="00B5154A" w:rsidP="00B5154A">
      <w:r>
        <w:t>306.7342</w:t>
      </w:r>
      <w:r>
        <w:tab/>
        <w:t>1.840e0</w:t>
      </w:r>
    </w:p>
    <w:p w:rsidR="00B5154A" w:rsidRDefault="00B5154A" w:rsidP="00B5154A">
      <w:r>
        <w:t>306.7631</w:t>
      </w:r>
      <w:r>
        <w:tab/>
        <w:t>2.927e0</w:t>
      </w:r>
    </w:p>
    <w:p w:rsidR="00B5154A" w:rsidRDefault="00B5154A" w:rsidP="00B5154A">
      <w:r>
        <w:t>306.8574</w:t>
      </w:r>
      <w:r>
        <w:tab/>
        <w:t>2.930e0</w:t>
      </w:r>
    </w:p>
    <w:p w:rsidR="00B5154A" w:rsidRDefault="00B5154A" w:rsidP="00B5154A">
      <w:r>
        <w:t>306.9066</w:t>
      </w:r>
      <w:r>
        <w:tab/>
        <w:t>1.525e0</w:t>
      </w:r>
    </w:p>
    <w:p w:rsidR="00B5154A" w:rsidRDefault="00B5154A" w:rsidP="00B5154A">
      <w:r>
        <w:lastRenderedPageBreak/>
        <w:t>306.9491</w:t>
      </w:r>
      <w:r>
        <w:tab/>
        <w:t>4.042e0</w:t>
      </w:r>
    </w:p>
    <w:p w:rsidR="00B5154A" w:rsidRDefault="00B5154A" w:rsidP="00B5154A">
      <w:r>
        <w:t>306.9836</w:t>
      </w:r>
      <w:r>
        <w:tab/>
        <w:t>2.170e0</w:t>
      </w:r>
    </w:p>
    <w:p w:rsidR="00B5154A" w:rsidRDefault="00B5154A" w:rsidP="00B5154A">
      <w:r>
        <w:t>307.0929</w:t>
      </w:r>
      <w:r>
        <w:tab/>
        <w:t>2.208e0</w:t>
      </w:r>
    </w:p>
    <w:p w:rsidR="00B5154A" w:rsidRDefault="00B5154A" w:rsidP="00B5154A">
      <w:r>
        <w:t>307.1605</w:t>
      </w:r>
      <w:r>
        <w:tab/>
        <w:t>6.740e0</w:t>
      </w:r>
    </w:p>
    <w:p w:rsidR="00B5154A" w:rsidRDefault="00B5154A" w:rsidP="00B5154A">
      <w:r>
        <w:t>307.2595</w:t>
      </w:r>
      <w:r>
        <w:tab/>
        <w:t>3.651e0</w:t>
      </w:r>
    </w:p>
    <w:p w:rsidR="00B5154A" w:rsidRDefault="00B5154A" w:rsidP="00B5154A">
      <w:r>
        <w:t>307.3845</w:t>
      </w:r>
      <w:r>
        <w:tab/>
        <w:t>2.025e0</w:t>
      </w:r>
    </w:p>
    <w:p w:rsidR="00B5154A" w:rsidRDefault="00B5154A" w:rsidP="00B5154A">
      <w:r>
        <w:t>307.4337</w:t>
      </w:r>
      <w:r>
        <w:tab/>
        <w:t>2.025e0</w:t>
      </w:r>
    </w:p>
    <w:p w:rsidR="00B5154A" w:rsidRDefault="00B5154A" w:rsidP="00B5154A">
      <w:r>
        <w:t>307.4759</w:t>
      </w:r>
      <w:r>
        <w:tab/>
        <w:t>3.038e0</w:t>
      </w:r>
    </w:p>
    <w:p w:rsidR="00B5154A" w:rsidRDefault="00B5154A" w:rsidP="00B5154A">
      <w:r>
        <w:t>307.5238</w:t>
      </w:r>
      <w:r>
        <w:tab/>
        <w:t>3.038e0</w:t>
      </w:r>
    </w:p>
    <w:p w:rsidR="00B5154A" w:rsidRDefault="00B5154A" w:rsidP="00B5154A">
      <w:r>
        <w:t>307.5603</w:t>
      </w:r>
      <w:r>
        <w:tab/>
        <w:t>3.038e0</w:t>
      </w:r>
    </w:p>
    <w:p w:rsidR="00B5154A" w:rsidRDefault="00B5154A" w:rsidP="00B5154A">
      <w:r>
        <w:t>307.5918</w:t>
      </w:r>
      <w:r>
        <w:tab/>
        <w:t>3.038e0</w:t>
      </w:r>
    </w:p>
    <w:p w:rsidR="00B5154A" w:rsidRDefault="00B5154A" w:rsidP="00B5154A">
      <w:r>
        <w:t>307.6796</w:t>
      </w:r>
      <w:r>
        <w:tab/>
        <w:t>1.013e0</w:t>
      </w:r>
    </w:p>
    <w:p w:rsidR="00B5154A" w:rsidRDefault="00B5154A" w:rsidP="00B5154A">
      <w:r>
        <w:t>307.7437</w:t>
      </w:r>
      <w:r>
        <w:tab/>
        <w:t>3.829e0</w:t>
      </w:r>
    </w:p>
    <w:p w:rsidR="00B5154A" w:rsidRDefault="00B5154A" w:rsidP="00B5154A">
      <w:r>
        <w:t>307.7970</w:t>
      </w:r>
      <w:r>
        <w:tab/>
        <w:t>1.013e0</w:t>
      </w:r>
    </w:p>
    <w:p w:rsidR="00B5154A" w:rsidRDefault="00B5154A" w:rsidP="00B5154A">
      <w:r>
        <w:t>307.8590</w:t>
      </w:r>
      <w:r>
        <w:tab/>
        <w:t>1.893e0</w:t>
      </w:r>
    </w:p>
    <w:p w:rsidR="00B5154A" w:rsidRDefault="00B5154A" w:rsidP="00B5154A">
      <w:r>
        <w:t>307.8860</w:t>
      </w:r>
      <w:r>
        <w:tab/>
        <w:t>1.628e0</w:t>
      </w:r>
    </w:p>
    <w:p w:rsidR="00B5154A" w:rsidRDefault="00B5154A" w:rsidP="00B5154A">
      <w:r>
        <w:t>307.9751</w:t>
      </w:r>
      <w:r>
        <w:tab/>
        <w:t>3.314e0</w:t>
      </w:r>
    </w:p>
    <w:p w:rsidR="00B5154A" w:rsidRDefault="00B5154A" w:rsidP="00B5154A">
      <w:r>
        <w:t>308.0416</w:t>
      </w:r>
      <w:r>
        <w:tab/>
        <w:t>6.449e0</w:t>
      </w:r>
    </w:p>
    <w:p w:rsidR="00B5154A" w:rsidRDefault="00B5154A" w:rsidP="00B5154A">
      <w:r>
        <w:t>308.0935</w:t>
      </w:r>
      <w:r>
        <w:tab/>
        <w:t>2.191e2</w:t>
      </w:r>
    </w:p>
    <w:p w:rsidR="00B5154A" w:rsidRDefault="00B5154A" w:rsidP="00B5154A">
      <w:r>
        <w:lastRenderedPageBreak/>
        <w:t>308.1937</w:t>
      </w:r>
      <w:r>
        <w:tab/>
        <w:t>2.252e0</w:t>
      </w:r>
    </w:p>
    <w:p w:rsidR="00B5154A" w:rsidRDefault="00B5154A" w:rsidP="00B5154A">
      <w:r>
        <w:t>308.3242</w:t>
      </w:r>
      <w:r>
        <w:tab/>
        <w:t>4.385e0</w:t>
      </w:r>
    </w:p>
    <w:p w:rsidR="00B5154A" w:rsidRDefault="00B5154A" w:rsidP="00B5154A">
      <w:r>
        <w:t>308.3748</w:t>
      </w:r>
      <w:r>
        <w:tab/>
        <w:t>1.975e0</w:t>
      </w:r>
    </w:p>
    <w:p w:rsidR="00B5154A" w:rsidRDefault="00B5154A" w:rsidP="00B5154A">
      <w:r>
        <w:t>308.4360</w:t>
      </w:r>
      <w:r>
        <w:tab/>
        <w:t>4.051e0</w:t>
      </w:r>
    </w:p>
    <w:p w:rsidR="00B5154A" w:rsidRDefault="00B5154A" w:rsidP="00B5154A">
      <w:r>
        <w:t>308.4710</w:t>
      </w:r>
      <w:r>
        <w:tab/>
        <w:t>2.025e0</w:t>
      </w:r>
    </w:p>
    <w:p w:rsidR="00B5154A" w:rsidRDefault="00B5154A" w:rsidP="00B5154A">
      <w:r>
        <w:t>308.5068</w:t>
      </w:r>
      <w:r>
        <w:tab/>
        <w:t>3.038e0</w:t>
      </w:r>
    </w:p>
    <w:p w:rsidR="00B5154A" w:rsidRDefault="00B5154A" w:rsidP="00B5154A">
      <w:r>
        <w:t>308.5588</w:t>
      </w:r>
      <w:r>
        <w:tab/>
        <w:t>1.013e1</w:t>
      </w:r>
    </w:p>
    <w:p w:rsidR="00B5154A" w:rsidRDefault="00B5154A" w:rsidP="00B5154A">
      <w:r>
        <w:t>308.6267</w:t>
      </w:r>
      <w:r>
        <w:tab/>
        <w:t>2.355e0</w:t>
      </w:r>
    </w:p>
    <w:p w:rsidR="00B5154A" w:rsidRDefault="00B5154A" w:rsidP="00B5154A">
      <w:r>
        <w:t>308.6926</w:t>
      </w:r>
      <w:r>
        <w:tab/>
        <w:t>2.025e0</w:t>
      </w:r>
    </w:p>
    <w:p w:rsidR="00B5154A" w:rsidRDefault="00B5154A" w:rsidP="00B5154A">
      <w:r>
        <w:t>308.7869</w:t>
      </w:r>
      <w:r>
        <w:tab/>
        <w:t>6.992e0</w:t>
      </w:r>
    </w:p>
    <w:p w:rsidR="00B5154A" w:rsidRDefault="00B5154A" w:rsidP="00B5154A">
      <w:r>
        <w:t>308.9333</w:t>
      </w:r>
      <w:r>
        <w:tab/>
        <w:t>4.633e0</w:t>
      </w:r>
    </w:p>
    <w:p w:rsidR="00B5154A" w:rsidRDefault="00B5154A" w:rsidP="00B5154A">
      <w:r>
        <w:t>308.9750</w:t>
      </w:r>
      <w:r>
        <w:tab/>
        <w:t>9.025e0</w:t>
      </w:r>
    </w:p>
    <w:p w:rsidR="00B5154A" w:rsidRDefault="00B5154A" w:rsidP="00B5154A">
      <w:r>
        <w:t>309.0153</w:t>
      </w:r>
      <w:r>
        <w:tab/>
        <w:t>5.986e0</w:t>
      </w:r>
    </w:p>
    <w:p w:rsidR="00B5154A" w:rsidRDefault="00B5154A" w:rsidP="00B5154A">
      <w:r>
        <w:t>309.0907</w:t>
      </w:r>
      <w:r>
        <w:tab/>
        <w:t>2.454e1</w:t>
      </w:r>
    </w:p>
    <w:p w:rsidR="00B5154A" w:rsidRDefault="00B5154A" w:rsidP="00B5154A">
      <w:r>
        <w:t>309.2875</w:t>
      </w:r>
      <w:r>
        <w:tab/>
        <w:t>1.626e0</w:t>
      </w:r>
    </w:p>
    <w:p w:rsidR="00B5154A" w:rsidRDefault="00B5154A" w:rsidP="00B5154A">
      <w:r>
        <w:t>309.3184</w:t>
      </w:r>
      <w:r>
        <w:tab/>
        <w:t>4.150e0</w:t>
      </w:r>
    </w:p>
    <w:p w:rsidR="00B5154A" w:rsidRDefault="00B5154A" w:rsidP="00B5154A">
      <w:r>
        <w:t>309.3519</w:t>
      </w:r>
      <w:r>
        <w:tab/>
        <w:t>4.533e0</w:t>
      </w:r>
    </w:p>
    <w:p w:rsidR="00B5154A" w:rsidRDefault="00B5154A" w:rsidP="00B5154A">
      <w:r>
        <w:t>309.3948</w:t>
      </w:r>
      <w:r>
        <w:tab/>
        <w:t>2.025e0</w:t>
      </w:r>
    </w:p>
    <w:p w:rsidR="00B5154A" w:rsidRDefault="00B5154A" w:rsidP="00B5154A">
      <w:r>
        <w:t>309.4485</w:t>
      </w:r>
      <w:r>
        <w:tab/>
        <w:t>5.063e0</w:t>
      </w:r>
    </w:p>
    <w:p w:rsidR="00B5154A" w:rsidRDefault="00B5154A" w:rsidP="00B5154A">
      <w:r>
        <w:lastRenderedPageBreak/>
        <w:t>309.4941</w:t>
      </w:r>
      <w:r>
        <w:tab/>
        <w:t>6.995e0</w:t>
      </w:r>
    </w:p>
    <w:p w:rsidR="00B5154A" w:rsidRDefault="00B5154A" w:rsidP="00B5154A">
      <w:r>
        <w:t>309.5818</w:t>
      </w:r>
      <w:r>
        <w:tab/>
        <w:t>3.038e0</w:t>
      </w:r>
    </w:p>
    <w:p w:rsidR="00B5154A" w:rsidRDefault="00B5154A" w:rsidP="00B5154A">
      <w:r>
        <w:t>309.6210</w:t>
      </w:r>
      <w:r>
        <w:tab/>
        <w:t>2.954e0</w:t>
      </w:r>
    </w:p>
    <w:p w:rsidR="00B5154A" w:rsidRDefault="00B5154A" w:rsidP="00B5154A">
      <w:r>
        <w:t>309.6968</w:t>
      </w:r>
      <w:r>
        <w:tab/>
        <w:t>2.025e0</w:t>
      </w:r>
    </w:p>
    <w:p w:rsidR="00B5154A" w:rsidRDefault="00B5154A" w:rsidP="00B5154A">
      <w:r>
        <w:t>309.8265</w:t>
      </w:r>
      <w:r>
        <w:tab/>
        <w:t>3.038e0</w:t>
      </w:r>
    </w:p>
    <w:p w:rsidR="00B5154A" w:rsidRDefault="00B5154A" w:rsidP="00B5154A">
      <w:r>
        <w:t>309.9008</w:t>
      </w:r>
      <w:r>
        <w:tab/>
        <w:t>2.574e0</w:t>
      </w:r>
    </w:p>
    <w:p w:rsidR="00B5154A" w:rsidRDefault="00B5154A" w:rsidP="00B5154A">
      <w:r>
        <w:t>309.9454</w:t>
      </w:r>
      <w:r>
        <w:tab/>
        <w:t>3.149e0</w:t>
      </w:r>
    </w:p>
    <w:p w:rsidR="00B5154A" w:rsidRDefault="00B5154A" w:rsidP="00B5154A">
      <w:r>
        <w:t>310.0037</w:t>
      </w:r>
      <w:r>
        <w:tab/>
        <w:t>1.294e0</w:t>
      </w:r>
    </w:p>
    <w:p w:rsidR="00B5154A" w:rsidRDefault="00B5154A" w:rsidP="00B5154A">
      <w:r>
        <w:t>310.0553</w:t>
      </w:r>
      <w:r>
        <w:tab/>
        <w:t>1.790e0</w:t>
      </w:r>
    </w:p>
    <w:p w:rsidR="00B5154A" w:rsidRDefault="00B5154A" w:rsidP="00B5154A">
      <w:r>
        <w:t>310.0899</w:t>
      </w:r>
      <w:r>
        <w:tab/>
        <w:t>1.018e1</w:t>
      </w:r>
    </w:p>
    <w:p w:rsidR="00B5154A" w:rsidRDefault="00B5154A" w:rsidP="00B5154A">
      <w:r>
        <w:t>310.1554</w:t>
      </w:r>
      <w:r>
        <w:tab/>
        <w:t>4.244e0</w:t>
      </w:r>
    </w:p>
    <w:p w:rsidR="00B5154A" w:rsidRDefault="00B5154A" w:rsidP="00B5154A">
      <w:r>
        <w:t>310.1942</w:t>
      </w:r>
      <w:r>
        <w:tab/>
        <w:t>2.276e0</w:t>
      </w:r>
    </w:p>
    <w:p w:rsidR="00B5154A" w:rsidRDefault="00B5154A" w:rsidP="00B5154A">
      <w:r>
        <w:t>310.2575</w:t>
      </w:r>
      <w:r>
        <w:tab/>
        <w:t>3.969e0</w:t>
      </w:r>
    </w:p>
    <w:p w:rsidR="00B5154A" w:rsidRDefault="00B5154A" w:rsidP="00B5154A">
      <w:r>
        <w:t>310.3334</w:t>
      </w:r>
      <w:r>
        <w:tab/>
        <w:t>1.045e0</w:t>
      </w:r>
    </w:p>
    <w:p w:rsidR="00B5154A" w:rsidRDefault="00B5154A" w:rsidP="00B5154A">
      <w:r>
        <w:t>310.3760</w:t>
      </w:r>
      <w:r>
        <w:tab/>
        <w:t>1.934e0</w:t>
      </w:r>
    </w:p>
    <w:p w:rsidR="00B5154A" w:rsidRDefault="00B5154A" w:rsidP="00B5154A">
      <w:r>
        <w:t>310.4214</w:t>
      </w:r>
      <w:r>
        <w:tab/>
        <w:t>2.025e0</w:t>
      </w:r>
    </w:p>
    <w:p w:rsidR="00B5154A" w:rsidRDefault="00B5154A" w:rsidP="00B5154A">
      <w:r>
        <w:t>310.4920</w:t>
      </w:r>
      <w:r>
        <w:tab/>
        <w:t>1.945e0</w:t>
      </w:r>
    </w:p>
    <w:p w:rsidR="00B5154A" w:rsidRDefault="00B5154A" w:rsidP="00B5154A">
      <w:r>
        <w:t>310.5344</w:t>
      </w:r>
      <w:r>
        <w:tab/>
        <w:t>2.025e0</w:t>
      </w:r>
    </w:p>
    <w:p w:rsidR="00B5154A" w:rsidRDefault="00B5154A" w:rsidP="00B5154A">
      <w:r>
        <w:t>310.6058</w:t>
      </w:r>
      <w:r>
        <w:tab/>
        <w:t>3.010e0</w:t>
      </w:r>
    </w:p>
    <w:p w:rsidR="00B5154A" w:rsidRDefault="00B5154A" w:rsidP="00B5154A">
      <w:r>
        <w:lastRenderedPageBreak/>
        <w:t>310.6440</w:t>
      </w:r>
      <w:r>
        <w:tab/>
        <w:t>2.212e0</w:t>
      </w:r>
    </w:p>
    <w:p w:rsidR="00B5154A" w:rsidRDefault="00B5154A" w:rsidP="00B5154A">
      <w:r>
        <w:t>310.7087</w:t>
      </w:r>
      <w:r>
        <w:tab/>
        <w:t>4.816e0</w:t>
      </w:r>
    </w:p>
    <w:p w:rsidR="00B5154A" w:rsidRDefault="00B5154A" w:rsidP="00B5154A">
      <w:r>
        <w:t>310.7484</w:t>
      </w:r>
      <w:r>
        <w:tab/>
        <w:t>1.840e0</w:t>
      </w:r>
    </w:p>
    <w:p w:rsidR="00B5154A" w:rsidRDefault="00B5154A" w:rsidP="00B5154A">
      <w:r>
        <w:t>310.8192</w:t>
      </w:r>
      <w:r>
        <w:tab/>
        <w:t>1.013e0</w:t>
      </w:r>
    </w:p>
    <w:p w:rsidR="00B5154A" w:rsidRDefault="00B5154A" w:rsidP="00B5154A">
      <w:r>
        <w:t>310.8814</w:t>
      </w:r>
      <w:r>
        <w:tab/>
        <w:t>2.484e0</w:t>
      </w:r>
    </w:p>
    <w:p w:rsidR="00B5154A" w:rsidRDefault="00B5154A" w:rsidP="00B5154A">
      <w:r>
        <w:t>310.9338</w:t>
      </w:r>
      <w:r>
        <w:tab/>
        <w:t>1.991e0</w:t>
      </w:r>
    </w:p>
    <w:p w:rsidR="00B5154A" w:rsidRDefault="00B5154A" w:rsidP="00B5154A">
      <w:r>
        <w:t>310.9844</w:t>
      </w:r>
      <w:r>
        <w:tab/>
        <w:t>4.997e0</w:t>
      </w:r>
    </w:p>
    <w:p w:rsidR="00B5154A" w:rsidRDefault="00B5154A" w:rsidP="00B5154A">
      <w:r>
        <w:t>311.1095</w:t>
      </w:r>
      <w:r>
        <w:tab/>
        <w:t>2.415e0</w:t>
      </w:r>
    </w:p>
    <w:p w:rsidR="00B5154A" w:rsidRDefault="00B5154A" w:rsidP="00B5154A">
      <w:r>
        <w:t>311.1973</w:t>
      </w:r>
      <w:r>
        <w:tab/>
        <w:t>6.428e1</w:t>
      </w:r>
    </w:p>
    <w:p w:rsidR="00B5154A" w:rsidRDefault="00B5154A" w:rsidP="00B5154A">
      <w:r>
        <w:t>311.3139</w:t>
      </w:r>
      <w:r>
        <w:tab/>
        <w:t>4.965e0</w:t>
      </w:r>
    </w:p>
    <w:p w:rsidR="00B5154A" w:rsidRDefault="00B5154A" w:rsidP="00B5154A">
      <w:r>
        <w:t>311.3663</w:t>
      </w:r>
      <w:r>
        <w:tab/>
        <w:t>1.806e0</w:t>
      </w:r>
    </w:p>
    <w:p w:rsidR="00B5154A" w:rsidRDefault="00B5154A" w:rsidP="00B5154A">
      <w:r>
        <w:t>311.4012</w:t>
      </w:r>
      <w:r>
        <w:tab/>
        <w:t>4.051e0</w:t>
      </w:r>
    </w:p>
    <w:p w:rsidR="00B5154A" w:rsidRDefault="00B5154A" w:rsidP="00B5154A">
      <w:r>
        <w:t>311.4354</w:t>
      </w:r>
      <w:r>
        <w:tab/>
        <w:t>3.038e0</w:t>
      </w:r>
    </w:p>
    <w:p w:rsidR="00B5154A" w:rsidRDefault="00B5154A" w:rsidP="00B5154A">
      <w:r>
        <w:t>311.5134</w:t>
      </w:r>
      <w:r>
        <w:tab/>
        <w:t>4.972e0</w:t>
      </w:r>
    </w:p>
    <w:p w:rsidR="00B5154A" w:rsidRDefault="00B5154A" w:rsidP="00B5154A">
      <w:r>
        <w:t>311.5485</w:t>
      </w:r>
      <w:r>
        <w:tab/>
        <w:t>2.025e0</w:t>
      </w:r>
    </w:p>
    <w:p w:rsidR="00B5154A" w:rsidRDefault="00B5154A" w:rsidP="00B5154A">
      <w:r>
        <w:t>311.6017</w:t>
      </w:r>
      <w:r>
        <w:tab/>
        <w:t>3.012e0</w:t>
      </w:r>
    </w:p>
    <w:p w:rsidR="00B5154A" w:rsidRDefault="00B5154A" w:rsidP="00B5154A">
      <w:r>
        <w:t>311.6586</w:t>
      </w:r>
      <w:r>
        <w:tab/>
        <w:t>1.897e0</w:t>
      </w:r>
    </w:p>
    <w:p w:rsidR="00B5154A" w:rsidRDefault="00B5154A" w:rsidP="00B5154A">
      <w:r>
        <w:t>311.7261</w:t>
      </w:r>
      <w:r>
        <w:tab/>
        <w:t>5.498e0</w:t>
      </w:r>
    </w:p>
    <w:p w:rsidR="00B5154A" w:rsidRDefault="00B5154A" w:rsidP="00B5154A">
      <w:r>
        <w:t>311.8239</w:t>
      </w:r>
      <w:r>
        <w:tab/>
        <w:t>4.051e0</w:t>
      </w:r>
    </w:p>
    <w:p w:rsidR="00B5154A" w:rsidRDefault="00B5154A" w:rsidP="00B5154A">
      <w:r>
        <w:lastRenderedPageBreak/>
        <w:t>311.9068</w:t>
      </w:r>
      <w:r>
        <w:tab/>
        <w:t>6.771e0</w:t>
      </w:r>
    </w:p>
    <w:p w:rsidR="00B5154A" w:rsidRDefault="00B5154A" w:rsidP="00B5154A">
      <w:r>
        <w:t>311.9460</w:t>
      </w:r>
      <w:r>
        <w:tab/>
        <w:t>2.957e0</w:t>
      </w:r>
    </w:p>
    <w:p w:rsidR="00B5154A" w:rsidRDefault="00B5154A" w:rsidP="00B5154A">
      <w:r>
        <w:t>312.0269</w:t>
      </w:r>
      <w:r>
        <w:tab/>
        <w:t>4.546e0</w:t>
      </w:r>
    </w:p>
    <w:p w:rsidR="00B5154A" w:rsidRDefault="00B5154A" w:rsidP="00B5154A">
      <w:r>
        <w:t>312.0569</w:t>
      </w:r>
      <w:r>
        <w:tab/>
        <w:t>3.724e0</w:t>
      </w:r>
    </w:p>
    <w:p w:rsidR="00B5154A" w:rsidRDefault="00B5154A" w:rsidP="00B5154A">
      <w:r>
        <w:t>312.2053</w:t>
      </w:r>
      <w:r>
        <w:tab/>
        <w:t>2.062e0</w:t>
      </w:r>
    </w:p>
    <w:p w:rsidR="00B5154A" w:rsidRDefault="00B5154A" w:rsidP="00B5154A">
      <w:r>
        <w:t>312.2561</w:t>
      </w:r>
      <w:r>
        <w:tab/>
        <w:t>1.836e0</w:t>
      </w:r>
    </w:p>
    <w:p w:rsidR="00B5154A" w:rsidRDefault="00B5154A" w:rsidP="00B5154A">
      <w:r>
        <w:t>312.2869</w:t>
      </w:r>
      <w:r>
        <w:tab/>
        <w:t>1.579e0</w:t>
      </w:r>
    </w:p>
    <w:p w:rsidR="00B5154A" w:rsidRDefault="00B5154A" w:rsidP="00B5154A">
      <w:r>
        <w:t>312.3674</w:t>
      </w:r>
      <w:r>
        <w:tab/>
        <w:t>1.089e1</w:t>
      </w:r>
    </w:p>
    <w:p w:rsidR="00B5154A" w:rsidRDefault="00B5154A" w:rsidP="00B5154A">
      <w:r>
        <w:t>312.4231</w:t>
      </w:r>
      <w:r>
        <w:tab/>
        <w:t>1.013e0</w:t>
      </w:r>
    </w:p>
    <w:p w:rsidR="00B5154A" w:rsidRDefault="00B5154A" w:rsidP="00B5154A">
      <w:r>
        <w:t>312.4637</w:t>
      </w:r>
      <w:r>
        <w:tab/>
        <w:t>1.887e0</w:t>
      </w:r>
    </w:p>
    <w:p w:rsidR="00B5154A" w:rsidRDefault="00B5154A" w:rsidP="00B5154A">
      <w:r>
        <w:t>312.5090</w:t>
      </w:r>
      <w:r>
        <w:tab/>
        <w:t>1.749e0</w:t>
      </w:r>
    </w:p>
    <w:p w:rsidR="00B5154A" w:rsidRDefault="00B5154A" w:rsidP="00B5154A">
      <w:r>
        <w:t>312.5446</w:t>
      </w:r>
      <w:r>
        <w:tab/>
        <w:t>2.025e0</w:t>
      </w:r>
    </w:p>
    <w:p w:rsidR="00B5154A" w:rsidRDefault="00B5154A" w:rsidP="00B5154A">
      <w:r>
        <w:t>312.5927</w:t>
      </w:r>
      <w:r>
        <w:tab/>
        <w:t>6.076e0</w:t>
      </w:r>
    </w:p>
    <w:p w:rsidR="00B5154A" w:rsidRDefault="00B5154A" w:rsidP="00B5154A">
      <w:r>
        <w:t>312.6502</w:t>
      </w:r>
      <w:r>
        <w:tab/>
        <w:t>1.846e0</w:t>
      </w:r>
    </w:p>
    <w:p w:rsidR="00B5154A" w:rsidRDefault="00B5154A" w:rsidP="00B5154A">
      <w:r>
        <w:t>312.6860</w:t>
      </w:r>
      <w:r>
        <w:tab/>
        <w:t>1.013e0</w:t>
      </w:r>
    </w:p>
    <w:p w:rsidR="00B5154A" w:rsidRDefault="00B5154A" w:rsidP="00B5154A">
      <w:r>
        <w:t>312.7811</w:t>
      </w:r>
      <w:r>
        <w:tab/>
        <w:t>3.858e0</w:t>
      </w:r>
    </w:p>
    <w:p w:rsidR="00B5154A" w:rsidRDefault="00B5154A" w:rsidP="00B5154A">
      <w:r>
        <w:t>312.8274</w:t>
      </w:r>
      <w:r>
        <w:tab/>
        <w:t>1.013e0</w:t>
      </w:r>
    </w:p>
    <w:p w:rsidR="00B5154A" w:rsidRDefault="00B5154A" w:rsidP="00B5154A">
      <w:r>
        <w:t>312.8910</w:t>
      </w:r>
      <w:r>
        <w:tab/>
        <w:t>2.215e0</w:t>
      </w:r>
    </w:p>
    <w:p w:rsidR="00B5154A" w:rsidRDefault="00B5154A" w:rsidP="00B5154A">
      <w:r>
        <w:t>313.0152</w:t>
      </w:r>
      <w:r>
        <w:tab/>
        <w:t>4.874e0</w:t>
      </w:r>
    </w:p>
    <w:p w:rsidR="00B5154A" w:rsidRDefault="00B5154A" w:rsidP="00B5154A">
      <w:r>
        <w:lastRenderedPageBreak/>
        <w:t>313.0960</w:t>
      </w:r>
      <w:r>
        <w:tab/>
        <w:t>1.022e0</w:t>
      </w:r>
    </w:p>
    <w:p w:rsidR="00B5154A" w:rsidRDefault="00B5154A" w:rsidP="00B5154A">
      <w:r>
        <w:t>313.1313</w:t>
      </w:r>
      <w:r>
        <w:tab/>
        <w:t>3.066e0</w:t>
      </w:r>
    </w:p>
    <w:p w:rsidR="00B5154A" w:rsidRDefault="00B5154A" w:rsidP="00B5154A">
      <w:r>
        <w:t>313.1589</w:t>
      </w:r>
      <w:r>
        <w:tab/>
        <w:t>1.697e0</w:t>
      </w:r>
    </w:p>
    <w:p w:rsidR="00B5154A" w:rsidRDefault="00B5154A" w:rsidP="00B5154A">
      <w:r>
        <w:t>313.2520</w:t>
      </w:r>
      <w:r>
        <w:tab/>
        <w:t>7.046e0</w:t>
      </w:r>
    </w:p>
    <w:p w:rsidR="00B5154A" w:rsidRDefault="00B5154A" w:rsidP="00B5154A">
      <w:r>
        <w:t>313.3740</w:t>
      </w:r>
      <w:r>
        <w:tab/>
        <w:t>5.255e0</w:t>
      </w:r>
    </w:p>
    <w:p w:rsidR="00B5154A" w:rsidRDefault="00B5154A" w:rsidP="00B5154A">
      <w:r>
        <w:t>313.4359</w:t>
      </w:r>
      <w:r>
        <w:tab/>
        <w:t>2.025e0</w:t>
      </w:r>
    </w:p>
    <w:p w:rsidR="00B5154A" w:rsidRDefault="00B5154A" w:rsidP="00B5154A">
      <w:r>
        <w:t>313.4951</w:t>
      </w:r>
      <w:r>
        <w:tab/>
        <w:t>1.611e0</w:t>
      </w:r>
    </w:p>
    <w:p w:rsidR="00B5154A" w:rsidRDefault="00B5154A" w:rsidP="00B5154A">
      <w:r>
        <w:t>313.5600</w:t>
      </w:r>
      <w:r>
        <w:tab/>
        <w:t>4.051e0</w:t>
      </w:r>
    </w:p>
    <w:p w:rsidR="00B5154A" w:rsidRDefault="00B5154A" w:rsidP="00B5154A">
      <w:r>
        <w:t>313.6108</w:t>
      </w:r>
      <w:r>
        <w:tab/>
        <w:t>2.025e0</w:t>
      </w:r>
    </w:p>
    <w:p w:rsidR="00B5154A" w:rsidRDefault="00B5154A" w:rsidP="00B5154A">
      <w:r>
        <w:t>313.6810</w:t>
      </w:r>
      <w:r>
        <w:tab/>
        <w:t>5.063e0</w:t>
      </w:r>
    </w:p>
    <w:p w:rsidR="00B5154A" w:rsidRDefault="00B5154A" w:rsidP="00B5154A">
      <w:r>
        <w:t>313.7828</w:t>
      </w:r>
      <w:r>
        <w:tab/>
        <w:t>4.165e0</w:t>
      </w:r>
    </w:p>
    <w:p w:rsidR="00B5154A" w:rsidRDefault="00B5154A" w:rsidP="00B5154A">
      <w:r>
        <w:t>313.8577</w:t>
      </w:r>
      <w:r>
        <w:tab/>
        <w:t>3.793e0</w:t>
      </w:r>
    </w:p>
    <w:p w:rsidR="00B5154A" w:rsidRDefault="00B5154A" w:rsidP="00B5154A">
      <w:r>
        <w:t>313.9115</w:t>
      </w:r>
      <w:r>
        <w:tab/>
        <w:t>1.382e0</w:t>
      </w:r>
    </w:p>
    <w:p w:rsidR="00B5154A" w:rsidRDefault="00B5154A" w:rsidP="00B5154A">
      <w:r>
        <w:t>313.9615</w:t>
      </w:r>
      <w:r>
        <w:tab/>
        <w:t>5.238e0</w:t>
      </w:r>
    </w:p>
    <w:p w:rsidR="00B5154A" w:rsidRDefault="00B5154A" w:rsidP="00B5154A">
      <w:r>
        <w:t>314.0393</w:t>
      </w:r>
      <w:r>
        <w:tab/>
        <w:t>8.485e0</w:t>
      </w:r>
    </w:p>
    <w:p w:rsidR="00B5154A" w:rsidRDefault="00B5154A" w:rsidP="00B5154A">
      <w:r>
        <w:t>314.1707</w:t>
      </w:r>
      <w:r>
        <w:tab/>
        <w:t>4.661e0</w:t>
      </w:r>
    </w:p>
    <w:p w:rsidR="00B5154A" w:rsidRDefault="00B5154A" w:rsidP="00B5154A">
      <w:r>
        <w:t>314.2359</w:t>
      </w:r>
      <w:r>
        <w:tab/>
        <w:t>2.301e0</w:t>
      </w:r>
    </w:p>
    <w:p w:rsidR="00B5154A" w:rsidRDefault="00B5154A" w:rsidP="00B5154A">
      <w:r>
        <w:t>314.2802</w:t>
      </w:r>
      <w:r>
        <w:tab/>
        <w:t>1.259e0</w:t>
      </w:r>
    </w:p>
    <w:p w:rsidR="00B5154A" w:rsidRDefault="00B5154A" w:rsidP="00B5154A">
      <w:r>
        <w:t>314.3989</w:t>
      </w:r>
      <w:r>
        <w:tab/>
        <w:t>5.394e0</w:t>
      </w:r>
    </w:p>
    <w:p w:rsidR="00B5154A" w:rsidRDefault="00B5154A" w:rsidP="00B5154A">
      <w:r>
        <w:lastRenderedPageBreak/>
        <w:t>314.4539</w:t>
      </w:r>
      <w:r>
        <w:tab/>
        <w:t>4.871e0</w:t>
      </w:r>
    </w:p>
    <w:p w:rsidR="00B5154A" w:rsidRDefault="00B5154A" w:rsidP="00B5154A">
      <w:r>
        <w:t>314.5496</w:t>
      </w:r>
      <w:r>
        <w:tab/>
        <w:t>2.025e0</w:t>
      </w:r>
    </w:p>
    <w:p w:rsidR="00B5154A" w:rsidRDefault="00B5154A" w:rsidP="00B5154A">
      <w:r>
        <w:t>314.5870</w:t>
      </w:r>
      <w:r>
        <w:tab/>
        <w:t>1.013e0</w:t>
      </w:r>
    </w:p>
    <w:p w:rsidR="00B5154A" w:rsidRDefault="00B5154A" w:rsidP="00B5154A">
      <w:r>
        <w:t>314.6674</w:t>
      </w:r>
      <w:r>
        <w:tab/>
        <w:t>3.038e0</w:t>
      </w:r>
    </w:p>
    <w:p w:rsidR="00B5154A" w:rsidRDefault="00B5154A" w:rsidP="00B5154A">
      <w:r>
        <w:t>314.7809</w:t>
      </w:r>
      <w:r>
        <w:tab/>
        <w:t>1.929e0</w:t>
      </w:r>
    </w:p>
    <w:p w:rsidR="00B5154A" w:rsidRDefault="00B5154A" w:rsidP="00B5154A">
      <w:r>
        <w:t>314.8605</w:t>
      </w:r>
      <w:r>
        <w:tab/>
        <w:t>1.768e0</w:t>
      </w:r>
    </w:p>
    <w:p w:rsidR="00B5154A" w:rsidRDefault="00B5154A" w:rsidP="00B5154A">
      <w:r>
        <w:t>314.9028</w:t>
      </w:r>
      <w:r>
        <w:tab/>
        <w:t>1.253e0</w:t>
      </w:r>
    </w:p>
    <w:p w:rsidR="00B5154A" w:rsidRDefault="00B5154A" w:rsidP="00B5154A">
      <w:r>
        <w:t>314.9460</w:t>
      </w:r>
      <w:r>
        <w:tab/>
        <w:t>2.158e0</w:t>
      </w:r>
    </w:p>
    <w:p w:rsidR="00B5154A" w:rsidRDefault="00B5154A" w:rsidP="00B5154A">
      <w:r>
        <w:t>315.0095</w:t>
      </w:r>
      <w:r>
        <w:tab/>
        <w:t>3.632e0</w:t>
      </w:r>
    </w:p>
    <w:p w:rsidR="00B5154A" w:rsidRDefault="00B5154A" w:rsidP="00B5154A">
      <w:r>
        <w:t>315.1861</w:t>
      </w:r>
      <w:r>
        <w:tab/>
        <w:t>4.195e0</w:t>
      </w:r>
    </w:p>
    <w:p w:rsidR="00B5154A" w:rsidRDefault="00B5154A" w:rsidP="00B5154A">
      <w:r>
        <w:t>315.2969</w:t>
      </w:r>
      <w:r>
        <w:tab/>
        <w:t>3.076e0</w:t>
      </w:r>
    </w:p>
    <w:p w:rsidR="00B5154A" w:rsidRDefault="00B5154A" w:rsidP="00B5154A">
      <w:r>
        <w:t>315.3931</w:t>
      </w:r>
      <w:r>
        <w:tab/>
        <w:t>3.645e0</w:t>
      </w:r>
    </w:p>
    <w:p w:rsidR="00B5154A" w:rsidRDefault="00B5154A" w:rsidP="00B5154A">
      <w:r>
        <w:t>315.4741</w:t>
      </w:r>
      <w:r>
        <w:tab/>
        <w:t>1.703e0</w:t>
      </w:r>
    </w:p>
    <w:p w:rsidR="00B5154A" w:rsidRDefault="00B5154A" w:rsidP="00B5154A">
      <w:r>
        <w:t>315.6176</w:t>
      </w:r>
      <w:r>
        <w:tab/>
        <w:t>3.038e0</w:t>
      </w:r>
    </w:p>
    <w:p w:rsidR="00B5154A" w:rsidRDefault="00B5154A" w:rsidP="00B5154A">
      <w:r>
        <w:t>315.6683</w:t>
      </w:r>
      <w:r>
        <w:tab/>
        <w:t>2.025e0</w:t>
      </w:r>
    </w:p>
    <w:p w:rsidR="00B5154A" w:rsidRDefault="00B5154A" w:rsidP="00B5154A">
      <w:r>
        <w:t>315.7003</w:t>
      </w:r>
      <w:r>
        <w:tab/>
        <w:t>2.025e0</w:t>
      </w:r>
    </w:p>
    <w:p w:rsidR="00B5154A" w:rsidRDefault="00B5154A" w:rsidP="00B5154A">
      <w:r>
        <w:t>315.7920</w:t>
      </w:r>
      <w:r>
        <w:tab/>
        <w:t>2.025e0</w:t>
      </w:r>
    </w:p>
    <w:p w:rsidR="00B5154A" w:rsidRDefault="00B5154A" w:rsidP="00B5154A">
      <w:r>
        <w:t>315.8539</w:t>
      </w:r>
      <w:r>
        <w:tab/>
        <w:t>2.025e0</w:t>
      </w:r>
    </w:p>
    <w:p w:rsidR="00B5154A" w:rsidRDefault="00B5154A" w:rsidP="00B5154A">
      <w:r>
        <w:t>315.9038</w:t>
      </w:r>
      <w:r>
        <w:tab/>
        <w:t>4.835e0</w:t>
      </w:r>
    </w:p>
    <w:p w:rsidR="00B5154A" w:rsidRDefault="00B5154A" w:rsidP="00B5154A">
      <w:r>
        <w:lastRenderedPageBreak/>
        <w:t>315.9556</w:t>
      </w:r>
      <w:r>
        <w:tab/>
        <w:t>3.187e0</w:t>
      </w:r>
    </w:p>
    <w:p w:rsidR="00B5154A" w:rsidRDefault="00B5154A" w:rsidP="00B5154A">
      <w:r>
        <w:t>316.0712</w:t>
      </w:r>
      <w:r>
        <w:tab/>
        <w:t>7.267e1</w:t>
      </w:r>
    </w:p>
    <w:p w:rsidR="00B5154A" w:rsidRDefault="00B5154A" w:rsidP="00B5154A">
      <w:r>
        <w:t>316.1346</w:t>
      </w:r>
      <w:r>
        <w:tab/>
        <w:t>1.577e1</w:t>
      </w:r>
    </w:p>
    <w:p w:rsidR="00B5154A" w:rsidRDefault="00B5154A" w:rsidP="00B5154A">
      <w:r>
        <w:t>316.2120</w:t>
      </w:r>
      <w:r>
        <w:tab/>
        <w:t>2.028e0</w:t>
      </w:r>
    </w:p>
    <w:p w:rsidR="00B5154A" w:rsidRDefault="00B5154A" w:rsidP="00B5154A">
      <w:r>
        <w:t>316.3309</w:t>
      </w:r>
      <w:r>
        <w:tab/>
        <w:t>2.299e0</w:t>
      </w:r>
    </w:p>
    <w:p w:rsidR="00B5154A" w:rsidRDefault="00B5154A" w:rsidP="00B5154A">
      <w:r>
        <w:t>316.3878</w:t>
      </w:r>
      <w:r>
        <w:tab/>
        <w:t>1.928e0</w:t>
      </w:r>
    </w:p>
    <w:p w:rsidR="00B5154A" w:rsidRDefault="00B5154A" w:rsidP="00B5154A">
      <w:r>
        <w:t>316.4331</w:t>
      </w:r>
      <w:r>
        <w:tab/>
        <w:t>3.038e0</w:t>
      </w:r>
    </w:p>
    <w:p w:rsidR="00B5154A" w:rsidRDefault="00B5154A" w:rsidP="00B5154A">
      <w:r>
        <w:t>316.5125</w:t>
      </w:r>
      <w:r>
        <w:tab/>
        <w:t>2.555e0</w:t>
      </w:r>
    </w:p>
    <w:p w:rsidR="00B5154A" w:rsidRDefault="00B5154A" w:rsidP="00B5154A">
      <w:r>
        <w:t>316.5652</w:t>
      </w:r>
      <w:r>
        <w:tab/>
        <w:t>5.063e0</w:t>
      </w:r>
    </w:p>
    <w:p w:rsidR="00B5154A" w:rsidRDefault="00B5154A" w:rsidP="00B5154A">
      <w:r>
        <w:t>316.7757</w:t>
      </w:r>
      <w:r>
        <w:tab/>
        <w:t>2.845e0</w:t>
      </w:r>
    </w:p>
    <w:p w:rsidR="00B5154A" w:rsidRDefault="00B5154A" w:rsidP="00B5154A">
      <w:r>
        <w:t>316.8091</w:t>
      </w:r>
      <w:r>
        <w:tab/>
        <w:t>1.013e0</w:t>
      </w:r>
    </w:p>
    <w:p w:rsidR="00B5154A" w:rsidRDefault="00B5154A" w:rsidP="00B5154A">
      <w:r>
        <w:t>316.8653</w:t>
      </w:r>
      <w:r>
        <w:tab/>
        <w:t>2.775e0</w:t>
      </w:r>
    </w:p>
    <w:p w:rsidR="00B5154A" w:rsidRDefault="00B5154A" w:rsidP="00B5154A">
      <w:r>
        <w:t>317.0721</w:t>
      </w:r>
      <w:r>
        <w:tab/>
        <w:t>6.475e0</w:t>
      </w:r>
    </w:p>
    <w:p w:rsidR="00B5154A" w:rsidRDefault="00B5154A" w:rsidP="00B5154A">
      <w:r>
        <w:t>317.1862</w:t>
      </w:r>
      <w:r>
        <w:tab/>
        <w:t>8.550e0</w:t>
      </w:r>
    </w:p>
    <w:p w:rsidR="00B5154A" w:rsidRDefault="00B5154A" w:rsidP="00B5154A">
      <w:r>
        <w:t>317.3344</w:t>
      </w:r>
      <w:r>
        <w:tab/>
        <w:t>2.595e0</w:t>
      </w:r>
    </w:p>
    <w:p w:rsidR="00B5154A" w:rsidRDefault="00B5154A" w:rsidP="00B5154A">
      <w:r>
        <w:t>317.4211</w:t>
      </w:r>
      <w:r>
        <w:tab/>
        <w:t>2.025e0</w:t>
      </w:r>
    </w:p>
    <w:p w:rsidR="00B5154A" w:rsidRDefault="00B5154A" w:rsidP="00B5154A">
      <w:r>
        <w:t>317.4819</w:t>
      </w:r>
      <w:r>
        <w:tab/>
        <w:t>3.774e0</w:t>
      </w:r>
    </w:p>
    <w:p w:rsidR="00B5154A" w:rsidRDefault="00B5154A" w:rsidP="00B5154A">
      <w:r>
        <w:t>317.5295</w:t>
      </w:r>
      <w:r>
        <w:tab/>
        <w:t>2.900e0</w:t>
      </w:r>
    </w:p>
    <w:p w:rsidR="00B5154A" w:rsidRDefault="00B5154A" w:rsidP="00B5154A">
      <w:r>
        <w:t>317.6146</w:t>
      </w:r>
      <w:r>
        <w:tab/>
        <w:t>3.012e0</w:t>
      </w:r>
    </w:p>
    <w:p w:rsidR="00B5154A" w:rsidRDefault="00B5154A" w:rsidP="00B5154A">
      <w:r>
        <w:lastRenderedPageBreak/>
        <w:t>317.6665</w:t>
      </w:r>
      <w:r>
        <w:tab/>
        <w:t>5.165e0</w:t>
      </w:r>
    </w:p>
    <w:p w:rsidR="00B5154A" w:rsidRDefault="00B5154A" w:rsidP="00B5154A">
      <w:r>
        <w:t>317.7099</w:t>
      </w:r>
      <w:r>
        <w:tab/>
        <w:t>2.025e0</w:t>
      </w:r>
    </w:p>
    <w:p w:rsidR="00B5154A" w:rsidRDefault="00B5154A" w:rsidP="00B5154A">
      <w:r>
        <w:t>317.7574</w:t>
      </w:r>
      <w:r>
        <w:tab/>
        <w:t>1.544e0</w:t>
      </w:r>
    </w:p>
    <w:p w:rsidR="00B5154A" w:rsidRDefault="00B5154A" w:rsidP="00B5154A">
      <w:r>
        <w:t>317.8045</w:t>
      </w:r>
      <w:r>
        <w:tab/>
        <w:t>5.063e0</w:t>
      </w:r>
    </w:p>
    <w:p w:rsidR="00B5154A" w:rsidRDefault="00B5154A" w:rsidP="00B5154A">
      <w:r>
        <w:t>317.8511</w:t>
      </w:r>
      <w:r>
        <w:tab/>
        <w:t>2.025e0</w:t>
      </w:r>
    </w:p>
    <w:p w:rsidR="00B5154A" w:rsidRDefault="00B5154A" w:rsidP="00B5154A">
      <w:r>
        <w:t>317.8951</w:t>
      </w:r>
      <w:r>
        <w:tab/>
        <w:t>4.012e0</w:t>
      </w:r>
    </w:p>
    <w:p w:rsidR="00B5154A" w:rsidRDefault="00B5154A" w:rsidP="00B5154A">
      <w:r>
        <w:t>317.9551</w:t>
      </w:r>
      <w:r>
        <w:tab/>
        <w:t>1.611e0</w:t>
      </w:r>
    </w:p>
    <w:p w:rsidR="00B5154A" w:rsidRDefault="00B5154A" w:rsidP="00B5154A">
      <w:r>
        <w:t>317.9851</w:t>
      </w:r>
      <w:r>
        <w:tab/>
        <w:t>2.550e0</w:t>
      </w:r>
    </w:p>
    <w:p w:rsidR="00B5154A" w:rsidRDefault="00B5154A" w:rsidP="00B5154A">
      <w:r>
        <w:t>318.0746</w:t>
      </w:r>
      <w:r>
        <w:tab/>
        <w:t>3.363e1</w:t>
      </w:r>
    </w:p>
    <w:p w:rsidR="00B5154A" w:rsidRDefault="00B5154A" w:rsidP="00B5154A">
      <w:r>
        <w:t>318.1309</w:t>
      </w:r>
      <w:r>
        <w:tab/>
        <w:t>3.690e1</w:t>
      </w:r>
    </w:p>
    <w:p w:rsidR="00B5154A" w:rsidRDefault="00B5154A" w:rsidP="00B5154A">
      <w:r>
        <w:t>318.1884</w:t>
      </w:r>
      <w:r>
        <w:tab/>
        <w:t>3.982e0</w:t>
      </w:r>
    </w:p>
    <w:p w:rsidR="00B5154A" w:rsidRDefault="00B5154A" w:rsidP="00B5154A">
      <w:r>
        <w:t>318.2331</w:t>
      </w:r>
      <w:r>
        <w:tab/>
        <w:t>1.137e0</w:t>
      </w:r>
    </w:p>
    <w:p w:rsidR="00B5154A" w:rsidRDefault="00B5154A" w:rsidP="00B5154A">
      <w:r>
        <w:t>318.2846</w:t>
      </w:r>
      <w:r>
        <w:tab/>
        <w:t>5.525e0</w:t>
      </w:r>
    </w:p>
    <w:p w:rsidR="00B5154A" w:rsidRDefault="00B5154A" w:rsidP="00B5154A">
      <w:r>
        <w:t>318.3526</w:t>
      </w:r>
      <w:r>
        <w:tab/>
        <w:t>2.192e0</w:t>
      </w:r>
    </w:p>
    <w:p w:rsidR="00B5154A" w:rsidRDefault="00B5154A" w:rsidP="00B5154A">
      <w:r>
        <w:t>318.4402</w:t>
      </w:r>
      <w:r>
        <w:tab/>
        <w:t>2.025e0</w:t>
      </w:r>
    </w:p>
    <w:p w:rsidR="00B5154A" w:rsidRDefault="00B5154A" w:rsidP="00B5154A">
      <w:r>
        <w:t>318.5033</w:t>
      </w:r>
      <w:r>
        <w:tab/>
        <w:t>2.893e0</w:t>
      </w:r>
    </w:p>
    <w:p w:rsidR="00B5154A" w:rsidRDefault="00B5154A" w:rsidP="00B5154A">
      <w:r>
        <w:t>318.5606</w:t>
      </w:r>
      <w:r>
        <w:tab/>
        <w:t>2.025e0</w:t>
      </w:r>
    </w:p>
    <w:p w:rsidR="00B5154A" w:rsidRDefault="00B5154A" w:rsidP="00B5154A">
      <w:r>
        <w:t>318.6666</w:t>
      </w:r>
      <w:r>
        <w:tab/>
        <w:t>1.913e0</w:t>
      </w:r>
    </w:p>
    <w:p w:rsidR="00B5154A" w:rsidRDefault="00B5154A" w:rsidP="00B5154A">
      <w:r>
        <w:t>318.7368</w:t>
      </w:r>
      <w:r>
        <w:tab/>
        <w:t>2.653e0</w:t>
      </w:r>
    </w:p>
    <w:p w:rsidR="00B5154A" w:rsidRDefault="00B5154A" w:rsidP="00B5154A">
      <w:r>
        <w:lastRenderedPageBreak/>
        <w:t>318.7639</w:t>
      </w:r>
      <w:r>
        <w:tab/>
        <w:t>3.569e0</w:t>
      </w:r>
    </w:p>
    <w:p w:rsidR="00B5154A" w:rsidRDefault="00B5154A" w:rsidP="00B5154A">
      <w:r>
        <w:t>318.8054</w:t>
      </w:r>
      <w:r>
        <w:tab/>
        <w:t>3.038e0</w:t>
      </w:r>
    </w:p>
    <w:p w:rsidR="00B5154A" w:rsidRDefault="00B5154A" w:rsidP="00B5154A">
      <w:r>
        <w:t>318.9305</w:t>
      </w:r>
      <w:r>
        <w:tab/>
        <w:t>6.033e0</w:t>
      </w:r>
    </w:p>
    <w:p w:rsidR="00B5154A" w:rsidRDefault="00B5154A" w:rsidP="00B5154A">
      <w:r>
        <w:t>318.9631</w:t>
      </w:r>
      <w:r>
        <w:tab/>
        <w:t>5.504e0</w:t>
      </w:r>
    </w:p>
    <w:p w:rsidR="00B5154A" w:rsidRDefault="00B5154A" w:rsidP="00B5154A">
      <w:r>
        <w:t>319.0385</w:t>
      </w:r>
      <w:r>
        <w:tab/>
        <w:t>3.339e0</w:t>
      </w:r>
    </w:p>
    <w:p w:rsidR="00B5154A" w:rsidRDefault="00B5154A" w:rsidP="00B5154A">
      <w:r>
        <w:t>319.0688</w:t>
      </w:r>
      <w:r>
        <w:tab/>
        <w:t>6.054e0</w:t>
      </w:r>
    </w:p>
    <w:p w:rsidR="00B5154A" w:rsidRDefault="00B5154A" w:rsidP="00B5154A">
      <w:r>
        <w:t>319.1162</w:t>
      </w:r>
      <w:r>
        <w:tab/>
        <w:t>2.499e1</w:t>
      </w:r>
    </w:p>
    <w:p w:rsidR="00B5154A" w:rsidRDefault="00B5154A" w:rsidP="00B5154A">
      <w:r>
        <w:t>319.1826</w:t>
      </w:r>
      <w:r>
        <w:tab/>
        <w:t>6.356e0</w:t>
      </w:r>
    </w:p>
    <w:p w:rsidR="00B5154A" w:rsidRDefault="00B5154A" w:rsidP="00B5154A">
      <w:r>
        <w:t>319.2933</w:t>
      </w:r>
      <w:r>
        <w:tab/>
        <w:t>2.153e0</w:t>
      </w:r>
    </w:p>
    <w:p w:rsidR="00B5154A" w:rsidRDefault="00B5154A" w:rsidP="00B5154A">
      <w:r>
        <w:t>319.3343</w:t>
      </w:r>
      <w:r>
        <w:tab/>
        <w:t>2.860e0</w:t>
      </w:r>
    </w:p>
    <w:p w:rsidR="00B5154A" w:rsidRDefault="00B5154A" w:rsidP="00B5154A">
      <w:r>
        <w:t>319.4398</w:t>
      </w:r>
      <w:r>
        <w:tab/>
        <w:t>2.025e0</w:t>
      </w:r>
    </w:p>
    <w:p w:rsidR="00B5154A" w:rsidRDefault="00B5154A" w:rsidP="00B5154A">
      <w:r>
        <w:t>319.5037</w:t>
      </w:r>
      <w:r>
        <w:tab/>
        <w:t>2.555e0</w:t>
      </w:r>
    </w:p>
    <w:p w:rsidR="00B5154A" w:rsidRDefault="00B5154A" w:rsidP="00B5154A">
      <w:r>
        <w:t>319.5679</w:t>
      </w:r>
      <w:r>
        <w:tab/>
        <w:t>1.013e0</w:t>
      </w:r>
    </w:p>
    <w:p w:rsidR="00B5154A" w:rsidRDefault="00B5154A" w:rsidP="00B5154A">
      <w:r>
        <w:t>319.7904</w:t>
      </w:r>
      <w:r>
        <w:tab/>
        <w:t>1.920e0</w:t>
      </w:r>
    </w:p>
    <w:p w:rsidR="00B5154A" w:rsidRDefault="00B5154A" w:rsidP="00B5154A">
      <w:r>
        <w:t>319.8290</w:t>
      </w:r>
      <w:r>
        <w:tab/>
        <w:t>3.038e0</w:t>
      </w:r>
    </w:p>
    <w:p w:rsidR="00B5154A" w:rsidRDefault="00B5154A" w:rsidP="00B5154A">
      <w:r>
        <w:t>319.9195</w:t>
      </w:r>
      <w:r>
        <w:tab/>
        <w:t>4.081e0</w:t>
      </w:r>
    </w:p>
    <w:p w:rsidR="00B5154A" w:rsidRDefault="00B5154A" w:rsidP="00B5154A">
      <w:r>
        <w:t>319.9959</w:t>
      </w:r>
      <w:r>
        <w:tab/>
        <w:t>4.474e0</w:t>
      </w:r>
    </w:p>
    <w:p w:rsidR="00B5154A" w:rsidRDefault="00B5154A" w:rsidP="00B5154A">
      <w:r>
        <w:t>320.0792</w:t>
      </w:r>
      <w:r>
        <w:tab/>
        <w:t>1.912e0</w:t>
      </w:r>
    </w:p>
    <w:p w:rsidR="00B5154A" w:rsidRDefault="00B5154A" w:rsidP="00B5154A">
      <w:r>
        <w:t>320.1310</w:t>
      </w:r>
      <w:r>
        <w:tab/>
        <w:t>5.191e0</w:t>
      </w:r>
    </w:p>
    <w:p w:rsidR="00B5154A" w:rsidRDefault="00B5154A" w:rsidP="00B5154A">
      <w:r>
        <w:lastRenderedPageBreak/>
        <w:t>320.1790</w:t>
      </w:r>
      <w:r>
        <w:tab/>
        <w:t>1.417e0</w:t>
      </w:r>
    </w:p>
    <w:p w:rsidR="00B5154A" w:rsidRDefault="00B5154A" w:rsidP="00B5154A">
      <w:r>
        <w:t>320.2186</w:t>
      </w:r>
      <w:r>
        <w:tab/>
        <w:t>3.900e0</w:t>
      </w:r>
    </w:p>
    <w:p w:rsidR="00B5154A" w:rsidRDefault="00B5154A" w:rsidP="00B5154A">
      <w:r>
        <w:t>320.2764</w:t>
      </w:r>
      <w:r>
        <w:tab/>
        <w:t>8.963e0</w:t>
      </w:r>
    </w:p>
    <w:p w:rsidR="00B5154A" w:rsidRDefault="00B5154A" w:rsidP="00B5154A">
      <w:r>
        <w:t>320.4000</w:t>
      </w:r>
      <w:r>
        <w:tab/>
        <w:t>2.025e0</w:t>
      </w:r>
    </w:p>
    <w:p w:rsidR="00B5154A" w:rsidRDefault="00B5154A" w:rsidP="00B5154A">
      <w:r>
        <w:t>320.4622</w:t>
      </w:r>
      <w:r>
        <w:tab/>
        <w:t>2.902e0</w:t>
      </w:r>
    </w:p>
    <w:p w:rsidR="00B5154A" w:rsidRDefault="00B5154A" w:rsidP="00B5154A">
      <w:r>
        <w:t>320.5714</w:t>
      </w:r>
      <w:r>
        <w:tab/>
        <w:t>5.063e0</w:t>
      </w:r>
    </w:p>
    <w:p w:rsidR="00B5154A" w:rsidRDefault="00B5154A" w:rsidP="00B5154A">
      <w:r>
        <w:t>320.6399</w:t>
      </w:r>
      <w:r>
        <w:tab/>
        <w:t>1.933e0</w:t>
      </w:r>
    </w:p>
    <w:p w:rsidR="00B5154A" w:rsidRDefault="00B5154A" w:rsidP="00B5154A">
      <w:r>
        <w:t>320.6721</w:t>
      </w:r>
      <w:r>
        <w:tab/>
        <w:t>2.969e0</w:t>
      </w:r>
    </w:p>
    <w:p w:rsidR="00B5154A" w:rsidRDefault="00B5154A" w:rsidP="00B5154A">
      <w:r>
        <w:t>320.7417</w:t>
      </w:r>
      <w:r>
        <w:tab/>
        <w:t>3.253e0</w:t>
      </w:r>
    </w:p>
    <w:p w:rsidR="00B5154A" w:rsidRDefault="00B5154A" w:rsidP="00B5154A">
      <w:r>
        <w:t>320.8053</w:t>
      </w:r>
      <w:r>
        <w:tab/>
        <w:t>4.051e0</w:t>
      </w:r>
    </w:p>
    <w:p w:rsidR="00B5154A" w:rsidRDefault="00B5154A" w:rsidP="00B5154A">
      <w:r>
        <w:t>320.8680</w:t>
      </w:r>
      <w:r>
        <w:tab/>
        <w:t>2.899e0</w:t>
      </w:r>
    </w:p>
    <w:p w:rsidR="00B5154A" w:rsidRDefault="00B5154A" w:rsidP="00B5154A">
      <w:r>
        <w:t>320.9334</w:t>
      </w:r>
      <w:r>
        <w:tab/>
        <w:t>7.685e0</w:t>
      </w:r>
    </w:p>
    <w:p w:rsidR="00B5154A" w:rsidRDefault="00B5154A" w:rsidP="00B5154A">
      <w:r>
        <w:t>321.0027</w:t>
      </w:r>
      <w:r>
        <w:tab/>
        <w:t>2.057e0</w:t>
      </w:r>
    </w:p>
    <w:p w:rsidR="00B5154A" w:rsidRDefault="00B5154A" w:rsidP="00B5154A">
      <w:r>
        <w:t>321.0715</w:t>
      </w:r>
      <w:r>
        <w:tab/>
        <w:t>2.475e0</w:t>
      </w:r>
    </w:p>
    <w:p w:rsidR="00B5154A" w:rsidRDefault="00B5154A" w:rsidP="00B5154A">
      <w:r>
        <w:t>321.1426</w:t>
      </w:r>
      <w:r>
        <w:tab/>
        <w:t>1.117e1</w:t>
      </w:r>
    </w:p>
    <w:p w:rsidR="00B5154A" w:rsidRDefault="00B5154A" w:rsidP="00B5154A">
      <w:r>
        <w:t>321.3863</w:t>
      </w:r>
      <w:r>
        <w:tab/>
        <w:t>3.709e0</w:t>
      </w:r>
    </w:p>
    <w:p w:rsidR="00B5154A" w:rsidRDefault="00B5154A" w:rsidP="00B5154A">
      <w:r>
        <w:t>321.4554</w:t>
      </w:r>
      <w:r>
        <w:tab/>
        <w:t>5.063e0</w:t>
      </w:r>
    </w:p>
    <w:p w:rsidR="00B5154A" w:rsidRDefault="00B5154A" w:rsidP="00B5154A">
      <w:r>
        <w:t>321.5417</w:t>
      </w:r>
      <w:r>
        <w:tab/>
        <w:t>5.063e0</w:t>
      </w:r>
    </w:p>
    <w:p w:rsidR="00B5154A" w:rsidRDefault="00B5154A" w:rsidP="00B5154A">
      <w:r>
        <w:t>321.6121</w:t>
      </w:r>
      <w:r>
        <w:tab/>
        <w:t>2.992e0</w:t>
      </w:r>
    </w:p>
    <w:p w:rsidR="00B5154A" w:rsidRDefault="00B5154A" w:rsidP="00B5154A">
      <w:r>
        <w:lastRenderedPageBreak/>
        <w:t>321.7356</w:t>
      </w:r>
      <w:r>
        <w:tab/>
        <w:t>3.068e0</w:t>
      </w:r>
    </w:p>
    <w:p w:rsidR="00B5154A" w:rsidRDefault="00B5154A" w:rsidP="00B5154A">
      <w:r>
        <w:t>321.8087</w:t>
      </w:r>
      <w:r>
        <w:tab/>
        <w:t>2.025e0</w:t>
      </w:r>
    </w:p>
    <w:p w:rsidR="00B5154A" w:rsidRDefault="00B5154A" w:rsidP="00B5154A">
      <w:r>
        <w:t>321.8520</w:t>
      </w:r>
      <w:r>
        <w:tab/>
        <w:t>3.038e0</w:t>
      </w:r>
    </w:p>
    <w:p w:rsidR="00B5154A" w:rsidRDefault="00B5154A" w:rsidP="00B5154A">
      <w:r>
        <w:t>321.9070</w:t>
      </w:r>
      <w:r>
        <w:tab/>
        <w:t>2.910e0</w:t>
      </w:r>
    </w:p>
    <w:p w:rsidR="00B5154A" w:rsidRDefault="00B5154A" w:rsidP="00B5154A">
      <w:r>
        <w:t>322.1764</w:t>
      </w:r>
      <w:r>
        <w:tab/>
        <w:t>1.025e0</w:t>
      </w:r>
    </w:p>
    <w:p w:rsidR="00B5154A" w:rsidRDefault="00B5154A" w:rsidP="00B5154A">
      <w:r>
        <w:t>322.2966</w:t>
      </w:r>
      <w:r>
        <w:tab/>
        <w:t>2.128e0</w:t>
      </w:r>
    </w:p>
    <w:p w:rsidR="00B5154A" w:rsidRDefault="00B5154A" w:rsidP="00B5154A">
      <w:r>
        <w:t>322.4349</w:t>
      </w:r>
      <w:r>
        <w:tab/>
        <w:t>2.025e0</w:t>
      </w:r>
    </w:p>
    <w:p w:rsidR="00B5154A" w:rsidRDefault="00B5154A" w:rsidP="00B5154A">
      <w:r>
        <w:t>322.5121</w:t>
      </w:r>
      <w:r>
        <w:tab/>
        <w:t>7.538e0</w:t>
      </w:r>
    </w:p>
    <w:p w:rsidR="00B5154A" w:rsidRDefault="00B5154A" w:rsidP="00B5154A">
      <w:r>
        <w:t>322.5648</w:t>
      </w:r>
      <w:r>
        <w:tab/>
        <w:t>2.025e0</w:t>
      </w:r>
    </w:p>
    <w:p w:rsidR="00B5154A" w:rsidRDefault="00B5154A" w:rsidP="00B5154A">
      <w:r>
        <w:t>322.6005</w:t>
      </w:r>
      <w:r>
        <w:tab/>
        <w:t>1.589e0</w:t>
      </w:r>
    </w:p>
    <w:p w:rsidR="00B5154A" w:rsidRDefault="00B5154A" w:rsidP="00B5154A">
      <w:r>
        <w:t>322.6564</w:t>
      </w:r>
      <w:r>
        <w:tab/>
        <w:t>2.899e0</w:t>
      </w:r>
    </w:p>
    <w:p w:rsidR="00B5154A" w:rsidRDefault="00B5154A" w:rsidP="00B5154A">
      <w:r>
        <w:t>322.6992</w:t>
      </w:r>
      <w:r>
        <w:tab/>
        <w:t>1.962e0</w:t>
      </w:r>
    </w:p>
    <w:p w:rsidR="00B5154A" w:rsidRDefault="00B5154A" w:rsidP="00B5154A">
      <w:r>
        <w:t>322.7526</w:t>
      </w:r>
      <w:r>
        <w:tab/>
        <w:t>3.386e0</w:t>
      </w:r>
    </w:p>
    <w:p w:rsidR="00B5154A" w:rsidRDefault="00B5154A" w:rsidP="00B5154A">
      <w:r>
        <w:t>322.7831</w:t>
      </w:r>
      <w:r>
        <w:tab/>
        <w:t>2.025e0</w:t>
      </w:r>
    </w:p>
    <w:p w:rsidR="00B5154A" w:rsidRDefault="00B5154A" w:rsidP="00B5154A">
      <w:r>
        <w:t>322.8621</w:t>
      </w:r>
      <w:r>
        <w:tab/>
        <w:t>1.013e0</w:t>
      </w:r>
    </w:p>
    <w:p w:rsidR="00B5154A" w:rsidRDefault="00B5154A" w:rsidP="00B5154A">
      <w:r>
        <w:t>322.9079</w:t>
      </w:r>
      <w:r>
        <w:tab/>
        <w:t>3.073e0</w:t>
      </w:r>
    </w:p>
    <w:p w:rsidR="00B5154A" w:rsidRDefault="00B5154A" w:rsidP="00B5154A">
      <w:r>
        <w:t>322.9551</w:t>
      </w:r>
      <w:r>
        <w:tab/>
        <w:t>5.182e0</w:t>
      </w:r>
    </w:p>
    <w:p w:rsidR="00B5154A" w:rsidRDefault="00B5154A" w:rsidP="00B5154A">
      <w:r>
        <w:t>323.0812</w:t>
      </w:r>
      <w:r>
        <w:tab/>
        <w:t>3.054e2</w:t>
      </w:r>
    </w:p>
    <w:p w:rsidR="00B5154A" w:rsidRDefault="00B5154A" w:rsidP="00B5154A">
      <w:r>
        <w:t>323.2076</w:t>
      </w:r>
      <w:r>
        <w:tab/>
        <w:t>5.279e0</w:t>
      </w:r>
    </w:p>
    <w:p w:rsidR="00B5154A" w:rsidRDefault="00B5154A" w:rsidP="00B5154A">
      <w:r>
        <w:lastRenderedPageBreak/>
        <w:t>323.2937</w:t>
      </w:r>
      <w:r>
        <w:tab/>
        <w:t>6.258e0</w:t>
      </w:r>
    </w:p>
    <w:p w:rsidR="00B5154A" w:rsidRDefault="00B5154A" w:rsidP="00B5154A">
      <w:r>
        <w:t>323.3424</w:t>
      </w:r>
      <w:r>
        <w:tab/>
        <w:t>4.174e0</w:t>
      </w:r>
    </w:p>
    <w:p w:rsidR="00B5154A" w:rsidRDefault="00B5154A" w:rsidP="00B5154A">
      <w:r>
        <w:t>323.3700</w:t>
      </w:r>
      <w:r>
        <w:tab/>
        <w:t>5.309e0</w:t>
      </w:r>
    </w:p>
    <w:p w:rsidR="00B5154A" w:rsidRDefault="00B5154A" w:rsidP="00B5154A">
      <w:r>
        <w:t>323.4239</w:t>
      </w:r>
      <w:r>
        <w:tab/>
        <w:t>3.038e0</w:t>
      </w:r>
    </w:p>
    <w:p w:rsidR="00B5154A" w:rsidRDefault="00B5154A" w:rsidP="00B5154A">
      <w:r>
        <w:t>323.4702</w:t>
      </w:r>
      <w:r>
        <w:tab/>
        <w:t>1.784e0</w:t>
      </w:r>
    </w:p>
    <w:p w:rsidR="00B5154A" w:rsidRDefault="00B5154A" w:rsidP="00B5154A">
      <w:r>
        <w:t>323.5549</w:t>
      </w:r>
      <w:r>
        <w:tab/>
        <w:t>6.076e0</w:t>
      </w:r>
    </w:p>
    <w:p w:rsidR="00B5154A" w:rsidRDefault="00B5154A" w:rsidP="00B5154A">
      <w:r>
        <w:t>323.6223</w:t>
      </w:r>
      <w:r>
        <w:tab/>
        <w:t>1.566e0</w:t>
      </w:r>
    </w:p>
    <w:p w:rsidR="00B5154A" w:rsidRDefault="00B5154A" w:rsidP="00B5154A">
      <w:r>
        <w:t>323.6913</w:t>
      </w:r>
      <w:r>
        <w:tab/>
        <w:t>5.040e0</w:t>
      </w:r>
    </w:p>
    <w:p w:rsidR="00B5154A" w:rsidRDefault="00B5154A" w:rsidP="00B5154A">
      <w:r>
        <w:t>323.7227</w:t>
      </w:r>
      <w:r>
        <w:tab/>
        <w:t>4.993e0</w:t>
      </w:r>
    </w:p>
    <w:p w:rsidR="00B5154A" w:rsidRDefault="00B5154A" w:rsidP="00B5154A">
      <w:r>
        <w:t>323.7884</w:t>
      </w:r>
      <w:r>
        <w:tab/>
        <w:t>3.608e0</w:t>
      </w:r>
    </w:p>
    <w:p w:rsidR="00B5154A" w:rsidRDefault="00B5154A" w:rsidP="00B5154A">
      <w:r>
        <w:t>323.8354</w:t>
      </w:r>
      <w:r>
        <w:tab/>
        <w:t>2.025e0</w:t>
      </w:r>
    </w:p>
    <w:p w:rsidR="00B5154A" w:rsidRDefault="00B5154A" w:rsidP="00B5154A">
      <w:r>
        <w:t>323.8663</w:t>
      </w:r>
      <w:r>
        <w:tab/>
        <w:t>2.875e0</w:t>
      </w:r>
    </w:p>
    <w:p w:rsidR="00B5154A" w:rsidRDefault="00B5154A" w:rsidP="00B5154A">
      <w:r>
        <w:t>323.9292</w:t>
      </w:r>
      <w:r>
        <w:tab/>
        <w:t>4.928e0</w:t>
      </w:r>
    </w:p>
    <w:p w:rsidR="00B5154A" w:rsidRDefault="00B5154A" w:rsidP="00B5154A">
      <w:r>
        <w:t>324.0105</w:t>
      </w:r>
      <w:r>
        <w:tab/>
        <w:t>1.519e0</w:t>
      </w:r>
    </w:p>
    <w:p w:rsidR="00B5154A" w:rsidRDefault="00B5154A" w:rsidP="00B5154A">
      <w:r>
        <w:t>324.0863</w:t>
      </w:r>
      <w:r>
        <w:tab/>
        <w:t>3.574e1</w:t>
      </w:r>
    </w:p>
    <w:p w:rsidR="00B5154A" w:rsidRDefault="00B5154A" w:rsidP="00B5154A">
      <w:r>
        <w:t>324.2600</w:t>
      </w:r>
      <w:r>
        <w:tab/>
        <w:t>2.358e0</w:t>
      </w:r>
    </w:p>
    <w:p w:rsidR="00B5154A" w:rsidRDefault="00B5154A" w:rsidP="00B5154A">
      <w:r>
        <w:t>324.3368</w:t>
      </w:r>
      <w:r>
        <w:tab/>
        <w:t>2.379e0</w:t>
      </w:r>
    </w:p>
    <w:p w:rsidR="00B5154A" w:rsidRDefault="00B5154A" w:rsidP="00B5154A">
      <w:r>
        <w:t>324.3774</w:t>
      </w:r>
      <w:r>
        <w:tab/>
        <w:t>1.684e0</w:t>
      </w:r>
    </w:p>
    <w:p w:rsidR="00B5154A" w:rsidRDefault="00B5154A" w:rsidP="00B5154A">
      <w:r>
        <w:t>324.4701</w:t>
      </w:r>
      <w:r>
        <w:tab/>
        <w:t>2.361e0</w:t>
      </w:r>
    </w:p>
    <w:p w:rsidR="00B5154A" w:rsidRDefault="00B5154A" w:rsidP="00B5154A">
      <w:r>
        <w:lastRenderedPageBreak/>
        <w:t>324.5182</w:t>
      </w:r>
      <w:r>
        <w:tab/>
        <w:t>2.613e0</w:t>
      </w:r>
    </w:p>
    <w:p w:rsidR="00B5154A" w:rsidRDefault="00B5154A" w:rsidP="00B5154A">
      <w:r>
        <w:t>324.5695</w:t>
      </w:r>
      <w:r>
        <w:tab/>
        <w:t>3.038e0</w:t>
      </w:r>
    </w:p>
    <w:p w:rsidR="00B5154A" w:rsidRDefault="00B5154A" w:rsidP="00B5154A">
      <w:r>
        <w:t>324.6514</w:t>
      </w:r>
      <w:r>
        <w:tab/>
        <w:t>4.751e0</w:t>
      </w:r>
    </w:p>
    <w:p w:rsidR="00B5154A" w:rsidRDefault="00B5154A" w:rsidP="00B5154A">
      <w:r>
        <w:t>324.7369</w:t>
      </w:r>
      <w:r>
        <w:tab/>
        <w:t>4.331e0</w:t>
      </w:r>
    </w:p>
    <w:p w:rsidR="00B5154A" w:rsidRDefault="00B5154A" w:rsidP="00B5154A">
      <w:r>
        <w:t>324.7998</w:t>
      </w:r>
      <w:r>
        <w:tab/>
        <w:t>2.790e0</w:t>
      </w:r>
    </w:p>
    <w:p w:rsidR="00B5154A" w:rsidRDefault="00B5154A" w:rsidP="00B5154A">
      <w:r>
        <w:t>324.8701</w:t>
      </w:r>
      <w:r>
        <w:tab/>
        <w:t>3.645e0</w:t>
      </w:r>
    </w:p>
    <w:p w:rsidR="00B5154A" w:rsidRDefault="00B5154A" w:rsidP="00B5154A">
      <w:r>
        <w:t>324.9668</w:t>
      </w:r>
      <w:r>
        <w:tab/>
        <w:t>1.222e0</w:t>
      </w:r>
    </w:p>
    <w:p w:rsidR="00B5154A" w:rsidRDefault="00B5154A" w:rsidP="00B5154A">
      <w:r>
        <w:t>325.0429</w:t>
      </w:r>
      <w:r>
        <w:tab/>
        <w:t>2.283e0</w:t>
      </w:r>
    </w:p>
    <w:p w:rsidR="00B5154A" w:rsidRDefault="00B5154A" w:rsidP="00B5154A">
      <w:r>
        <w:t>325.0840</w:t>
      </w:r>
      <w:r>
        <w:tab/>
        <w:t>1.279e1</w:t>
      </w:r>
    </w:p>
    <w:p w:rsidR="00B5154A" w:rsidRDefault="00B5154A" w:rsidP="00B5154A">
      <w:r>
        <w:t>325.3338</w:t>
      </w:r>
      <w:r>
        <w:tab/>
        <w:t>2.934e0</w:t>
      </w:r>
    </w:p>
    <w:p w:rsidR="00B5154A" w:rsidRDefault="00B5154A" w:rsidP="00B5154A">
      <w:r>
        <w:t>325.3995</w:t>
      </w:r>
      <w:r>
        <w:tab/>
        <w:t>1.013e0</w:t>
      </w:r>
    </w:p>
    <w:p w:rsidR="00B5154A" w:rsidRDefault="00B5154A" w:rsidP="00B5154A">
      <w:r>
        <w:t>325.4359</w:t>
      </w:r>
      <w:r>
        <w:tab/>
        <w:t>1.013e0</w:t>
      </w:r>
    </w:p>
    <w:p w:rsidR="00B5154A" w:rsidRDefault="00B5154A" w:rsidP="00B5154A">
      <w:r>
        <w:t>325.5333</w:t>
      </w:r>
      <w:r>
        <w:tab/>
        <w:t>3.643e0</w:t>
      </w:r>
    </w:p>
    <w:p w:rsidR="00B5154A" w:rsidRDefault="00B5154A" w:rsidP="00B5154A">
      <w:r>
        <w:t>325.6229</w:t>
      </w:r>
      <w:r>
        <w:tab/>
        <w:t>2.643e0</w:t>
      </w:r>
    </w:p>
    <w:p w:rsidR="00B5154A" w:rsidRDefault="00B5154A" w:rsidP="00B5154A">
      <w:r>
        <w:t>325.6677</w:t>
      </w:r>
      <w:r>
        <w:tab/>
        <w:t>2.922e0</w:t>
      </w:r>
    </w:p>
    <w:p w:rsidR="00B5154A" w:rsidRDefault="00B5154A" w:rsidP="00B5154A">
      <w:r>
        <w:t>325.7344</w:t>
      </w:r>
      <w:r>
        <w:tab/>
        <w:t>1.912e0</w:t>
      </w:r>
    </w:p>
    <w:p w:rsidR="00B5154A" w:rsidRDefault="00B5154A" w:rsidP="00B5154A">
      <w:r>
        <w:t>325.8227</w:t>
      </w:r>
      <w:r>
        <w:tab/>
        <w:t>4.051e0</w:t>
      </w:r>
    </w:p>
    <w:p w:rsidR="00B5154A" w:rsidRDefault="00B5154A" w:rsidP="00B5154A">
      <w:r>
        <w:t>325.9472</w:t>
      </w:r>
      <w:r>
        <w:tab/>
        <w:t>1.014e1</w:t>
      </w:r>
    </w:p>
    <w:p w:rsidR="00B5154A" w:rsidRDefault="00B5154A" w:rsidP="00B5154A">
      <w:r>
        <w:t>326.0229</w:t>
      </w:r>
      <w:r>
        <w:tab/>
        <w:t>1.517e0</w:t>
      </w:r>
    </w:p>
    <w:p w:rsidR="00B5154A" w:rsidRDefault="00B5154A" w:rsidP="00B5154A">
      <w:r>
        <w:lastRenderedPageBreak/>
        <w:t>326.2409</w:t>
      </w:r>
      <w:r>
        <w:tab/>
        <w:t>5.011e0</w:t>
      </w:r>
    </w:p>
    <w:p w:rsidR="00B5154A" w:rsidRDefault="00B5154A" w:rsidP="00B5154A">
      <w:r>
        <w:t>326.2948</w:t>
      </w:r>
      <w:r>
        <w:tab/>
        <w:t>1.404e0</w:t>
      </w:r>
    </w:p>
    <w:p w:rsidR="00B5154A" w:rsidRDefault="00B5154A" w:rsidP="00B5154A">
      <w:r>
        <w:t>326.3777</w:t>
      </w:r>
      <w:r>
        <w:tab/>
        <w:t>1.809e2</w:t>
      </w:r>
    </w:p>
    <w:p w:rsidR="00B5154A" w:rsidRDefault="00B5154A" w:rsidP="00B5154A">
      <w:r>
        <w:t>326.4865</w:t>
      </w:r>
      <w:r>
        <w:tab/>
        <w:t>5.538e0</w:t>
      </w:r>
    </w:p>
    <w:p w:rsidR="00B5154A" w:rsidRDefault="00B5154A" w:rsidP="00B5154A">
      <w:r>
        <w:t>326.5410</w:t>
      </w:r>
      <w:r>
        <w:tab/>
        <w:t>1.916e0</w:t>
      </w:r>
    </w:p>
    <w:p w:rsidR="00B5154A" w:rsidRDefault="00B5154A" w:rsidP="00B5154A">
      <w:r>
        <w:t>326.5837</w:t>
      </w:r>
      <w:r>
        <w:tab/>
        <w:t>1.695e0</w:t>
      </w:r>
    </w:p>
    <w:p w:rsidR="00B5154A" w:rsidRDefault="00B5154A" w:rsidP="00B5154A">
      <w:r>
        <w:t>326.6305</w:t>
      </w:r>
      <w:r>
        <w:tab/>
        <w:t>4.485e0</w:t>
      </w:r>
    </w:p>
    <w:p w:rsidR="00B5154A" w:rsidRDefault="00B5154A" w:rsidP="00B5154A">
      <w:r>
        <w:t>326.6870</w:t>
      </w:r>
      <w:r>
        <w:tab/>
        <w:t>3.981e0</w:t>
      </w:r>
    </w:p>
    <w:p w:rsidR="00B5154A" w:rsidRDefault="00B5154A" w:rsidP="00B5154A">
      <w:r>
        <w:t>326.7827</w:t>
      </w:r>
      <w:r>
        <w:tab/>
        <w:t>1.181e0</w:t>
      </w:r>
    </w:p>
    <w:p w:rsidR="00B5154A" w:rsidRDefault="00B5154A" w:rsidP="00B5154A">
      <w:r>
        <w:t>326.8420</w:t>
      </w:r>
      <w:r>
        <w:tab/>
        <w:t>1.013e0</w:t>
      </w:r>
    </w:p>
    <w:p w:rsidR="00B5154A" w:rsidRDefault="00B5154A" w:rsidP="00B5154A">
      <w:r>
        <w:t>326.8841</w:t>
      </w:r>
      <w:r>
        <w:tab/>
        <w:t>2.153e0</w:t>
      </w:r>
    </w:p>
    <w:p w:rsidR="00B5154A" w:rsidRDefault="00B5154A" w:rsidP="00B5154A">
      <w:r>
        <w:t>326.9587</w:t>
      </w:r>
      <w:r>
        <w:tab/>
        <w:t>2.707e0</w:t>
      </w:r>
    </w:p>
    <w:p w:rsidR="00B5154A" w:rsidRDefault="00B5154A" w:rsidP="00B5154A">
      <w:r>
        <w:t>326.9866</w:t>
      </w:r>
      <w:r>
        <w:tab/>
        <w:t>1.546e0</w:t>
      </w:r>
    </w:p>
    <w:p w:rsidR="00B5154A" w:rsidRDefault="00B5154A" w:rsidP="00B5154A">
      <w:r>
        <w:t>327.0499</w:t>
      </w:r>
      <w:r>
        <w:tab/>
        <w:t>5.587e0</w:t>
      </w:r>
    </w:p>
    <w:p w:rsidR="00B5154A" w:rsidRDefault="00B5154A" w:rsidP="00B5154A">
      <w:r>
        <w:t>327.1779</w:t>
      </w:r>
      <w:r>
        <w:tab/>
        <w:t>1.972e0</w:t>
      </w:r>
    </w:p>
    <w:p w:rsidR="00B5154A" w:rsidRDefault="00B5154A" w:rsidP="00B5154A">
      <w:r>
        <w:t>327.3871</w:t>
      </w:r>
      <w:r>
        <w:tab/>
        <w:t>5.162e1</w:t>
      </w:r>
    </w:p>
    <w:p w:rsidR="00B5154A" w:rsidRDefault="00B5154A" w:rsidP="00B5154A">
      <w:r>
        <w:t>327.4574</w:t>
      </w:r>
      <w:r>
        <w:tab/>
        <w:t>3.942e0</w:t>
      </w:r>
    </w:p>
    <w:p w:rsidR="00B5154A" w:rsidRDefault="00B5154A" w:rsidP="00B5154A">
      <w:r>
        <w:t>327.5366</w:t>
      </w:r>
      <w:r>
        <w:tab/>
        <w:t>4.736e0</w:t>
      </w:r>
    </w:p>
    <w:p w:rsidR="00B5154A" w:rsidRDefault="00B5154A" w:rsidP="00B5154A">
      <w:r>
        <w:t>327.5943</w:t>
      </w:r>
      <w:r>
        <w:tab/>
        <w:t>8.025e0</w:t>
      </w:r>
    </w:p>
    <w:p w:rsidR="00B5154A" w:rsidRDefault="00B5154A" w:rsidP="00B5154A">
      <w:r>
        <w:lastRenderedPageBreak/>
        <w:t>327.6840</w:t>
      </w:r>
      <w:r>
        <w:tab/>
        <w:t>3.311e0</w:t>
      </w:r>
    </w:p>
    <w:p w:rsidR="00B5154A" w:rsidRDefault="00B5154A" w:rsidP="00B5154A">
      <w:r>
        <w:t>327.7258</w:t>
      </w:r>
      <w:r>
        <w:tab/>
        <w:t>3.105e0</w:t>
      </w:r>
    </w:p>
    <w:p w:rsidR="00B5154A" w:rsidRDefault="00B5154A" w:rsidP="00B5154A">
      <w:r>
        <w:t>327.7604</w:t>
      </w:r>
      <w:r>
        <w:tab/>
        <w:t>1.630e0</w:t>
      </w:r>
    </w:p>
    <w:p w:rsidR="00B5154A" w:rsidRDefault="00B5154A" w:rsidP="00B5154A">
      <w:r>
        <w:t>327.8248</w:t>
      </w:r>
      <w:r>
        <w:tab/>
        <w:t>2.025e0</w:t>
      </w:r>
    </w:p>
    <w:p w:rsidR="00B5154A" w:rsidRDefault="00B5154A" w:rsidP="00B5154A">
      <w:r>
        <w:t>327.8658</w:t>
      </w:r>
      <w:r>
        <w:tab/>
        <w:t>2.025e0</w:t>
      </w:r>
    </w:p>
    <w:p w:rsidR="00B5154A" w:rsidRDefault="00B5154A" w:rsidP="00B5154A">
      <w:r>
        <w:t>327.9060</w:t>
      </w:r>
      <w:r>
        <w:tab/>
        <w:t>2.927e0</w:t>
      </w:r>
    </w:p>
    <w:p w:rsidR="00B5154A" w:rsidRDefault="00B5154A" w:rsidP="00B5154A">
      <w:r>
        <w:t>327.9419</w:t>
      </w:r>
      <w:r>
        <w:tab/>
        <w:t>7.243e0</w:t>
      </w:r>
    </w:p>
    <w:p w:rsidR="00B5154A" w:rsidRDefault="00B5154A" w:rsidP="00B5154A">
      <w:r>
        <w:t>328.3916</w:t>
      </w:r>
      <w:r>
        <w:tab/>
        <w:t>9.861e0</w:t>
      </w:r>
    </w:p>
    <w:p w:rsidR="00B5154A" w:rsidRDefault="00B5154A" w:rsidP="00B5154A">
      <w:r>
        <w:t>328.5804</w:t>
      </w:r>
      <w:r>
        <w:tab/>
        <w:t>4.715e0</w:t>
      </w:r>
    </w:p>
    <w:p w:rsidR="00B5154A" w:rsidRDefault="00B5154A" w:rsidP="00B5154A">
      <w:r>
        <w:t>328.6622</w:t>
      </w:r>
      <w:r>
        <w:tab/>
        <w:t>1.887e0</w:t>
      </w:r>
    </w:p>
    <w:p w:rsidR="00B5154A" w:rsidRDefault="00B5154A" w:rsidP="00B5154A">
      <w:r>
        <w:t>328.7232</w:t>
      </w:r>
      <w:r>
        <w:tab/>
        <w:t>1.013e0</w:t>
      </w:r>
    </w:p>
    <w:p w:rsidR="00B5154A" w:rsidRDefault="00B5154A" w:rsidP="00B5154A">
      <w:r>
        <w:t>328.7719</w:t>
      </w:r>
      <w:r>
        <w:tab/>
        <w:t>5.681e0</w:t>
      </w:r>
    </w:p>
    <w:p w:rsidR="00B5154A" w:rsidRDefault="00B5154A" w:rsidP="00B5154A">
      <w:r>
        <w:t>328.8435</w:t>
      </w:r>
      <w:r>
        <w:tab/>
        <w:t>2.025e0</w:t>
      </w:r>
    </w:p>
    <w:p w:rsidR="00B5154A" w:rsidRDefault="00B5154A" w:rsidP="00B5154A">
      <w:r>
        <w:t>328.9295</w:t>
      </w:r>
      <w:r>
        <w:tab/>
        <w:t>2.524e0</w:t>
      </w:r>
    </w:p>
    <w:p w:rsidR="00B5154A" w:rsidRDefault="00B5154A" w:rsidP="00B5154A">
      <w:r>
        <w:t>329.0018</w:t>
      </w:r>
      <w:r>
        <w:tab/>
        <w:t>4.886e0</w:t>
      </w:r>
    </w:p>
    <w:p w:rsidR="00B5154A" w:rsidRDefault="00B5154A" w:rsidP="00B5154A">
      <w:r>
        <w:t>329.1472</w:t>
      </w:r>
      <w:r>
        <w:tab/>
        <w:t>1.949e0</w:t>
      </w:r>
    </w:p>
    <w:p w:rsidR="00B5154A" w:rsidRDefault="00B5154A" w:rsidP="00B5154A">
      <w:r>
        <w:t>329.1848</w:t>
      </w:r>
      <w:r>
        <w:tab/>
        <w:t>4.993e0</w:t>
      </w:r>
    </w:p>
    <w:p w:rsidR="00B5154A" w:rsidRDefault="00B5154A" w:rsidP="00B5154A">
      <w:r>
        <w:t>329.2299</w:t>
      </w:r>
      <w:r>
        <w:tab/>
        <w:t>1.025e0</w:t>
      </w:r>
    </w:p>
    <w:p w:rsidR="00B5154A" w:rsidRDefault="00B5154A" w:rsidP="00B5154A">
      <w:r>
        <w:t>329.3824</w:t>
      </w:r>
      <w:r>
        <w:tab/>
        <w:t>2.532e0</w:t>
      </w:r>
    </w:p>
    <w:p w:rsidR="00B5154A" w:rsidRDefault="00B5154A" w:rsidP="00B5154A">
      <w:r>
        <w:lastRenderedPageBreak/>
        <w:t>329.4463</w:t>
      </w:r>
      <w:r>
        <w:tab/>
        <w:t>2.025e0</w:t>
      </w:r>
    </w:p>
    <w:p w:rsidR="00B5154A" w:rsidRDefault="00B5154A" w:rsidP="00B5154A">
      <w:r>
        <w:t>329.4790</w:t>
      </w:r>
      <w:r>
        <w:tab/>
        <w:t>6.514e0</w:t>
      </w:r>
    </w:p>
    <w:p w:rsidR="00B5154A" w:rsidRDefault="00B5154A" w:rsidP="00B5154A">
      <w:r>
        <w:t>329.5415</w:t>
      </w:r>
      <w:r>
        <w:tab/>
        <w:t>1.013e0</w:t>
      </w:r>
    </w:p>
    <w:p w:rsidR="00B5154A" w:rsidRDefault="00B5154A" w:rsidP="00B5154A">
      <w:r>
        <w:t>329.7372</w:t>
      </w:r>
      <w:r>
        <w:tab/>
        <w:t>1.334e0</w:t>
      </w:r>
    </w:p>
    <w:p w:rsidR="00B5154A" w:rsidRDefault="00B5154A" w:rsidP="00B5154A">
      <w:r>
        <w:t>329.8035</w:t>
      </w:r>
      <w:r>
        <w:tab/>
        <w:t>2.025e0</w:t>
      </w:r>
    </w:p>
    <w:p w:rsidR="00B5154A" w:rsidRDefault="00B5154A" w:rsidP="00B5154A">
      <w:r>
        <w:t>329.8657</w:t>
      </w:r>
      <w:r>
        <w:tab/>
        <w:t>3.822e0</w:t>
      </w:r>
    </w:p>
    <w:p w:rsidR="00B5154A" w:rsidRDefault="00B5154A" w:rsidP="00B5154A">
      <w:r>
        <w:t>329.9511</w:t>
      </w:r>
      <w:r>
        <w:tab/>
        <w:t>3.727e1</w:t>
      </w:r>
    </w:p>
    <w:p w:rsidR="00B5154A" w:rsidRDefault="00B5154A" w:rsidP="00B5154A">
      <w:r>
        <w:t>330.0780</w:t>
      </w:r>
      <w:r>
        <w:tab/>
        <w:t>5.090e1</w:t>
      </w:r>
    </w:p>
    <w:p w:rsidR="00B5154A" w:rsidRDefault="00B5154A" w:rsidP="00B5154A">
      <w:r>
        <w:t>330.1852</w:t>
      </w:r>
      <w:r>
        <w:tab/>
        <w:t>2.154e1</w:t>
      </w:r>
    </w:p>
    <w:p w:rsidR="00B5154A" w:rsidRDefault="00B5154A" w:rsidP="00B5154A">
      <w:r>
        <w:t>330.3110</w:t>
      </w:r>
      <w:r>
        <w:tab/>
        <w:t>3.949e0</w:t>
      </w:r>
    </w:p>
    <w:p w:rsidR="00B5154A" w:rsidRDefault="00B5154A" w:rsidP="00B5154A">
      <w:r>
        <w:t>330.3961</w:t>
      </w:r>
      <w:r>
        <w:tab/>
        <w:t>1.298e0</w:t>
      </w:r>
    </w:p>
    <w:p w:rsidR="00B5154A" w:rsidRDefault="00B5154A" w:rsidP="00B5154A">
      <w:r>
        <w:t>330.4722</w:t>
      </w:r>
      <w:r>
        <w:tab/>
        <w:t>2.615e0</w:t>
      </w:r>
    </w:p>
    <w:p w:rsidR="00B5154A" w:rsidRDefault="00B5154A" w:rsidP="00B5154A">
      <w:r>
        <w:t>330.5209</w:t>
      </w:r>
      <w:r>
        <w:tab/>
        <w:t>2.178e0</w:t>
      </w:r>
    </w:p>
    <w:p w:rsidR="00B5154A" w:rsidRDefault="00B5154A" w:rsidP="00B5154A">
      <w:r>
        <w:t>330.5563</w:t>
      </w:r>
      <w:r>
        <w:tab/>
        <w:t>1.901e0</w:t>
      </w:r>
    </w:p>
    <w:p w:rsidR="00B5154A" w:rsidRDefault="00B5154A" w:rsidP="00B5154A">
      <w:r>
        <w:t>330.6202</w:t>
      </w:r>
      <w:r>
        <w:tab/>
        <w:t>2.233e0</w:t>
      </w:r>
    </w:p>
    <w:p w:rsidR="00B5154A" w:rsidRDefault="00B5154A" w:rsidP="00B5154A">
      <w:r>
        <w:t>330.6740</w:t>
      </w:r>
      <w:r>
        <w:tab/>
        <w:t>2.865e0</w:t>
      </w:r>
    </w:p>
    <w:p w:rsidR="00B5154A" w:rsidRDefault="00B5154A" w:rsidP="00B5154A">
      <w:r>
        <w:t>330.7293</w:t>
      </w:r>
      <w:r>
        <w:tab/>
        <w:t>3.226e0</w:t>
      </w:r>
    </w:p>
    <w:p w:rsidR="00B5154A" w:rsidRDefault="00B5154A" w:rsidP="00B5154A">
      <w:r>
        <w:t>330.7744</w:t>
      </w:r>
      <w:r>
        <w:tab/>
        <w:t>2.116e0</w:t>
      </w:r>
    </w:p>
    <w:p w:rsidR="00B5154A" w:rsidRDefault="00B5154A" w:rsidP="00B5154A">
      <w:r>
        <w:t>330.8783</w:t>
      </w:r>
      <w:r>
        <w:tab/>
        <w:t>1.547e0</w:t>
      </w:r>
    </w:p>
    <w:p w:rsidR="00B5154A" w:rsidRDefault="00B5154A" w:rsidP="00B5154A">
      <w:r>
        <w:lastRenderedPageBreak/>
        <w:t>330.9065</w:t>
      </w:r>
      <w:r>
        <w:tab/>
        <w:t>1.569e0</w:t>
      </w:r>
    </w:p>
    <w:p w:rsidR="00B5154A" w:rsidRDefault="00B5154A" w:rsidP="00B5154A">
      <w:r>
        <w:t>330.9483</w:t>
      </w:r>
      <w:r>
        <w:tab/>
        <w:t>3.187e0</w:t>
      </w:r>
    </w:p>
    <w:p w:rsidR="00B5154A" w:rsidRDefault="00B5154A" w:rsidP="00B5154A">
      <w:r>
        <w:t>331.0042</w:t>
      </w:r>
      <w:r>
        <w:tab/>
        <w:t>1.892e0</w:t>
      </w:r>
    </w:p>
    <w:p w:rsidR="00B5154A" w:rsidRDefault="00B5154A" w:rsidP="00B5154A">
      <w:r>
        <w:t>331.1377</w:t>
      </w:r>
      <w:r>
        <w:tab/>
        <w:t>8.798e1</w:t>
      </w:r>
    </w:p>
    <w:p w:rsidR="00B5154A" w:rsidRDefault="00B5154A" w:rsidP="00B5154A">
      <w:r>
        <w:t>331.2166</w:t>
      </w:r>
      <w:r>
        <w:tab/>
        <w:t>3.534e1</w:t>
      </w:r>
    </w:p>
    <w:p w:rsidR="00B5154A" w:rsidRDefault="00B5154A" w:rsidP="00B5154A">
      <w:r>
        <w:t>331.2823</w:t>
      </w:r>
      <w:r>
        <w:tab/>
        <w:t>2.794e0</w:t>
      </w:r>
    </w:p>
    <w:p w:rsidR="00B5154A" w:rsidRDefault="00B5154A" w:rsidP="00B5154A">
      <w:r>
        <w:t>331.4206</w:t>
      </w:r>
      <w:r>
        <w:tab/>
        <w:t>2.559e0</w:t>
      </w:r>
    </w:p>
    <w:p w:rsidR="00B5154A" w:rsidRDefault="00B5154A" w:rsidP="00B5154A">
      <w:r>
        <w:t>331.4766</w:t>
      </w:r>
      <w:r>
        <w:tab/>
        <w:t>4.265e0</w:t>
      </w:r>
    </w:p>
    <w:p w:rsidR="00B5154A" w:rsidRDefault="00B5154A" w:rsidP="00B5154A">
      <w:r>
        <w:t>331.6047</w:t>
      </w:r>
      <w:r>
        <w:tab/>
        <w:t>2.912e0</w:t>
      </w:r>
    </w:p>
    <w:p w:rsidR="00B5154A" w:rsidRDefault="00B5154A" w:rsidP="00B5154A">
      <w:r>
        <w:t>331.6407</w:t>
      </w:r>
      <w:r>
        <w:tab/>
        <w:t>3.746e0</w:t>
      </w:r>
    </w:p>
    <w:p w:rsidR="00B5154A" w:rsidRDefault="00B5154A" w:rsidP="00B5154A">
      <w:r>
        <w:t>331.6971</w:t>
      </w:r>
      <w:r>
        <w:tab/>
        <w:t>1.013e0</w:t>
      </w:r>
    </w:p>
    <w:p w:rsidR="00B5154A" w:rsidRDefault="00B5154A" w:rsidP="00B5154A">
      <w:r>
        <w:t>331.7770</w:t>
      </w:r>
      <w:r>
        <w:tab/>
        <w:t>4.142e0</w:t>
      </w:r>
    </w:p>
    <w:p w:rsidR="00B5154A" w:rsidRDefault="00B5154A" w:rsidP="00B5154A">
      <w:r>
        <w:t>331.8198</w:t>
      </w:r>
      <w:r>
        <w:tab/>
        <w:t>3.038e0</w:t>
      </w:r>
    </w:p>
    <w:p w:rsidR="00B5154A" w:rsidRDefault="00B5154A" w:rsidP="00B5154A">
      <w:r>
        <w:t>331.9135</w:t>
      </w:r>
      <w:r>
        <w:tab/>
        <w:t>1.604e0</w:t>
      </w:r>
    </w:p>
    <w:p w:rsidR="00B5154A" w:rsidRDefault="00B5154A" w:rsidP="00B5154A">
      <w:r>
        <w:t>331.9779</w:t>
      </w:r>
      <w:r>
        <w:tab/>
        <w:t>4.237e0</w:t>
      </w:r>
    </w:p>
    <w:p w:rsidR="00B5154A" w:rsidRDefault="00B5154A" w:rsidP="00B5154A">
      <w:r>
        <w:t>332.1394</w:t>
      </w:r>
      <w:r>
        <w:tab/>
        <w:t>1.818e1</w:t>
      </w:r>
    </w:p>
    <w:p w:rsidR="00B5154A" w:rsidRDefault="00B5154A" w:rsidP="00B5154A">
      <w:r>
        <w:t>332.2145</w:t>
      </w:r>
      <w:r>
        <w:tab/>
        <w:t>3.030e0</w:t>
      </w:r>
    </w:p>
    <w:p w:rsidR="00B5154A" w:rsidRDefault="00B5154A" w:rsidP="00B5154A">
      <w:r>
        <w:t>332.3373</w:t>
      </w:r>
      <w:r>
        <w:tab/>
        <w:t>1.040e2</w:t>
      </w:r>
    </w:p>
    <w:p w:rsidR="00B5154A" w:rsidRDefault="00B5154A" w:rsidP="00B5154A">
      <w:r>
        <w:t>332.3936</w:t>
      </w:r>
      <w:r>
        <w:tab/>
        <w:t>1.827e0</w:t>
      </w:r>
    </w:p>
    <w:p w:rsidR="00B5154A" w:rsidRDefault="00B5154A" w:rsidP="00B5154A">
      <w:r>
        <w:lastRenderedPageBreak/>
        <w:t>332.4975</w:t>
      </w:r>
      <w:r>
        <w:tab/>
        <w:t>5.642e0</w:t>
      </w:r>
    </w:p>
    <w:p w:rsidR="00B5154A" w:rsidRDefault="00B5154A" w:rsidP="00B5154A">
      <w:r>
        <w:t>332.5530</w:t>
      </w:r>
      <w:r>
        <w:tab/>
        <w:t>2.950e0</w:t>
      </w:r>
    </w:p>
    <w:p w:rsidR="00B5154A" w:rsidRDefault="00B5154A" w:rsidP="00B5154A">
      <w:r>
        <w:t>332.6046</w:t>
      </w:r>
      <w:r>
        <w:tab/>
        <w:t>3.391e0</w:t>
      </w:r>
    </w:p>
    <w:p w:rsidR="00B5154A" w:rsidRDefault="00B5154A" w:rsidP="00B5154A">
      <w:r>
        <w:t>332.6562</w:t>
      </w:r>
      <w:r>
        <w:tab/>
        <w:t>3.808e0</w:t>
      </w:r>
    </w:p>
    <w:p w:rsidR="00B5154A" w:rsidRDefault="00B5154A" w:rsidP="00B5154A">
      <w:r>
        <w:t>332.6943</w:t>
      </w:r>
      <w:r>
        <w:tab/>
        <w:t>1.991e0</w:t>
      </w:r>
    </w:p>
    <w:p w:rsidR="00B5154A" w:rsidRDefault="00B5154A" w:rsidP="00B5154A">
      <w:r>
        <w:t>332.7840</w:t>
      </w:r>
      <w:r>
        <w:tab/>
        <w:t>2.448e0</w:t>
      </w:r>
    </w:p>
    <w:p w:rsidR="00B5154A" w:rsidRDefault="00B5154A" w:rsidP="00B5154A">
      <w:r>
        <w:t>332.8502</w:t>
      </w:r>
      <w:r>
        <w:tab/>
        <w:t>2.025e0</w:t>
      </w:r>
    </w:p>
    <w:p w:rsidR="00B5154A" w:rsidRDefault="00B5154A" w:rsidP="00B5154A">
      <w:r>
        <w:t>332.9126</w:t>
      </w:r>
      <w:r>
        <w:tab/>
        <w:t>1.817e0</w:t>
      </w:r>
    </w:p>
    <w:p w:rsidR="00B5154A" w:rsidRDefault="00B5154A" w:rsidP="00B5154A">
      <w:r>
        <w:t>332.9455</w:t>
      </w:r>
      <w:r>
        <w:tab/>
        <w:t>1.479e0</w:t>
      </w:r>
    </w:p>
    <w:p w:rsidR="00B5154A" w:rsidRDefault="00B5154A" w:rsidP="00B5154A">
      <w:r>
        <w:t>332.9980</w:t>
      </w:r>
      <w:r>
        <w:tab/>
        <w:t>4.937e0</w:t>
      </w:r>
    </w:p>
    <w:p w:rsidR="00B5154A" w:rsidRDefault="00B5154A" w:rsidP="00B5154A">
      <w:r>
        <w:t>333.1332</w:t>
      </w:r>
      <w:r>
        <w:tab/>
        <w:t>5.553e1</w:t>
      </w:r>
    </w:p>
    <w:p w:rsidR="00B5154A" w:rsidRDefault="00B5154A" w:rsidP="00B5154A">
      <w:r>
        <w:t>333.2819</w:t>
      </w:r>
      <w:r>
        <w:tab/>
        <w:t>2.722e0</w:t>
      </w:r>
    </w:p>
    <w:p w:rsidR="00B5154A" w:rsidRDefault="00B5154A" w:rsidP="00B5154A">
      <w:r>
        <w:t>333.3382</w:t>
      </w:r>
      <w:r>
        <w:tab/>
        <w:t>1.532e1</w:t>
      </w:r>
    </w:p>
    <w:p w:rsidR="00B5154A" w:rsidRDefault="00B5154A" w:rsidP="00B5154A">
      <w:r>
        <w:t>333.4131</w:t>
      </w:r>
      <w:r>
        <w:tab/>
        <w:t>1.451e0</w:t>
      </w:r>
    </w:p>
    <w:p w:rsidR="00B5154A" w:rsidRDefault="00B5154A" w:rsidP="00B5154A">
      <w:r>
        <w:t>333.5534</w:t>
      </w:r>
      <w:r>
        <w:tab/>
        <w:t>1.724e0</w:t>
      </w:r>
    </w:p>
    <w:p w:rsidR="00B5154A" w:rsidRDefault="00B5154A" w:rsidP="00B5154A">
      <w:r>
        <w:t>333.5842</w:t>
      </w:r>
      <w:r>
        <w:tab/>
        <w:t>2.774e0</w:t>
      </w:r>
    </w:p>
    <w:p w:rsidR="00B5154A" w:rsidRDefault="00B5154A" w:rsidP="00B5154A">
      <w:r>
        <w:t>333.6303</w:t>
      </w:r>
      <w:r>
        <w:tab/>
        <w:t>3.564e0</w:t>
      </w:r>
    </w:p>
    <w:p w:rsidR="00B5154A" w:rsidRDefault="00B5154A" w:rsidP="00B5154A">
      <w:r>
        <w:t>333.6756</w:t>
      </w:r>
      <w:r>
        <w:tab/>
        <w:t>1.933e0</w:t>
      </w:r>
    </w:p>
    <w:p w:rsidR="00B5154A" w:rsidRDefault="00B5154A" w:rsidP="00B5154A">
      <w:r>
        <w:t>333.7124</w:t>
      </w:r>
      <w:r>
        <w:tab/>
        <w:t>1.013e0</w:t>
      </w:r>
    </w:p>
    <w:p w:rsidR="00B5154A" w:rsidRDefault="00B5154A" w:rsidP="00B5154A">
      <w:r>
        <w:lastRenderedPageBreak/>
        <w:t>333.7668</w:t>
      </w:r>
      <w:r>
        <w:tab/>
        <w:t>1.035e0</w:t>
      </w:r>
    </w:p>
    <w:p w:rsidR="00B5154A" w:rsidRDefault="00B5154A" w:rsidP="00B5154A">
      <w:r>
        <w:t>333.8599</w:t>
      </w:r>
      <w:r>
        <w:tab/>
        <w:t>3.038e0</w:t>
      </w:r>
    </w:p>
    <w:p w:rsidR="00B5154A" w:rsidRDefault="00B5154A" w:rsidP="00B5154A">
      <w:r>
        <w:t>333.9575</w:t>
      </w:r>
      <w:r>
        <w:tab/>
        <w:t>3.936e0</w:t>
      </w:r>
    </w:p>
    <w:p w:rsidR="00B5154A" w:rsidRDefault="00B5154A" w:rsidP="00B5154A">
      <w:r>
        <w:t>334.1276</w:t>
      </w:r>
      <w:r>
        <w:tab/>
        <w:t>2.542e0</w:t>
      </w:r>
    </w:p>
    <w:p w:rsidR="00B5154A" w:rsidRDefault="00B5154A" w:rsidP="00B5154A">
      <w:r>
        <w:t>334.1591</w:t>
      </w:r>
      <w:r>
        <w:tab/>
        <w:t>1.860e0</w:t>
      </w:r>
    </w:p>
    <w:p w:rsidR="00B5154A" w:rsidRDefault="00B5154A" w:rsidP="00B5154A">
      <w:r>
        <w:t>334.2344</w:t>
      </w:r>
      <w:r>
        <w:tab/>
        <w:t>5.669e0</w:t>
      </w:r>
    </w:p>
    <w:p w:rsidR="00B5154A" w:rsidRDefault="00B5154A" w:rsidP="00B5154A">
      <w:r>
        <w:t>334.2870</w:t>
      </w:r>
      <w:r>
        <w:tab/>
        <w:t>2.289e0</w:t>
      </w:r>
    </w:p>
    <w:p w:rsidR="00B5154A" w:rsidRDefault="00B5154A" w:rsidP="00B5154A">
      <w:r>
        <w:t>334.3430</w:t>
      </w:r>
      <w:r>
        <w:tab/>
        <w:t>3.921e0</w:t>
      </w:r>
    </w:p>
    <w:p w:rsidR="00B5154A" w:rsidRDefault="00B5154A" w:rsidP="00B5154A">
      <w:r>
        <w:t>334.4066</w:t>
      </w:r>
      <w:r>
        <w:tab/>
        <w:t>2.267e0</w:t>
      </w:r>
    </w:p>
    <w:p w:rsidR="00B5154A" w:rsidRDefault="00B5154A" w:rsidP="00B5154A">
      <w:r>
        <w:t>334.4661</w:t>
      </w:r>
      <w:r>
        <w:tab/>
        <w:t>1.013e0</w:t>
      </w:r>
    </w:p>
    <w:p w:rsidR="00B5154A" w:rsidRDefault="00B5154A" w:rsidP="00B5154A">
      <w:r>
        <w:t>334.5380</w:t>
      </w:r>
      <w:r>
        <w:tab/>
        <w:t>2.310e0</w:t>
      </w:r>
    </w:p>
    <w:p w:rsidR="00B5154A" w:rsidRDefault="00B5154A" w:rsidP="00B5154A">
      <w:r>
        <w:t>334.5952</w:t>
      </w:r>
      <w:r>
        <w:tab/>
        <w:t>2.125e0</w:t>
      </w:r>
    </w:p>
    <w:p w:rsidR="00B5154A" w:rsidRDefault="00B5154A" w:rsidP="00B5154A">
      <w:r>
        <w:t>334.6445</w:t>
      </w:r>
      <w:r>
        <w:tab/>
        <w:t>2.466e0</w:t>
      </w:r>
    </w:p>
    <w:p w:rsidR="00B5154A" w:rsidRDefault="00B5154A" w:rsidP="00B5154A">
      <w:r>
        <w:t>334.6951</w:t>
      </w:r>
      <w:r>
        <w:tab/>
        <w:t>2.002e0</w:t>
      </w:r>
    </w:p>
    <w:p w:rsidR="00B5154A" w:rsidRDefault="00B5154A" w:rsidP="00B5154A">
      <w:r>
        <w:t>334.7600</w:t>
      </w:r>
      <w:r>
        <w:tab/>
        <w:t>4.286e0</w:t>
      </w:r>
    </w:p>
    <w:p w:rsidR="00B5154A" w:rsidRDefault="00B5154A" w:rsidP="00B5154A">
      <w:r>
        <w:t>334.8470</w:t>
      </w:r>
      <w:r>
        <w:tab/>
        <w:t>3.038e0</w:t>
      </w:r>
    </w:p>
    <w:p w:rsidR="00B5154A" w:rsidRDefault="00B5154A" w:rsidP="00B5154A">
      <w:r>
        <w:t>334.8890</w:t>
      </w:r>
      <w:r>
        <w:tab/>
        <w:t>2.305e0</w:t>
      </w:r>
    </w:p>
    <w:p w:rsidR="00B5154A" w:rsidRDefault="00B5154A" w:rsidP="00B5154A">
      <w:r>
        <w:t>334.9303</w:t>
      </w:r>
      <w:r>
        <w:tab/>
        <w:t>2.568e0</w:t>
      </w:r>
    </w:p>
    <w:p w:rsidR="00B5154A" w:rsidRDefault="00B5154A" w:rsidP="00B5154A">
      <w:r>
        <w:t>335.0167</w:t>
      </w:r>
      <w:r>
        <w:tab/>
        <w:t>7.562e0</w:t>
      </w:r>
    </w:p>
    <w:p w:rsidR="00B5154A" w:rsidRDefault="00B5154A" w:rsidP="00B5154A">
      <w:r>
        <w:lastRenderedPageBreak/>
        <w:t>335.0865</w:t>
      </w:r>
      <w:r>
        <w:tab/>
        <w:t>2.125e2</w:t>
      </w:r>
    </w:p>
    <w:p w:rsidR="00B5154A" w:rsidRDefault="00B5154A" w:rsidP="00B5154A">
      <w:r>
        <w:t>335.1644</w:t>
      </w:r>
      <w:r>
        <w:tab/>
        <w:t>5.495e0</w:t>
      </w:r>
    </w:p>
    <w:p w:rsidR="00B5154A" w:rsidRDefault="00B5154A" w:rsidP="00B5154A">
      <w:r>
        <w:t>335.2351</w:t>
      </w:r>
      <w:r>
        <w:tab/>
        <w:t>1.689e0</w:t>
      </w:r>
    </w:p>
    <w:p w:rsidR="00B5154A" w:rsidRDefault="00B5154A" w:rsidP="00B5154A">
      <w:r>
        <w:t>335.3271</w:t>
      </w:r>
      <w:r>
        <w:tab/>
        <w:t>3.754e0</w:t>
      </w:r>
    </w:p>
    <w:p w:rsidR="00B5154A" w:rsidRDefault="00B5154A" w:rsidP="00B5154A">
      <w:r>
        <w:t>335.4102</w:t>
      </w:r>
      <w:r>
        <w:tab/>
        <w:t>1.401e0</w:t>
      </w:r>
    </w:p>
    <w:p w:rsidR="00B5154A" w:rsidRDefault="00B5154A" w:rsidP="00B5154A">
      <w:r>
        <w:t>335.5056</w:t>
      </w:r>
      <w:r>
        <w:tab/>
        <w:t>2.398e0</w:t>
      </w:r>
    </w:p>
    <w:p w:rsidR="00B5154A" w:rsidRDefault="00B5154A" w:rsidP="00B5154A">
      <w:r>
        <w:t>335.5972</w:t>
      </w:r>
      <w:r>
        <w:tab/>
        <w:t>6.732e0</w:t>
      </w:r>
    </w:p>
    <w:p w:rsidR="00B5154A" w:rsidRDefault="00B5154A" w:rsidP="00B5154A">
      <w:r>
        <w:t>335.6708</w:t>
      </w:r>
      <w:r>
        <w:tab/>
        <w:t>1.013e0</w:t>
      </w:r>
    </w:p>
    <w:p w:rsidR="00B5154A" w:rsidRDefault="00B5154A" w:rsidP="00B5154A">
      <w:r>
        <w:t>335.7437</w:t>
      </w:r>
      <w:r>
        <w:tab/>
        <w:t>4.277e0</w:t>
      </w:r>
    </w:p>
    <w:p w:rsidR="00B5154A" w:rsidRDefault="00B5154A" w:rsidP="00B5154A">
      <w:r>
        <w:t>335.8084</w:t>
      </w:r>
      <w:r>
        <w:tab/>
        <w:t>2.025e0</w:t>
      </w:r>
    </w:p>
    <w:p w:rsidR="00B5154A" w:rsidRDefault="00B5154A" w:rsidP="00B5154A">
      <w:r>
        <w:t>335.8862</w:t>
      </w:r>
      <w:r>
        <w:tab/>
        <w:t>7.011e0</w:t>
      </w:r>
    </w:p>
    <w:p w:rsidR="00B5154A" w:rsidRDefault="00B5154A" w:rsidP="00B5154A">
      <w:r>
        <w:t>335.9733</w:t>
      </w:r>
      <w:r>
        <w:tab/>
        <w:t>3.239e1</w:t>
      </w:r>
    </w:p>
    <w:p w:rsidR="00B5154A" w:rsidRDefault="00B5154A" w:rsidP="00B5154A">
      <w:r>
        <w:t>336.0854</w:t>
      </w:r>
      <w:r>
        <w:tab/>
        <w:t>2.041e1</w:t>
      </w:r>
    </w:p>
    <w:p w:rsidR="00B5154A" w:rsidRDefault="00B5154A" w:rsidP="00B5154A">
      <w:r>
        <w:t>336.3154</w:t>
      </w:r>
      <w:r>
        <w:tab/>
        <w:t>6.441e0</w:t>
      </w:r>
    </w:p>
    <w:p w:rsidR="00B5154A" w:rsidRDefault="00B5154A" w:rsidP="00B5154A">
      <w:r>
        <w:t>336.3997</w:t>
      </w:r>
      <w:r>
        <w:tab/>
        <w:t>2.838e0</w:t>
      </w:r>
    </w:p>
    <w:p w:rsidR="00B5154A" w:rsidRDefault="00B5154A" w:rsidP="00B5154A">
      <w:r>
        <w:t>336.5606</w:t>
      </w:r>
      <w:r>
        <w:tab/>
        <w:t>1.343e0</w:t>
      </w:r>
    </w:p>
    <w:p w:rsidR="00B5154A" w:rsidRDefault="00B5154A" w:rsidP="00B5154A">
      <w:r>
        <w:t>336.6028</w:t>
      </w:r>
      <w:r>
        <w:tab/>
        <w:t>2.125e0</w:t>
      </w:r>
    </w:p>
    <w:p w:rsidR="00B5154A" w:rsidRDefault="00B5154A" w:rsidP="00B5154A">
      <w:r>
        <w:t>336.6537</w:t>
      </w:r>
      <w:r>
        <w:tab/>
        <w:t>4.968e0</w:t>
      </w:r>
    </w:p>
    <w:p w:rsidR="00B5154A" w:rsidRDefault="00B5154A" w:rsidP="00B5154A">
      <w:r>
        <w:t>336.7040</w:t>
      </w:r>
      <w:r>
        <w:tab/>
        <w:t>5.946e0</w:t>
      </w:r>
    </w:p>
    <w:p w:rsidR="00B5154A" w:rsidRDefault="00B5154A" w:rsidP="00B5154A">
      <w:r>
        <w:lastRenderedPageBreak/>
        <w:t>336.8130</w:t>
      </w:r>
      <w:r>
        <w:tab/>
        <w:t>6.076e0</w:t>
      </w:r>
    </w:p>
    <w:p w:rsidR="00B5154A" w:rsidRDefault="00B5154A" w:rsidP="00B5154A">
      <w:r>
        <w:t>336.8529</w:t>
      </w:r>
      <w:r>
        <w:tab/>
        <w:t>4.051e0</w:t>
      </w:r>
    </w:p>
    <w:p w:rsidR="00B5154A" w:rsidRDefault="00B5154A" w:rsidP="00B5154A">
      <w:r>
        <w:t>336.9051</w:t>
      </w:r>
      <w:r>
        <w:tab/>
        <w:t>3.715e0</w:t>
      </w:r>
    </w:p>
    <w:p w:rsidR="00B5154A" w:rsidRDefault="00B5154A" w:rsidP="00B5154A">
      <w:r>
        <w:t>336.9494</w:t>
      </w:r>
      <w:r>
        <w:tab/>
        <w:t>5.081e0</w:t>
      </w:r>
    </w:p>
    <w:p w:rsidR="00B5154A" w:rsidRDefault="00B5154A" w:rsidP="00B5154A">
      <w:r>
        <w:t>337.0825</w:t>
      </w:r>
      <w:r>
        <w:tab/>
        <w:t>1.416e2</w:t>
      </w:r>
    </w:p>
    <w:p w:rsidR="00B5154A" w:rsidRDefault="00B5154A" w:rsidP="00B5154A">
      <w:r>
        <w:t>337.1732</w:t>
      </w:r>
      <w:r>
        <w:tab/>
        <w:t>6.058e0</w:t>
      </w:r>
    </w:p>
    <w:p w:rsidR="00B5154A" w:rsidRDefault="00B5154A" w:rsidP="00B5154A">
      <w:r>
        <w:t>337.2504</w:t>
      </w:r>
      <w:r>
        <w:tab/>
        <w:t>4.145e0</w:t>
      </w:r>
    </w:p>
    <w:p w:rsidR="00B5154A" w:rsidRDefault="00B5154A" w:rsidP="00B5154A">
      <w:r>
        <w:t>337.3576</w:t>
      </w:r>
      <w:r>
        <w:tab/>
        <w:t>6.998e0</w:t>
      </w:r>
    </w:p>
    <w:p w:rsidR="00B5154A" w:rsidRDefault="00B5154A" w:rsidP="00B5154A">
      <w:r>
        <w:t>337.4023</w:t>
      </w:r>
      <w:r>
        <w:tab/>
        <w:t>3.344e0</w:t>
      </w:r>
    </w:p>
    <w:p w:rsidR="00B5154A" w:rsidRDefault="00B5154A" w:rsidP="00B5154A">
      <w:r>
        <w:t>337.4572</w:t>
      </w:r>
      <w:r>
        <w:tab/>
        <w:t>2.025e0</w:t>
      </w:r>
    </w:p>
    <w:p w:rsidR="00B5154A" w:rsidRDefault="00B5154A" w:rsidP="00B5154A">
      <w:r>
        <w:t>337.5757</w:t>
      </w:r>
      <w:r>
        <w:tab/>
        <w:t>3.875e0</w:t>
      </w:r>
    </w:p>
    <w:p w:rsidR="00B5154A" w:rsidRDefault="00B5154A" w:rsidP="00B5154A">
      <w:r>
        <w:t>337.6377</w:t>
      </w:r>
      <w:r>
        <w:tab/>
        <w:t>3.348e0</w:t>
      </w:r>
    </w:p>
    <w:p w:rsidR="00B5154A" w:rsidRDefault="00B5154A" w:rsidP="00B5154A">
      <w:r>
        <w:t>337.6866</w:t>
      </w:r>
      <w:r>
        <w:tab/>
        <w:t>2.025e0</w:t>
      </w:r>
    </w:p>
    <w:p w:rsidR="00B5154A" w:rsidRDefault="00B5154A" w:rsidP="00B5154A">
      <w:r>
        <w:t>337.8256</w:t>
      </w:r>
      <w:r>
        <w:tab/>
        <w:t>3.038e0</w:t>
      </w:r>
    </w:p>
    <w:p w:rsidR="00B5154A" w:rsidRDefault="00B5154A" w:rsidP="00B5154A">
      <w:r>
        <w:t>337.8618</w:t>
      </w:r>
      <w:r>
        <w:tab/>
        <w:t>1.800e0</w:t>
      </w:r>
    </w:p>
    <w:p w:rsidR="00B5154A" w:rsidRDefault="00B5154A" w:rsidP="00B5154A">
      <w:r>
        <w:t>337.9179</w:t>
      </w:r>
      <w:r>
        <w:tab/>
        <w:t>1.403e0</w:t>
      </w:r>
    </w:p>
    <w:p w:rsidR="00B5154A" w:rsidRDefault="00B5154A" w:rsidP="00B5154A">
      <w:r>
        <w:t>337.9580</w:t>
      </w:r>
      <w:r>
        <w:tab/>
        <w:t>2.917e0</w:t>
      </w:r>
    </w:p>
    <w:p w:rsidR="00B5154A" w:rsidRDefault="00B5154A" w:rsidP="00B5154A">
      <w:r>
        <w:t>337.9958</w:t>
      </w:r>
      <w:r>
        <w:tab/>
        <w:t>8.989e0</w:t>
      </w:r>
    </w:p>
    <w:p w:rsidR="00B5154A" w:rsidRDefault="00B5154A" w:rsidP="00B5154A">
      <w:r>
        <w:t>338.0881</w:t>
      </w:r>
      <w:r>
        <w:tab/>
        <w:t>2.407e1</w:t>
      </w:r>
    </w:p>
    <w:p w:rsidR="00B5154A" w:rsidRDefault="00B5154A" w:rsidP="00B5154A">
      <w:r>
        <w:lastRenderedPageBreak/>
        <w:t>338.1260</w:t>
      </w:r>
      <w:r>
        <w:tab/>
        <w:t>2.571e0</w:t>
      </w:r>
    </w:p>
    <w:p w:rsidR="00B5154A" w:rsidRDefault="00B5154A" w:rsidP="00B5154A">
      <w:r>
        <w:t>338.2126</w:t>
      </w:r>
      <w:r>
        <w:tab/>
        <w:t>2.950e0</w:t>
      </w:r>
    </w:p>
    <w:p w:rsidR="00B5154A" w:rsidRDefault="00B5154A" w:rsidP="00B5154A">
      <w:r>
        <w:t>338.2875</w:t>
      </w:r>
      <w:r>
        <w:tab/>
        <w:t>1.487e0</w:t>
      </w:r>
    </w:p>
    <w:p w:rsidR="00B5154A" w:rsidRDefault="00B5154A" w:rsidP="00B5154A">
      <w:r>
        <w:t>338.3376</w:t>
      </w:r>
      <w:r>
        <w:tab/>
        <w:t>1.555e1</w:t>
      </w:r>
    </w:p>
    <w:p w:rsidR="00B5154A" w:rsidRDefault="00B5154A" w:rsidP="00B5154A">
      <w:r>
        <w:t>338.3912</w:t>
      </w:r>
      <w:r>
        <w:tab/>
        <w:t>2.280e0</w:t>
      </w:r>
    </w:p>
    <w:p w:rsidR="00B5154A" w:rsidRDefault="00B5154A" w:rsidP="00B5154A">
      <w:r>
        <w:t>338.5928</w:t>
      </w:r>
      <w:r>
        <w:tab/>
        <w:t>3.611e0</w:t>
      </w:r>
    </w:p>
    <w:p w:rsidR="00B5154A" w:rsidRDefault="00B5154A" w:rsidP="00B5154A">
      <w:r>
        <w:t>338.6997</w:t>
      </w:r>
      <w:r>
        <w:tab/>
        <w:t>1.013e0</w:t>
      </w:r>
    </w:p>
    <w:p w:rsidR="00B5154A" w:rsidRDefault="00B5154A" w:rsidP="00B5154A">
      <w:r>
        <w:t>338.7897</w:t>
      </w:r>
      <w:r>
        <w:tab/>
        <w:t>2.547e0</w:t>
      </w:r>
    </w:p>
    <w:p w:rsidR="00B5154A" w:rsidRDefault="00B5154A" w:rsidP="00B5154A">
      <w:r>
        <w:t>338.8683</w:t>
      </w:r>
      <w:r>
        <w:tab/>
        <w:t>2.520e0</w:t>
      </w:r>
    </w:p>
    <w:p w:rsidR="00B5154A" w:rsidRDefault="00B5154A" w:rsidP="00B5154A">
      <w:r>
        <w:t>338.9201</w:t>
      </w:r>
      <w:r>
        <w:tab/>
        <w:t>1.506e0</w:t>
      </w:r>
    </w:p>
    <w:p w:rsidR="00B5154A" w:rsidRDefault="00B5154A" w:rsidP="00B5154A">
      <w:r>
        <w:t>338.9586</w:t>
      </w:r>
      <w:r>
        <w:tab/>
        <w:t>2.025e0</w:t>
      </w:r>
    </w:p>
    <w:p w:rsidR="00B5154A" w:rsidRDefault="00B5154A" w:rsidP="00B5154A">
      <w:r>
        <w:t>339.0074</w:t>
      </w:r>
      <w:r>
        <w:tab/>
        <w:t>3.186e0</w:t>
      </w:r>
    </w:p>
    <w:p w:rsidR="00B5154A" w:rsidRDefault="00B5154A" w:rsidP="00B5154A">
      <w:r>
        <w:t>339.0775</w:t>
      </w:r>
      <w:r>
        <w:tab/>
        <w:t>2.637e1</w:t>
      </w:r>
    </w:p>
    <w:p w:rsidR="00B5154A" w:rsidRDefault="00B5154A" w:rsidP="00B5154A">
      <w:r>
        <w:t>339.2180</w:t>
      </w:r>
      <w:r>
        <w:tab/>
        <w:t>1.013e0</w:t>
      </w:r>
    </w:p>
    <w:p w:rsidR="00B5154A" w:rsidRDefault="00B5154A" w:rsidP="00B5154A">
      <w:r>
        <w:t>339.3421</w:t>
      </w:r>
      <w:r>
        <w:tab/>
        <w:t>9.654e0</w:t>
      </w:r>
    </w:p>
    <w:p w:rsidR="00B5154A" w:rsidRDefault="00B5154A" w:rsidP="00B5154A">
      <w:r>
        <w:t>339.4669</w:t>
      </w:r>
      <w:r>
        <w:tab/>
        <w:t>3.038e0</w:t>
      </w:r>
    </w:p>
    <w:p w:rsidR="00B5154A" w:rsidRDefault="00B5154A" w:rsidP="00B5154A">
      <w:r>
        <w:t>339.5150</w:t>
      </w:r>
      <w:r>
        <w:tab/>
        <w:t>4.300e0</w:t>
      </w:r>
    </w:p>
    <w:p w:rsidR="00B5154A" w:rsidRDefault="00B5154A" w:rsidP="00B5154A">
      <w:r>
        <w:t>339.5614</w:t>
      </w:r>
      <w:r>
        <w:tab/>
        <w:t>3.038e0</w:t>
      </w:r>
    </w:p>
    <w:p w:rsidR="00B5154A" w:rsidRDefault="00B5154A" w:rsidP="00B5154A">
      <w:r>
        <w:t>339.6101</w:t>
      </w:r>
      <w:r>
        <w:tab/>
        <w:t>2.378e0</w:t>
      </w:r>
    </w:p>
    <w:p w:rsidR="00B5154A" w:rsidRDefault="00B5154A" w:rsidP="00B5154A">
      <w:r>
        <w:lastRenderedPageBreak/>
        <w:t>339.7029</w:t>
      </w:r>
      <w:r>
        <w:tab/>
        <w:t>3.038e0</w:t>
      </w:r>
    </w:p>
    <w:p w:rsidR="00B5154A" w:rsidRDefault="00B5154A" w:rsidP="00B5154A">
      <w:r>
        <w:t>339.7693</w:t>
      </w:r>
      <w:r>
        <w:tab/>
        <w:t>1.367e0</w:t>
      </w:r>
    </w:p>
    <w:p w:rsidR="00B5154A" w:rsidRDefault="00B5154A" w:rsidP="00B5154A">
      <w:r>
        <w:t>339.8551</w:t>
      </w:r>
      <w:r>
        <w:tab/>
        <w:t>1.507e0</w:t>
      </w:r>
    </w:p>
    <w:p w:rsidR="00B5154A" w:rsidRDefault="00B5154A" w:rsidP="00B5154A">
      <w:r>
        <w:t>339.9159</w:t>
      </w:r>
      <w:r>
        <w:tab/>
        <w:t>2.287e0</w:t>
      </w:r>
    </w:p>
    <w:p w:rsidR="00B5154A" w:rsidRDefault="00B5154A" w:rsidP="00B5154A">
      <w:r>
        <w:t>339.9770</w:t>
      </w:r>
      <w:r>
        <w:tab/>
        <w:t>8.244e0</w:t>
      </w:r>
    </w:p>
    <w:p w:rsidR="00B5154A" w:rsidRDefault="00B5154A" w:rsidP="00B5154A">
      <w:r>
        <w:t>340.0922</w:t>
      </w:r>
      <w:r>
        <w:tab/>
        <w:t>2.493e0</w:t>
      </w:r>
    </w:p>
    <w:p w:rsidR="00B5154A" w:rsidRDefault="00B5154A" w:rsidP="00B5154A">
      <w:r>
        <w:t>340.3900</w:t>
      </w:r>
      <w:r>
        <w:tab/>
        <w:t>2.366e1</w:t>
      </w:r>
    </w:p>
    <w:p w:rsidR="00B5154A" w:rsidRDefault="00B5154A" w:rsidP="00B5154A">
      <w:r>
        <w:t>340.4703</w:t>
      </w:r>
      <w:r>
        <w:tab/>
        <w:t>2.025e0</w:t>
      </w:r>
    </w:p>
    <w:p w:rsidR="00B5154A" w:rsidRDefault="00B5154A" w:rsidP="00B5154A">
      <w:r>
        <w:t>340.5199</w:t>
      </w:r>
      <w:r>
        <w:tab/>
        <w:t>4.654e0</w:t>
      </w:r>
    </w:p>
    <w:p w:rsidR="00B5154A" w:rsidRDefault="00B5154A" w:rsidP="00B5154A">
      <w:r>
        <w:t>340.5677</w:t>
      </w:r>
      <w:r>
        <w:tab/>
        <w:t>1.886e0</w:t>
      </w:r>
    </w:p>
    <w:p w:rsidR="00B5154A" w:rsidRDefault="00B5154A" w:rsidP="00B5154A">
      <w:r>
        <w:t>340.6597</w:t>
      </w:r>
      <w:r>
        <w:tab/>
        <w:t>3.038e0</w:t>
      </w:r>
    </w:p>
    <w:p w:rsidR="00B5154A" w:rsidRDefault="00B5154A" w:rsidP="00B5154A">
      <w:r>
        <w:t>340.6942</w:t>
      </w:r>
      <w:r>
        <w:tab/>
        <w:t>3.038e0</w:t>
      </w:r>
    </w:p>
    <w:p w:rsidR="00B5154A" w:rsidRDefault="00B5154A" w:rsidP="00B5154A">
      <w:r>
        <w:t>340.7968</w:t>
      </w:r>
      <w:r>
        <w:tab/>
        <w:t>2.938e0</w:t>
      </w:r>
    </w:p>
    <w:p w:rsidR="00B5154A" w:rsidRDefault="00B5154A" w:rsidP="00B5154A">
      <w:r>
        <w:t>340.8838</w:t>
      </w:r>
      <w:r>
        <w:tab/>
        <w:t>1.614e0</w:t>
      </w:r>
    </w:p>
    <w:p w:rsidR="00B5154A" w:rsidRDefault="00B5154A" w:rsidP="00B5154A">
      <w:r>
        <w:t>341.0031</w:t>
      </w:r>
      <w:r>
        <w:tab/>
        <w:t>2.454e0</w:t>
      </w:r>
    </w:p>
    <w:p w:rsidR="00B5154A" w:rsidRDefault="00B5154A" w:rsidP="00B5154A">
      <w:r>
        <w:t>341.0930</w:t>
      </w:r>
      <w:r>
        <w:tab/>
        <w:t>5.394e1</w:t>
      </w:r>
    </w:p>
    <w:p w:rsidR="00B5154A" w:rsidRDefault="00B5154A" w:rsidP="00B5154A">
      <w:r>
        <w:t>341.2684</w:t>
      </w:r>
      <w:r>
        <w:tab/>
        <w:t>2.677e1</w:t>
      </w:r>
    </w:p>
    <w:p w:rsidR="00B5154A" w:rsidRDefault="00B5154A" w:rsidP="00B5154A">
      <w:r>
        <w:t>341.3188</w:t>
      </w:r>
      <w:r>
        <w:tab/>
        <w:t>5.509e0</w:t>
      </w:r>
    </w:p>
    <w:p w:rsidR="00B5154A" w:rsidRDefault="00B5154A" w:rsidP="00B5154A">
      <w:r>
        <w:t>341.4034</w:t>
      </w:r>
      <w:r>
        <w:tab/>
        <w:t>9.391e0</w:t>
      </w:r>
    </w:p>
    <w:p w:rsidR="00B5154A" w:rsidRDefault="00B5154A" w:rsidP="00B5154A">
      <w:r>
        <w:lastRenderedPageBreak/>
        <w:t>341.4772</w:t>
      </w:r>
      <w:r>
        <w:tab/>
        <w:t>5.871e0</w:t>
      </w:r>
    </w:p>
    <w:p w:rsidR="00B5154A" w:rsidRDefault="00B5154A" w:rsidP="00B5154A">
      <w:r>
        <w:t>341.5927</w:t>
      </w:r>
      <w:r>
        <w:tab/>
        <w:t>1.888e0</w:t>
      </w:r>
    </w:p>
    <w:p w:rsidR="00B5154A" w:rsidRDefault="00B5154A" w:rsidP="00B5154A">
      <w:r>
        <w:t>341.6406</w:t>
      </w:r>
      <w:r>
        <w:tab/>
        <w:t>4.926e0</w:t>
      </w:r>
    </w:p>
    <w:p w:rsidR="00B5154A" w:rsidRDefault="00B5154A" w:rsidP="00B5154A">
      <w:r>
        <w:t>341.6790</w:t>
      </w:r>
      <w:r>
        <w:tab/>
        <w:t>2.025e0</w:t>
      </w:r>
    </w:p>
    <w:p w:rsidR="00B5154A" w:rsidRDefault="00B5154A" w:rsidP="00B5154A">
      <w:r>
        <w:t>341.7601</w:t>
      </w:r>
      <w:r>
        <w:tab/>
        <w:t>5.726e0</w:t>
      </w:r>
    </w:p>
    <w:p w:rsidR="00B5154A" w:rsidRDefault="00B5154A" w:rsidP="00B5154A">
      <w:r>
        <w:t>341.8382</w:t>
      </w:r>
      <w:r>
        <w:tab/>
        <w:t>3.038e0</w:t>
      </w:r>
    </w:p>
    <w:p w:rsidR="00B5154A" w:rsidRDefault="00B5154A" w:rsidP="00B5154A">
      <w:r>
        <w:t>341.8685</w:t>
      </w:r>
      <w:r>
        <w:tab/>
        <w:t>2.025e0</w:t>
      </w:r>
    </w:p>
    <w:p w:rsidR="00B5154A" w:rsidRDefault="00B5154A" w:rsidP="00B5154A">
      <w:r>
        <w:t>341.9322</w:t>
      </w:r>
      <w:r>
        <w:tab/>
        <w:t>1.819e0</w:t>
      </w:r>
    </w:p>
    <w:p w:rsidR="00B5154A" w:rsidRDefault="00B5154A" w:rsidP="00B5154A">
      <w:r>
        <w:t>341.9929</w:t>
      </w:r>
      <w:r>
        <w:tab/>
        <w:t>1.400e0</w:t>
      </w:r>
    </w:p>
    <w:p w:rsidR="00B5154A" w:rsidRDefault="00B5154A" w:rsidP="00B5154A">
      <w:r>
        <w:t>342.0321</w:t>
      </w:r>
      <w:r>
        <w:tab/>
        <w:t>1.826e0</w:t>
      </w:r>
    </w:p>
    <w:p w:rsidR="00B5154A" w:rsidRDefault="00B5154A" w:rsidP="00B5154A">
      <w:r>
        <w:t>342.0993</w:t>
      </w:r>
      <w:r>
        <w:tab/>
        <w:t>1.302e1</w:t>
      </w:r>
    </w:p>
    <w:p w:rsidR="00B5154A" w:rsidRDefault="00B5154A" w:rsidP="00B5154A">
      <w:r>
        <w:t>342.1705</w:t>
      </w:r>
      <w:r>
        <w:tab/>
        <w:t>3.995e1</w:t>
      </w:r>
    </w:p>
    <w:p w:rsidR="00B5154A" w:rsidRDefault="00B5154A" w:rsidP="00B5154A">
      <w:r>
        <w:t>342.2625</w:t>
      </w:r>
      <w:r>
        <w:tab/>
        <w:t>5.139e0</w:t>
      </w:r>
    </w:p>
    <w:p w:rsidR="00B5154A" w:rsidRDefault="00B5154A" w:rsidP="00B5154A">
      <w:r>
        <w:t>342.3829</w:t>
      </w:r>
      <w:r>
        <w:tab/>
        <w:t>4.924e0</w:t>
      </w:r>
    </w:p>
    <w:p w:rsidR="00B5154A" w:rsidRDefault="00B5154A" w:rsidP="00B5154A">
      <w:r>
        <w:t>342.5025</w:t>
      </w:r>
      <w:r>
        <w:tab/>
        <w:t>2.025e0</w:t>
      </w:r>
    </w:p>
    <w:p w:rsidR="00B5154A" w:rsidRDefault="00B5154A" w:rsidP="00B5154A">
      <w:r>
        <w:t>342.5515</w:t>
      </w:r>
      <w:r>
        <w:tab/>
        <w:t>5.553e0</w:t>
      </w:r>
    </w:p>
    <w:p w:rsidR="00B5154A" w:rsidRDefault="00B5154A" w:rsidP="00B5154A">
      <w:r>
        <w:t>342.8020</w:t>
      </w:r>
      <w:r>
        <w:tab/>
        <w:t>4.304e0</w:t>
      </w:r>
    </w:p>
    <w:p w:rsidR="00B5154A" w:rsidRDefault="00B5154A" w:rsidP="00B5154A">
      <w:r>
        <w:t>342.8661</w:t>
      </w:r>
      <w:r>
        <w:tab/>
        <w:t>1.659e0</w:t>
      </w:r>
    </w:p>
    <w:p w:rsidR="00B5154A" w:rsidRDefault="00B5154A" w:rsidP="00B5154A">
      <w:r>
        <w:t>342.9395</w:t>
      </w:r>
      <w:r>
        <w:tab/>
        <w:t>4.782e0</w:t>
      </w:r>
    </w:p>
    <w:p w:rsidR="00B5154A" w:rsidRDefault="00B5154A" w:rsidP="00B5154A">
      <w:r>
        <w:lastRenderedPageBreak/>
        <w:t>343.1326</w:t>
      </w:r>
      <w:r>
        <w:tab/>
        <w:t>5.661e0</w:t>
      </w:r>
    </w:p>
    <w:p w:rsidR="00B5154A" w:rsidRDefault="00B5154A" w:rsidP="00B5154A">
      <w:r>
        <w:t>343.1663</w:t>
      </w:r>
      <w:r>
        <w:tab/>
        <w:t>8.318e0</w:t>
      </w:r>
    </w:p>
    <w:p w:rsidR="00B5154A" w:rsidRDefault="00B5154A" w:rsidP="00B5154A">
      <w:r>
        <w:t>343.2897</w:t>
      </w:r>
      <w:r>
        <w:tab/>
        <w:t>1.258e1</w:t>
      </w:r>
    </w:p>
    <w:p w:rsidR="00B5154A" w:rsidRDefault="00B5154A" w:rsidP="00B5154A">
      <w:r>
        <w:t>343.3273</w:t>
      </w:r>
      <w:r>
        <w:tab/>
        <w:t>7.069e0</w:t>
      </w:r>
    </w:p>
    <w:p w:rsidR="00B5154A" w:rsidRDefault="00B5154A" w:rsidP="00B5154A">
      <w:r>
        <w:t>343.4029</w:t>
      </w:r>
      <w:r>
        <w:tab/>
        <w:t>5.573e0</w:t>
      </w:r>
    </w:p>
    <w:p w:rsidR="00B5154A" w:rsidRDefault="00B5154A" w:rsidP="00B5154A">
      <w:r>
        <w:t>343.4556</w:t>
      </w:r>
      <w:r>
        <w:tab/>
        <w:t>3.618e0</w:t>
      </w:r>
    </w:p>
    <w:p w:rsidR="00B5154A" w:rsidRDefault="00B5154A" w:rsidP="00B5154A">
      <w:r>
        <w:t>343.5045</w:t>
      </w:r>
      <w:r>
        <w:tab/>
        <w:t>2.025e0</w:t>
      </w:r>
    </w:p>
    <w:p w:rsidR="00B5154A" w:rsidRDefault="00B5154A" w:rsidP="00B5154A">
      <w:r>
        <w:t>343.6296</w:t>
      </w:r>
      <w:r>
        <w:tab/>
        <w:t>4.743e0</w:t>
      </w:r>
    </w:p>
    <w:p w:rsidR="00B5154A" w:rsidRDefault="00B5154A" w:rsidP="00B5154A">
      <w:r>
        <w:t>343.7171</w:t>
      </w:r>
      <w:r>
        <w:tab/>
        <w:t>3.038e0</w:t>
      </w:r>
    </w:p>
    <w:p w:rsidR="00B5154A" w:rsidRDefault="00B5154A" w:rsidP="00B5154A">
      <w:r>
        <w:t>343.7711</w:t>
      </w:r>
      <w:r>
        <w:tab/>
        <w:t>3.392e0</w:t>
      </w:r>
    </w:p>
    <w:p w:rsidR="00B5154A" w:rsidRDefault="00B5154A" w:rsidP="00B5154A">
      <w:r>
        <w:t>343.8406</w:t>
      </w:r>
      <w:r>
        <w:tab/>
        <w:t>1.955e0</w:t>
      </w:r>
    </w:p>
    <w:p w:rsidR="00B5154A" w:rsidRDefault="00B5154A" w:rsidP="00B5154A">
      <w:r>
        <w:t>343.8799</w:t>
      </w:r>
      <w:r>
        <w:tab/>
        <w:t>1.882e0</w:t>
      </w:r>
    </w:p>
    <w:p w:rsidR="00B5154A" w:rsidRDefault="00B5154A" w:rsidP="00B5154A">
      <w:r>
        <w:t>343.9616</w:t>
      </w:r>
      <w:r>
        <w:tab/>
        <w:t>1.141e1</w:t>
      </w:r>
    </w:p>
    <w:p w:rsidR="00B5154A" w:rsidRDefault="00B5154A" w:rsidP="00B5154A">
      <w:r>
        <w:t>344.0268</w:t>
      </w:r>
      <w:r>
        <w:tab/>
        <w:t>3.274e0</w:t>
      </w:r>
    </w:p>
    <w:p w:rsidR="00B5154A" w:rsidRDefault="00B5154A" w:rsidP="00B5154A">
      <w:r>
        <w:t>344.0821</w:t>
      </w:r>
      <w:r>
        <w:tab/>
        <w:t>6.523e0</w:t>
      </w:r>
    </w:p>
    <w:p w:rsidR="00B5154A" w:rsidRDefault="00B5154A" w:rsidP="00B5154A">
      <w:r>
        <w:t>344.1404</w:t>
      </w:r>
      <w:r>
        <w:tab/>
        <w:t>2.416e1</w:t>
      </w:r>
    </w:p>
    <w:p w:rsidR="00B5154A" w:rsidRDefault="00B5154A" w:rsidP="00B5154A">
      <w:r>
        <w:t>344.2339</w:t>
      </w:r>
      <w:r>
        <w:tab/>
        <w:t>1.468e1</w:t>
      </w:r>
    </w:p>
    <w:p w:rsidR="00B5154A" w:rsidRDefault="00B5154A" w:rsidP="00B5154A">
      <w:r>
        <w:t>344.3047</w:t>
      </w:r>
      <w:r>
        <w:tab/>
        <w:t>3.739e0</w:t>
      </w:r>
    </w:p>
    <w:p w:rsidR="00B5154A" w:rsidRDefault="00B5154A" w:rsidP="00B5154A">
      <w:r>
        <w:t>344.3913</w:t>
      </w:r>
      <w:r>
        <w:tab/>
        <w:t>2.580e0</w:t>
      </w:r>
    </w:p>
    <w:p w:rsidR="00B5154A" w:rsidRDefault="00B5154A" w:rsidP="00B5154A">
      <w:r>
        <w:lastRenderedPageBreak/>
        <w:t>344.4388</w:t>
      </w:r>
      <w:r>
        <w:tab/>
        <w:t>2.542e0</w:t>
      </w:r>
    </w:p>
    <w:p w:rsidR="00B5154A" w:rsidRDefault="00B5154A" w:rsidP="00B5154A">
      <w:r>
        <w:t>344.5893</w:t>
      </w:r>
      <w:r>
        <w:tab/>
        <w:t>2.952e0</w:t>
      </w:r>
    </w:p>
    <w:p w:rsidR="00B5154A" w:rsidRDefault="00B5154A" w:rsidP="00B5154A">
      <w:r>
        <w:t>344.6740</w:t>
      </w:r>
      <w:r>
        <w:tab/>
        <w:t>2.025e0</w:t>
      </w:r>
    </w:p>
    <w:p w:rsidR="00B5154A" w:rsidRDefault="00B5154A" w:rsidP="00B5154A">
      <w:r>
        <w:t>344.7818</w:t>
      </w:r>
      <w:r>
        <w:tab/>
        <w:t>2.473e0</w:t>
      </w:r>
    </w:p>
    <w:p w:rsidR="00B5154A" w:rsidRDefault="00B5154A" w:rsidP="00B5154A">
      <w:r>
        <w:t>344.8684</w:t>
      </w:r>
      <w:r>
        <w:tab/>
        <w:t>3.038e0</w:t>
      </w:r>
    </w:p>
    <w:p w:rsidR="00B5154A" w:rsidRDefault="00B5154A" w:rsidP="00B5154A">
      <w:r>
        <w:t>344.9853</w:t>
      </w:r>
      <w:r>
        <w:tab/>
        <w:t>1.062e0</w:t>
      </w:r>
    </w:p>
    <w:p w:rsidR="00B5154A" w:rsidRDefault="00B5154A" w:rsidP="00B5154A">
      <w:r>
        <w:t>345.0385</w:t>
      </w:r>
      <w:r>
        <w:tab/>
        <w:t>1.186e0</w:t>
      </w:r>
    </w:p>
    <w:p w:rsidR="00B5154A" w:rsidRDefault="00B5154A" w:rsidP="00B5154A">
      <w:r>
        <w:t>345.1380</w:t>
      </w:r>
      <w:r>
        <w:tab/>
        <w:t>5.761e0</w:t>
      </w:r>
    </w:p>
    <w:p w:rsidR="00B5154A" w:rsidRDefault="00B5154A" w:rsidP="00B5154A">
      <w:r>
        <w:t>345.1661</w:t>
      </w:r>
      <w:r>
        <w:tab/>
        <w:t>6.235e0</w:t>
      </w:r>
    </w:p>
    <w:p w:rsidR="00B5154A" w:rsidRDefault="00B5154A" w:rsidP="00B5154A">
      <w:r>
        <w:t>345.2157</w:t>
      </w:r>
      <w:r>
        <w:tab/>
        <w:t>2.094e0</w:t>
      </w:r>
    </w:p>
    <w:p w:rsidR="00B5154A" w:rsidRDefault="00B5154A" w:rsidP="00B5154A">
      <w:r>
        <w:t>345.3091</w:t>
      </w:r>
      <w:r>
        <w:tab/>
        <w:t>5.256e0</w:t>
      </w:r>
    </w:p>
    <w:p w:rsidR="00B5154A" w:rsidRDefault="00B5154A" w:rsidP="00B5154A">
      <w:r>
        <w:t>345.3979</w:t>
      </w:r>
      <w:r>
        <w:tab/>
        <w:t>4.913e0</w:t>
      </w:r>
    </w:p>
    <w:p w:rsidR="00B5154A" w:rsidRDefault="00B5154A" w:rsidP="00B5154A">
      <w:r>
        <w:t>345.4471</w:t>
      </w:r>
      <w:r>
        <w:tab/>
        <w:t>1.777e0</w:t>
      </w:r>
    </w:p>
    <w:p w:rsidR="00B5154A" w:rsidRDefault="00B5154A" w:rsidP="00B5154A">
      <w:r>
        <w:t>345.4984</w:t>
      </w:r>
      <w:r>
        <w:tab/>
        <w:t>2.025e0</w:t>
      </w:r>
    </w:p>
    <w:p w:rsidR="00B5154A" w:rsidRDefault="00B5154A" w:rsidP="00B5154A">
      <w:r>
        <w:t>345.5548</w:t>
      </w:r>
      <w:r>
        <w:tab/>
        <w:t>3.038e0</w:t>
      </w:r>
    </w:p>
    <w:p w:rsidR="00B5154A" w:rsidRDefault="00B5154A" w:rsidP="00B5154A">
      <w:r>
        <w:t>345.6361</w:t>
      </w:r>
      <w:r>
        <w:tab/>
        <w:t>3.776e0</w:t>
      </w:r>
    </w:p>
    <w:p w:rsidR="00B5154A" w:rsidRDefault="00B5154A" w:rsidP="00B5154A">
      <w:r>
        <w:t>345.6927</w:t>
      </w:r>
      <w:r>
        <w:tab/>
        <w:t>3.038e0</w:t>
      </w:r>
    </w:p>
    <w:p w:rsidR="00B5154A" w:rsidRDefault="00B5154A" w:rsidP="00B5154A">
      <w:r>
        <w:t>345.7412</w:t>
      </w:r>
      <w:r>
        <w:tab/>
        <w:t>3.901e0</w:t>
      </w:r>
    </w:p>
    <w:p w:rsidR="00B5154A" w:rsidRDefault="00B5154A" w:rsidP="00B5154A">
      <w:r>
        <w:t>345.9254</w:t>
      </w:r>
      <w:r>
        <w:tab/>
        <w:t>1.000e1</w:t>
      </w:r>
    </w:p>
    <w:p w:rsidR="00B5154A" w:rsidRDefault="00B5154A" w:rsidP="00B5154A">
      <w:r>
        <w:lastRenderedPageBreak/>
        <w:t>346.0213</w:t>
      </w:r>
      <w:r>
        <w:tab/>
        <w:t>5.044e0</w:t>
      </w:r>
    </w:p>
    <w:p w:rsidR="00B5154A" w:rsidRDefault="00B5154A" w:rsidP="00B5154A">
      <w:r>
        <w:t>346.0853</w:t>
      </w:r>
      <w:r>
        <w:tab/>
        <w:t>3.001e0</w:t>
      </w:r>
    </w:p>
    <w:p w:rsidR="00B5154A" w:rsidRDefault="00B5154A" w:rsidP="00B5154A">
      <w:r>
        <w:t>346.1553</w:t>
      </w:r>
      <w:r>
        <w:tab/>
        <w:t>1.391e1</w:t>
      </w:r>
    </w:p>
    <w:p w:rsidR="00B5154A" w:rsidRDefault="00B5154A" w:rsidP="00B5154A">
      <w:r>
        <w:t>346.2493</w:t>
      </w:r>
      <w:r>
        <w:tab/>
        <w:t>1.130e0</w:t>
      </w:r>
    </w:p>
    <w:p w:rsidR="00B5154A" w:rsidRDefault="00B5154A" w:rsidP="00B5154A">
      <w:r>
        <w:t>346.3761</w:t>
      </w:r>
      <w:r>
        <w:tab/>
        <w:t>2.743e0</w:t>
      </w:r>
    </w:p>
    <w:p w:rsidR="00B5154A" w:rsidRDefault="00B5154A" w:rsidP="00B5154A">
      <w:r>
        <w:t>346.4416</w:t>
      </w:r>
      <w:r>
        <w:tab/>
        <w:t>1.994e0</w:t>
      </w:r>
    </w:p>
    <w:p w:rsidR="00B5154A" w:rsidRDefault="00B5154A" w:rsidP="00B5154A">
      <w:r>
        <w:t>346.4838</w:t>
      </w:r>
      <w:r>
        <w:tab/>
        <w:t>2.025e0</w:t>
      </w:r>
    </w:p>
    <w:p w:rsidR="00B5154A" w:rsidRDefault="00B5154A" w:rsidP="00B5154A">
      <w:r>
        <w:t>346.5280</w:t>
      </w:r>
      <w:r>
        <w:tab/>
        <w:t>2.025e0</w:t>
      </w:r>
    </w:p>
    <w:p w:rsidR="00B5154A" w:rsidRDefault="00B5154A" w:rsidP="00B5154A">
      <w:r>
        <w:t>346.6422</w:t>
      </w:r>
      <w:r>
        <w:tab/>
        <w:t>3.936e0</w:t>
      </w:r>
    </w:p>
    <w:p w:rsidR="00B5154A" w:rsidRDefault="00B5154A" w:rsidP="00B5154A">
      <w:r>
        <w:t>346.6909</w:t>
      </w:r>
      <w:r>
        <w:tab/>
        <w:t>1.013e0</w:t>
      </w:r>
    </w:p>
    <w:p w:rsidR="00B5154A" w:rsidRDefault="00B5154A" w:rsidP="00B5154A">
      <w:r>
        <w:t>346.7469</w:t>
      </w:r>
      <w:r>
        <w:tab/>
        <w:t>1.939e0</w:t>
      </w:r>
    </w:p>
    <w:p w:rsidR="00B5154A" w:rsidRDefault="00B5154A" w:rsidP="00B5154A">
      <w:r>
        <w:t>346.8331</w:t>
      </w:r>
      <w:r>
        <w:tab/>
        <w:t>3.038e0</w:t>
      </w:r>
    </w:p>
    <w:p w:rsidR="00B5154A" w:rsidRDefault="00B5154A" w:rsidP="00B5154A">
      <w:r>
        <w:t>346.8714</w:t>
      </w:r>
      <w:r>
        <w:tab/>
        <w:t>7.089e0</w:t>
      </w:r>
    </w:p>
    <w:p w:rsidR="00B5154A" w:rsidRDefault="00B5154A" w:rsidP="00B5154A">
      <w:r>
        <w:t>346.9552</w:t>
      </w:r>
      <w:r>
        <w:tab/>
        <w:t>8.256e0</w:t>
      </w:r>
    </w:p>
    <w:p w:rsidR="00B5154A" w:rsidRDefault="00B5154A" w:rsidP="00B5154A">
      <w:r>
        <w:t>347.0147</w:t>
      </w:r>
      <w:r>
        <w:tab/>
        <w:t>2.960e0</w:t>
      </w:r>
    </w:p>
    <w:p w:rsidR="00B5154A" w:rsidRDefault="00B5154A" w:rsidP="00B5154A">
      <w:r>
        <w:t>347.1520</w:t>
      </w:r>
      <w:r>
        <w:tab/>
        <w:t>9.739e0</w:t>
      </w:r>
    </w:p>
    <w:p w:rsidR="00B5154A" w:rsidRDefault="00B5154A" w:rsidP="00B5154A">
      <w:r>
        <w:t>347.2511</w:t>
      </w:r>
      <w:r>
        <w:tab/>
        <w:t>1.995e0</w:t>
      </w:r>
    </w:p>
    <w:p w:rsidR="00B5154A" w:rsidRDefault="00B5154A" w:rsidP="00B5154A">
      <w:r>
        <w:t>347.2972</w:t>
      </w:r>
      <w:r>
        <w:tab/>
        <w:t>1.081e0</w:t>
      </w:r>
    </w:p>
    <w:p w:rsidR="00B5154A" w:rsidRDefault="00B5154A" w:rsidP="00B5154A">
      <w:r>
        <w:t>347.3776</w:t>
      </w:r>
      <w:r>
        <w:tab/>
        <w:t>2.685e0</w:t>
      </w:r>
    </w:p>
    <w:p w:rsidR="00B5154A" w:rsidRDefault="00B5154A" w:rsidP="00B5154A">
      <w:r>
        <w:lastRenderedPageBreak/>
        <w:t>347.4124</w:t>
      </w:r>
      <w:r>
        <w:tab/>
        <w:t>5.060e0</w:t>
      </w:r>
    </w:p>
    <w:p w:rsidR="00B5154A" w:rsidRDefault="00B5154A" w:rsidP="00B5154A">
      <w:r>
        <w:t>347.4846</w:t>
      </w:r>
      <w:r>
        <w:tab/>
        <w:t>3.038e0</w:t>
      </w:r>
    </w:p>
    <w:p w:rsidR="00B5154A" w:rsidRDefault="00B5154A" w:rsidP="00B5154A">
      <w:r>
        <w:t>347.5686</w:t>
      </w:r>
      <w:r>
        <w:tab/>
        <w:t>1.013e0</w:t>
      </w:r>
    </w:p>
    <w:p w:rsidR="00B5154A" w:rsidRDefault="00B5154A" w:rsidP="00B5154A">
      <w:r>
        <w:t>347.6670</w:t>
      </w:r>
      <w:r>
        <w:tab/>
        <w:t>2.025e0</w:t>
      </w:r>
    </w:p>
    <w:p w:rsidR="00B5154A" w:rsidRDefault="00B5154A" w:rsidP="00B5154A">
      <w:r>
        <w:t>347.7176</w:t>
      </w:r>
      <w:r>
        <w:tab/>
        <w:t>1.013e0</w:t>
      </w:r>
    </w:p>
    <w:p w:rsidR="00B5154A" w:rsidRDefault="00B5154A" w:rsidP="00B5154A">
      <w:r>
        <w:t>347.7572</w:t>
      </w:r>
      <w:r>
        <w:tab/>
        <w:t>2.522e0</w:t>
      </w:r>
    </w:p>
    <w:p w:rsidR="00B5154A" w:rsidRDefault="00B5154A" w:rsidP="00B5154A">
      <w:r>
        <w:t>347.8199</w:t>
      </w:r>
      <w:r>
        <w:tab/>
        <w:t>2.025e0</w:t>
      </w:r>
    </w:p>
    <w:p w:rsidR="00B5154A" w:rsidRDefault="00B5154A" w:rsidP="00B5154A">
      <w:r>
        <w:t>347.8605</w:t>
      </w:r>
      <w:r>
        <w:tab/>
        <w:t>2.863e0</w:t>
      </w:r>
    </w:p>
    <w:p w:rsidR="00B5154A" w:rsidRDefault="00B5154A" w:rsidP="00B5154A">
      <w:r>
        <w:t>347.8972</w:t>
      </w:r>
      <w:r>
        <w:tab/>
        <w:t>1.681e0</w:t>
      </w:r>
    </w:p>
    <w:p w:rsidR="00B5154A" w:rsidRDefault="00B5154A" w:rsidP="00B5154A">
      <w:r>
        <w:t>347.9532</w:t>
      </w:r>
      <w:r>
        <w:tab/>
        <w:t>7.914e0</w:t>
      </w:r>
    </w:p>
    <w:p w:rsidR="00B5154A" w:rsidRDefault="00B5154A" w:rsidP="00B5154A">
      <w:r>
        <w:t>348.1088</w:t>
      </w:r>
      <w:r>
        <w:tab/>
        <w:t>3.979e0</w:t>
      </w:r>
    </w:p>
    <w:p w:rsidR="00B5154A" w:rsidRDefault="00B5154A" w:rsidP="00B5154A">
      <w:r>
        <w:t>348.2186</w:t>
      </w:r>
      <w:r>
        <w:tab/>
        <w:t>1.559e0</w:t>
      </w:r>
    </w:p>
    <w:p w:rsidR="00B5154A" w:rsidRDefault="00B5154A" w:rsidP="00B5154A">
      <w:r>
        <w:t>348.3014</w:t>
      </w:r>
      <w:r>
        <w:tab/>
        <w:t>6.364e0</w:t>
      </w:r>
    </w:p>
    <w:p w:rsidR="00B5154A" w:rsidRDefault="00B5154A" w:rsidP="00B5154A">
      <w:r>
        <w:t>348.3651</w:t>
      </w:r>
      <w:r>
        <w:tab/>
        <w:t>1.162e0</w:t>
      </w:r>
    </w:p>
    <w:p w:rsidR="00B5154A" w:rsidRDefault="00B5154A" w:rsidP="00B5154A">
      <w:r>
        <w:t>348.4332</w:t>
      </w:r>
      <w:r>
        <w:tab/>
        <w:t>3.038e0</w:t>
      </w:r>
    </w:p>
    <w:p w:rsidR="00B5154A" w:rsidRDefault="00B5154A" w:rsidP="00B5154A">
      <w:r>
        <w:t>348.5630</w:t>
      </w:r>
      <w:r>
        <w:tab/>
        <w:t>5.871e0</w:t>
      </w:r>
    </w:p>
    <w:p w:rsidR="00B5154A" w:rsidRDefault="00B5154A" w:rsidP="00B5154A">
      <w:r>
        <w:t>348.6001</w:t>
      </w:r>
      <w:r>
        <w:tab/>
        <w:t>2.952e0</w:t>
      </w:r>
    </w:p>
    <w:p w:rsidR="00B5154A" w:rsidRDefault="00B5154A" w:rsidP="00B5154A">
      <w:r>
        <w:t>348.6778</w:t>
      </w:r>
      <w:r>
        <w:tab/>
        <w:t>2.025e0</w:t>
      </w:r>
    </w:p>
    <w:p w:rsidR="00B5154A" w:rsidRDefault="00B5154A" w:rsidP="00B5154A">
      <w:r>
        <w:t>348.7274</w:t>
      </w:r>
      <w:r>
        <w:tab/>
        <w:t>3.117e0</w:t>
      </w:r>
    </w:p>
    <w:p w:rsidR="00B5154A" w:rsidRDefault="00B5154A" w:rsidP="00B5154A">
      <w:r>
        <w:lastRenderedPageBreak/>
        <w:t>348.8328</w:t>
      </w:r>
      <w:r>
        <w:tab/>
        <w:t>2.025e0</w:t>
      </w:r>
    </w:p>
    <w:p w:rsidR="00B5154A" w:rsidRDefault="00B5154A" w:rsidP="00B5154A">
      <w:r>
        <w:t>348.8674</w:t>
      </w:r>
      <w:r>
        <w:tab/>
        <w:t>2.863e0</w:t>
      </w:r>
    </w:p>
    <w:p w:rsidR="00B5154A" w:rsidRDefault="00B5154A" w:rsidP="00B5154A">
      <w:r>
        <w:t>348.9155</w:t>
      </w:r>
      <w:r>
        <w:tab/>
        <w:t>1.013e0</w:t>
      </w:r>
    </w:p>
    <w:p w:rsidR="00B5154A" w:rsidRDefault="00B5154A" w:rsidP="00B5154A">
      <w:r>
        <w:t>349.0588</w:t>
      </w:r>
      <w:r>
        <w:tab/>
        <w:t>2.226e0</w:t>
      </w:r>
    </w:p>
    <w:p w:rsidR="00B5154A" w:rsidRDefault="00B5154A" w:rsidP="00B5154A">
      <w:r>
        <w:t>349.1879</w:t>
      </w:r>
      <w:r>
        <w:tab/>
        <w:t>2.581e1</w:t>
      </w:r>
    </w:p>
    <w:p w:rsidR="00B5154A" w:rsidRDefault="00B5154A" w:rsidP="00B5154A">
      <w:r>
        <w:t>349.2511</w:t>
      </w:r>
      <w:r>
        <w:tab/>
        <w:t>1.110e0</w:t>
      </w:r>
    </w:p>
    <w:p w:rsidR="00B5154A" w:rsidRDefault="00B5154A" w:rsidP="00B5154A">
      <w:r>
        <w:t>349.3047</w:t>
      </w:r>
      <w:r>
        <w:tab/>
        <w:t>2.322e0</w:t>
      </w:r>
    </w:p>
    <w:p w:rsidR="00B5154A" w:rsidRDefault="00B5154A" w:rsidP="00B5154A">
      <w:r>
        <w:t>349.3379</w:t>
      </w:r>
      <w:r>
        <w:tab/>
        <w:t>4.833e0</w:t>
      </w:r>
    </w:p>
    <w:p w:rsidR="00B5154A" w:rsidRDefault="00B5154A" w:rsidP="00B5154A">
      <w:r>
        <w:t>349.4818</w:t>
      </w:r>
      <w:r>
        <w:tab/>
        <w:t>1.878e0</w:t>
      </w:r>
    </w:p>
    <w:p w:rsidR="00B5154A" w:rsidRDefault="00B5154A" w:rsidP="00B5154A">
      <w:r>
        <w:t>349.5448</w:t>
      </w:r>
      <w:r>
        <w:tab/>
        <w:t>1.584e0</w:t>
      </w:r>
    </w:p>
    <w:p w:rsidR="00B5154A" w:rsidRDefault="00B5154A" w:rsidP="00B5154A">
      <w:r>
        <w:t>349.5760</w:t>
      </w:r>
      <w:r>
        <w:tab/>
        <w:t>1.013e0</w:t>
      </w:r>
    </w:p>
    <w:p w:rsidR="00B5154A" w:rsidRDefault="00B5154A" w:rsidP="00B5154A">
      <w:r>
        <w:t>349.6649</w:t>
      </w:r>
      <w:r>
        <w:tab/>
        <w:t>3.009e0</w:t>
      </w:r>
    </w:p>
    <w:p w:rsidR="00B5154A" w:rsidRDefault="00B5154A" w:rsidP="00B5154A">
      <w:r>
        <w:t>349.7118</w:t>
      </w:r>
      <w:r>
        <w:tab/>
        <w:t>1.013e0</w:t>
      </w:r>
    </w:p>
    <w:p w:rsidR="00B5154A" w:rsidRDefault="00B5154A" w:rsidP="00B5154A">
      <w:r>
        <w:t>349.8038</w:t>
      </w:r>
      <w:r>
        <w:tab/>
        <w:t>5.926e0</w:t>
      </w:r>
    </w:p>
    <w:p w:rsidR="00B5154A" w:rsidRDefault="00B5154A" w:rsidP="00B5154A">
      <w:r>
        <w:t>349.9383</w:t>
      </w:r>
      <w:r>
        <w:tab/>
        <w:t>1.519e0</w:t>
      </w:r>
    </w:p>
    <w:p w:rsidR="00B5154A" w:rsidRDefault="00B5154A" w:rsidP="00B5154A">
      <w:r>
        <w:t>350.0043</w:t>
      </w:r>
      <w:r>
        <w:tab/>
        <w:t>1.973e0</w:t>
      </w:r>
    </w:p>
    <w:p w:rsidR="00B5154A" w:rsidRDefault="00B5154A" w:rsidP="00B5154A">
      <w:r>
        <w:t>350.0513</w:t>
      </w:r>
      <w:r>
        <w:tab/>
        <w:t>3.313e0</w:t>
      </w:r>
    </w:p>
    <w:p w:rsidR="00B5154A" w:rsidRDefault="00B5154A" w:rsidP="00B5154A">
      <w:r>
        <w:t>350.0953</w:t>
      </w:r>
      <w:r>
        <w:tab/>
        <w:t>1.635e0</w:t>
      </w:r>
    </w:p>
    <w:p w:rsidR="00B5154A" w:rsidRDefault="00B5154A" w:rsidP="00B5154A">
      <w:r>
        <w:t>350.2124</w:t>
      </w:r>
      <w:r>
        <w:tab/>
        <w:t>2.746e0</w:t>
      </w:r>
    </w:p>
    <w:p w:rsidR="00B5154A" w:rsidRDefault="00B5154A" w:rsidP="00B5154A">
      <w:r>
        <w:lastRenderedPageBreak/>
        <w:t>350.2519</w:t>
      </w:r>
      <w:r>
        <w:tab/>
        <w:t>8.398e0</w:t>
      </w:r>
    </w:p>
    <w:p w:rsidR="00B5154A" w:rsidRDefault="00B5154A" w:rsidP="00B5154A">
      <w:r>
        <w:t>350.3586</w:t>
      </w:r>
      <w:r>
        <w:tab/>
        <w:t>2.826e0</w:t>
      </w:r>
    </w:p>
    <w:p w:rsidR="00B5154A" w:rsidRDefault="00B5154A" w:rsidP="00B5154A">
      <w:r>
        <w:t>350.4128</w:t>
      </w:r>
      <w:r>
        <w:tab/>
        <w:t>1.401e0</w:t>
      </w:r>
    </w:p>
    <w:p w:rsidR="00B5154A" w:rsidRDefault="00B5154A" w:rsidP="00B5154A">
      <w:r>
        <w:t>350.4895</w:t>
      </w:r>
      <w:r>
        <w:tab/>
        <w:t>1.013e0</w:t>
      </w:r>
    </w:p>
    <w:p w:rsidR="00B5154A" w:rsidRDefault="00B5154A" w:rsidP="00B5154A">
      <w:r>
        <w:t>350.5182</w:t>
      </w:r>
      <w:r>
        <w:tab/>
        <w:t>1.684e0</w:t>
      </w:r>
    </w:p>
    <w:p w:rsidR="00B5154A" w:rsidRDefault="00B5154A" w:rsidP="00B5154A">
      <w:r>
        <w:t>350.5605</w:t>
      </w:r>
      <w:r>
        <w:tab/>
        <w:t>1.957e0</w:t>
      </w:r>
    </w:p>
    <w:p w:rsidR="00B5154A" w:rsidRDefault="00B5154A" w:rsidP="00B5154A">
      <w:r>
        <w:t>350.6780</w:t>
      </w:r>
      <w:r>
        <w:tab/>
        <w:t>4.051e0</w:t>
      </w:r>
    </w:p>
    <w:p w:rsidR="00B5154A" w:rsidRDefault="00B5154A" w:rsidP="00B5154A">
      <w:r>
        <w:t>350.8344</w:t>
      </w:r>
      <w:r>
        <w:tab/>
        <w:t>2.962e0</w:t>
      </w:r>
    </w:p>
    <w:p w:rsidR="00B5154A" w:rsidRDefault="00B5154A" w:rsidP="00B5154A">
      <w:r>
        <w:t>350.8879</w:t>
      </w:r>
      <w:r>
        <w:tab/>
        <w:t>2.152e0</w:t>
      </w:r>
    </w:p>
    <w:p w:rsidR="00B5154A" w:rsidRDefault="00B5154A" w:rsidP="00B5154A">
      <w:r>
        <w:t>350.9476</w:t>
      </w:r>
      <w:r>
        <w:tab/>
        <w:t>1.701e0</w:t>
      </w:r>
    </w:p>
    <w:p w:rsidR="00B5154A" w:rsidRDefault="00B5154A" w:rsidP="00B5154A">
      <w:r>
        <w:t>350.9836</w:t>
      </w:r>
      <w:r>
        <w:tab/>
        <w:t>2.271e0</w:t>
      </w:r>
    </w:p>
    <w:p w:rsidR="00B5154A" w:rsidRDefault="00B5154A" w:rsidP="00B5154A">
      <w:r>
        <w:t>351.0616</w:t>
      </w:r>
      <w:r>
        <w:tab/>
        <w:t>2.827e0</w:t>
      </w:r>
    </w:p>
    <w:p w:rsidR="00B5154A" w:rsidRDefault="00B5154A" w:rsidP="00B5154A">
      <w:r>
        <w:t>351.1958</w:t>
      </w:r>
      <w:r>
        <w:tab/>
        <w:t>1.240e0</w:t>
      </w:r>
    </w:p>
    <w:p w:rsidR="00B5154A" w:rsidRDefault="00B5154A" w:rsidP="00B5154A">
      <w:r>
        <w:t>351.2599</w:t>
      </w:r>
      <w:r>
        <w:tab/>
        <w:t>4.068e0</w:t>
      </w:r>
    </w:p>
    <w:p w:rsidR="00B5154A" w:rsidRDefault="00B5154A" w:rsidP="00B5154A">
      <w:r>
        <w:t>351.2992</w:t>
      </w:r>
      <w:r>
        <w:tab/>
        <w:t>8.538e0</w:t>
      </w:r>
    </w:p>
    <w:p w:rsidR="00B5154A" w:rsidRDefault="00B5154A" w:rsidP="00B5154A">
      <w:r>
        <w:t>351.3683</w:t>
      </w:r>
      <w:r>
        <w:tab/>
        <w:t>7.822e0</w:t>
      </w:r>
    </w:p>
    <w:p w:rsidR="00B5154A" w:rsidRDefault="00B5154A" w:rsidP="00B5154A">
      <w:r>
        <w:t>351.3961</w:t>
      </w:r>
      <w:r>
        <w:tab/>
        <w:t>2.685e0</w:t>
      </w:r>
    </w:p>
    <w:p w:rsidR="00B5154A" w:rsidRDefault="00B5154A" w:rsidP="00B5154A">
      <w:r>
        <w:t>351.4767</w:t>
      </w:r>
      <w:r>
        <w:tab/>
        <w:t>3.710e0</w:t>
      </w:r>
    </w:p>
    <w:p w:rsidR="00B5154A" w:rsidRDefault="00B5154A" w:rsidP="00B5154A">
      <w:r>
        <w:t>351.5206</w:t>
      </w:r>
      <w:r>
        <w:tab/>
        <w:t>2.697e0</w:t>
      </w:r>
    </w:p>
    <w:p w:rsidR="00B5154A" w:rsidRDefault="00B5154A" w:rsidP="00B5154A">
      <w:r>
        <w:lastRenderedPageBreak/>
        <w:t>351.6100</w:t>
      </w:r>
      <w:r>
        <w:tab/>
        <w:t>2.765e0</w:t>
      </w:r>
    </w:p>
    <w:p w:rsidR="00B5154A" w:rsidRDefault="00B5154A" w:rsidP="00B5154A">
      <w:r>
        <w:t>351.6765</w:t>
      </w:r>
      <w:r>
        <w:tab/>
        <w:t>2.025e0</w:t>
      </w:r>
    </w:p>
    <w:p w:rsidR="00B5154A" w:rsidRDefault="00B5154A" w:rsidP="00B5154A">
      <w:r>
        <w:t>351.7473</w:t>
      </w:r>
      <w:r>
        <w:tab/>
        <w:t>5.837e0</w:t>
      </w:r>
    </w:p>
    <w:p w:rsidR="00B5154A" w:rsidRDefault="00B5154A" w:rsidP="00B5154A">
      <w:r>
        <w:t>351.8334</w:t>
      </w:r>
      <w:r>
        <w:tab/>
        <w:t>1.013e0</w:t>
      </w:r>
    </w:p>
    <w:p w:rsidR="00B5154A" w:rsidRDefault="00B5154A" w:rsidP="00B5154A">
      <w:r>
        <w:t>351.8824</w:t>
      </w:r>
      <w:r>
        <w:tab/>
        <w:t>1.064e0</w:t>
      </w:r>
    </w:p>
    <w:p w:rsidR="00B5154A" w:rsidRDefault="00B5154A" w:rsidP="00B5154A">
      <w:r>
        <w:t>351.9392</w:t>
      </w:r>
      <w:r>
        <w:tab/>
        <w:t>2.101e0</w:t>
      </w:r>
    </w:p>
    <w:p w:rsidR="00B5154A" w:rsidRDefault="00B5154A" w:rsidP="00B5154A">
      <w:r>
        <w:t>352.0575</w:t>
      </w:r>
      <w:r>
        <w:tab/>
        <w:t>2.271e1</w:t>
      </w:r>
    </w:p>
    <w:p w:rsidR="00B5154A" w:rsidRDefault="00B5154A" w:rsidP="00B5154A">
      <w:r>
        <w:t>352.2185</w:t>
      </w:r>
      <w:r>
        <w:tab/>
        <w:t>4.959e1</w:t>
      </w:r>
    </w:p>
    <w:p w:rsidR="00B5154A" w:rsidRDefault="00B5154A" w:rsidP="00B5154A">
      <w:r>
        <w:t>352.2768</w:t>
      </w:r>
      <w:r>
        <w:tab/>
        <w:t>1.182e1</w:t>
      </w:r>
    </w:p>
    <w:p w:rsidR="00B5154A" w:rsidRDefault="00B5154A" w:rsidP="00B5154A">
      <w:r>
        <w:t>352.3667</w:t>
      </w:r>
      <w:r>
        <w:tab/>
        <w:t>5.603e0</w:t>
      </w:r>
    </w:p>
    <w:p w:rsidR="00B5154A" w:rsidRDefault="00B5154A" w:rsidP="00B5154A">
      <w:r>
        <w:t>352.4305</w:t>
      </w:r>
      <w:r>
        <w:tab/>
        <w:t>1.963e0</w:t>
      </w:r>
    </w:p>
    <w:p w:rsidR="00B5154A" w:rsidRDefault="00B5154A" w:rsidP="00B5154A">
      <w:r>
        <w:t>352.4679</w:t>
      </w:r>
      <w:r>
        <w:tab/>
        <w:t>1.013e0</w:t>
      </w:r>
    </w:p>
    <w:p w:rsidR="00B5154A" w:rsidRDefault="00B5154A" w:rsidP="00B5154A">
      <w:r>
        <w:t>352.5237</w:t>
      </w:r>
      <w:r>
        <w:tab/>
        <w:t>1.013e0</w:t>
      </w:r>
    </w:p>
    <w:p w:rsidR="00B5154A" w:rsidRDefault="00B5154A" w:rsidP="00B5154A">
      <w:r>
        <w:t>352.6421</w:t>
      </w:r>
      <w:r>
        <w:tab/>
        <w:t>1.798e0</w:t>
      </w:r>
    </w:p>
    <w:p w:rsidR="00B5154A" w:rsidRDefault="00B5154A" w:rsidP="00B5154A">
      <w:r>
        <w:t>352.6767</w:t>
      </w:r>
      <w:r>
        <w:tab/>
        <w:t>2.025e0</w:t>
      </w:r>
    </w:p>
    <w:p w:rsidR="00B5154A" w:rsidRDefault="00B5154A" w:rsidP="00B5154A">
      <w:r>
        <w:t>352.7388</w:t>
      </w:r>
      <w:r>
        <w:tab/>
        <w:t>1.013e0</w:t>
      </w:r>
    </w:p>
    <w:p w:rsidR="00B5154A" w:rsidRDefault="00B5154A" w:rsidP="00B5154A">
      <w:r>
        <w:t>352.8119</w:t>
      </w:r>
      <w:r>
        <w:tab/>
        <w:t>5.006e0</w:t>
      </w:r>
    </w:p>
    <w:p w:rsidR="00B5154A" w:rsidRDefault="00B5154A" w:rsidP="00B5154A">
      <w:r>
        <w:t>352.8836</w:t>
      </w:r>
      <w:r>
        <w:tab/>
        <w:t>6.088e0</w:t>
      </w:r>
    </w:p>
    <w:p w:rsidR="00B5154A" w:rsidRDefault="00B5154A" w:rsidP="00B5154A">
      <w:r>
        <w:t>352.9419</w:t>
      </w:r>
      <w:r>
        <w:tab/>
        <w:t>2.425e0</w:t>
      </w:r>
    </w:p>
    <w:p w:rsidR="00B5154A" w:rsidRDefault="00B5154A" w:rsidP="00B5154A">
      <w:r>
        <w:lastRenderedPageBreak/>
        <w:t>352.9769</w:t>
      </w:r>
      <w:r>
        <w:tab/>
        <w:t>3.679e0</w:t>
      </w:r>
    </w:p>
    <w:p w:rsidR="00B5154A" w:rsidRDefault="00B5154A" w:rsidP="00B5154A">
      <w:r>
        <w:t>353.0594</w:t>
      </w:r>
      <w:r>
        <w:tab/>
        <w:t>7.247e0</w:t>
      </w:r>
    </w:p>
    <w:p w:rsidR="00B5154A" w:rsidRDefault="00B5154A" w:rsidP="00B5154A">
      <w:r>
        <w:t>353.2172</w:t>
      </w:r>
      <w:r>
        <w:tab/>
        <w:t>1.180e1</w:t>
      </w:r>
    </w:p>
    <w:p w:rsidR="00B5154A" w:rsidRDefault="00B5154A" w:rsidP="00B5154A">
      <w:r>
        <w:t>353.3392</w:t>
      </w:r>
      <w:r>
        <w:tab/>
        <w:t>3.136e0</w:t>
      </w:r>
    </w:p>
    <w:p w:rsidR="00B5154A" w:rsidRDefault="00B5154A" w:rsidP="00B5154A">
      <w:r>
        <w:t>353.4160</w:t>
      </w:r>
      <w:r>
        <w:tab/>
        <w:t>2.592e0</w:t>
      </w:r>
    </w:p>
    <w:p w:rsidR="00B5154A" w:rsidRDefault="00B5154A" w:rsidP="00B5154A">
      <w:r>
        <w:t>353.4960</w:t>
      </w:r>
      <w:r>
        <w:tab/>
        <w:t>2.025e0</w:t>
      </w:r>
    </w:p>
    <w:p w:rsidR="00B5154A" w:rsidRDefault="00B5154A" w:rsidP="00B5154A">
      <w:r>
        <w:t>353.5398</w:t>
      </w:r>
      <w:r>
        <w:tab/>
        <w:t>3.038e0</w:t>
      </w:r>
    </w:p>
    <w:p w:rsidR="00B5154A" w:rsidRDefault="00B5154A" w:rsidP="00B5154A">
      <w:r>
        <w:t>353.5911</w:t>
      </w:r>
      <w:r>
        <w:tab/>
        <w:t>3.960e0</w:t>
      </w:r>
    </w:p>
    <w:p w:rsidR="00B5154A" w:rsidRDefault="00B5154A" w:rsidP="00B5154A">
      <w:r>
        <w:t>353.6393</w:t>
      </w:r>
      <w:r>
        <w:tab/>
        <w:t>2.856e0</w:t>
      </w:r>
    </w:p>
    <w:p w:rsidR="00B5154A" w:rsidRDefault="00B5154A" w:rsidP="00B5154A">
      <w:r>
        <w:t>353.6763</w:t>
      </w:r>
      <w:r>
        <w:tab/>
        <w:t>1.013e0</w:t>
      </w:r>
    </w:p>
    <w:p w:rsidR="00B5154A" w:rsidRDefault="00B5154A" w:rsidP="00B5154A">
      <w:r>
        <w:t>353.7334</w:t>
      </w:r>
      <w:r>
        <w:tab/>
        <w:t>4.051e0</w:t>
      </w:r>
    </w:p>
    <w:p w:rsidR="00B5154A" w:rsidRDefault="00B5154A" w:rsidP="00B5154A">
      <w:r>
        <w:t>353.7835</w:t>
      </w:r>
      <w:r>
        <w:tab/>
        <w:t>4.051e0</w:t>
      </w:r>
    </w:p>
    <w:p w:rsidR="00B5154A" w:rsidRDefault="00B5154A" w:rsidP="00B5154A">
      <w:r>
        <w:t>353.8793</w:t>
      </w:r>
      <w:r>
        <w:tab/>
        <w:t>1.651e0</w:t>
      </w:r>
    </w:p>
    <w:p w:rsidR="00B5154A" w:rsidRDefault="00B5154A" w:rsidP="00B5154A">
      <w:r>
        <w:t>353.9591</w:t>
      </w:r>
      <w:r>
        <w:tab/>
        <w:t>1.945e0</w:t>
      </w:r>
    </w:p>
    <w:p w:rsidR="00B5154A" w:rsidRDefault="00B5154A" w:rsidP="00B5154A">
      <w:r>
        <w:t>354.0247</w:t>
      </w:r>
      <w:r>
        <w:tab/>
        <w:t>5.999e0</w:t>
      </w:r>
    </w:p>
    <w:p w:rsidR="00B5154A" w:rsidRDefault="00B5154A" w:rsidP="00B5154A">
      <w:r>
        <w:t>354.1008</w:t>
      </w:r>
      <w:r>
        <w:tab/>
        <w:t>2.043e0</w:t>
      </w:r>
    </w:p>
    <w:p w:rsidR="00B5154A" w:rsidRDefault="00B5154A" w:rsidP="00B5154A">
      <w:r>
        <w:t>354.2465</w:t>
      </w:r>
      <w:r>
        <w:tab/>
        <w:t>1.912e0</w:t>
      </w:r>
    </w:p>
    <w:p w:rsidR="00B5154A" w:rsidRDefault="00B5154A" w:rsidP="00B5154A">
      <w:r>
        <w:t>354.3192</w:t>
      </w:r>
      <w:r>
        <w:tab/>
        <w:t>2.963e0</w:t>
      </w:r>
    </w:p>
    <w:p w:rsidR="00B5154A" w:rsidRDefault="00B5154A" w:rsidP="00B5154A">
      <w:r>
        <w:t>354.3725</w:t>
      </w:r>
      <w:r>
        <w:tab/>
        <w:t>4.771e0</w:t>
      </w:r>
    </w:p>
    <w:p w:rsidR="00B5154A" w:rsidRDefault="00B5154A" w:rsidP="00B5154A">
      <w:r>
        <w:lastRenderedPageBreak/>
        <w:t>354.4221</w:t>
      </w:r>
      <w:r>
        <w:tab/>
        <w:t>3.038e0</w:t>
      </w:r>
    </w:p>
    <w:p w:rsidR="00B5154A" w:rsidRDefault="00B5154A" w:rsidP="00B5154A">
      <w:r>
        <w:t>354.5078</w:t>
      </w:r>
      <w:r>
        <w:tab/>
        <w:t>4.051e0</w:t>
      </w:r>
    </w:p>
    <w:p w:rsidR="00B5154A" w:rsidRDefault="00B5154A" w:rsidP="00B5154A">
      <w:r>
        <w:t>354.5406</w:t>
      </w:r>
      <w:r>
        <w:tab/>
        <w:t>2.968e0</w:t>
      </w:r>
    </w:p>
    <w:p w:rsidR="00B5154A" w:rsidRDefault="00B5154A" w:rsidP="00B5154A">
      <w:r>
        <w:t>354.6613</w:t>
      </w:r>
      <w:r>
        <w:tab/>
        <w:t>2.981e0</w:t>
      </w:r>
    </w:p>
    <w:p w:rsidR="00B5154A" w:rsidRDefault="00B5154A" w:rsidP="00B5154A">
      <w:r>
        <w:t>354.7416</w:t>
      </w:r>
      <w:r>
        <w:tab/>
        <w:t>5.063e0</w:t>
      </w:r>
    </w:p>
    <w:p w:rsidR="00B5154A" w:rsidRDefault="00B5154A" w:rsidP="00B5154A">
      <w:r>
        <w:t>354.8014</w:t>
      </w:r>
      <w:r>
        <w:tab/>
        <w:t>2.935e0</w:t>
      </w:r>
    </w:p>
    <w:p w:rsidR="00B5154A" w:rsidRDefault="00B5154A" w:rsidP="00B5154A">
      <w:r>
        <w:t>354.8299</w:t>
      </w:r>
      <w:r>
        <w:tab/>
        <w:t>2.866e0</w:t>
      </w:r>
    </w:p>
    <w:p w:rsidR="00B5154A" w:rsidRDefault="00B5154A" w:rsidP="00B5154A">
      <w:r>
        <w:t>354.9570</w:t>
      </w:r>
      <w:r>
        <w:tab/>
        <w:t>4.047e0</w:t>
      </w:r>
    </w:p>
    <w:p w:rsidR="00B5154A" w:rsidRDefault="00B5154A" w:rsidP="00B5154A">
      <w:r>
        <w:t>355.0068</w:t>
      </w:r>
      <w:r>
        <w:tab/>
        <w:t>1.089e0</w:t>
      </w:r>
    </w:p>
    <w:p w:rsidR="00B5154A" w:rsidRDefault="00B5154A" w:rsidP="00B5154A">
      <w:r>
        <w:t>355.1106</w:t>
      </w:r>
      <w:r>
        <w:tab/>
        <w:t>1.001e2</w:t>
      </w:r>
    </w:p>
    <w:p w:rsidR="00B5154A" w:rsidRDefault="00B5154A" w:rsidP="00B5154A">
      <w:r>
        <w:t>355.2671</w:t>
      </w:r>
      <w:r>
        <w:tab/>
        <w:t>6.378e0</w:t>
      </w:r>
    </w:p>
    <w:p w:rsidR="00B5154A" w:rsidRDefault="00B5154A" w:rsidP="00B5154A">
      <w:r>
        <w:t>355.3062</w:t>
      </w:r>
      <w:r>
        <w:tab/>
        <w:t>3.059e0</w:t>
      </w:r>
    </w:p>
    <w:p w:rsidR="00B5154A" w:rsidRDefault="00B5154A" w:rsidP="00B5154A">
      <w:r>
        <w:t>355.4022</w:t>
      </w:r>
      <w:r>
        <w:tab/>
        <w:t>8.398e0</w:t>
      </w:r>
    </w:p>
    <w:p w:rsidR="00B5154A" w:rsidRDefault="00B5154A" w:rsidP="00B5154A">
      <w:r>
        <w:t>355.5214</w:t>
      </w:r>
      <w:r>
        <w:tab/>
        <w:t>3.038e0</w:t>
      </w:r>
    </w:p>
    <w:p w:rsidR="00B5154A" w:rsidRDefault="00B5154A" w:rsidP="00B5154A">
      <w:r>
        <w:t>355.5536</w:t>
      </w:r>
      <w:r>
        <w:tab/>
        <w:t>2.423e0</w:t>
      </w:r>
    </w:p>
    <w:p w:rsidR="00B5154A" w:rsidRDefault="00B5154A" w:rsidP="00B5154A">
      <w:r>
        <w:t>355.6476</w:t>
      </w:r>
      <w:r>
        <w:tab/>
        <w:t>5.063e0</w:t>
      </w:r>
    </w:p>
    <w:p w:rsidR="00B5154A" w:rsidRDefault="00B5154A" w:rsidP="00B5154A">
      <w:r>
        <w:t>355.6910</w:t>
      </w:r>
      <w:r>
        <w:tab/>
        <w:t>1.013e0</w:t>
      </w:r>
    </w:p>
    <w:p w:rsidR="00B5154A" w:rsidRDefault="00B5154A" w:rsidP="00B5154A">
      <w:r>
        <w:t>355.7530</w:t>
      </w:r>
      <w:r>
        <w:tab/>
        <w:t>3.038e0</w:t>
      </w:r>
    </w:p>
    <w:p w:rsidR="00B5154A" w:rsidRDefault="00B5154A" w:rsidP="00B5154A">
      <w:r>
        <w:t>355.8263</w:t>
      </w:r>
      <w:r>
        <w:tab/>
        <w:t>2.608e0</w:t>
      </w:r>
    </w:p>
    <w:p w:rsidR="00B5154A" w:rsidRDefault="00B5154A" w:rsidP="00B5154A">
      <w:r>
        <w:lastRenderedPageBreak/>
        <w:t>355.8773</w:t>
      </w:r>
      <w:r>
        <w:tab/>
        <w:t>2.988e0</w:t>
      </w:r>
    </w:p>
    <w:p w:rsidR="00B5154A" w:rsidRDefault="00B5154A" w:rsidP="00B5154A">
      <w:r>
        <w:t>355.9221</w:t>
      </w:r>
      <w:r>
        <w:tab/>
        <w:t>1.083e0</w:t>
      </w:r>
    </w:p>
    <w:p w:rsidR="00B5154A" w:rsidRDefault="00B5154A" w:rsidP="00B5154A">
      <w:r>
        <w:t>355.9723</w:t>
      </w:r>
      <w:r>
        <w:tab/>
        <w:t>4.278e0</w:t>
      </w:r>
    </w:p>
    <w:p w:rsidR="00B5154A" w:rsidRDefault="00B5154A" w:rsidP="00B5154A">
      <w:r>
        <w:t>356.0201</w:t>
      </w:r>
      <w:r>
        <w:tab/>
        <w:t>3.544e0</w:t>
      </w:r>
    </w:p>
    <w:p w:rsidR="00B5154A" w:rsidRDefault="00B5154A" w:rsidP="00B5154A">
      <w:r>
        <w:t>356.1105</w:t>
      </w:r>
      <w:r>
        <w:tab/>
        <w:t>2.460e1</w:t>
      </w:r>
    </w:p>
    <w:p w:rsidR="00B5154A" w:rsidRDefault="00B5154A" w:rsidP="00B5154A">
      <w:r>
        <w:t>356.2520</w:t>
      </w:r>
      <w:r>
        <w:tab/>
        <w:t>4.100e0</w:t>
      </w:r>
    </w:p>
    <w:p w:rsidR="00B5154A" w:rsidRDefault="00B5154A" w:rsidP="00B5154A">
      <w:r>
        <w:t>356.3121</w:t>
      </w:r>
      <w:r>
        <w:tab/>
        <w:t>2.376e0</w:t>
      </w:r>
    </w:p>
    <w:p w:rsidR="00B5154A" w:rsidRDefault="00B5154A" w:rsidP="00B5154A">
      <w:r>
        <w:t>356.3455</w:t>
      </w:r>
      <w:r>
        <w:tab/>
        <w:t>3.429e0</w:t>
      </w:r>
    </w:p>
    <w:p w:rsidR="00B5154A" w:rsidRDefault="00B5154A" w:rsidP="00B5154A">
      <w:r>
        <w:t>356.4600</w:t>
      </w:r>
      <w:r>
        <w:tab/>
        <w:t>2.025e0</w:t>
      </w:r>
    </w:p>
    <w:p w:rsidR="00B5154A" w:rsidRDefault="00B5154A" w:rsidP="00B5154A">
      <w:r>
        <w:t>356.4990</w:t>
      </w:r>
      <w:r>
        <w:tab/>
        <w:t>2.025e0</w:t>
      </w:r>
    </w:p>
    <w:p w:rsidR="00B5154A" w:rsidRDefault="00B5154A" w:rsidP="00B5154A">
      <w:r>
        <w:t>356.5519</w:t>
      </w:r>
      <w:r>
        <w:tab/>
        <w:t>4.784e0</w:t>
      </w:r>
    </w:p>
    <w:p w:rsidR="00B5154A" w:rsidRDefault="00B5154A" w:rsidP="00B5154A">
      <w:r>
        <w:t>356.6083</w:t>
      </w:r>
      <w:r>
        <w:tab/>
        <w:t>1.885e0</w:t>
      </w:r>
    </w:p>
    <w:p w:rsidR="00B5154A" w:rsidRDefault="00B5154A" w:rsidP="00B5154A">
      <w:r>
        <w:t>356.6606</w:t>
      </w:r>
      <w:r>
        <w:tab/>
        <w:t>2.025e0</w:t>
      </w:r>
    </w:p>
    <w:p w:rsidR="00B5154A" w:rsidRDefault="00B5154A" w:rsidP="00B5154A">
      <w:r>
        <w:t>356.7569</w:t>
      </w:r>
      <w:r>
        <w:tab/>
        <w:t>1.013e0</w:t>
      </w:r>
    </w:p>
    <w:p w:rsidR="00B5154A" w:rsidRDefault="00B5154A" w:rsidP="00B5154A">
      <w:r>
        <w:t>356.8224</w:t>
      </w:r>
      <w:r>
        <w:tab/>
        <w:t>1.380e0</w:t>
      </w:r>
    </w:p>
    <w:p w:rsidR="00B5154A" w:rsidRDefault="00B5154A" w:rsidP="00B5154A">
      <w:r>
        <w:t>356.9187</w:t>
      </w:r>
      <w:r>
        <w:tab/>
        <w:t>2.145e1</w:t>
      </w:r>
    </w:p>
    <w:p w:rsidR="00B5154A" w:rsidRDefault="00B5154A" w:rsidP="00B5154A">
      <w:r>
        <w:t>357.1001</w:t>
      </w:r>
      <w:r>
        <w:tab/>
        <w:t>5.010e2</w:t>
      </w:r>
    </w:p>
    <w:p w:rsidR="00B5154A" w:rsidRDefault="00B5154A" w:rsidP="00B5154A">
      <w:r>
        <w:t>357.2099</w:t>
      </w:r>
      <w:r>
        <w:tab/>
        <w:t>5.052e0</w:t>
      </w:r>
    </w:p>
    <w:p w:rsidR="00B5154A" w:rsidRDefault="00B5154A" w:rsidP="00B5154A">
      <w:r>
        <w:t>357.2630</w:t>
      </w:r>
      <w:r>
        <w:tab/>
        <w:t>9.094e0</w:t>
      </w:r>
    </w:p>
    <w:p w:rsidR="00B5154A" w:rsidRDefault="00B5154A" w:rsidP="00B5154A">
      <w:r>
        <w:lastRenderedPageBreak/>
        <w:t>357.3606</w:t>
      </w:r>
      <w:r>
        <w:tab/>
        <w:t>1.052e1</w:t>
      </w:r>
    </w:p>
    <w:p w:rsidR="00B5154A" w:rsidRDefault="00B5154A" w:rsidP="00B5154A">
      <w:r>
        <w:t>357.4316</w:t>
      </w:r>
      <w:r>
        <w:tab/>
        <w:t>4.051e0</w:t>
      </w:r>
    </w:p>
    <w:p w:rsidR="00B5154A" w:rsidRDefault="00B5154A" w:rsidP="00B5154A">
      <w:r>
        <w:t>357.5141</w:t>
      </w:r>
      <w:r>
        <w:tab/>
        <w:t>2.886e0</w:t>
      </w:r>
    </w:p>
    <w:p w:rsidR="00B5154A" w:rsidRDefault="00B5154A" w:rsidP="00B5154A">
      <w:r>
        <w:t>357.5575</w:t>
      </w:r>
      <w:r>
        <w:tab/>
        <w:t>7.180e0</w:t>
      </w:r>
    </w:p>
    <w:p w:rsidR="00B5154A" w:rsidRDefault="00B5154A" w:rsidP="00B5154A">
      <w:r>
        <w:t>357.6189</w:t>
      </w:r>
      <w:r>
        <w:tab/>
        <w:t>4.914e0</w:t>
      </w:r>
    </w:p>
    <w:p w:rsidR="00B5154A" w:rsidRDefault="00B5154A" w:rsidP="00B5154A">
      <w:r>
        <w:t>357.6987</w:t>
      </w:r>
      <w:r>
        <w:tab/>
        <w:t>9.131e0</w:t>
      </w:r>
    </w:p>
    <w:p w:rsidR="00B5154A" w:rsidRDefault="00B5154A" w:rsidP="00B5154A">
      <w:r>
        <w:t>357.8101</w:t>
      </w:r>
      <w:r>
        <w:tab/>
        <w:t>6.308e0</w:t>
      </w:r>
    </w:p>
    <w:p w:rsidR="00B5154A" w:rsidRDefault="00B5154A" w:rsidP="00B5154A">
      <w:r>
        <w:t>357.8773</w:t>
      </w:r>
      <w:r>
        <w:tab/>
        <w:t>2.492e0</w:t>
      </w:r>
    </w:p>
    <w:p w:rsidR="00B5154A" w:rsidRDefault="00B5154A" w:rsidP="00B5154A">
      <w:r>
        <w:t>357.9189</w:t>
      </w:r>
      <w:r>
        <w:tab/>
        <w:t>4.954e0</w:t>
      </w:r>
    </w:p>
    <w:p w:rsidR="00B5154A" w:rsidRDefault="00B5154A" w:rsidP="00B5154A">
      <w:r>
        <w:t>357.9564</w:t>
      </w:r>
      <w:r>
        <w:tab/>
        <w:t>1.565e0</w:t>
      </w:r>
    </w:p>
    <w:p w:rsidR="00B5154A" w:rsidRDefault="00B5154A" w:rsidP="00B5154A">
      <w:r>
        <w:t>358.1061</w:t>
      </w:r>
      <w:r>
        <w:tab/>
        <w:t>1.133e2</w:t>
      </w:r>
    </w:p>
    <w:p w:rsidR="00B5154A" w:rsidRDefault="00B5154A" w:rsidP="00B5154A">
      <w:r>
        <w:t>358.2377</w:t>
      </w:r>
      <w:r>
        <w:tab/>
        <w:t>5.446e0</w:t>
      </w:r>
    </w:p>
    <w:p w:rsidR="00B5154A" w:rsidRDefault="00B5154A" w:rsidP="00B5154A">
      <w:r>
        <w:t>358.2872</w:t>
      </w:r>
      <w:r>
        <w:tab/>
        <w:t>6.021e0</w:t>
      </w:r>
    </w:p>
    <w:p w:rsidR="00B5154A" w:rsidRDefault="00B5154A" w:rsidP="00B5154A">
      <w:r>
        <w:t>358.3726</w:t>
      </w:r>
      <w:r>
        <w:tab/>
        <w:t>7.381e0</w:t>
      </w:r>
    </w:p>
    <w:p w:rsidR="00B5154A" w:rsidRDefault="00B5154A" w:rsidP="00B5154A">
      <w:r>
        <w:t>358.4243</w:t>
      </w:r>
      <w:r>
        <w:tab/>
        <w:t>1.985e0</w:t>
      </w:r>
    </w:p>
    <w:p w:rsidR="00B5154A" w:rsidRDefault="00B5154A" w:rsidP="00B5154A">
      <w:r>
        <w:t>358.5052</w:t>
      </w:r>
      <w:r>
        <w:tab/>
        <w:t>3.038e0</w:t>
      </w:r>
    </w:p>
    <w:p w:rsidR="00B5154A" w:rsidRDefault="00B5154A" w:rsidP="00B5154A">
      <w:r>
        <w:t>358.5614</w:t>
      </w:r>
      <w:r>
        <w:tab/>
        <w:t>2.520e0</w:t>
      </w:r>
    </w:p>
    <w:p w:rsidR="00B5154A" w:rsidRDefault="00B5154A" w:rsidP="00B5154A">
      <w:r>
        <w:t>358.6388</w:t>
      </w:r>
      <w:r>
        <w:tab/>
        <w:t>4.051e0</w:t>
      </w:r>
    </w:p>
    <w:p w:rsidR="00B5154A" w:rsidRDefault="00B5154A" w:rsidP="00B5154A">
      <w:r>
        <w:t>358.6662</w:t>
      </w:r>
      <w:r>
        <w:tab/>
        <w:t>4.355e0</w:t>
      </w:r>
    </w:p>
    <w:p w:rsidR="00B5154A" w:rsidRDefault="00B5154A" w:rsidP="00B5154A">
      <w:r>
        <w:lastRenderedPageBreak/>
        <w:t>358.7237</w:t>
      </w:r>
      <w:r>
        <w:tab/>
        <w:t>5.063e0</w:t>
      </w:r>
    </w:p>
    <w:p w:rsidR="00B5154A" w:rsidRDefault="00B5154A" w:rsidP="00B5154A">
      <w:r>
        <w:t>358.8404</w:t>
      </w:r>
      <w:r>
        <w:tab/>
        <w:t>1.622e0</w:t>
      </w:r>
    </w:p>
    <w:p w:rsidR="00B5154A" w:rsidRDefault="00B5154A" w:rsidP="00B5154A">
      <w:r>
        <w:t>358.8775</w:t>
      </w:r>
      <w:r>
        <w:tab/>
        <w:t>3.946e0</w:t>
      </w:r>
    </w:p>
    <w:p w:rsidR="00B5154A" w:rsidRDefault="00B5154A" w:rsidP="00B5154A">
      <w:r>
        <w:t>358.9456</w:t>
      </w:r>
      <w:r>
        <w:tab/>
        <w:t>1.822e0</w:t>
      </w:r>
    </w:p>
    <w:p w:rsidR="00B5154A" w:rsidRDefault="00B5154A" w:rsidP="00B5154A">
      <w:r>
        <w:t>358.9809</w:t>
      </w:r>
      <w:r>
        <w:tab/>
        <w:t>1.871e0</w:t>
      </w:r>
    </w:p>
    <w:p w:rsidR="00B5154A" w:rsidRDefault="00B5154A" w:rsidP="00B5154A">
      <w:r>
        <w:t>359.1004</w:t>
      </w:r>
      <w:r>
        <w:tab/>
        <w:t>5.455e2</w:t>
      </w:r>
    </w:p>
    <w:p w:rsidR="00B5154A" w:rsidRDefault="00B5154A" w:rsidP="00B5154A">
      <w:r>
        <w:t>359.1948</w:t>
      </w:r>
      <w:r>
        <w:tab/>
        <w:t>3.821e0</w:t>
      </w:r>
    </w:p>
    <w:p w:rsidR="00B5154A" w:rsidRDefault="00B5154A" w:rsidP="00B5154A">
      <w:r>
        <w:t>359.4225</w:t>
      </w:r>
      <w:r>
        <w:tab/>
        <w:t>2.090e0</w:t>
      </w:r>
    </w:p>
    <w:p w:rsidR="00B5154A" w:rsidRDefault="00B5154A" w:rsidP="00B5154A">
      <w:r>
        <w:t>359.4684</w:t>
      </w:r>
      <w:r>
        <w:tab/>
        <w:t>5.063e0</w:t>
      </w:r>
    </w:p>
    <w:p w:rsidR="00B5154A" w:rsidRDefault="00B5154A" w:rsidP="00B5154A">
      <w:r>
        <w:t>359.5230</w:t>
      </w:r>
      <w:r>
        <w:tab/>
        <w:t>3.038e0</w:t>
      </w:r>
    </w:p>
    <w:p w:rsidR="00B5154A" w:rsidRDefault="00B5154A" w:rsidP="00B5154A">
      <w:r>
        <w:t>359.5845</w:t>
      </w:r>
      <w:r>
        <w:tab/>
        <w:t>8.776e0</w:t>
      </w:r>
    </w:p>
    <w:p w:rsidR="00B5154A" w:rsidRDefault="00B5154A" w:rsidP="00B5154A">
      <w:r>
        <w:t>359.6565</w:t>
      </w:r>
      <w:r>
        <w:tab/>
        <w:t>2.678e0</w:t>
      </w:r>
    </w:p>
    <w:p w:rsidR="00B5154A" w:rsidRDefault="00B5154A" w:rsidP="00B5154A">
      <w:r>
        <w:t>359.7389</w:t>
      </w:r>
      <w:r>
        <w:tab/>
        <w:t>4.051e0</w:t>
      </w:r>
    </w:p>
    <w:p w:rsidR="00B5154A" w:rsidRDefault="00B5154A" w:rsidP="00B5154A">
      <w:r>
        <w:t>359.7783</w:t>
      </w:r>
      <w:r>
        <w:tab/>
        <w:t>6.076e0</w:t>
      </w:r>
    </w:p>
    <w:p w:rsidR="00B5154A" w:rsidRDefault="00B5154A" w:rsidP="00B5154A">
      <w:r>
        <w:t>359.8467</w:t>
      </w:r>
      <w:r>
        <w:tab/>
        <w:t>3.998e0</w:t>
      </w:r>
    </w:p>
    <w:p w:rsidR="00B5154A" w:rsidRDefault="00B5154A" w:rsidP="00B5154A">
      <w:r>
        <w:t>360.1028</w:t>
      </w:r>
      <w:r>
        <w:tab/>
        <w:t>1.311e2</w:t>
      </w:r>
    </w:p>
    <w:p w:rsidR="00B5154A" w:rsidRDefault="00B5154A" w:rsidP="00B5154A">
      <w:r>
        <w:t>360.1638</w:t>
      </w:r>
      <w:r>
        <w:tab/>
        <w:t>1.423e1</w:t>
      </w:r>
    </w:p>
    <w:p w:rsidR="00B5154A" w:rsidRDefault="00B5154A" w:rsidP="00B5154A">
      <w:r>
        <w:t>360.2178</w:t>
      </w:r>
      <w:r>
        <w:tab/>
        <w:t>1.979e0</w:t>
      </w:r>
    </w:p>
    <w:p w:rsidR="00B5154A" w:rsidRDefault="00B5154A" w:rsidP="00B5154A">
      <w:r>
        <w:t>360.2776</w:t>
      </w:r>
      <w:r>
        <w:tab/>
        <w:t>2.815e0</w:t>
      </w:r>
    </w:p>
    <w:p w:rsidR="00B5154A" w:rsidRDefault="00B5154A" w:rsidP="00B5154A">
      <w:r>
        <w:lastRenderedPageBreak/>
        <w:t>360.3668</w:t>
      </w:r>
      <w:r>
        <w:tab/>
        <w:t>1.331e0</w:t>
      </w:r>
    </w:p>
    <w:p w:rsidR="00B5154A" w:rsidRDefault="00B5154A" w:rsidP="00B5154A">
      <w:r>
        <w:t>360.4315</w:t>
      </w:r>
      <w:r>
        <w:tab/>
        <w:t>5.063e0</w:t>
      </w:r>
    </w:p>
    <w:p w:rsidR="00B5154A" w:rsidRDefault="00B5154A" w:rsidP="00B5154A">
      <w:r>
        <w:t>360.4899</w:t>
      </w:r>
      <w:r>
        <w:tab/>
        <w:t>4.614e0</w:t>
      </w:r>
    </w:p>
    <w:p w:rsidR="00B5154A" w:rsidRDefault="00B5154A" w:rsidP="00B5154A">
      <w:r>
        <w:t>360.5753</w:t>
      </w:r>
      <w:r>
        <w:tab/>
        <w:t>2.470e0</w:t>
      </w:r>
    </w:p>
    <w:p w:rsidR="00B5154A" w:rsidRDefault="00B5154A" w:rsidP="00B5154A">
      <w:r>
        <w:t>360.6554</w:t>
      </w:r>
      <w:r>
        <w:tab/>
        <w:t>6.886e0</w:t>
      </w:r>
    </w:p>
    <w:p w:rsidR="00B5154A" w:rsidRDefault="00B5154A" w:rsidP="00B5154A">
      <w:r>
        <w:t>360.7001</w:t>
      </w:r>
      <w:r>
        <w:tab/>
        <w:t>1.873e0</w:t>
      </w:r>
    </w:p>
    <w:p w:rsidR="00B5154A" w:rsidRDefault="00B5154A" w:rsidP="00B5154A">
      <w:r>
        <w:t>360.7468</w:t>
      </w:r>
      <w:r>
        <w:tab/>
        <w:t>2.025e0</w:t>
      </w:r>
    </w:p>
    <w:p w:rsidR="00B5154A" w:rsidRDefault="00B5154A" w:rsidP="00B5154A">
      <w:r>
        <w:t>360.7853</w:t>
      </w:r>
      <w:r>
        <w:tab/>
        <w:t>1.013e0</w:t>
      </w:r>
    </w:p>
    <w:p w:rsidR="00B5154A" w:rsidRDefault="00B5154A" w:rsidP="00B5154A">
      <w:r>
        <w:t>360.8348</w:t>
      </w:r>
      <w:r>
        <w:tab/>
        <w:t>1.622e0</w:t>
      </w:r>
    </w:p>
    <w:p w:rsidR="00B5154A" w:rsidRDefault="00B5154A" w:rsidP="00B5154A">
      <w:r>
        <w:t>360.8892</w:t>
      </w:r>
      <w:r>
        <w:tab/>
        <w:t>5.371e0</w:t>
      </w:r>
    </w:p>
    <w:p w:rsidR="00B5154A" w:rsidRDefault="00B5154A" w:rsidP="00B5154A">
      <w:r>
        <w:t>360.9352</w:t>
      </w:r>
      <w:r>
        <w:tab/>
        <w:t>2.011e0</w:t>
      </w:r>
    </w:p>
    <w:p w:rsidR="00B5154A" w:rsidRDefault="00B5154A" w:rsidP="00B5154A">
      <w:r>
        <w:t>361.1142</w:t>
      </w:r>
      <w:r>
        <w:tab/>
        <w:t>3.469e1</w:t>
      </w:r>
    </w:p>
    <w:p w:rsidR="00B5154A" w:rsidRDefault="00B5154A" w:rsidP="00B5154A">
      <w:r>
        <w:t>361.1727</w:t>
      </w:r>
      <w:r>
        <w:tab/>
        <w:t>1.013e1</w:t>
      </w:r>
    </w:p>
    <w:p w:rsidR="00B5154A" w:rsidRDefault="00B5154A" w:rsidP="00B5154A">
      <w:r>
        <w:t>361.2906</w:t>
      </w:r>
      <w:r>
        <w:tab/>
        <w:t>1.103e0</w:t>
      </w:r>
    </w:p>
    <w:p w:rsidR="00B5154A" w:rsidRDefault="00B5154A" w:rsidP="00B5154A">
      <w:r>
        <w:t>361.3382</w:t>
      </w:r>
      <w:r>
        <w:tab/>
        <w:t>1.179e0</w:t>
      </w:r>
    </w:p>
    <w:p w:rsidR="00B5154A" w:rsidRDefault="00B5154A" w:rsidP="00B5154A">
      <w:r>
        <w:t>361.4359</w:t>
      </w:r>
      <w:r>
        <w:tab/>
        <w:t>4.051e0</w:t>
      </w:r>
    </w:p>
    <w:p w:rsidR="00B5154A" w:rsidRDefault="00B5154A" w:rsidP="00B5154A">
      <w:r>
        <w:t>361.5294</w:t>
      </w:r>
      <w:r>
        <w:tab/>
        <w:t>3.038e0</w:t>
      </w:r>
    </w:p>
    <w:p w:rsidR="00B5154A" w:rsidRDefault="00B5154A" w:rsidP="00B5154A">
      <w:r>
        <w:t>361.5849</w:t>
      </w:r>
      <w:r>
        <w:tab/>
        <w:t>3.603e0</w:t>
      </w:r>
    </w:p>
    <w:p w:rsidR="00B5154A" w:rsidRDefault="00B5154A" w:rsidP="00B5154A">
      <w:r>
        <w:t>361.6494</w:t>
      </w:r>
      <w:r>
        <w:tab/>
        <w:t>1.924e0</w:t>
      </w:r>
    </w:p>
    <w:p w:rsidR="00B5154A" w:rsidRDefault="00B5154A" w:rsidP="00B5154A">
      <w:r>
        <w:lastRenderedPageBreak/>
        <w:t>361.7027</w:t>
      </w:r>
      <w:r>
        <w:tab/>
        <w:t>3.848e0</w:t>
      </w:r>
    </w:p>
    <w:p w:rsidR="00B5154A" w:rsidRDefault="00B5154A" w:rsidP="00B5154A">
      <w:r>
        <w:t>361.7528</w:t>
      </w:r>
      <w:r>
        <w:tab/>
        <w:t>2.025e0</w:t>
      </w:r>
    </w:p>
    <w:p w:rsidR="00B5154A" w:rsidRDefault="00B5154A" w:rsidP="00B5154A">
      <w:r>
        <w:t>361.8155</w:t>
      </w:r>
      <w:r>
        <w:tab/>
        <w:t>3.808e0</w:t>
      </w:r>
    </w:p>
    <w:p w:rsidR="00B5154A" w:rsidRDefault="00B5154A" w:rsidP="00B5154A">
      <w:r>
        <w:t>361.8666</w:t>
      </w:r>
      <w:r>
        <w:tab/>
        <w:t>2.867e0</w:t>
      </w:r>
    </w:p>
    <w:p w:rsidR="00B5154A" w:rsidRDefault="00B5154A" w:rsidP="00B5154A">
      <w:r>
        <w:t>361.9344</w:t>
      </w:r>
      <w:r>
        <w:tab/>
        <w:t>5.504e0</w:t>
      </w:r>
    </w:p>
    <w:p w:rsidR="00B5154A" w:rsidRDefault="00B5154A" w:rsidP="00B5154A">
      <w:r>
        <w:t>361.9950</w:t>
      </w:r>
      <w:r>
        <w:tab/>
        <w:t>1.067e0</w:t>
      </w:r>
    </w:p>
    <w:p w:rsidR="00B5154A" w:rsidRDefault="00B5154A" w:rsidP="00B5154A">
      <w:r>
        <w:t>362.0412</w:t>
      </w:r>
      <w:r>
        <w:tab/>
        <w:t>2.429e0</w:t>
      </w:r>
    </w:p>
    <w:p w:rsidR="00B5154A" w:rsidRDefault="00B5154A" w:rsidP="00B5154A">
      <w:r>
        <w:t>362.0967</w:t>
      </w:r>
      <w:r>
        <w:tab/>
        <w:t>2.445e0</w:t>
      </w:r>
    </w:p>
    <w:p w:rsidR="00B5154A" w:rsidRDefault="00B5154A" w:rsidP="00B5154A">
      <w:r>
        <w:t>362.1415</w:t>
      </w:r>
      <w:r>
        <w:tab/>
        <w:t>1.145e1</w:t>
      </w:r>
    </w:p>
    <w:p w:rsidR="00B5154A" w:rsidRDefault="00B5154A" w:rsidP="00B5154A">
      <w:r>
        <w:t>362.1859</w:t>
      </w:r>
      <w:r>
        <w:tab/>
        <w:t>5.215e0</w:t>
      </w:r>
    </w:p>
    <w:p w:rsidR="00B5154A" w:rsidRDefault="00B5154A" w:rsidP="00B5154A">
      <w:r>
        <w:t>362.2530</w:t>
      </w:r>
      <w:r>
        <w:tab/>
        <w:t>2.974e0</w:t>
      </w:r>
    </w:p>
    <w:p w:rsidR="00B5154A" w:rsidRDefault="00B5154A" w:rsidP="00B5154A">
      <w:r>
        <w:t>362.3541</w:t>
      </w:r>
      <w:r>
        <w:tab/>
        <w:t>4.229e0</w:t>
      </w:r>
    </w:p>
    <w:p w:rsidR="00B5154A" w:rsidRDefault="00B5154A" w:rsidP="00B5154A">
      <w:r>
        <w:t>362.4469</w:t>
      </w:r>
      <w:r>
        <w:tab/>
        <w:t>5.063e0</w:t>
      </w:r>
    </w:p>
    <w:p w:rsidR="00B5154A" w:rsidRDefault="00B5154A" w:rsidP="00B5154A">
      <w:r>
        <w:t>362.5226</w:t>
      </w:r>
      <w:r>
        <w:tab/>
        <w:t>3.038e0</w:t>
      </w:r>
    </w:p>
    <w:p w:rsidR="00B5154A" w:rsidRDefault="00B5154A" w:rsidP="00B5154A">
      <w:r>
        <w:t>362.6255</w:t>
      </w:r>
      <w:r>
        <w:tab/>
        <w:t>6.226e0</w:t>
      </w:r>
    </w:p>
    <w:p w:rsidR="00B5154A" w:rsidRDefault="00B5154A" w:rsidP="00B5154A">
      <w:r>
        <w:t>362.7108</w:t>
      </w:r>
      <w:r>
        <w:tab/>
        <w:t>1.873e0</w:t>
      </w:r>
    </w:p>
    <w:p w:rsidR="00B5154A" w:rsidRDefault="00B5154A" w:rsidP="00B5154A">
      <w:r>
        <w:t>362.7515</w:t>
      </w:r>
      <w:r>
        <w:tab/>
        <w:t>1.013e0</w:t>
      </w:r>
    </w:p>
    <w:p w:rsidR="00B5154A" w:rsidRDefault="00B5154A" w:rsidP="00B5154A">
      <w:r>
        <w:t>362.8201</w:t>
      </w:r>
      <w:r>
        <w:tab/>
        <w:t>5.615e0</w:t>
      </w:r>
    </w:p>
    <w:p w:rsidR="00B5154A" w:rsidRDefault="00B5154A" w:rsidP="00B5154A">
      <w:r>
        <w:t>362.9362</w:t>
      </w:r>
      <w:r>
        <w:tab/>
        <w:t>1.294e1</w:t>
      </w:r>
    </w:p>
    <w:p w:rsidR="00B5154A" w:rsidRDefault="00B5154A" w:rsidP="00B5154A">
      <w:r>
        <w:lastRenderedPageBreak/>
        <w:t>363.0337</w:t>
      </w:r>
      <w:r>
        <w:tab/>
        <w:t>2.283e0</w:t>
      </w:r>
    </w:p>
    <w:p w:rsidR="00B5154A" w:rsidRDefault="00B5154A" w:rsidP="00B5154A">
      <w:r>
        <w:t>363.1523</w:t>
      </w:r>
      <w:r>
        <w:tab/>
        <w:t>2.100e0</w:t>
      </w:r>
    </w:p>
    <w:p w:rsidR="00B5154A" w:rsidRDefault="00B5154A" w:rsidP="00B5154A">
      <w:r>
        <w:t>363.2457</w:t>
      </w:r>
      <w:r>
        <w:tab/>
        <w:t>4.783e0</w:t>
      </w:r>
    </w:p>
    <w:p w:rsidR="00B5154A" w:rsidRDefault="00B5154A" w:rsidP="00B5154A">
      <w:r>
        <w:t>363.4325</w:t>
      </w:r>
      <w:r>
        <w:tab/>
        <w:t>4.528e0</w:t>
      </w:r>
    </w:p>
    <w:p w:rsidR="00B5154A" w:rsidRDefault="00B5154A" w:rsidP="00B5154A">
      <w:r>
        <w:t>363.5400</w:t>
      </w:r>
      <w:r>
        <w:tab/>
        <w:t>2.183e0</w:t>
      </w:r>
    </w:p>
    <w:p w:rsidR="00B5154A" w:rsidRDefault="00B5154A" w:rsidP="00B5154A">
      <w:r>
        <w:t>363.6839</w:t>
      </w:r>
      <w:r>
        <w:tab/>
        <w:t>4.709e0</w:t>
      </w:r>
    </w:p>
    <w:p w:rsidR="00B5154A" w:rsidRDefault="00B5154A" w:rsidP="00B5154A">
      <w:r>
        <w:t>363.7478</w:t>
      </w:r>
      <w:r>
        <w:tab/>
        <w:t>3.058e0</w:t>
      </w:r>
    </w:p>
    <w:p w:rsidR="00B5154A" w:rsidRDefault="00B5154A" w:rsidP="00B5154A">
      <w:r>
        <w:t>363.8259</w:t>
      </w:r>
      <w:r>
        <w:tab/>
        <w:t>4.312e0</w:t>
      </w:r>
    </w:p>
    <w:p w:rsidR="00B5154A" w:rsidRDefault="00B5154A" w:rsidP="00B5154A">
      <w:r>
        <w:t>363.8954</w:t>
      </w:r>
      <w:r>
        <w:tab/>
        <w:t>3.261e0</w:t>
      </w:r>
    </w:p>
    <w:p w:rsidR="00B5154A" w:rsidRDefault="00B5154A" w:rsidP="00B5154A">
      <w:r>
        <w:t>363.9631</w:t>
      </w:r>
      <w:r>
        <w:tab/>
        <w:t>4.067e0</w:t>
      </w:r>
    </w:p>
    <w:p w:rsidR="00B5154A" w:rsidRDefault="00B5154A" w:rsidP="00B5154A">
      <w:r>
        <w:t>364.1040</w:t>
      </w:r>
      <w:r>
        <w:tab/>
        <w:t>1.932e2</w:t>
      </w:r>
    </w:p>
    <w:p w:rsidR="00B5154A" w:rsidRDefault="00B5154A" w:rsidP="00B5154A">
      <w:r>
        <w:t>364.3643</w:t>
      </w:r>
      <w:r>
        <w:tab/>
        <w:t>1.408e0</w:t>
      </w:r>
    </w:p>
    <w:p w:rsidR="00B5154A" w:rsidRDefault="00B5154A" w:rsidP="00B5154A">
      <w:r>
        <w:t>364.5830</w:t>
      </w:r>
      <w:r>
        <w:tab/>
        <w:t>1.676e0</w:t>
      </w:r>
    </w:p>
    <w:p w:rsidR="00B5154A" w:rsidRDefault="00B5154A" w:rsidP="00B5154A">
      <w:r>
        <w:t>364.6148</w:t>
      </w:r>
      <w:r>
        <w:tab/>
        <w:t>2.898e0</w:t>
      </w:r>
    </w:p>
    <w:p w:rsidR="00B5154A" w:rsidRDefault="00B5154A" w:rsidP="00B5154A">
      <w:r>
        <w:t>364.6808</w:t>
      </w:r>
      <w:r>
        <w:tab/>
        <w:t>1.721e0</w:t>
      </w:r>
    </w:p>
    <w:p w:rsidR="00B5154A" w:rsidRDefault="00B5154A" w:rsidP="00B5154A">
      <w:r>
        <w:t>364.7959</w:t>
      </w:r>
      <w:r>
        <w:tab/>
        <w:t>3.866e0</w:t>
      </w:r>
    </w:p>
    <w:p w:rsidR="00B5154A" w:rsidRDefault="00B5154A" w:rsidP="00B5154A">
      <w:r>
        <w:t>364.8742</w:t>
      </w:r>
      <w:r>
        <w:tab/>
        <w:t>2.437e0</w:t>
      </w:r>
    </w:p>
    <w:p w:rsidR="00B5154A" w:rsidRDefault="00B5154A" w:rsidP="00B5154A">
      <w:r>
        <w:t>364.9814</w:t>
      </w:r>
      <w:r>
        <w:tab/>
        <w:t>5.917e0</w:t>
      </w:r>
    </w:p>
    <w:p w:rsidR="00B5154A" w:rsidRDefault="00B5154A" w:rsidP="00B5154A">
      <w:r>
        <w:t>365.0442</w:t>
      </w:r>
      <w:r>
        <w:tab/>
        <w:t>1.401e0</w:t>
      </w:r>
    </w:p>
    <w:p w:rsidR="00B5154A" w:rsidRDefault="00B5154A" w:rsidP="00B5154A">
      <w:r>
        <w:lastRenderedPageBreak/>
        <w:t>365.1051</w:t>
      </w:r>
      <w:r>
        <w:tab/>
        <w:t>2.445e1</w:t>
      </w:r>
    </w:p>
    <w:p w:rsidR="00B5154A" w:rsidRDefault="00B5154A" w:rsidP="00B5154A">
      <w:r>
        <w:t>365.1648</w:t>
      </w:r>
      <w:r>
        <w:tab/>
        <w:t>3.267e0</w:t>
      </w:r>
    </w:p>
    <w:p w:rsidR="00B5154A" w:rsidRDefault="00B5154A" w:rsidP="00B5154A">
      <w:r>
        <w:t>365.2091</w:t>
      </w:r>
      <w:r>
        <w:tab/>
        <w:t>1.058e0</w:t>
      </w:r>
    </w:p>
    <w:p w:rsidR="00B5154A" w:rsidRDefault="00B5154A" w:rsidP="00B5154A">
      <w:r>
        <w:t>365.2678</w:t>
      </w:r>
      <w:r>
        <w:tab/>
        <w:t>1.144e0</w:t>
      </w:r>
    </w:p>
    <w:p w:rsidR="00B5154A" w:rsidRDefault="00B5154A" w:rsidP="00B5154A">
      <w:r>
        <w:t>365.3087</w:t>
      </w:r>
      <w:r>
        <w:tab/>
        <w:t>4.750e0</w:t>
      </w:r>
    </w:p>
    <w:p w:rsidR="00B5154A" w:rsidRDefault="00B5154A" w:rsidP="00B5154A">
      <w:r>
        <w:t>365.3595</w:t>
      </w:r>
      <w:r>
        <w:tab/>
        <w:t>1.563e0</w:t>
      </w:r>
    </w:p>
    <w:p w:rsidR="00B5154A" w:rsidRDefault="00B5154A" w:rsidP="00B5154A">
      <w:r>
        <w:t>365.4594</w:t>
      </w:r>
      <w:r>
        <w:tab/>
        <w:t>4.180e0</w:t>
      </w:r>
    </w:p>
    <w:p w:rsidR="00B5154A" w:rsidRDefault="00B5154A" w:rsidP="00B5154A">
      <w:r>
        <w:t>365.6004</w:t>
      </w:r>
      <w:r>
        <w:tab/>
        <w:t>4.644e0</w:t>
      </w:r>
    </w:p>
    <w:p w:rsidR="00B5154A" w:rsidRDefault="00B5154A" w:rsidP="00B5154A">
      <w:r>
        <w:t>365.7131</w:t>
      </w:r>
      <w:r>
        <w:tab/>
        <w:t>4.782e0</w:t>
      </w:r>
    </w:p>
    <w:p w:rsidR="00B5154A" w:rsidRDefault="00B5154A" w:rsidP="00B5154A">
      <w:r>
        <w:t>365.7759</w:t>
      </w:r>
      <w:r>
        <w:tab/>
        <w:t>2.025e0</w:t>
      </w:r>
    </w:p>
    <w:p w:rsidR="00B5154A" w:rsidRDefault="00B5154A" w:rsidP="00B5154A">
      <w:r>
        <w:t>365.8399</w:t>
      </w:r>
      <w:r>
        <w:tab/>
        <w:t>2.728e0</w:t>
      </w:r>
    </w:p>
    <w:p w:rsidR="00B5154A" w:rsidRDefault="00B5154A" w:rsidP="00B5154A">
      <w:r>
        <w:t>366.0980</w:t>
      </w:r>
      <w:r>
        <w:tab/>
        <w:t>2.454e1</w:t>
      </w:r>
    </w:p>
    <w:p w:rsidR="00B5154A" w:rsidRDefault="00B5154A" w:rsidP="00B5154A">
      <w:r>
        <w:t>366.2450</w:t>
      </w:r>
      <w:r>
        <w:tab/>
        <w:t>8.535e0</w:t>
      </w:r>
    </w:p>
    <w:p w:rsidR="00B5154A" w:rsidRDefault="00B5154A" w:rsidP="00B5154A">
      <w:r>
        <w:t>366.3217</w:t>
      </w:r>
      <w:r>
        <w:tab/>
        <w:t>1.519e0</w:t>
      </w:r>
    </w:p>
    <w:p w:rsidR="00B5154A" w:rsidRDefault="00B5154A" w:rsidP="00B5154A">
      <w:r>
        <w:t>366.4896</w:t>
      </w:r>
      <w:r>
        <w:tab/>
        <w:t>3.038e0</w:t>
      </w:r>
    </w:p>
    <w:p w:rsidR="00B5154A" w:rsidRDefault="00B5154A" w:rsidP="00B5154A">
      <w:r>
        <w:t>366.6369</w:t>
      </w:r>
      <w:r>
        <w:tab/>
        <w:t>2.025e0</w:t>
      </w:r>
    </w:p>
    <w:p w:rsidR="00B5154A" w:rsidRDefault="00B5154A" w:rsidP="00B5154A">
      <w:r>
        <w:t>366.7917</w:t>
      </w:r>
      <w:r>
        <w:tab/>
        <w:t>1.013e0</w:t>
      </w:r>
    </w:p>
    <w:p w:rsidR="00B5154A" w:rsidRDefault="00B5154A" w:rsidP="00B5154A">
      <w:r>
        <w:t>366.8419</w:t>
      </w:r>
      <w:r>
        <w:tab/>
        <w:t>2.420e0</w:t>
      </w:r>
    </w:p>
    <w:p w:rsidR="00B5154A" w:rsidRDefault="00B5154A" w:rsidP="00B5154A">
      <w:r>
        <w:t>366.9627</w:t>
      </w:r>
      <w:r>
        <w:tab/>
        <w:t>2.500e0</w:t>
      </w:r>
    </w:p>
    <w:p w:rsidR="00B5154A" w:rsidRDefault="00B5154A" w:rsidP="00B5154A">
      <w:r>
        <w:lastRenderedPageBreak/>
        <w:t>367.0911</w:t>
      </w:r>
      <w:r>
        <w:tab/>
        <w:t>8.979e0</w:t>
      </w:r>
    </w:p>
    <w:p w:rsidR="00B5154A" w:rsidRDefault="00B5154A" w:rsidP="00B5154A">
      <w:r>
        <w:t>367.2159</w:t>
      </w:r>
      <w:r>
        <w:tab/>
        <w:t>4.273e0</w:t>
      </w:r>
    </w:p>
    <w:p w:rsidR="00B5154A" w:rsidRDefault="00B5154A" w:rsidP="00B5154A">
      <w:r>
        <w:t>367.3181</w:t>
      </w:r>
      <w:r>
        <w:tab/>
        <w:t>3.741e0</w:t>
      </w:r>
    </w:p>
    <w:p w:rsidR="00B5154A" w:rsidRDefault="00B5154A" w:rsidP="00B5154A">
      <w:r>
        <w:t>367.3679</w:t>
      </w:r>
      <w:r>
        <w:tab/>
        <w:t>9.707e0</w:t>
      </w:r>
    </w:p>
    <w:p w:rsidR="00B5154A" w:rsidRDefault="00B5154A" w:rsidP="00B5154A">
      <w:r>
        <w:t>367.4275</w:t>
      </w:r>
      <w:r>
        <w:tab/>
        <w:t>1.500e0</w:t>
      </w:r>
    </w:p>
    <w:p w:rsidR="00B5154A" w:rsidRDefault="00B5154A" w:rsidP="00B5154A">
      <w:r>
        <w:t>367.5841</w:t>
      </w:r>
      <w:r>
        <w:tab/>
        <w:t>2.618e0</w:t>
      </w:r>
    </w:p>
    <w:p w:rsidR="00B5154A" w:rsidRDefault="00B5154A" w:rsidP="00B5154A">
      <w:r>
        <w:t>367.6665</w:t>
      </w:r>
      <w:r>
        <w:tab/>
        <w:t>2.678e0</w:t>
      </w:r>
    </w:p>
    <w:p w:rsidR="00B5154A" w:rsidRDefault="00B5154A" w:rsidP="00B5154A">
      <w:r>
        <w:t>367.7323</w:t>
      </w:r>
      <w:r>
        <w:tab/>
        <w:t>7.089e0</w:t>
      </w:r>
    </w:p>
    <w:p w:rsidR="00B5154A" w:rsidRDefault="00B5154A" w:rsidP="00B5154A">
      <w:r>
        <w:t>367.9365</w:t>
      </w:r>
      <w:r>
        <w:tab/>
        <w:t>2.067e0</w:t>
      </w:r>
    </w:p>
    <w:p w:rsidR="00B5154A" w:rsidRDefault="00B5154A" w:rsidP="00B5154A">
      <w:r>
        <w:t>367.9927</w:t>
      </w:r>
      <w:r>
        <w:tab/>
        <w:t>3.058e0</w:t>
      </w:r>
    </w:p>
    <w:p w:rsidR="00B5154A" w:rsidRDefault="00B5154A" w:rsidP="00B5154A">
      <w:r>
        <w:t>368.0824</w:t>
      </w:r>
      <w:r>
        <w:tab/>
        <w:t>2.438e1</w:t>
      </w:r>
    </w:p>
    <w:p w:rsidR="00B5154A" w:rsidRDefault="00B5154A" w:rsidP="00B5154A">
      <w:r>
        <w:t>368.1807</w:t>
      </w:r>
      <w:r>
        <w:tab/>
        <w:t>5.272e0</w:t>
      </w:r>
    </w:p>
    <w:p w:rsidR="00B5154A" w:rsidRDefault="00B5154A" w:rsidP="00B5154A">
      <w:r>
        <w:t>368.2268</w:t>
      </w:r>
      <w:r>
        <w:tab/>
        <w:t>2.485e0</w:t>
      </w:r>
    </w:p>
    <w:p w:rsidR="00B5154A" w:rsidRDefault="00B5154A" w:rsidP="00B5154A">
      <w:r>
        <w:t>368.3215</w:t>
      </w:r>
      <w:r>
        <w:tab/>
        <w:t>3.385e0</w:t>
      </w:r>
    </w:p>
    <w:p w:rsidR="00B5154A" w:rsidRDefault="00B5154A" w:rsidP="00B5154A">
      <w:r>
        <w:t>368.3714</w:t>
      </w:r>
      <w:r>
        <w:tab/>
        <w:t>5.450e0</w:t>
      </w:r>
    </w:p>
    <w:p w:rsidR="00B5154A" w:rsidRDefault="00B5154A" w:rsidP="00B5154A">
      <w:r>
        <w:t>368.4303</w:t>
      </w:r>
      <w:r>
        <w:tab/>
        <w:t>1.189e2</w:t>
      </w:r>
    </w:p>
    <w:p w:rsidR="00B5154A" w:rsidRDefault="00B5154A" w:rsidP="00B5154A">
      <w:r>
        <w:t>368.6466</w:t>
      </w:r>
      <w:r>
        <w:tab/>
        <w:t>1.845e0</w:t>
      </w:r>
    </w:p>
    <w:p w:rsidR="00B5154A" w:rsidRDefault="00B5154A" w:rsidP="00B5154A">
      <w:r>
        <w:t>368.7216</w:t>
      </w:r>
      <w:r>
        <w:tab/>
        <w:t>2.768e0</w:t>
      </w:r>
    </w:p>
    <w:p w:rsidR="00B5154A" w:rsidRDefault="00B5154A" w:rsidP="00B5154A">
      <w:r>
        <w:t>368.7858</w:t>
      </w:r>
      <w:r>
        <w:tab/>
        <w:t>4.983e0</w:t>
      </w:r>
    </w:p>
    <w:p w:rsidR="00B5154A" w:rsidRDefault="00B5154A" w:rsidP="00B5154A">
      <w:r>
        <w:lastRenderedPageBreak/>
        <w:t>368.8851</w:t>
      </w:r>
      <w:r>
        <w:tab/>
        <w:t>2.025e0</w:t>
      </w:r>
    </w:p>
    <w:p w:rsidR="00B5154A" w:rsidRDefault="00B5154A" w:rsidP="00B5154A">
      <w:r>
        <w:t>368.9561</w:t>
      </w:r>
      <w:r>
        <w:tab/>
        <w:t>5.319e0</w:t>
      </w:r>
    </w:p>
    <w:p w:rsidR="00B5154A" w:rsidRDefault="00B5154A" w:rsidP="00B5154A">
      <w:r>
        <w:t>369.0623</w:t>
      </w:r>
      <w:r>
        <w:tab/>
        <w:t>4.063e0</w:t>
      </w:r>
    </w:p>
    <w:p w:rsidR="00B5154A" w:rsidRDefault="00B5154A" w:rsidP="00B5154A">
      <w:r>
        <w:t>369.1289</w:t>
      </w:r>
      <w:r>
        <w:tab/>
        <w:t>2.307e0</w:t>
      </w:r>
    </w:p>
    <w:p w:rsidR="00B5154A" w:rsidRDefault="00B5154A" w:rsidP="00B5154A">
      <w:r>
        <w:t>369.3018</w:t>
      </w:r>
      <w:r>
        <w:tab/>
        <w:t>1.723e0</w:t>
      </w:r>
    </w:p>
    <w:p w:rsidR="00B5154A" w:rsidRDefault="00B5154A" w:rsidP="00B5154A">
      <w:r>
        <w:t>369.3910</w:t>
      </w:r>
      <w:r>
        <w:tab/>
        <w:t>5.378e1</w:t>
      </w:r>
    </w:p>
    <w:p w:rsidR="00B5154A" w:rsidRDefault="00B5154A" w:rsidP="00B5154A">
      <w:r>
        <w:t>369.4292</w:t>
      </w:r>
      <w:r>
        <w:tab/>
        <w:t>4.266e1</w:t>
      </w:r>
    </w:p>
    <w:p w:rsidR="00B5154A" w:rsidRDefault="00B5154A" w:rsidP="00B5154A">
      <w:r>
        <w:t>369.5422</w:t>
      </w:r>
      <w:r>
        <w:tab/>
        <w:t>5.036e0</w:t>
      </w:r>
    </w:p>
    <w:p w:rsidR="00B5154A" w:rsidRDefault="00B5154A" w:rsidP="00B5154A">
      <w:r>
        <w:t>369.6733</w:t>
      </w:r>
      <w:r>
        <w:tab/>
        <w:t>4.810e0</w:t>
      </w:r>
    </w:p>
    <w:p w:rsidR="00B5154A" w:rsidRDefault="00B5154A" w:rsidP="00B5154A">
      <w:r>
        <w:t>369.7281</w:t>
      </w:r>
      <w:r>
        <w:tab/>
        <w:t>1.013e0</w:t>
      </w:r>
    </w:p>
    <w:p w:rsidR="00B5154A" w:rsidRDefault="00B5154A" w:rsidP="00B5154A">
      <w:r>
        <w:t>369.7928</w:t>
      </w:r>
      <w:r>
        <w:tab/>
        <w:t>3.038e0</w:t>
      </w:r>
    </w:p>
    <w:p w:rsidR="00B5154A" w:rsidRDefault="00B5154A" w:rsidP="00B5154A">
      <w:r>
        <w:t>369.8592</w:t>
      </w:r>
      <w:r>
        <w:tab/>
        <w:t>3.728e0</w:t>
      </w:r>
    </w:p>
    <w:p w:rsidR="00B5154A" w:rsidRDefault="00B5154A" w:rsidP="00B5154A">
      <w:r>
        <w:t>369.8989</w:t>
      </w:r>
      <w:r>
        <w:tab/>
        <w:t>1.707e0</w:t>
      </w:r>
    </w:p>
    <w:p w:rsidR="00B5154A" w:rsidRDefault="00B5154A" w:rsidP="00B5154A">
      <w:r>
        <w:t>370.1068</w:t>
      </w:r>
      <w:r>
        <w:tab/>
        <w:t>1.405e0</w:t>
      </w:r>
    </w:p>
    <w:p w:rsidR="00B5154A" w:rsidRDefault="00B5154A" w:rsidP="00B5154A">
      <w:r>
        <w:t>370.1526</w:t>
      </w:r>
      <w:r>
        <w:tab/>
        <w:t>1.058e0</w:t>
      </w:r>
    </w:p>
    <w:p w:rsidR="00B5154A" w:rsidRDefault="00B5154A" w:rsidP="00B5154A">
      <w:r>
        <w:t>370.3103</w:t>
      </w:r>
      <w:r>
        <w:tab/>
        <w:t>3.309e0</w:t>
      </w:r>
    </w:p>
    <w:p w:rsidR="00B5154A" w:rsidRDefault="00B5154A" w:rsidP="00B5154A">
      <w:r>
        <w:t>370.3755</w:t>
      </w:r>
      <w:r>
        <w:tab/>
        <w:t>1.096e1</w:t>
      </w:r>
    </w:p>
    <w:p w:rsidR="00B5154A" w:rsidRDefault="00B5154A" w:rsidP="00B5154A">
      <w:r>
        <w:t>370.4301</w:t>
      </w:r>
      <w:r>
        <w:tab/>
        <w:t>7.737e0</w:t>
      </w:r>
    </w:p>
    <w:p w:rsidR="00B5154A" w:rsidRDefault="00B5154A" w:rsidP="00B5154A">
      <w:r>
        <w:t>370.5027</w:t>
      </w:r>
      <w:r>
        <w:tab/>
        <w:t>2.025e0</w:t>
      </w:r>
    </w:p>
    <w:p w:rsidR="00B5154A" w:rsidRDefault="00B5154A" w:rsidP="00B5154A">
      <w:r>
        <w:lastRenderedPageBreak/>
        <w:t>370.5456</w:t>
      </w:r>
      <w:r>
        <w:tab/>
        <w:t>1.013e0</w:t>
      </w:r>
    </w:p>
    <w:p w:rsidR="00B5154A" w:rsidRDefault="00B5154A" w:rsidP="00B5154A">
      <w:r>
        <w:t>370.5962</w:t>
      </w:r>
      <w:r>
        <w:tab/>
        <w:t>2.025e0</w:t>
      </w:r>
    </w:p>
    <w:p w:rsidR="00B5154A" w:rsidRDefault="00B5154A" w:rsidP="00B5154A">
      <w:r>
        <w:t>370.6485</w:t>
      </w:r>
      <w:r>
        <w:tab/>
        <w:t>2.987e0</w:t>
      </w:r>
    </w:p>
    <w:p w:rsidR="00B5154A" w:rsidRDefault="00B5154A" w:rsidP="00B5154A">
      <w:r>
        <w:t>370.7281</w:t>
      </w:r>
      <w:r>
        <w:tab/>
        <w:t>5.924e0</w:t>
      </w:r>
    </w:p>
    <w:p w:rsidR="00B5154A" w:rsidRDefault="00B5154A" w:rsidP="00B5154A">
      <w:r>
        <w:t>370.8353</w:t>
      </w:r>
      <w:r>
        <w:tab/>
        <w:t>1.643e0</w:t>
      </w:r>
    </w:p>
    <w:p w:rsidR="00B5154A" w:rsidRDefault="00B5154A" w:rsidP="00B5154A">
      <w:r>
        <w:t>370.8788</w:t>
      </w:r>
      <w:r>
        <w:tab/>
        <w:t>3.038e0</w:t>
      </w:r>
    </w:p>
    <w:p w:rsidR="00B5154A" w:rsidRDefault="00B5154A" w:rsidP="00B5154A">
      <w:r>
        <w:t>370.9123</w:t>
      </w:r>
      <w:r>
        <w:tab/>
        <w:t>4.253e0</w:t>
      </w:r>
    </w:p>
    <w:p w:rsidR="00B5154A" w:rsidRDefault="00B5154A" w:rsidP="00B5154A">
      <w:r>
        <w:t>370.9750</w:t>
      </w:r>
      <w:r>
        <w:tab/>
        <w:t>3.829e0</w:t>
      </w:r>
    </w:p>
    <w:p w:rsidR="00B5154A" w:rsidRDefault="00B5154A" w:rsidP="00B5154A">
      <w:r>
        <w:t>371.0136</w:t>
      </w:r>
      <w:r>
        <w:tab/>
        <w:t>3.771e0</w:t>
      </w:r>
    </w:p>
    <w:p w:rsidR="00B5154A" w:rsidRDefault="00B5154A" w:rsidP="00B5154A">
      <w:r>
        <w:t>371.0779</w:t>
      </w:r>
      <w:r>
        <w:tab/>
        <w:t>2.675e0</w:t>
      </w:r>
    </w:p>
    <w:p w:rsidR="00B5154A" w:rsidRDefault="00B5154A" w:rsidP="00B5154A">
      <w:r>
        <w:t>371.1720</w:t>
      </w:r>
      <w:r>
        <w:tab/>
        <w:t>1.878e0</w:t>
      </w:r>
    </w:p>
    <w:p w:rsidR="00B5154A" w:rsidRDefault="00B5154A" w:rsidP="00B5154A">
      <w:r>
        <w:t>371.2053</w:t>
      </w:r>
      <w:r>
        <w:tab/>
        <w:t>4.291e0</w:t>
      </w:r>
    </w:p>
    <w:p w:rsidR="00B5154A" w:rsidRDefault="00B5154A" w:rsidP="00B5154A">
      <w:r>
        <w:t>371.2486</w:t>
      </w:r>
      <w:r>
        <w:tab/>
        <w:t>1.473e0</w:t>
      </w:r>
    </w:p>
    <w:p w:rsidR="00B5154A" w:rsidRDefault="00B5154A" w:rsidP="00B5154A">
      <w:r>
        <w:t>371.3259</w:t>
      </w:r>
      <w:r>
        <w:tab/>
        <w:t>2.425e1</w:t>
      </w:r>
    </w:p>
    <w:p w:rsidR="00B5154A" w:rsidRDefault="00B5154A" w:rsidP="00B5154A">
      <w:r>
        <w:t>371.3682</w:t>
      </w:r>
      <w:r>
        <w:tab/>
        <w:t>7.192e0</w:t>
      </w:r>
    </w:p>
    <w:p w:rsidR="00B5154A" w:rsidRDefault="00B5154A" w:rsidP="00B5154A">
      <w:r>
        <w:t>371.4827</w:t>
      </w:r>
      <w:r>
        <w:tab/>
        <w:t>4.881e0</w:t>
      </w:r>
    </w:p>
    <w:p w:rsidR="00B5154A" w:rsidRDefault="00B5154A" w:rsidP="00B5154A">
      <w:r>
        <w:t>371.5489</w:t>
      </w:r>
      <w:r>
        <w:tab/>
        <w:t>2.025e0</w:t>
      </w:r>
    </w:p>
    <w:p w:rsidR="00B5154A" w:rsidRDefault="00B5154A" w:rsidP="00B5154A">
      <w:r>
        <w:t>371.6145</w:t>
      </w:r>
      <w:r>
        <w:tab/>
        <w:t>3.635e0</w:t>
      </w:r>
    </w:p>
    <w:p w:rsidR="00B5154A" w:rsidRDefault="00B5154A" w:rsidP="00B5154A">
      <w:r>
        <w:t>371.6645</w:t>
      </w:r>
      <w:r>
        <w:tab/>
        <w:t>1.959e0</w:t>
      </w:r>
    </w:p>
    <w:p w:rsidR="00B5154A" w:rsidRDefault="00B5154A" w:rsidP="00B5154A">
      <w:r>
        <w:lastRenderedPageBreak/>
        <w:t>371.7122</w:t>
      </w:r>
      <w:r>
        <w:tab/>
        <w:t>1.959e0</w:t>
      </w:r>
    </w:p>
    <w:p w:rsidR="00B5154A" w:rsidRDefault="00B5154A" w:rsidP="00B5154A">
      <w:r>
        <w:t>371.8070</w:t>
      </w:r>
      <w:r>
        <w:tab/>
        <w:t>3.357e0</w:t>
      </w:r>
    </w:p>
    <w:p w:rsidR="00B5154A" w:rsidRDefault="00B5154A" w:rsidP="00B5154A">
      <w:r>
        <w:t>371.9447</w:t>
      </w:r>
      <w:r>
        <w:tab/>
        <w:t>3.155e0</w:t>
      </w:r>
    </w:p>
    <w:p w:rsidR="00B5154A" w:rsidRDefault="00B5154A" w:rsidP="00B5154A">
      <w:r>
        <w:t>371.9810</w:t>
      </w:r>
      <w:r>
        <w:tab/>
        <w:t>5.095e0</w:t>
      </w:r>
    </w:p>
    <w:p w:rsidR="00B5154A" w:rsidRDefault="00B5154A" w:rsidP="00B5154A">
      <w:r>
        <w:t>372.0556</w:t>
      </w:r>
      <w:r>
        <w:tab/>
        <w:t>3.298e0</w:t>
      </w:r>
    </w:p>
    <w:p w:rsidR="00B5154A" w:rsidRDefault="00B5154A" w:rsidP="00B5154A">
      <w:r>
        <w:t>372.1825</w:t>
      </w:r>
      <w:r>
        <w:tab/>
        <w:t>5.066e2</w:t>
      </w:r>
    </w:p>
    <w:p w:rsidR="00B5154A" w:rsidRDefault="00B5154A" w:rsidP="00B5154A">
      <w:r>
        <w:t>372.2767</w:t>
      </w:r>
      <w:r>
        <w:tab/>
        <w:t>5.046e0</w:t>
      </w:r>
    </w:p>
    <w:p w:rsidR="00B5154A" w:rsidRDefault="00B5154A" w:rsidP="00B5154A">
      <w:r>
        <w:t>372.3474</w:t>
      </w:r>
      <w:r>
        <w:tab/>
        <w:t>7.010e1</w:t>
      </w:r>
    </w:p>
    <w:p w:rsidR="00B5154A" w:rsidRDefault="00B5154A" w:rsidP="00B5154A">
      <w:r>
        <w:t>372.4161</w:t>
      </w:r>
      <w:r>
        <w:tab/>
        <w:t>3.680e0</w:t>
      </w:r>
    </w:p>
    <w:p w:rsidR="00B5154A" w:rsidRDefault="00B5154A" w:rsidP="00B5154A">
      <w:r>
        <w:t>372.5129</w:t>
      </w:r>
      <w:r>
        <w:tab/>
        <w:t>2.025e0</w:t>
      </w:r>
    </w:p>
    <w:p w:rsidR="00B5154A" w:rsidRDefault="00B5154A" w:rsidP="00B5154A">
      <w:r>
        <w:t>372.5522</w:t>
      </w:r>
      <w:r>
        <w:tab/>
        <w:t>6.076e0</w:t>
      </w:r>
    </w:p>
    <w:p w:rsidR="00B5154A" w:rsidRDefault="00B5154A" w:rsidP="00B5154A">
      <w:r>
        <w:t>372.5931</w:t>
      </w:r>
      <w:r>
        <w:tab/>
        <w:t>2.025e0</w:t>
      </w:r>
    </w:p>
    <w:p w:rsidR="00B5154A" w:rsidRDefault="00B5154A" w:rsidP="00B5154A">
      <w:r>
        <w:t>372.6652</w:t>
      </w:r>
      <w:r>
        <w:tab/>
        <w:t>1.959e0</w:t>
      </w:r>
    </w:p>
    <w:p w:rsidR="00B5154A" w:rsidRDefault="00B5154A" w:rsidP="00B5154A">
      <w:r>
        <w:t>372.7628</w:t>
      </w:r>
      <w:r>
        <w:tab/>
        <w:t>2.735e0</w:t>
      </w:r>
    </w:p>
    <w:p w:rsidR="00B5154A" w:rsidRDefault="00B5154A" w:rsidP="00B5154A">
      <w:r>
        <w:t>372.8148</w:t>
      </w:r>
      <w:r>
        <w:tab/>
        <w:t>5.851e0</w:t>
      </w:r>
    </w:p>
    <w:p w:rsidR="00B5154A" w:rsidRDefault="00B5154A" w:rsidP="00B5154A">
      <w:r>
        <w:t>372.8648</w:t>
      </w:r>
      <w:r>
        <w:tab/>
        <w:t>4.838e0</w:t>
      </w:r>
    </w:p>
    <w:p w:rsidR="00B5154A" w:rsidRDefault="00B5154A" w:rsidP="00B5154A">
      <w:r>
        <w:t>372.9086</w:t>
      </w:r>
      <w:r>
        <w:tab/>
        <w:t>1.504e0</w:t>
      </w:r>
    </w:p>
    <w:p w:rsidR="00B5154A" w:rsidRDefault="00B5154A" w:rsidP="00B5154A">
      <w:r>
        <w:t>372.9589</w:t>
      </w:r>
      <w:r>
        <w:tab/>
        <w:t>3.339e0</w:t>
      </w:r>
    </w:p>
    <w:p w:rsidR="00B5154A" w:rsidRDefault="00B5154A" w:rsidP="00B5154A">
      <w:r>
        <w:t>373.0023</w:t>
      </w:r>
      <w:r>
        <w:tab/>
        <w:t>4.382e0</w:t>
      </w:r>
    </w:p>
    <w:p w:rsidR="00B5154A" w:rsidRDefault="00B5154A" w:rsidP="00B5154A">
      <w:r>
        <w:lastRenderedPageBreak/>
        <w:t>373.1858</w:t>
      </w:r>
      <w:r>
        <w:tab/>
        <w:t>1.414e2</w:t>
      </w:r>
    </w:p>
    <w:p w:rsidR="00B5154A" w:rsidRDefault="00B5154A" w:rsidP="00B5154A">
      <w:r>
        <w:t>373.2953</w:t>
      </w:r>
      <w:r>
        <w:tab/>
        <w:t>1.936e0</w:t>
      </w:r>
    </w:p>
    <w:p w:rsidR="00B5154A" w:rsidRDefault="00B5154A" w:rsidP="00B5154A">
      <w:r>
        <w:t>373.3540</w:t>
      </w:r>
      <w:r>
        <w:tab/>
        <w:t>1.217e1</w:t>
      </w:r>
    </w:p>
    <w:p w:rsidR="00B5154A" w:rsidRDefault="00B5154A" w:rsidP="00B5154A">
      <w:r>
        <w:t>373.4337</w:t>
      </w:r>
      <w:r>
        <w:tab/>
        <w:t>4.715e0</w:t>
      </w:r>
    </w:p>
    <w:p w:rsidR="00B5154A" w:rsidRDefault="00B5154A" w:rsidP="00B5154A">
      <w:r>
        <w:t>373.5388</w:t>
      </w:r>
      <w:r>
        <w:tab/>
        <w:t>4.051e0</w:t>
      </w:r>
    </w:p>
    <w:p w:rsidR="00B5154A" w:rsidRDefault="00B5154A" w:rsidP="00B5154A">
      <w:r>
        <w:t>373.5859</w:t>
      </w:r>
      <w:r>
        <w:tab/>
        <w:t>2.025e0</w:t>
      </w:r>
    </w:p>
    <w:p w:rsidR="00B5154A" w:rsidRDefault="00B5154A" w:rsidP="00B5154A">
      <w:r>
        <w:t>373.6221</w:t>
      </w:r>
      <w:r>
        <w:tab/>
        <w:t>3.038e0</w:t>
      </w:r>
    </w:p>
    <w:p w:rsidR="00B5154A" w:rsidRDefault="00B5154A" w:rsidP="00B5154A">
      <w:r>
        <w:t>373.7921</w:t>
      </w:r>
      <w:r>
        <w:tab/>
        <w:t>4.051e0</w:t>
      </w:r>
    </w:p>
    <w:p w:rsidR="00B5154A" w:rsidRDefault="00B5154A" w:rsidP="00B5154A">
      <w:r>
        <w:t>373.9026</w:t>
      </w:r>
      <w:r>
        <w:tab/>
        <w:t>5.066e0</w:t>
      </w:r>
    </w:p>
    <w:p w:rsidR="00B5154A" w:rsidRDefault="00B5154A" w:rsidP="00B5154A">
      <w:r>
        <w:t>373.9831</w:t>
      </w:r>
      <w:r>
        <w:tab/>
        <w:t>2.505e0</w:t>
      </w:r>
    </w:p>
    <w:p w:rsidR="00B5154A" w:rsidRDefault="00B5154A" w:rsidP="00B5154A">
      <w:r>
        <w:t>374.0396</w:t>
      </w:r>
      <w:r>
        <w:tab/>
        <w:t>2.729e1</w:t>
      </w:r>
    </w:p>
    <w:p w:rsidR="00B5154A" w:rsidRDefault="00B5154A" w:rsidP="00B5154A">
      <w:r>
        <w:t>374.1046</w:t>
      </w:r>
      <w:r>
        <w:tab/>
        <w:t>3.749e0</w:t>
      </w:r>
    </w:p>
    <w:p w:rsidR="00B5154A" w:rsidRDefault="00B5154A" w:rsidP="00B5154A">
      <w:r>
        <w:t>374.1939</w:t>
      </w:r>
      <w:r>
        <w:tab/>
        <w:t>2.693e1</w:t>
      </w:r>
    </w:p>
    <w:p w:rsidR="00B5154A" w:rsidRDefault="00B5154A" w:rsidP="00B5154A">
      <w:r>
        <w:t>374.3024</w:t>
      </w:r>
      <w:r>
        <w:tab/>
        <w:t>1.096e0</w:t>
      </w:r>
    </w:p>
    <w:p w:rsidR="00B5154A" w:rsidRDefault="00B5154A" w:rsidP="00B5154A">
      <w:r>
        <w:t>374.4512</w:t>
      </w:r>
      <w:r>
        <w:tab/>
        <w:t>2.512e0</w:t>
      </w:r>
    </w:p>
    <w:p w:rsidR="00B5154A" w:rsidRDefault="00B5154A" w:rsidP="00B5154A">
      <w:r>
        <w:t>374.5132</w:t>
      </w:r>
      <w:r>
        <w:tab/>
        <w:t>6.076e0</w:t>
      </w:r>
    </w:p>
    <w:p w:rsidR="00B5154A" w:rsidRDefault="00B5154A" w:rsidP="00B5154A">
      <w:r>
        <w:t>374.5741</w:t>
      </w:r>
      <w:r>
        <w:tab/>
        <w:t>1.741e0</w:t>
      </w:r>
    </w:p>
    <w:p w:rsidR="00B5154A" w:rsidRDefault="00B5154A" w:rsidP="00B5154A">
      <w:r>
        <w:t>374.6388</w:t>
      </w:r>
      <w:r>
        <w:tab/>
        <w:t>3.038e0</w:t>
      </w:r>
    </w:p>
    <w:p w:rsidR="00B5154A" w:rsidRDefault="00B5154A" w:rsidP="00B5154A">
      <w:r>
        <w:t>374.6780</w:t>
      </w:r>
      <w:r>
        <w:tab/>
        <w:t>2.025e0</w:t>
      </w:r>
    </w:p>
    <w:p w:rsidR="00B5154A" w:rsidRDefault="00B5154A" w:rsidP="00B5154A">
      <w:r>
        <w:lastRenderedPageBreak/>
        <w:t>374.7543</w:t>
      </w:r>
      <w:r>
        <w:tab/>
        <w:t>6.076e0</w:t>
      </w:r>
    </w:p>
    <w:p w:rsidR="00B5154A" w:rsidRDefault="00B5154A" w:rsidP="00B5154A">
      <w:r>
        <w:t>374.8214</w:t>
      </w:r>
      <w:r>
        <w:tab/>
        <w:t>3.017e0</w:t>
      </w:r>
    </w:p>
    <w:p w:rsidR="00B5154A" w:rsidRDefault="00B5154A" w:rsidP="00B5154A">
      <w:r>
        <w:t>374.8701</w:t>
      </w:r>
      <w:r>
        <w:tab/>
        <w:t>2.015e0</w:t>
      </w:r>
    </w:p>
    <w:p w:rsidR="00B5154A" w:rsidRDefault="00B5154A" w:rsidP="00B5154A">
      <w:r>
        <w:t>374.9141</w:t>
      </w:r>
      <w:r>
        <w:tab/>
        <w:t>1.750e0</w:t>
      </w:r>
    </w:p>
    <w:p w:rsidR="00B5154A" w:rsidRDefault="00B5154A" w:rsidP="00B5154A">
      <w:r>
        <w:t>374.9621</w:t>
      </w:r>
      <w:r>
        <w:tab/>
        <w:t>3.320e0</w:t>
      </w:r>
    </w:p>
    <w:p w:rsidR="00B5154A" w:rsidRDefault="00B5154A" w:rsidP="00B5154A">
      <w:r>
        <w:t>375.0489</w:t>
      </w:r>
      <w:r>
        <w:tab/>
        <w:t>1.203e0</w:t>
      </w:r>
    </w:p>
    <w:p w:rsidR="00B5154A" w:rsidRDefault="00B5154A" w:rsidP="00B5154A">
      <w:r>
        <w:t>375.0948</w:t>
      </w:r>
      <w:r>
        <w:tab/>
        <w:t>1.708e0</w:t>
      </w:r>
    </w:p>
    <w:p w:rsidR="00B5154A" w:rsidRDefault="00B5154A" w:rsidP="00B5154A">
      <w:r>
        <w:t>375.2306</w:t>
      </w:r>
      <w:r>
        <w:tab/>
        <w:t>3.101e0</w:t>
      </w:r>
    </w:p>
    <w:p w:rsidR="00B5154A" w:rsidRDefault="00B5154A" w:rsidP="00B5154A">
      <w:r>
        <w:t>375.4883</w:t>
      </w:r>
      <w:r>
        <w:tab/>
        <w:t>5.063e0</w:t>
      </w:r>
    </w:p>
    <w:p w:rsidR="00B5154A" w:rsidRDefault="00B5154A" w:rsidP="00B5154A">
      <w:r>
        <w:t>375.5684</w:t>
      </w:r>
      <w:r>
        <w:tab/>
        <w:t>2.025e0</w:t>
      </w:r>
    </w:p>
    <w:p w:rsidR="00B5154A" w:rsidRDefault="00B5154A" w:rsidP="00B5154A">
      <w:r>
        <w:t>375.6661</w:t>
      </w:r>
      <w:r>
        <w:tab/>
        <w:t>5.988e0</w:t>
      </w:r>
    </w:p>
    <w:p w:rsidR="00B5154A" w:rsidRDefault="00B5154A" w:rsidP="00B5154A">
      <w:r>
        <w:t>375.7230</w:t>
      </w:r>
      <w:r>
        <w:tab/>
        <w:t>1.981e0</w:t>
      </w:r>
    </w:p>
    <w:p w:rsidR="00B5154A" w:rsidRDefault="00B5154A" w:rsidP="00B5154A">
      <w:r>
        <w:t>375.7956</w:t>
      </w:r>
      <w:r>
        <w:tab/>
        <w:t>1.013e0</w:t>
      </w:r>
    </w:p>
    <w:p w:rsidR="00B5154A" w:rsidRDefault="00B5154A" w:rsidP="00B5154A">
      <w:r>
        <w:t>375.9417</w:t>
      </w:r>
      <w:r>
        <w:tab/>
        <w:t>1.614e0</w:t>
      </w:r>
    </w:p>
    <w:p w:rsidR="00B5154A" w:rsidRDefault="00B5154A" w:rsidP="00B5154A">
      <w:r>
        <w:t>375.9996</w:t>
      </w:r>
      <w:r>
        <w:tab/>
        <w:t>1.591e0</w:t>
      </w:r>
    </w:p>
    <w:p w:rsidR="00B5154A" w:rsidRDefault="00B5154A" w:rsidP="00B5154A">
      <w:r>
        <w:t>376.0518</w:t>
      </w:r>
      <w:r>
        <w:tab/>
        <w:t>3.059e0</w:t>
      </w:r>
    </w:p>
    <w:p w:rsidR="00B5154A" w:rsidRDefault="00B5154A" w:rsidP="00B5154A">
      <w:r>
        <w:t>376.1035</w:t>
      </w:r>
      <w:r>
        <w:tab/>
        <w:t>2.840e0</w:t>
      </w:r>
    </w:p>
    <w:p w:rsidR="00B5154A" w:rsidRDefault="00B5154A" w:rsidP="00B5154A">
      <w:r>
        <w:t>376.1556</w:t>
      </w:r>
      <w:r>
        <w:tab/>
        <w:t>1.071e1</w:t>
      </w:r>
    </w:p>
    <w:p w:rsidR="00B5154A" w:rsidRDefault="00B5154A" w:rsidP="00B5154A">
      <w:r>
        <w:t>376.3258</w:t>
      </w:r>
      <w:r>
        <w:tab/>
        <w:t>4.134e0</w:t>
      </w:r>
    </w:p>
    <w:p w:rsidR="00B5154A" w:rsidRDefault="00B5154A" w:rsidP="00B5154A">
      <w:r>
        <w:lastRenderedPageBreak/>
        <w:t>376.4471</w:t>
      </w:r>
      <w:r>
        <w:tab/>
        <w:t>2.987e0</w:t>
      </w:r>
    </w:p>
    <w:p w:rsidR="00B5154A" w:rsidRDefault="00B5154A" w:rsidP="00B5154A">
      <w:r>
        <w:t>376.4971</w:t>
      </w:r>
      <w:r>
        <w:tab/>
        <w:t>2.025e0</w:t>
      </w:r>
    </w:p>
    <w:p w:rsidR="00B5154A" w:rsidRDefault="00B5154A" w:rsidP="00B5154A">
      <w:r>
        <w:t>376.5363</w:t>
      </w:r>
      <w:r>
        <w:tab/>
        <w:t>2.025e0</w:t>
      </w:r>
    </w:p>
    <w:p w:rsidR="00B5154A" w:rsidRDefault="00B5154A" w:rsidP="00B5154A">
      <w:r>
        <w:t>376.6293</w:t>
      </w:r>
      <w:r>
        <w:tab/>
        <w:t>2.025e0</w:t>
      </w:r>
    </w:p>
    <w:p w:rsidR="00B5154A" w:rsidRDefault="00B5154A" w:rsidP="00B5154A">
      <w:r>
        <w:t>376.6731</w:t>
      </w:r>
      <w:r>
        <w:tab/>
        <w:t>2.950e0</w:t>
      </w:r>
    </w:p>
    <w:p w:rsidR="00B5154A" w:rsidRDefault="00B5154A" w:rsidP="00B5154A">
      <w:r>
        <w:t>376.7288</w:t>
      </w:r>
      <w:r>
        <w:tab/>
        <w:t>4.029e0</w:t>
      </w:r>
    </w:p>
    <w:p w:rsidR="00B5154A" w:rsidRDefault="00B5154A" w:rsidP="00B5154A">
      <w:r>
        <w:t>376.8397</w:t>
      </w:r>
      <w:r>
        <w:tab/>
        <w:t>3.038e0</w:t>
      </w:r>
    </w:p>
    <w:p w:rsidR="00B5154A" w:rsidRDefault="00B5154A" w:rsidP="00B5154A">
      <w:r>
        <w:t>376.9148</w:t>
      </w:r>
      <w:r>
        <w:tab/>
        <w:t>2.513e0</w:t>
      </w:r>
    </w:p>
    <w:p w:rsidR="00B5154A" w:rsidRDefault="00B5154A" w:rsidP="00B5154A">
      <w:r>
        <w:t>377.0068</w:t>
      </w:r>
      <w:r>
        <w:tab/>
        <w:t>3.114e0</w:t>
      </w:r>
    </w:p>
    <w:p w:rsidR="00B5154A" w:rsidRDefault="00B5154A" w:rsidP="00B5154A">
      <w:r>
        <w:t>377.0804</w:t>
      </w:r>
      <w:r>
        <w:tab/>
        <w:t>1.799e0</w:t>
      </w:r>
    </w:p>
    <w:p w:rsidR="00B5154A" w:rsidRDefault="00B5154A" w:rsidP="00B5154A">
      <w:r>
        <w:t>377.1711</w:t>
      </w:r>
      <w:r>
        <w:tab/>
        <w:t>5.636e0</w:t>
      </w:r>
    </w:p>
    <w:p w:rsidR="00B5154A" w:rsidRDefault="00B5154A" w:rsidP="00B5154A">
      <w:r>
        <w:t>377.2299</w:t>
      </w:r>
      <w:r>
        <w:tab/>
        <w:t>3.233e0</w:t>
      </w:r>
    </w:p>
    <w:p w:rsidR="00B5154A" w:rsidRDefault="00B5154A" w:rsidP="00B5154A">
      <w:r>
        <w:t>377.4650</w:t>
      </w:r>
      <w:r>
        <w:tab/>
        <w:t>4.643e0</w:t>
      </w:r>
    </w:p>
    <w:p w:rsidR="00B5154A" w:rsidRDefault="00B5154A" w:rsidP="00B5154A">
      <w:r>
        <w:t>377.5370</w:t>
      </w:r>
      <w:r>
        <w:tab/>
        <w:t>2.025e0</w:t>
      </w:r>
    </w:p>
    <w:p w:rsidR="00B5154A" w:rsidRDefault="00B5154A" w:rsidP="00B5154A">
      <w:r>
        <w:t>377.5883</w:t>
      </w:r>
      <w:r>
        <w:tab/>
        <w:t>3.038e0</w:t>
      </w:r>
    </w:p>
    <w:p w:rsidR="00B5154A" w:rsidRDefault="00B5154A" w:rsidP="00B5154A">
      <w:r>
        <w:t>377.6590</w:t>
      </w:r>
      <w:r>
        <w:tab/>
        <w:t>2.994e0</w:t>
      </w:r>
    </w:p>
    <w:p w:rsidR="00B5154A" w:rsidRDefault="00B5154A" w:rsidP="00B5154A">
      <w:r>
        <w:t>377.7538</w:t>
      </w:r>
      <w:r>
        <w:tab/>
        <w:t>3.919e0</w:t>
      </w:r>
    </w:p>
    <w:p w:rsidR="00B5154A" w:rsidRDefault="00B5154A" w:rsidP="00B5154A">
      <w:r>
        <w:t>377.8390</w:t>
      </w:r>
      <w:r>
        <w:tab/>
        <w:t>2.025e0</w:t>
      </w:r>
    </w:p>
    <w:p w:rsidR="00B5154A" w:rsidRDefault="00B5154A" w:rsidP="00B5154A">
      <w:r>
        <w:t>377.9325</w:t>
      </w:r>
      <w:r>
        <w:tab/>
        <w:t>5.201e0</w:t>
      </w:r>
    </w:p>
    <w:p w:rsidR="00B5154A" w:rsidRDefault="00B5154A" w:rsidP="00B5154A">
      <w:r>
        <w:lastRenderedPageBreak/>
        <w:t>377.9756</w:t>
      </w:r>
      <w:r>
        <w:tab/>
        <w:t>2.407e0</w:t>
      </w:r>
    </w:p>
    <w:p w:rsidR="00B5154A" w:rsidRDefault="00B5154A" w:rsidP="00B5154A">
      <w:r>
        <w:t>378.0867</w:t>
      </w:r>
      <w:r>
        <w:tab/>
        <w:t>1.134e0</w:t>
      </w:r>
    </w:p>
    <w:p w:rsidR="00B5154A" w:rsidRDefault="00B5154A" w:rsidP="00B5154A">
      <w:r>
        <w:t>378.1297</w:t>
      </w:r>
      <w:r>
        <w:tab/>
        <w:t>1.550e0</w:t>
      </w:r>
    </w:p>
    <w:p w:rsidR="00B5154A" w:rsidRDefault="00B5154A" w:rsidP="00B5154A">
      <w:r>
        <w:t>378.1601</w:t>
      </w:r>
      <w:r>
        <w:tab/>
        <w:t>1.421e0</w:t>
      </w:r>
    </w:p>
    <w:p w:rsidR="00B5154A" w:rsidRDefault="00B5154A" w:rsidP="00B5154A">
      <w:r>
        <w:t>378.2778</w:t>
      </w:r>
      <w:r>
        <w:tab/>
        <w:t>1.899e0</w:t>
      </w:r>
    </w:p>
    <w:p w:rsidR="00B5154A" w:rsidRDefault="00B5154A" w:rsidP="00B5154A">
      <w:r>
        <w:t>378.4283</w:t>
      </w:r>
      <w:r>
        <w:tab/>
        <w:t>1.991e0</w:t>
      </w:r>
    </w:p>
    <w:p w:rsidR="00B5154A" w:rsidRDefault="00B5154A" w:rsidP="00B5154A">
      <w:r>
        <w:t>378.4814</w:t>
      </w:r>
      <w:r>
        <w:tab/>
        <w:t>2.933e0</w:t>
      </w:r>
    </w:p>
    <w:p w:rsidR="00B5154A" w:rsidRDefault="00B5154A" w:rsidP="00B5154A">
      <w:r>
        <w:t>378.5855</w:t>
      </w:r>
      <w:r>
        <w:tab/>
        <w:t>3.038e0</w:t>
      </w:r>
    </w:p>
    <w:p w:rsidR="00B5154A" w:rsidRDefault="00B5154A" w:rsidP="00B5154A">
      <w:r>
        <w:t>378.6606</w:t>
      </w:r>
      <w:r>
        <w:tab/>
        <w:t>2.025e0</w:t>
      </w:r>
    </w:p>
    <w:p w:rsidR="00B5154A" w:rsidRDefault="00B5154A" w:rsidP="00B5154A">
      <w:r>
        <w:t>378.6955</w:t>
      </w:r>
      <w:r>
        <w:tab/>
        <w:t>3.038e0</w:t>
      </w:r>
    </w:p>
    <w:p w:rsidR="00B5154A" w:rsidRDefault="00B5154A" w:rsidP="00B5154A">
      <w:r>
        <w:t>378.7594</w:t>
      </w:r>
      <w:r>
        <w:tab/>
        <w:t>2.933e0</w:t>
      </w:r>
    </w:p>
    <w:p w:rsidR="00B5154A" w:rsidRDefault="00B5154A" w:rsidP="00B5154A">
      <w:r>
        <w:t>378.9137</w:t>
      </w:r>
      <w:r>
        <w:tab/>
        <w:t>1.433e0</w:t>
      </w:r>
    </w:p>
    <w:p w:rsidR="00B5154A" w:rsidRDefault="00B5154A" w:rsidP="00B5154A">
      <w:r>
        <w:t>378.9719</w:t>
      </w:r>
      <w:r>
        <w:tab/>
        <w:t>2.757e0</w:t>
      </w:r>
    </w:p>
    <w:p w:rsidR="00B5154A" w:rsidRDefault="00B5154A" w:rsidP="00B5154A">
      <w:r>
        <w:t>379.0108</w:t>
      </w:r>
      <w:r>
        <w:tab/>
        <w:t>2.939e0</w:t>
      </w:r>
    </w:p>
    <w:p w:rsidR="00B5154A" w:rsidRDefault="00B5154A" w:rsidP="00B5154A">
      <w:r>
        <w:t>379.1276</w:t>
      </w:r>
      <w:r>
        <w:tab/>
        <w:t>2.299e0</w:t>
      </w:r>
    </w:p>
    <w:p w:rsidR="00B5154A" w:rsidRDefault="00B5154A" w:rsidP="00B5154A">
      <w:r>
        <w:t>379.2012</w:t>
      </w:r>
      <w:r>
        <w:tab/>
        <w:t>7.354e0</w:t>
      </w:r>
    </w:p>
    <w:p w:rsidR="00B5154A" w:rsidRDefault="00B5154A" w:rsidP="00B5154A">
      <w:r>
        <w:t>379.2563</w:t>
      </w:r>
      <w:r>
        <w:tab/>
        <w:t>2.922e0</w:t>
      </w:r>
    </w:p>
    <w:p w:rsidR="00B5154A" w:rsidRDefault="00B5154A" w:rsidP="00B5154A">
      <w:r>
        <w:t>379.3365</w:t>
      </w:r>
      <w:r>
        <w:tab/>
        <w:t>2.881e0</w:t>
      </w:r>
    </w:p>
    <w:p w:rsidR="00B5154A" w:rsidRDefault="00B5154A" w:rsidP="00B5154A">
      <w:r>
        <w:t>379.3687</w:t>
      </w:r>
      <w:r>
        <w:tab/>
        <w:t>9.485e0</w:t>
      </w:r>
    </w:p>
    <w:p w:rsidR="00B5154A" w:rsidRDefault="00B5154A" w:rsidP="00B5154A">
      <w:r>
        <w:lastRenderedPageBreak/>
        <w:t>379.4440</w:t>
      </w:r>
      <w:r>
        <w:tab/>
        <w:t>3.315e0</w:t>
      </w:r>
    </w:p>
    <w:p w:rsidR="00B5154A" w:rsidRDefault="00B5154A" w:rsidP="00B5154A">
      <w:r>
        <w:t>379.5090</w:t>
      </w:r>
      <w:r>
        <w:tab/>
        <w:t>2.025e0</w:t>
      </w:r>
    </w:p>
    <w:p w:rsidR="00B5154A" w:rsidRDefault="00B5154A" w:rsidP="00B5154A">
      <w:r>
        <w:t>379.5945</w:t>
      </w:r>
      <w:r>
        <w:tab/>
        <w:t>3.038e0</w:t>
      </w:r>
    </w:p>
    <w:p w:rsidR="00B5154A" w:rsidRDefault="00B5154A" w:rsidP="00B5154A">
      <w:r>
        <w:t>379.6423</w:t>
      </w:r>
      <w:r>
        <w:tab/>
        <w:t>2.025e0</w:t>
      </w:r>
    </w:p>
    <w:p w:rsidR="00B5154A" w:rsidRDefault="00B5154A" w:rsidP="00B5154A">
      <w:r>
        <w:t>379.7034</w:t>
      </w:r>
      <w:r>
        <w:tab/>
        <w:t>1.013e0</w:t>
      </w:r>
    </w:p>
    <w:p w:rsidR="00B5154A" w:rsidRDefault="00B5154A" w:rsidP="00B5154A">
      <w:r>
        <w:t>379.8018</w:t>
      </w:r>
      <w:r>
        <w:tab/>
        <w:t>5.063e0</w:t>
      </w:r>
    </w:p>
    <w:p w:rsidR="00B5154A" w:rsidRDefault="00B5154A" w:rsidP="00B5154A">
      <w:r>
        <w:t>379.9002</w:t>
      </w:r>
      <w:r>
        <w:tab/>
        <w:t>3.369e0</w:t>
      </w:r>
    </w:p>
    <w:p w:rsidR="00B5154A" w:rsidRDefault="00B5154A" w:rsidP="00B5154A">
      <w:r>
        <w:t>379.9479</w:t>
      </w:r>
      <w:r>
        <w:tab/>
        <w:t>2.163e0</w:t>
      </w:r>
    </w:p>
    <w:p w:rsidR="00B5154A" w:rsidRDefault="00B5154A" w:rsidP="00B5154A">
      <w:r>
        <w:t>379.9992</w:t>
      </w:r>
      <w:r>
        <w:tab/>
        <w:t>1.456e0</w:t>
      </w:r>
    </w:p>
    <w:p w:rsidR="00B5154A" w:rsidRDefault="00B5154A" w:rsidP="00B5154A">
      <w:r>
        <w:t>380.0577</w:t>
      </w:r>
      <w:r>
        <w:tab/>
        <w:t>5.164e0</w:t>
      </w:r>
    </w:p>
    <w:p w:rsidR="00B5154A" w:rsidRDefault="00B5154A" w:rsidP="00B5154A">
      <w:r>
        <w:t>380.1001</w:t>
      </w:r>
      <w:r>
        <w:tab/>
        <w:t>1.098e0</w:t>
      </w:r>
    </w:p>
    <w:p w:rsidR="00B5154A" w:rsidRDefault="00B5154A" w:rsidP="00B5154A">
      <w:r>
        <w:t>380.2797</w:t>
      </w:r>
      <w:r>
        <w:tab/>
        <w:t>2.272e0</w:t>
      </w:r>
    </w:p>
    <w:p w:rsidR="00B5154A" w:rsidRDefault="00B5154A" w:rsidP="00B5154A">
      <w:r>
        <w:t>380.3300</w:t>
      </w:r>
      <w:r>
        <w:tab/>
        <w:t>3.668e0</w:t>
      </w:r>
    </w:p>
    <w:p w:rsidR="00B5154A" w:rsidRDefault="00B5154A" w:rsidP="00B5154A">
      <w:r>
        <w:t>380.4268</w:t>
      </w:r>
      <w:r>
        <w:tab/>
        <w:t>4.935e0</w:t>
      </w:r>
    </w:p>
    <w:p w:rsidR="00B5154A" w:rsidRDefault="00B5154A" w:rsidP="00B5154A">
      <w:r>
        <w:t>380.5374</w:t>
      </w:r>
      <w:r>
        <w:tab/>
        <w:t>3.038e0</w:t>
      </w:r>
    </w:p>
    <w:p w:rsidR="00B5154A" w:rsidRDefault="00B5154A" w:rsidP="00B5154A">
      <w:r>
        <w:t>380.5899</w:t>
      </w:r>
      <w:r>
        <w:tab/>
        <w:t>1.013e0</w:t>
      </w:r>
    </w:p>
    <w:p w:rsidR="00B5154A" w:rsidRDefault="00B5154A" w:rsidP="00B5154A">
      <w:r>
        <w:t>380.6458</w:t>
      </w:r>
      <w:r>
        <w:tab/>
        <w:t>1.013e0</w:t>
      </w:r>
    </w:p>
    <w:p w:rsidR="00B5154A" w:rsidRDefault="00B5154A" w:rsidP="00B5154A">
      <w:r>
        <w:t>380.7058</w:t>
      </w:r>
      <w:r>
        <w:tab/>
        <w:t>2.965e0</w:t>
      </w:r>
    </w:p>
    <w:p w:rsidR="00B5154A" w:rsidRDefault="00B5154A" w:rsidP="00B5154A">
      <w:r>
        <w:t>380.7539</w:t>
      </w:r>
      <w:r>
        <w:tab/>
        <w:t>3.343e0</w:t>
      </w:r>
    </w:p>
    <w:p w:rsidR="00B5154A" w:rsidRDefault="00B5154A" w:rsidP="00B5154A">
      <w:r>
        <w:lastRenderedPageBreak/>
        <w:t>380.8125</w:t>
      </w:r>
      <w:r>
        <w:tab/>
        <w:t>1.013e0</w:t>
      </w:r>
    </w:p>
    <w:p w:rsidR="00B5154A" w:rsidRDefault="00B5154A" w:rsidP="00B5154A">
      <w:r>
        <w:t>380.8415</w:t>
      </w:r>
      <w:r>
        <w:tab/>
        <w:t>1.013e0</w:t>
      </w:r>
    </w:p>
    <w:p w:rsidR="00B5154A" w:rsidRDefault="00B5154A" w:rsidP="00B5154A">
      <w:r>
        <w:t>380.9235</w:t>
      </w:r>
      <w:r>
        <w:tab/>
        <w:t>5.402e0</w:t>
      </w:r>
    </w:p>
    <w:p w:rsidR="00B5154A" w:rsidRDefault="00B5154A" w:rsidP="00B5154A">
      <w:r>
        <w:t>381.0115</w:t>
      </w:r>
      <w:r>
        <w:tab/>
        <w:t>8.968e0</w:t>
      </w:r>
    </w:p>
    <w:p w:rsidR="00B5154A" w:rsidRDefault="00B5154A" w:rsidP="00B5154A">
      <w:r>
        <w:t>381.1595</w:t>
      </w:r>
      <w:r>
        <w:tab/>
        <w:t>1.652e0</w:t>
      </w:r>
    </w:p>
    <w:p w:rsidR="00B5154A" w:rsidRDefault="00B5154A" w:rsidP="00B5154A">
      <w:r>
        <w:t>381.2442</w:t>
      </w:r>
      <w:r>
        <w:tab/>
        <w:t>1.232e0</w:t>
      </w:r>
    </w:p>
    <w:p w:rsidR="00B5154A" w:rsidRDefault="00B5154A" w:rsidP="00B5154A">
      <w:r>
        <w:t>381.3773</w:t>
      </w:r>
      <w:r>
        <w:tab/>
        <w:t>7.466e0</w:t>
      </w:r>
    </w:p>
    <w:p w:rsidR="00B5154A" w:rsidRDefault="00B5154A" w:rsidP="00B5154A">
      <w:r>
        <w:t>381.4215</w:t>
      </w:r>
      <w:r>
        <w:tab/>
        <w:t>2.062e0</w:t>
      </w:r>
    </w:p>
    <w:p w:rsidR="00B5154A" w:rsidRDefault="00B5154A" w:rsidP="00B5154A">
      <w:r>
        <w:t>381.4991</w:t>
      </w:r>
      <w:r>
        <w:tab/>
        <w:t>2.544e0</w:t>
      </w:r>
    </w:p>
    <w:p w:rsidR="00B5154A" w:rsidRDefault="00B5154A" w:rsidP="00B5154A">
      <w:r>
        <w:t>381.5413</w:t>
      </w:r>
      <w:r>
        <w:tab/>
        <w:t>2.025e0</w:t>
      </w:r>
    </w:p>
    <w:p w:rsidR="00B5154A" w:rsidRDefault="00B5154A" w:rsidP="00B5154A">
      <w:r>
        <w:t>381.6049</w:t>
      </w:r>
      <w:r>
        <w:tab/>
        <w:t>4.051e0</w:t>
      </w:r>
    </w:p>
    <w:p w:rsidR="00B5154A" w:rsidRDefault="00B5154A" w:rsidP="00B5154A">
      <w:r>
        <w:t>381.6465</w:t>
      </w:r>
      <w:r>
        <w:tab/>
        <w:t>3.038e0</w:t>
      </w:r>
    </w:p>
    <w:p w:rsidR="00B5154A" w:rsidRDefault="00B5154A" w:rsidP="00B5154A">
      <w:r>
        <w:t>381.7269</w:t>
      </w:r>
      <w:r>
        <w:tab/>
        <w:t>1.785e0</w:t>
      </w:r>
    </w:p>
    <w:p w:rsidR="00B5154A" w:rsidRDefault="00B5154A" w:rsidP="00B5154A">
      <w:r>
        <w:t>381.8026</w:t>
      </w:r>
      <w:r>
        <w:tab/>
        <w:t>3.038e0</w:t>
      </w:r>
    </w:p>
    <w:p w:rsidR="00B5154A" w:rsidRDefault="00B5154A" w:rsidP="00B5154A">
      <w:r>
        <w:t>381.8933</w:t>
      </w:r>
      <w:r>
        <w:tab/>
        <w:t>3.830e0</w:t>
      </w:r>
    </w:p>
    <w:p w:rsidR="00B5154A" w:rsidRDefault="00B5154A" w:rsidP="00B5154A">
      <w:r>
        <w:t>381.9535</w:t>
      </w:r>
      <w:r>
        <w:tab/>
        <w:t>4.781e0</w:t>
      </w:r>
    </w:p>
    <w:p w:rsidR="00B5154A" w:rsidRDefault="00B5154A" w:rsidP="00B5154A">
      <w:r>
        <w:t>382.0050</w:t>
      </w:r>
      <w:r>
        <w:tab/>
        <w:t>1.104e0</w:t>
      </w:r>
    </w:p>
    <w:p w:rsidR="00B5154A" w:rsidRDefault="00B5154A" w:rsidP="00B5154A">
      <w:r>
        <w:t>382.1012</w:t>
      </w:r>
      <w:r>
        <w:tab/>
        <w:t>7.294e0</w:t>
      </w:r>
    </w:p>
    <w:p w:rsidR="00B5154A" w:rsidRDefault="00B5154A" w:rsidP="00B5154A">
      <w:r>
        <w:t>382.1832</w:t>
      </w:r>
      <w:r>
        <w:tab/>
        <w:t>1.598e0</w:t>
      </w:r>
    </w:p>
    <w:p w:rsidR="00B5154A" w:rsidRDefault="00B5154A" w:rsidP="00B5154A">
      <w:r>
        <w:lastRenderedPageBreak/>
        <w:t>382.3153</w:t>
      </w:r>
      <w:r>
        <w:tab/>
        <w:t>2.930e0</w:t>
      </w:r>
    </w:p>
    <w:p w:rsidR="00B5154A" w:rsidRDefault="00B5154A" w:rsidP="00B5154A">
      <w:r>
        <w:t>382.3980</w:t>
      </w:r>
      <w:r>
        <w:tab/>
        <w:t>6.119e0</w:t>
      </w:r>
    </w:p>
    <w:p w:rsidR="00B5154A" w:rsidRDefault="00B5154A" w:rsidP="00B5154A">
      <w:r>
        <w:t>382.4423</w:t>
      </w:r>
      <w:r>
        <w:tab/>
        <w:t>5.082e0</w:t>
      </w:r>
    </w:p>
    <w:p w:rsidR="00B5154A" w:rsidRDefault="00B5154A" w:rsidP="00B5154A">
      <w:r>
        <w:t>382.5047</w:t>
      </w:r>
      <w:r>
        <w:tab/>
        <w:t>3.038e0</w:t>
      </w:r>
    </w:p>
    <w:p w:rsidR="00B5154A" w:rsidRDefault="00B5154A" w:rsidP="00B5154A">
      <w:r>
        <w:t>382.6140</w:t>
      </w:r>
      <w:r>
        <w:tab/>
        <w:t>1.013e0</w:t>
      </w:r>
    </w:p>
    <w:p w:rsidR="00B5154A" w:rsidRDefault="00B5154A" w:rsidP="00B5154A">
      <w:r>
        <w:t>382.6754</w:t>
      </w:r>
      <w:r>
        <w:tab/>
        <w:t>1.013e0</w:t>
      </w:r>
    </w:p>
    <w:p w:rsidR="00B5154A" w:rsidRDefault="00B5154A" w:rsidP="00B5154A">
      <w:r>
        <w:t>382.7133</w:t>
      </w:r>
      <w:r>
        <w:tab/>
        <w:t>2.347e0</w:t>
      </w:r>
    </w:p>
    <w:p w:rsidR="00B5154A" w:rsidRDefault="00B5154A" w:rsidP="00B5154A">
      <w:r>
        <w:t>382.7693</w:t>
      </w:r>
      <w:r>
        <w:tab/>
        <w:t>2.754e0</w:t>
      </w:r>
    </w:p>
    <w:p w:rsidR="00B5154A" w:rsidRDefault="00B5154A" w:rsidP="00B5154A">
      <w:r>
        <w:t>382.8451</w:t>
      </w:r>
      <w:r>
        <w:tab/>
        <w:t>2.212e0</w:t>
      </w:r>
    </w:p>
    <w:p w:rsidR="00B5154A" w:rsidRDefault="00B5154A" w:rsidP="00B5154A">
      <w:r>
        <w:t>382.9223</w:t>
      </w:r>
      <w:r>
        <w:tab/>
        <w:t>6.248e0</w:t>
      </w:r>
    </w:p>
    <w:p w:rsidR="00B5154A" w:rsidRDefault="00B5154A" w:rsidP="00B5154A">
      <w:r>
        <w:t>383.0162</w:t>
      </w:r>
      <w:r>
        <w:tab/>
        <w:t>1.868e0</w:t>
      </w:r>
    </w:p>
    <w:p w:rsidR="00B5154A" w:rsidRDefault="00B5154A" w:rsidP="00B5154A">
      <w:r>
        <w:t>383.1779</w:t>
      </w:r>
      <w:r>
        <w:tab/>
        <w:t>1.169e1</w:t>
      </w:r>
    </w:p>
    <w:p w:rsidR="00B5154A" w:rsidRDefault="00B5154A" w:rsidP="00B5154A">
      <w:r>
        <w:t>383.2569</w:t>
      </w:r>
      <w:r>
        <w:tab/>
        <w:t>2.166e0</w:t>
      </w:r>
    </w:p>
    <w:p w:rsidR="00B5154A" w:rsidRDefault="00B5154A" w:rsidP="00B5154A">
      <w:r>
        <w:t>383.3330</w:t>
      </w:r>
      <w:r>
        <w:tab/>
        <w:t>2.329e0</w:t>
      </w:r>
    </w:p>
    <w:p w:rsidR="00B5154A" w:rsidRDefault="00B5154A" w:rsidP="00B5154A">
      <w:r>
        <w:t>383.3747</w:t>
      </w:r>
      <w:r>
        <w:tab/>
        <w:t>2.430e0</w:t>
      </w:r>
    </w:p>
    <w:p w:rsidR="00B5154A" w:rsidRDefault="00B5154A" w:rsidP="00B5154A">
      <w:r>
        <w:t>383.4181</w:t>
      </w:r>
      <w:r>
        <w:tab/>
        <w:t>2.448e0</w:t>
      </w:r>
    </w:p>
    <w:p w:rsidR="00B5154A" w:rsidRDefault="00B5154A" w:rsidP="00B5154A">
      <w:r>
        <w:t>383.5568</w:t>
      </w:r>
      <w:r>
        <w:tab/>
        <w:t>5.063e0</w:t>
      </w:r>
    </w:p>
    <w:p w:rsidR="00B5154A" w:rsidRDefault="00B5154A" w:rsidP="00B5154A">
      <w:r>
        <w:t>383.6477</w:t>
      </w:r>
      <w:r>
        <w:tab/>
        <w:t>1.013e0</w:t>
      </w:r>
    </w:p>
    <w:p w:rsidR="00B5154A" w:rsidRDefault="00B5154A" w:rsidP="00B5154A">
      <w:r>
        <w:t>383.6980</w:t>
      </w:r>
      <w:r>
        <w:tab/>
        <w:t>2.025e0</w:t>
      </w:r>
    </w:p>
    <w:p w:rsidR="00B5154A" w:rsidRDefault="00B5154A" w:rsidP="00B5154A">
      <w:r>
        <w:lastRenderedPageBreak/>
        <w:t>383.7357</w:t>
      </w:r>
      <w:r>
        <w:tab/>
        <w:t>1.551e0</w:t>
      </w:r>
    </w:p>
    <w:p w:rsidR="00B5154A" w:rsidRDefault="00B5154A" w:rsidP="00B5154A">
      <w:r>
        <w:t>383.7933</w:t>
      </w:r>
      <w:r>
        <w:tab/>
        <w:t>5.063e0</w:t>
      </w:r>
    </w:p>
    <w:p w:rsidR="00B5154A" w:rsidRDefault="00B5154A" w:rsidP="00B5154A">
      <w:r>
        <w:t>383.9077</w:t>
      </w:r>
      <w:r>
        <w:tab/>
        <w:t>1.142e0</w:t>
      </w:r>
    </w:p>
    <w:p w:rsidR="00B5154A" w:rsidRDefault="00B5154A" w:rsidP="00B5154A">
      <w:r>
        <w:t>383.9485</w:t>
      </w:r>
      <w:r>
        <w:tab/>
        <w:t>2.258e0</w:t>
      </w:r>
    </w:p>
    <w:p w:rsidR="00B5154A" w:rsidRDefault="00B5154A" w:rsidP="00B5154A">
      <w:r>
        <w:t>383.9852</w:t>
      </w:r>
      <w:r>
        <w:tab/>
        <w:t>1.580e0</w:t>
      </w:r>
    </w:p>
    <w:p w:rsidR="00B5154A" w:rsidRDefault="00B5154A" w:rsidP="00B5154A">
      <w:r>
        <w:t>384.1407</w:t>
      </w:r>
      <w:r>
        <w:tab/>
        <w:t>3.219e0</w:t>
      </w:r>
    </w:p>
    <w:p w:rsidR="00B5154A" w:rsidRDefault="00B5154A" w:rsidP="00B5154A">
      <w:r>
        <w:t>384.2393</w:t>
      </w:r>
      <w:r>
        <w:tab/>
        <w:t>1.967e0</w:t>
      </w:r>
    </w:p>
    <w:p w:rsidR="00B5154A" w:rsidRDefault="00B5154A" w:rsidP="00B5154A">
      <w:r>
        <w:t>384.2823</w:t>
      </w:r>
      <w:r>
        <w:tab/>
        <w:t>4.913e0</w:t>
      </w:r>
    </w:p>
    <w:p w:rsidR="00B5154A" w:rsidRDefault="00B5154A" w:rsidP="00B5154A">
      <w:r>
        <w:t>384.3592</w:t>
      </w:r>
      <w:r>
        <w:tab/>
        <w:t>3.090e0</w:t>
      </w:r>
    </w:p>
    <w:p w:rsidR="00B5154A" w:rsidRDefault="00B5154A" w:rsidP="00B5154A">
      <w:r>
        <w:t>384.4034</w:t>
      </w:r>
      <w:r>
        <w:tab/>
        <w:t>1.958e0</w:t>
      </w:r>
    </w:p>
    <w:p w:rsidR="00B5154A" w:rsidRDefault="00B5154A" w:rsidP="00B5154A">
      <w:r>
        <w:t>384.5222</w:t>
      </w:r>
      <w:r>
        <w:tab/>
        <w:t>2.025e0</w:t>
      </w:r>
    </w:p>
    <w:p w:rsidR="00B5154A" w:rsidRDefault="00B5154A" w:rsidP="00B5154A">
      <w:r>
        <w:t>384.5854</w:t>
      </w:r>
      <w:r>
        <w:tab/>
        <w:t>4.051e0</w:t>
      </w:r>
    </w:p>
    <w:p w:rsidR="00B5154A" w:rsidRDefault="00B5154A" w:rsidP="00B5154A">
      <w:r>
        <w:t>384.6698</w:t>
      </w:r>
      <w:r>
        <w:tab/>
        <w:t>2.950e0</w:t>
      </w:r>
    </w:p>
    <w:p w:rsidR="00B5154A" w:rsidRDefault="00B5154A" w:rsidP="00B5154A">
      <w:r>
        <w:t>384.7484</w:t>
      </w:r>
      <w:r>
        <w:tab/>
        <w:t>2.329e0</w:t>
      </w:r>
    </w:p>
    <w:p w:rsidR="00B5154A" w:rsidRDefault="00B5154A" w:rsidP="00B5154A">
      <w:r>
        <w:t>384.9784</w:t>
      </w:r>
      <w:r>
        <w:tab/>
        <w:t>1.170e0</w:t>
      </w:r>
    </w:p>
    <w:p w:rsidR="00B5154A" w:rsidRDefault="00B5154A" w:rsidP="00B5154A">
      <w:r>
        <w:t>385.0530</w:t>
      </w:r>
      <w:r>
        <w:tab/>
        <w:t>1.624e0</w:t>
      </w:r>
    </w:p>
    <w:p w:rsidR="00B5154A" w:rsidRDefault="00B5154A" w:rsidP="00B5154A">
      <w:r>
        <w:t>385.2090</w:t>
      </w:r>
      <w:r>
        <w:tab/>
        <w:t>3.897e0</w:t>
      </w:r>
    </w:p>
    <w:p w:rsidR="00B5154A" w:rsidRDefault="00B5154A" w:rsidP="00B5154A">
      <w:r>
        <w:t>385.2947</w:t>
      </w:r>
      <w:r>
        <w:tab/>
        <w:t>3.539e1</w:t>
      </w:r>
    </w:p>
    <w:p w:rsidR="00B5154A" w:rsidRDefault="00B5154A" w:rsidP="00B5154A">
      <w:r>
        <w:t>385.3900</w:t>
      </w:r>
      <w:r>
        <w:tab/>
        <w:t>4.211e1</w:t>
      </w:r>
    </w:p>
    <w:p w:rsidR="00B5154A" w:rsidRDefault="00B5154A" w:rsidP="00B5154A">
      <w:r>
        <w:lastRenderedPageBreak/>
        <w:t>385.4863</w:t>
      </w:r>
      <w:r>
        <w:tab/>
        <w:t>3.353e0</w:t>
      </w:r>
    </w:p>
    <w:p w:rsidR="00B5154A" w:rsidRDefault="00B5154A" w:rsidP="00B5154A">
      <w:r>
        <w:t>385.5297</w:t>
      </w:r>
      <w:r>
        <w:tab/>
        <w:t>3.583e0</w:t>
      </w:r>
    </w:p>
    <w:p w:rsidR="00B5154A" w:rsidRDefault="00B5154A" w:rsidP="00B5154A">
      <w:r>
        <w:t>385.6765</w:t>
      </w:r>
      <w:r>
        <w:tab/>
        <w:t>3.735e0</w:t>
      </w:r>
    </w:p>
    <w:p w:rsidR="00B5154A" w:rsidRDefault="00B5154A" w:rsidP="00B5154A">
      <w:r>
        <w:t>385.7444</w:t>
      </w:r>
      <w:r>
        <w:tab/>
        <w:t>1.551e0</w:t>
      </w:r>
    </w:p>
    <w:p w:rsidR="00B5154A" w:rsidRDefault="00B5154A" w:rsidP="00B5154A">
      <w:r>
        <w:t>385.7799</w:t>
      </w:r>
      <w:r>
        <w:tab/>
        <w:t>1.931e0</w:t>
      </w:r>
    </w:p>
    <w:p w:rsidR="00B5154A" w:rsidRDefault="00B5154A" w:rsidP="00B5154A">
      <w:r>
        <w:t>385.8329</w:t>
      </w:r>
      <w:r>
        <w:tab/>
        <w:t>2.025e0</w:t>
      </w:r>
    </w:p>
    <w:p w:rsidR="00B5154A" w:rsidRDefault="00B5154A" w:rsidP="00B5154A">
      <w:r>
        <w:t>385.9391</w:t>
      </w:r>
      <w:r>
        <w:tab/>
        <w:t>1.827e0</w:t>
      </w:r>
    </w:p>
    <w:p w:rsidR="00B5154A" w:rsidRDefault="00B5154A" w:rsidP="00B5154A">
      <w:r>
        <w:t>385.9980</w:t>
      </w:r>
      <w:r>
        <w:tab/>
        <w:t>6.507e0</w:t>
      </w:r>
    </w:p>
    <w:p w:rsidR="00B5154A" w:rsidRDefault="00B5154A" w:rsidP="00B5154A">
      <w:r>
        <w:t>386.0567</w:t>
      </w:r>
      <w:r>
        <w:tab/>
        <w:t>3.161e0</w:t>
      </w:r>
    </w:p>
    <w:p w:rsidR="00B5154A" w:rsidRDefault="00B5154A" w:rsidP="00B5154A">
      <w:r>
        <w:t>386.3018</w:t>
      </w:r>
      <w:r>
        <w:tab/>
        <w:t>1.332e1</w:t>
      </w:r>
    </w:p>
    <w:p w:rsidR="00B5154A" w:rsidRDefault="00B5154A" w:rsidP="00B5154A">
      <w:r>
        <w:t>386.3811</w:t>
      </w:r>
      <w:r>
        <w:tab/>
        <w:t>1.312e1</w:t>
      </w:r>
    </w:p>
    <w:p w:rsidR="00B5154A" w:rsidRDefault="00B5154A" w:rsidP="00B5154A">
      <w:r>
        <w:t>386.5034</w:t>
      </w:r>
      <w:r>
        <w:tab/>
        <w:t>1.013e0</w:t>
      </w:r>
    </w:p>
    <w:p w:rsidR="00B5154A" w:rsidRDefault="00B5154A" w:rsidP="00B5154A">
      <w:r>
        <w:t>386.6018</w:t>
      </w:r>
      <w:r>
        <w:tab/>
        <w:t>3.038e0</w:t>
      </w:r>
    </w:p>
    <w:p w:rsidR="00B5154A" w:rsidRDefault="00B5154A" w:rsidP="00B5154A">
      <w:r>
        <w:t>386.6975</w:t>
      </w:r>
      <w:r>
        <w:tab/>
        <w:t>2.369e0</w:t>
      </w:r>
    </w:p>
    <w:p w:rsidR="00B5154A" w:rsidRDefault="00B5154A" w:rsidP="00B5154A">
      <w:r>
        <w:t>386.7466</w:t>
      </w:r>
      <w:r>
        <w:tab/>
        <w:t>2.430e0</w:t>
      </w:r>
    </w:p>
    <w:p w:rsidR="00B5154A" w:rsidRDefault="00B5154A" w:rsidP="00B5154A">
      <w:r>
        <w:t>386.8044</w:t>
      </w:r>
      <w:r>
        <w:tab/>
        <w:t>5.063e0</w:t>
      </w:r>
    </w:p>
    <w:p w:rsidR="00B5154A" w:rsidRDefault="00B5154A" w:rsidP="00B5154A">
      <w:r>
        <w:t>386.8913</w:t>
      </w:r>
      <w:r>
        <w:tab/>
        <w:t>3.418e0</w:t>
      </w:r>
    </w:p>
    <w:p w:rsidR="00B5154A" w:rsidRDefault="00B5154A" w:rsidP="00B5154A">
      <w:r>
        <w:t>386.9594</w:t>
      </w:r>
      <w:r>
        <w:tab/>
        <w:t>3.793e0</w:t>
      </w:r>
    </w:p>
    <w:p w:rsidR="00B5154A" w:rsidRDefault="00B5154A" w:rsidP="00B5154A">
      <w:r>
        <w:t>386.9939</w:t>
      </w:r>
      <w:r>
        <w:tab/>
        <w:t>2.623e0</w:t>
      </w:r>
    </w:p>
    <w:p w:rsidR="00B5154A" w:rsidRDefault="00B5154A" w:rsidP="00B5154A">
      <w:r>
        <w:lastRenderedPageBreak/>
        <w:t>387.0482</w:t>
      </w:r>
      <w:r>
        <w:tab/>
        <w:t>3.127e0</w:t>
      </w:r>
    </w:p>
    <w:p w:rsidR="00B5154A" w:rsidRDefault="00B5154A" w:rsidP="00B5154A">
      <w:r>
        <w:t>387.2596</w:t>
      </w:r>
      <w:r>
        <w:tab/>
        <w:t>8.404e0</w:t>
      </w:r>
    </w:p>
    <w:p w:rsidR="00B5154A" w:rsidRDefault="00B5154A" w:rsidP="00B5154A">
      <w:r>
        <w:t>387.3149</w:t>
      </w:r>
      <w:r>
        <w:tab/>
        <w:t>6.127e0</w:t>
      </w:r>
    </w:p>
    <w:p w:rsidR="00B5154A" w:rsidRDefault="00B5154A" w:rsidP="00B5154A">
      <w:r>
        <w:t>387.3741</w:t>
      </w:r>
      <w:r>
        <w:tab/>
        <w:t>3.375e0</w:t>
      </w:r>
    </w:p>
    <w:p w:rsidR="00B5154A" w:rsidRDefault="00B5154A" w:rsidP="00B5154A">
      <w:r>
        <w:t>387.4693</w:t>
      </w:r>
      <w:r>
        <w:tab/>
        <w:t>2.285e0</w:t>
      </w:r>
    </w:p>
    <w:p w:rsidR="00B5154A" w:rsidRDefault="00B5154A" w:rsidP="00B5154A">
      <w:r>
        <w:t>387.5404</w:t>
      </w:r>
      <w:r>
        <w:tab/>
        <w:t>3.038e0</w:t>
      </w:r>
    </w:p>
    <w:p w:rsidR="00B5154A" w:rsidRDefault="00B5154A" w:rsidP="00B5154A">
      <w:r>
        <w:t>387.5952</w:t>
      </w:r>
      <w:r>
        <w:tab/>
        <w:t>9.084e0</w:t>
      </w:r>
    </w:p>
    <w:p w:rsidR="00B5154A" w:rsidRDefault="00B5154A" w:rsidP="00B5154A">
      <w:r>
        <w:t>387.7163</w:t>
      </w:r>
      <w:r>
        <w:tab/>
        <w:t>2.403e0</w:t>
      </w:r>
    </w:p>
    <w:p w:rsidR="00B5154A" w:rsidRDefault="00B5154A" w:rsidP="00B5154A">
      <w:r>
        <w:t>387.9006</w:t>
      </w:r>
      <w:r>
        <w:tab/>
        <w:t>5.332e0</w:t>
      </w:r>
    </w:p>
    <w:p w:rsidR="00B5154A" w:rsidRDefault="00B5154A" w:rsidP="00B5154A">
      <w:r>
        <w:t>388.0035</w:t>
      </w:r>
      <w:r>
        <w:tab/>
        <w:t>4.663e0</w:t>
      </w:r>
    </w:p>
    <w:p w:rsidR="00B5154A" w:rsidRDefault="00B5154A" w:rsidP="00B5154A">
      <w:r>
        <w:t>388.2006</w:t>
      </w:r>
      <w:r>
        <w:tab/>
        <w:t>5.095e0</w:t>
      </w:r>
    </w:p>
    <w:p w:rsidR="00B5154A" w:rsidRDefault="00B5154A" w:rsidP="00B5154A">
      <w:r>
        <w:t>388.2735</w:t>
      </w:r>
      <w:r>
        <w:tab/>
        <w:t>5.930e0</w:t>
      </w:r>
    </w:p>
    <w:p w:rsidR="00B5154A" w:rsidRDefault="00B5154A" w:rsidP="00B5154A">
      <w:r>
        <w:t>388.3241</w:t>
      </w:r>
      <w:r>
        <w:tab/>
        <w:t>6.982e0</w:t>
      </w:r>
    </w:p>
    <w:p w:rsidR="00B5154A" w:rsidRDefault="00B5154A" w:rsidP="00B5154A">
      <w:r>
        <w:t>388.5128</w:t>
      </w:r>
      <w:r>
        <w:tab/>
        <w:t>3.038e0</w:t>
      </w:r>
    </w:p>
    <w:p w:rsidR="00B5154A" w:rsidRDefault="00B5154A" w:rsidP="00B5154A">
      <w:r>
        <w:t>388.5538</w:t>
      </w:r>
      <w:r>
        <w:tab/>
        <w:t>4.051e0</w:t>
      </w:r>
    </w:p>
    <w:p w:rsidR="00B5154A" w:rsidRDefault="00B5154A" w:rsidP="00B5154A">
      <w:r>
        <w:t>388.7662</w:t>
      </w:r>
      <w:r>
        <w:tab/>
        <w:t>2.564e0</w:t>
      </w:r>
    </w:p>
    <w:p w:rsidR="00B5154A" w:rsidRDefault="00B5154A" w:rsidP="00B5154A">
      <w:r>
        <w:t>388.8188</w:t>
      </w:r>
      <w:r>
        <w:tab/>
        <w:t>2.025e0</w:t>
      </w:r>
    </w:p>
    <w:p w:rsidR="00B5154A" w:rsidRDefault="00B5154A" w:rsidP="00B5154A">
      <w:r>
        <w:t>388.8550</w:t>
      </w:r>
      <w:r>
        <w:tab/>
        <w:t>3.038e0</w:t>
      </w:r>
    </w:p>
    <w:p w:rsidR="00B5154A" w:rsidRDefault="00B5154A" w:rsidP="00B5154A">
      <w:r>
        <w:t>388.9102</w:t>
      </w:r>
      <w:r>
        <w:tab/>
        <w:t>3.831e0</w:t>
      </w:r>
    </w:p>
    <w:p w:rsidR="00B5154A" w:rsidRDefault="00B5154A" w:rsidP="00B5154A">
      <w:r>
        <w:lastRenderedPageBreak/>
        <w:t>388.9598</w:t>
      </w:r>
      <w:r>
        <w:tab/>
        <w:t>5.581e0</w:t>
      </w:r>
    </w:p>
    <w:p w:rsidR="00B5154A" w:rsidRDefault="00B5154A" w:rsidP="00B5154A">
      <w:r>
        <w:t>389.0045</w:t>
      </w:r>
      <w:r>
        <w:tab/>
        <w:t>3.552e0</w:t>
      </w:r>
    </w:p>
    <w:p w:rsidR="00B5154A" w:rsidRDefault="00B5154A" w:rsidP="00B5154A">
      <w:r>
        <w:t>389.0734</w:t>
      </w:r>
      <w:r>
        <w:tab/>
        <w:t>1.622e0</w:t>
      </w:r>
    </w:p>
    <w:p w:rsidR="00B5154A" w:rsidRDefault="00B5154A" w:rsidP="00B5154A">
      <w:r>
        <w:t>389.2485</w:t>
      </w:r>
      <w:r>
        <w:tab/>
        <w:t>1.574e1</w:t>
      </w:r>
    </w:p>
    <w:p w:rsidR="00B5154A" w:rsidRDefault="00B5154A" w:rsidP="00B5154A">
      <w:r>
        <w:t>389.3247</w:t>
      </w:r>
      <w:r>
        <w:tab/>
        <w:t>3.065e0</w:t>
      </w:r>
    </w:p>
    <w:p w:rsidR="00B5154A" w:rsidRDefault="00B5154A" w:rsidP="00B5154A">
      <w:r>
        <w:t>389.3734</w:t>
      </w:r>
      <w:r>
        <w:tab/>
        <w:t>1.199e0</w:t>
      </w:r>
    </w:p>
    <w:p w:rsidR="00B5154A" w:rsidRDefault="00B5154A" w:rsidP="00B5154A">
      <w:r>
        <w:t>389.4444</w:t>
      </w:r>
      <w:r>
        <w:tab/>
        <w:t>2.436e0</w:t>
      </w:r>
    </w:p>
    <w:p w:rsidR="00B5154A" w:rsidRDefault="00B5154A" w:rsidP="00B5154A">
      <w:r>
        <w:t>389.5450</w:t>
      </w:r>
      <w:r>
        <w:tab/>
        <w:t>1.013e0</w:t>
      </w:r>
    </w:p>
    <w:p w:rsidR="00B5154A" w:rsidRDefault="00B5154A" w:rsidP="00B5154A">
      <w:r>
        <w:t>389.5871</w:t>
      </w:r>
      <w:r>
        <w:tab/>
        <w:t>2.008e0</w:t>
      </w:r>
    </w:p>
    <w:p w:rsidR="00B5154A" w:rsidRDefault="00B5154A" w:rsidP="00B5154A">
      <w:r>
        <w:t>389.6368</w:t>
      </w:r>
      <w:r>
        <w:tab/>
        <w:t>4.042e0</w:t>
      </w:r>
    </w:p>
    <w:p w:rsidR="00B5154A" w:rsidRDefault="00B5154A" w:rsidP="00B5154A">
      <w:r>
        <w:t>389.7484</w:t>
      </w:r>
      <w:r>
        <w:tab/>
        <w:t>2.611e0</w:t>
      </w:r>
    </w:p>
    <w:p w:rsidR="00B5154A" w:rsidRDefault="00B5154A" w:rsidP="00B5154A">
      <w:r>
        <w:t>389.8704</w:t>
      </w:r>
      <w:r>
        <w:tab/>
        <w:t>3.314e0</w:t>
      </w:r>
    </w:p>
    <w:p w:rsidR="00B5154A" w:rsidRDefault="00B5154A" w:rsidP="00B5154A">
      <w:r>
        <w:t>389.9595</w:t>
      </w:r>
      <w:r>
        <w:tab/>
        <w:t>4.541e0</w:t>
      </w:r>
    </w:p>
    <w:p w:rsidR="00B5154A" w:rsidRDefault="00B5154A" w:rsidP="00B5154A">
      <w:r>
        <w:t>390.0399</w:t>
      </w:r>
      <w:r>
        <w:tab/>
        <w:t>1.804e0</w:t>
      </w:r>
    </w:p>
    <w:p w:rsidR="00B5154A" w:rsidRDefault="00B5154A" w:rsidP="00B5154A">
      <w:r>
        <w:t>390.1594</w:t>
      </w:r>
      <w:r>
        <w:tab/>
        <w:t>8.623e2</w:t>
      </w:r>
    </w:p>
    <w:p w:rsidR="00B5154A" w:rsidRDefault="00B5154A" w:rsidP="00B5154A">
      <w:r>
        <w:t>390.2549</w:t>
      </w:r>
      <w:r>
        <w:tab/>
        <w:t>2.831e0</w:t>
      </w:r>
    </w:p>
    <w:p w:rsidR="00B5154A" w:rsidRDefault="00B5154A" w:rsidP="00B5154A">
      <w:r>
        <w:t>390.3025</w:t>
      </w:r>
      <w:r>
        <w:tab/>
        <w:t>2.870e0</w:t>
      </w:r>
    </w:p>
    <w:p w:rsidR="00B5154A" w:rsidRDefault="00B5154A" w:rsidP="00B5154A">
      <w:r>
        <w:t>390.3879</w:t>
      </w:r>
      <w:r>
        <w:tab/>
        <w:t>2.306e0</w:t>
      </w:r>
    </w:p>
    <w:p w:rsidR="00B5154A" w:rsidRDefault="00B5154A" w:rsidP="00B5154A">
      <w:r>
        <w:t>390.4533</w:t>
      </w:r>
      <w:r>
        <w:tab/>
        <w:t>2.028e0</w:t>
      </w:r>
    </w:p>
    <w:p w:rsidR="00B5154A" w:rsidRDefault="00B5154A" w:rsidP="00B5154A">
      <w:r>
        <w:lastRenderedPageBreak/>
        <w:t>390.5038</w:t>
      </w:r>
      <w:r>
        <w:tab/>
        <w:t>3.038e0</w:t>
      </w:r>
    </w:p>
    <w:p w:rsidR="00B5154A" w:rsidRDefault="00B5154A" w:rsidP="00B5154A">
      <w:r>
        <w:t>390.5508</w:t>
      </w:r>
      <w:r>
        <w:tab/>
        <w:t>2.025e0</w:t>
      </w:r>
    </w:p>
    <w:p w:rsidR="00B5154A" w:rsidRDefault="00B5154A" w:rsidP="00B5154A">
      <w:r>
        <w:t>390.6216</w:t>
      </w:r>
      <w:r>
        <w:tab/>
        <w:t>3.482e0</w:t>
      </w:r>
    </w:p>
    <w:p w:rsidR="00B5154A" w:rsidRDefault="00B5154A" w:rsidP="00B5154A">
      <w:r>
        <w:t>390.7172</w:t>
      </w:r>
      <w:r>
        <w:tab/>
        <w:t>8.855e0</w:t>
      </w:r>
    </w:p>
    <w:p w:rsidR="00B5154A" w:rsidRDefault="00B5154A" w:rsidP="00B5154A">
      <w:r>
        <w:t>390.8274</w:t>
      </w:r>
      <w:r>
        <w:tab/>
        <w:t>2.025e0</w:t>
      </w:r>
    </w:p>
    <w:p w:rsidR="00B5154A" w:rsidRDefault="00B5154A" w:rsidP="00B5154A">
      <w:r>
        <w:t>390.9062</w:t>
      </w:r>
      <w:r>
        <w:tab/>
        <w:t>9.297e0</w:t>
      </w:r>
    </w:p>
    <w:p w:rsidR="00B5154A" w:rsidRDefault="00B5154A" w:rsidP="00B5154A">
      <w:r>
        <w:t>391.0785</w:t>
      </w:r>
      <w:r>
        <w:tab/>
        <w:t>6.464e0</w:t>
      </w:r>
    </w:p>
    <w:p w:rsidR="00B5154A" w:rsidRDefault="00B5154A" w:rsidP="00B5154A">
      <w:r>
        <w:t>391.1641</w:t>
      </w:r>
      <w:r>
        <w:tab/>
        <w:t>1.792e2</w:t>
      </w:r>
    </w:p>
    <w:p w:rsidR="00B5154A" w:rsidRDefault="00B5154A" w:rsidP="00B5154A">
      <w:r>
        <w:t>391.2920</w:t>
      </w:r>
      <w:r>
        <w:tab/>
        <w:t>6.356e1</w:t>
      </w:r>
    </w:p>
    <w:p w:rsidR="00B5154A" w:rsidRDefault="00B5154A" w:rsidP="00B5154A">
      <w:r>
        <w:t>391.4159</w:t>
      </w:r>
      <w:r>
        <w:tab/>
        <w:t>4.379e0</w:t>
      </w:r>
    </w:p>
    <w:p w:rsidR="00B5154A" w:rsidRDefault="00B5154A" w:rsidP="00B5154A">
      <w:r>
        <w:t>391.5554</w:t>
      </w:r>
      <w:r>
        <w:tab/>
        <w:t>1.013e0</w:t>
      </w:r>
    </w:p>
    <w:p w:rsidR="00B5154A" w:rsidRDefault="00B5154A" w:rsidP="00B5154A">
      <w:r>
        <w:t>391.6391</w:t>
      </w:r>
      <w:r>
        <w:tab/>
        <w:t>9.101e0</w:t>
      </w:r>
    </w:p>
    <w:p w:rsidR="00B5154A" w:rsidRDefault="00B5154A" w:rsidP="00B5154A">
      <w:r>
        <w:t>391.7159</w:t>
      </w:r>
      <w:r>
        <w:tab/>
        <w:t>6.087e0</w:t>
      </w:r>
    </w:p>
    <w:p w:rsidR="00B5154A" w:rsidRDefault="00B5154A" w:rsidP="00B5154A">
      <w:r>
        <w:t>391.8228</w:t>
      </w:r>
      <w:r>
        <w:tab/>
        <w:t>8.101e0</w:t>
      </w:r>
    </w:p>
    <w:p w:rsidR="00B5154A" w:rsidRDefault="00B5154A" w:rsidP="00B5154A">
      <w:r>
        <w:t>391.9284</w:t>
      </w:r>
      <w:r>
        <w:tab/>
        <w:t>8.285e0</w:t>
      </w:r>
    </w:p>
    <w:p w:rsidR="00B5154A" w:rsidRDefault="00B5154A" w:rsidP="00B5154A">
      <w:r>
        <w:t>392.0125</w:t>
      </w:r>
      <w:r>
        <w:tab/>
        <w:t>2.423e0</w:t>
      </w:r>
    </w:p>
    <w:p w:rsidR="00B5154A" w:rsidRDefault="00B5154A" w:rsidP="00B5154A">
      <w:r>
        <w:t>392.0605</w:t>
      </w:r>
      <w:r>
        <w:tab/>
        <w:t>4.541e0</w:t>
      </w:r>
    </w:p>
    <w:p w:rsidR="00B5154A" w:rsidRDefault="00B5154A" w:rsidP="00B5154A">
      <w:r>
        <w:t>392.1562</w:t>
      </w:r>
      <w:r>
        <w:tab/>
        <w:t>5.173e1</w:t>
      </w:r>
    </w:p>
    <w:p w:rsidR="00B5154A" w:rsidRDefault="00B5154A" w:rsidP="00B5154A">
      <w:r>
        <w:t>392.2923</w:t>
      </w:r>
      <w:r>
        <w:tab/>
        <w:t>1.436e1</w:t>
      </w:r>
    </w:p>
    <w:p w:rsidR="00B5154A" w:rsidRDefault="00B5154A" w:rsidP="00B5154A">
      <w:r>
        <w:lastRenderedPageBreak/>
        <w:t>392.3481</w:t>
      </w:r>
      <w:r>
        <w:tab/>
        <w:t>2.497e0</w:t>
      </w:r>
    </w:p>
    <w:p w:rsidR="00B5154A" w:rsidRDefault="00B5154A" w:rsidP="00B5154A">
      <w:r>
        <w:t>392.4161</w:t>
      </w:r>
      <w:r>
        <w:tab/>
        <w:t>5.673e0</w:t>
      </w:r>
    </w:p>
    <w:p w:rsidR="00B5154A" w:rsidRDefault="00B5154A" w:rsidP="00B5154A">
      <w:r>
        <w:t>392.4785</w:t>
      </w:r>
      <w:r>
        <w:tab/>
        <w:t>1.737e0</w:t>
      </w:r>
    </w:p>
    <w:p w:rsidR="00B5154A" w:rsidRDefault="00B5154A" w:rsidP="00B5154A">
      <w:r>
        <w:t>392.5318</w:t>
      </w:r>
      <w:r>
        <w:tab/>
        <w:t>1.013e0</w:t>
      </w:r>
    </w:p>
    <w:p w:rsidR="00B5154A" w:rsidRDefault="00B5154A" w:rsidP="00B5154A">
      <w:r>
        <w:t>392.6962</w:t>
      </w:r>
      <w:r>
        <w:tab/>
        <w:t>3.162e0</w:t>
      </w:r>
    </w:p>
    <w:p w:rsidR="00B5154A" w:rsidRDefault="00B5154A" w:rsidP="00B5154A">
      <w:r>
        <w:t>392.8198</w:t>
      </w:r>
      <w:r>
        <w:tab/>
        <w:t>5.063e0</w:t>
      </w:r>
    </w:p>
    <w:p w:rsidR="00B5154A" w:rsidRDefault="00B5154A" w:rsidP="00B5154A">
      <w:r>
        <w:t>392.8605</w:t>
      </w:r>
      <w:r>
        <w:tab/>
        <w:t>2.025e0</w:t>
      </w:r>
    </w:p>
    <w:p w:rsidR="00B5154A" w:rsidRDefault="00B5154A" w:rsidP="00B5154A">
      <w:r>
        <w:t>392.9662</w:t>
      </w:r>
      <w:r>
        <w:tab/>
        <w:t>1.918e0</w:t>
      </w:r>
    </w:p>
    <w:p w:rsidR="00B5154A" w:rsidRDefault="00B5154A" w:rsidP="00B5154A">
      <w:r>
        <w:t>393.1460</w:t>
      </w:r>
      <w:r>
        <w:tab/>
        <w:t>6.974e0</w:t>
      </w:r>
    </w:p>
    <w:p w:rsidR="00B5154A" w:rsidRDefault="00B5154A" w:rsidP="00B5154A">
      <w:r>
        <w:t>393.2059</w:t>
      </w:r>
      <w:r>
        <w:tab/>
        <w:t>4.510e1</w:t>
      </w:r>
    </w:p>
    <w:p w:rsidR="00B5154A" w:rsidRDefault="00B5154A" w:rsidP="00B5154A">
      <w:r>
        <w:t>393.2977</w:t>
      </w:r>
      <w:r>
        <w:tab/>
        <w:t>1.099e1</w:t>
      </w:r>
    </w:p>
    <w:p w:rsidR="00B5154A" w:rsidRDefault="00B5154A" w:rsidP="00B5154A">
      <w:r>
        <w:t>393.3914</w:t>
      </w:r>
      <w:r>
        <w:tab/>
        <w:t>5.000e0</w:t>
      </w:r>
    </w:p>
    <w:p w:rsidR="00B5154A" w:rsidRDefault="00B5154A" w:rsidP="00B5154A">
      <w:r>
        <w:t>393.4902</w:t>
      </w:r>
      <w:r>
        <w:tab/>
        <w:t>6.718e0</w:t>
      </w:r>
    </w:p>
    <w:p w:rsidR="00B5154A" w:rsidRDefault="00B5154A" w:rsidP="00B5154A">
      <w:r>
        <w:t>393.5837</w:t>
      </w:r>
      <w:r>
        <w:tab/>
        <w:t>3.021e0</w:t>
      </w:r>
    </w:p>
    <w:p w:rsidR="00B5154A" w:rsidRDefault="00B5154A" w:rsidP="00B5154A">
      <w:r>
        <w:t>393.6653</w:t>
      </w:r>
      <w:r>
        <w:tab/>
        <w:t>2.867e0</w:t>
      </w:r>
    </w:p>
    <w:p w:rsidR="00B5154A" w:rsidRDefault="00B5154A" w:rsidP="00B5154A">
      <w:r>
        <w:t>393.7102</w:t>
      </w:r>
      <w:r>
        <w:tab/>
        <w:t>3.314e0</w:t>
      </w:r>
    </w:p>
    <w:p w:rsidR="00B5154A" w:rsidRDefault="00B5154A" w:rsidP="00B5154A">
      <w:r>
        <w:t>393.7776</w:t>
      </w:r>
      <w:r>
        <w:tab/>
        <w:t>6.984e0</w:t>
      </w:r>
    </w:p>
    <w:p w:rsidR="00B5154A" w:rsidRDefault="00B5154A" w:rsidP="00B5154A">
      <w:r>
        <w:t>393.8515</w:t>
      </w:r>
      <w:r>
        <w:tab/>
        <w:t>2.025e0</w:t>
      </w:r>
    </w:p>
    <w:p w:rsidR="00B5154A" w:rsidRDefault="00B5154A" w:rsidP="00B5154A">
      <w:r>
        <w:t>393.9220</w:t>
      </w:r>
      <w:r>
        <w:tab/>
        <w:t>7.463e0</w:t>
      </w:r>
    </w:p>
    <w:p w:rsidR="00B5154A" w:rsidRDefault="00B5154A" w:rsidP="00B5154A">
      <w:r>
        <w:lastRenderedPageBreak/>
        <w:t>394.0176</w:t>
      </w:r>
      <w:r>
        <w:tab/>
        <w:t>2.736e0</w:t>
      </w:r>
    </w:p>
    <w:p w:rsidR="00B5154A" w:rsidRDefault="00B5154A" w:rsidP="00B5154A">
      <w:r>
        <w:t>394.1165</w:t>
      </w:r>
      <w:r>
        <w:tab/>
        <w:t>9.180e0</w:t>
      </w:r>
    </w:p>
    <w:p w:rsidR="00B5154A" w:rsidRDefault="00B5154A" w:rsidP="00B5154A">
      <w:r>
        <w:t>394.1892</w:t>
      </w:r>
      <w:r>
        <w:tab/>
        <w:t>4.236e0</w:t>
      </w:r>
    </w:p>
    <w:p w:rsidR="00B5154A" w:rsidRDefault="00B5154A" w:rsidP="00B5154A">
      <w:r>
        <w:t>394.2335</w:t>
      </w:r>
      <w:r>
        <w:tab/>
        <w:t>7.530e0</w:t>
      </w:r>
    </w:p>
    <w:p w:rsidR="00B5154A" w:rsidRDefault="00B5154A" w:rsidP="00B5154A">
      <w:r>
        <w:t>394.3694</w:t>
      </w:r>
      <w:r>
        <w:tab/>
        <w:t>1.322e0</w:t>
      </w:r>
    </w:p>
    <w:p w:rsidR="00B5154A" w:rsidRDefault="00B5154A" w:rsidP="00B5154A">
      <w:r>
        <w:t>394.4300</w:t>
      </w:r>
      <w:r>
        <w:tab/>
        <w:t>3.047e0</w:t>
      </w:r>
    </w:p>
    <w:p w:rsidR="00B5154A" w:rsidRDefault="00B5154A" w:rsidP="00B5154A">
      <w:r>
        <w:t>394.4721</w:t>
      </w:r>
      <w:r>
        <w:tab/>
        <w:t>2.688e0</w:t>
      </w:r>
    </w:p>
    <w:p w:rsidR="00B5154A" w:rsidRDefault="00B5154A" w:rsidP="00B5154A">
      <w:r>
        <w:t>394.5842</w:t>
      </w:r>
      <w:r>
        <w:tab/>
        <w:t>4.011e0</w:t>
      </w:r>
    </w:p>
    <w:p w:rsidR="00B5154A" w:rsidRDefault="00B5154A" w:rsidP="00B5154A">
      <w:r>
        <w:t>394.6578</w:t>
      </w:r>
      <w:r>
        <w:tab/>
        <w:t>2.833e0</w:t>
      </w:r>
    </w:p>
    <w:p w:rsidR="00B5154A" w:rsidRDefault="00B5154A" w:rsidP="00B5154A">
      <w:r>
        <w:t>394.6980</w:t>
      </w:r>
      <w:r>
        <w:tab/>
        <w:t>4.415e0</w:t>
      </w:r>
    </w:p>
    <w:p w:rsidR="00B5154A" w:rsidRDefault="00B5154A" w:rsidP="00B5154A">
      <w:r>
        <w:t>394.8225</w:t>
      </w:r>
      <w:r>
        <w:tab/>
        <w:t>2.985e0</w:t>
      </w:r>
    </w:p>
    <w:p w:rsidR="00B5154A" w:rsidRDefault="00B5154A" w:rsidP="00B5154A">
      <w:r>
        <w:t>395.1154</w:t>
      </w:r>
      <w:r>
        <w:tab/>
        <w:t>6.111e2</w:t>
      </w:r>
    </w:p>
    <w:p w:rsidR="00B5154A" w:rsidRDefault="00B5154A" w:rsidP="00B5154A">
      <w:r>
        <w:t>395.2549</w:t>
      </w:r>
      <w:r>
        <w:tab/>
        <w:t>3.505e0</w:t>
      </w:r>
    </w:p>
    <w:p w:rsidR="00B5154A" w:rsidRDefault="00B5154A" w:rsidP="00B5154A">
      <w:r>
        <w:t>395.3351</w:t>
      </w:r>
      <w:r>
        <w:tab/>
        <w:t>4.038e0</w:t>
      </w:r>
    </w:p>
    <w:p w:rsidR="00B5154A" w:rsidRDefault="00B5154A" w:rsidP="00B5154A">
      <w:r>
        <w:t>395.4200</w:t>
      </w:r>
      <w:r>
        <w:tab/>
        <w:t>3.792e0</w:t>
      </w:r>
    </w:p>
    <w:p w:rsidR="00B5154A" w:rsidRDefault="00B5154A" w:rsidP="00B5154A">
      <w:r>
        <w:t>395.4977</w:t>
      </w:r>
      <w:r>
        <w:tab/>
        <w:t>2.025e0</w:t>
      </w:r>
    </w:p>
    <w:p w:rsidR="00B5154A" w:rsidRDefault="00B5154A" w:rsidP="00B5154A">
      <w:r>
        <w:t>395.6000</w:t>
      </w:r>
      <w:r>
        <w:tab/>
        <w:t>4.609e0</w:t>
      </w:r>
    </w:p>
    <w:p w:rsidR="00B5154A" w:rsidRDefault="00B5154A" w:rsidP="00B5154A">
      <w:r>
        <w:t>395.6830</w:t>
      </w:r>
      <w:r>
        <w:tab/>
        <w:t>2.611e0</w:t>
      </w:r>
    </w:p>
    <w:p w:rsidR="00B5154A" w:rsidRDefault="00B5154A" w:rsidP="00B5154A">
      <w:r>
        <w:t>395.7462</w:t>
      </w:r>
      <w:r>
        <w:tab/>
        <w:t>1.847e0</w:t>
      </w:r>
    </w:p>
    <w:p w:rsidR="00B5154A" w:rsidRDefault="00B5154A" w:rsidP="00B5154A">
      <w:r>
        <w:lastRenderedPageBreak/>
        <w:t>395.7916</w:t>
      </w:r>
      <w:r>
        <w:tab/>
        <w:t>3.029e0</w:t>
      </w:r>
    </w:p>
    <w:p w:rsidR="00B5154A" w:rsidRDefault="00B5154A" w:rsidP="00B5154A">
      <w:r>
        <w:t>395.8355</w:t>
      </w:r>
      <w:r>
        <w:tab/>
        <w:t>2.985e0</w:t>
      </w:r>
    </w:p>
    <w:p w:rsidR="00B5154A" w:rsidRDefault="00B5154A" w:rsidP="00B5154A">
      <w:r>
        <w:t>395.9833</w:t>
      </w:r>
      <w:r>
        <w:tab/>
        <w:t>5.383e0</w:t>
      </w:r>
    </w:p>
    <w:p w:rsidR="00B5154A" w:rsidRDefault="00B5154A" w:rsidP="00B5154A">
      <w:r>
        <w:t>396.1196</w:t>
      </w:r>
      <w:r>
        <w:tab/>
        <w:t>1.279e2</w:t>
      </w:r>
    </w:p>
    <w:p w:rsidR="00B5154A" w:rsidRDefault="00B5154A" w:rsidP="00B5154A">
      <w:r>
        <w:t>396.2411</w:t>
      </w:r>
      <w:r>
        <w:tab/>
        <w:t>2.733e0</w:t>
      </w:r>
    </w:p>
    <w:p w:rsidR="00B5154A" w:rsidRDefault="00B5154A" w:rsidP="00B5154A">
      <w:r>
        <w:t>396.3446</w:t>
      </w:r>
      <w:r>
        <w:tab/>
        <w:t>1.027e1</w:t>
      </w:r>
    </w:p>
    <w:p w:rsidR="00B5154A" w:rsidRDefault="00B5154A" w:rsidP="00B5154A">
      <w:r>
        <w:t>396.4630</w:t>
      </w:r>
      <w:r>
        <w:tab/>
        <w:t>7.262e0</w:t>
      </w:r>
    </w:p>
    <w:p w:rsidR="00B5154A" w:rsidRDefault="00B5154A" w:rsidP="00B5154A">
      <w:r>
        <w:t>396.6162</w:t>
      </w:r>
      <w:r>
        <w:tab/>
        <w:t>5.424e0</w:t>
      </w:r>
    </w:p>
    <w:p w:rsidR="00B5154A" w:rsidRDefault="00B5154A" w:rsidP="00B5154A">
      <w:r>
        <w:t>396.7037</w:t>
      </w:r>
      <w:r>
        <w:tab/>
        <w:t>4.327e0</w:t>
      </w:r>
    </w:p>
    <w:p w:rsidR="00B5154A" w:rsidRDefault="00B5154A" w:rsidP="00B5154A">
      <w:r>
        <w:t>396.7411</w:t>
      </w:r>
      <w:r>
        <w:tab/>
        <w:t>2.894e0</w:t>
      </w:r>
    </w:p>
    <w:p w:rsidR="00B5154A" w:rsidRDefault="00B5154A" w:rsidP="00B5154A">
      <w:r>
        <w:t>396.7979</w:t>
      </w:r>
      <w:r>
        <w:tab/>
        <w:t>7.160e0</w:t>
      </w:r>
    </w:p>
    <w:p w:rsidR="00B5154A" w:rsidRDefault="00B5154A" w:rsidP="00B5154A">
      <w:r>
        <w:t>396.8541</w:t>
      </w:r>
      <w:r>
        <w:tab/>
        <w:t>8.393e0</w:t>
      </w:r>
    </w:p>
    <w:p w:rsidR="00B5154A" w:rsidRDefault="00B5154A" w:rsidP="00B5154A">
      <w:r>
        <w:t>396.9145</w:t>
      </w:r>
      <w:r>
        <w:tab/>
        <w:t>2.209e0</w:t>
      </w:r>
    </w:p>
    <w:p w:rsidR="00B5154A" w:rsidRDefault="00B5154A" w:rsidP="00B5154A">
      <w:r>
        <w:t>396.9533</w:t>
      </w:r>
      <w:r>
        <w:tab/>
        <w:t>1.689e0</w:t>
      </w:r>
    </w:p>
    <w:p w:rsidR="00B5154A" w:rsidRDefault="00B5154A" w:rsidP="00B5154A">
      <w:r>
        <w:t>397.0105</w:t>
      </w:r>
      <w:r>
        <w:tab/>
        <w:t>2.798e0</w:t>
      </w:r>
    </w:p>
    <w:p w:rsidR="00B5154A" w:rsidRDefault="00B5154A" w:rsidP="00B5154A">
      <w:r>
        <w:t>397.1194</w:t>
      </w:r>
      <w:r>
        <w:tab/>
        <w:t>5.449e1</w:t>
      </w:r>
    </w:p>
    <w:p w:rsidR="00B5154A" w:rsidRDefault="00B5154A" w:rsidP="00B5154A">
      <w:r>
        <w:t>397.3416</w:t>
      </w:r>
      <w:r>
        <w:tab/>
        <w:t>2.804e0</w:t>
      </w:r>
    </w:p>
    <w:p w:rsidR="00B5154A" w:rsidRDefault="00B5154A" w:rsidP="00B5154A">
      <w:r>
        <w:t>397.3811</w:t>
      </w:r>
      <w:r>
        <w:tab/>
        <w:t>2.746e0</w:t>
      </w:r>
    </w:p>
    <w:p w:rsidR="00B5154A" w:rsidRDefault="00B5154A" w:rsidP="00B5154A">
      <w:r>
        <w:t>397.4456</w:t>
      </w:r>
      <w:r>
        <w:tab/>
        <w:t>4.124e0</w:t>
      </w:r>
    </w:p>
    <w:p w:rsidR="00B5154A" w:rsidRDefault="00B5154A" w:rsidP="00B5154A">
      <w:r>
        <w:lastRenderedPageBreak/>
        <w:t>397.5309</w:t>
      </w:r>
      <w:r>
        <w:tab/>
        <w:t>2.025e0</w:t>
      </w:r>
    </w:p>
    <w:p w:rsidR="00B5154A" w:rsidRDefault="00B5154A" w:rsidP="00B5154A">
      <w:r>
        <w:t>397.6212</w:t>
      </w:r>
      <w:r>
        <w:tab/>
        <w:t>1.504e0</w:t>
      </w:r>
    </w:p>
    <w:p w:rsidR="00B5154A" w:rsidRDefault="00B5154A" w:rsidP="00B5154A">
      <w:r>
        <w:t>397.7043</w:t>
      </w:r>
      <w:r>
        <w:tab/>
        <w:t>5.467e0</w:t>
      </w:r>
    </w:p>
    <w:p w:rsidR="00B5154A" w:rsidRDefault="00B5154A" w:rsidP="00B5154A">
      <w:r>
        <w:t>397.7968</w:t>
      </w:r>
      <w:r>
        <w:tab/>
        <w:t>2.025e0</w:t>
      </w:r>
    </w:p>
    <w:p w:rsidR="00B5154A" w:rsidRDefault="00B5154A" w:rsidP="00B5154A">
      <w:r>
        <w:t>397.8518</w:t>
      </w:r>
      <w:r>
        <w:tab/>
        <w:t>5.458e0</w:t>
      </w:r>
    </w:p>
    <w:p w:rsidR="00B5154A" w:rsidRDefault="00B5154A" w:rsidP="00B5154A">
      <w:r>
        <w:t>397.9357</w:t>
      </w:r>
      <w:r>
        <w:tab/>
        <w:t>9.587e0</w:t>
      </w:r>
    </w:p>
    <w:p w:rsidR="00B5154A" w:rsidRDefault="00B5154A" w:rsidP="00B5154A">
      <w:r>
        <w:t>398.0077</w:t>
      </w:r>
      <w:r>
        <w:tab/>
        <w:t>5.664e0</w:t>
      </w:r>
    </w:p>
    <w:p w:rsidR="00B5154A" w:rsidRDefault="00B5154A" w:rsidP="00B5154A">
      <w:r>
        <w:t>398.0684</w:t>
      </w:r>
      <w:r>
        <w:tab/>
        <w:t>6.042e0</w:t>
      </w:r>
    </w:p>
    <w:p w:rsidR="00B5154A" w:rsidRDefault="00B5154A" w:rsidP="00B5154A">
      <w:r>
        <w:t>398.1272</w:t>
      </w:r>
      <w:r>
        <w:tab/>
        <w:t>1.818e1</w:t>
      </w:r>
    </w:p>
    <w:p w:rsidR="00B5154A" w:rsidRDefault="00B5154A" w:rsidP="00B5154A">
      <w:r>
        <w:t>398.3647</w:t>
      </w:r>
      <w:r>
        <w:tab/>
        <w:t>1.086e1</w:t>
      </w:r>
    </w:p>
    <w:p w:rsidR="00B5154A" w:rsidRDefault="00B5154A" w:rsidP="00B5154A">
      <w:r>
        <w:t>398.4922</w:t>
      </w:r>
      <w:r>
        <w:tab/>
        <w:t>2.921e0</w:t>
      </w:r>
    </w:p>
    <w:p w:rsidR="00B5154A" w:rsidRDefault="00B5154A" w:rsidP="00B5154A">
      <w:r>
        <w:t>398.5557</w:t>
      </w:r>
      <w:r>
        <w:tab/>
        <w:t>3.038e0</w:t>
      </w:r>
    </w:p>
    <w:p w:rsidR="00B5154A" w:rsidRDefault="00B5154A" w:rsidP="00B5154A">
      <w:r>
        <w:t>398.6500</w:t>
      </w:r>
      <w:r>
        <w:tab/>
        <w:t>2.908e0</w:t>
      </w:r>
    </w:p>
    <w:p w:rsidR="00B5154A" w:rsidRDefault="00B5154A" w:rsidP="00B5154A">
      <w:r>
        <w:t>398.7140</w:t>
      </w:r>
      <w:r>
        <w:tab/>
        <w:t>2.922e0</w:t>
      </w:r>
    </w:p>
    <w:p w:rsidR="00B5154A" w:rsidRDefault="00B5154A" w:rsidP="00B5154A">
      <w:r>
        <w:t>398.7774</w:t>
      </w:r>
      <w:r>
        <w:tab/>
        <w:t>3.038e0</w:t>
      </w:r>
    </w:p>
    <w:p w:rsidR="00B5154A" w:rsidRDefault="00B5154A" w:rsidP="00B5154A">
      <w:r>
        <w:t>398.8624</w:t>
      </w:r>
      <w:r>
        <w:tab/>
        <w:t>2.968e0</w:t>
      </w:r>
    </w:p>
    <w:p w:rsidR="00B5154A" w:rsidRDefault="00B5154A" w:rsidP="00B5154A">
      <w:r>
        <w:t>398.9500</w:t>
      </w:r>
      <w:r>
        <w:tab/>
        <w:t>2.210e0</w:t>
      </w:r>
    </w:p>
    <w:p w:rsidR="00B5154A" w:rsidRDefault="00B5154A" w:rsidP="00B5154A">
      <w:r>
        <w:t>399.0164</w:t>
      </w:r>
      <w:r>
        <w:tab/>
        <w:t>3.309e0</w:t>
      </w:r>
    </w:p>
    <w:p w:rsidR="00B5154A" w:rsidRDefault="00B5154A" w:rsidP="00B5154A">
      <w:r>
        <w:t>399.1282</w:t>
      </w:r>
      <w:r>
        <w:tab/>
        <w:t>1.364e1</w:t>
      </w:r>
    </w:p>
    <w:p w:rsidR="00B5154A" w:rsidRDefault="00B5154A" w:rsidP="00B5154A">
      <w:r>
        <w:lastRenderedPageBreak/>
        <w:t>399.2845</w:t>
      </w:r>
      <w:r>
        <w:tab/>
        <w:t>3.799e0</w:t>
      </w:r>
    </w:p>
    <w:p w:rsidR="00B5154A" w:rsidRDefault="00B5154A" w:rsidP="00B5154A">
      <w:r>
        <w:t>399.3517</w:t>
      </w:r>
      <w:r>
        <w:tab/>
        <w:t>1.305e1</w:t>
      </w:r>
    </w:p>
    <w:p w:rsidR="00B5154A" w:rsidRDefault="00B5154A" w:rsidP="00B5154A">
      <w:r>
        <w:t>399.3906</w:t>
      </w:r>
      <w:r>
        <w:tab/>
        <w:t>5.859e0</w:t>
      </w:r>
    </w:p>
    <w:p w:rsidR="00B5154A" w:rsidRDefault="00B5154A" w:rsidP="00B5154A">
      <w:r>
        <w:t>399.4678</w:t>
      </w:r>
      <w:r>
        <w:tab/>
        <w:t>7.284e0</w:t>
      </w:r>
    </w:p>
    <w:p w:rsidR="00B5154A" w:rsidRDefault="00B5154A" w:rsidP="00B5154A">
      <w:r>
        <w:t>399.5277</w:t>
      </w:r>
      <w:r>
        <w:tab/>
        <w:t>4.051e0</w:t>
      </w:r>
    </w:p>
    <w:p w:rsidR="00B5154A" w:rsidRDefault="00B5154A" w:rsidP="00B5154A">
      <w:r>
        <w:t>399.6422</w:t>
      </w:r>
      <w:r>
        <w:tab/>
        <w:t>3.630e0</w:t>
      </w:r>
    </w:p>
    <w:p w:rsidR="00B5154A" w:rsidRDefault="00B5154A" w:rsidP="00B5154A">
      <w:r>
        <w:t>399.7184</w:t>
      </w:r>
      <w:r>
        <w:tab/>
        <w:t>4.924e0</w:t>
      </w:r>
    </w:p>
    <w:p w:rsidR="00B5154A" w:rsidRDefault="00B5154A" w:rsidP="00B5154A">
      <w:r>
        <w:t>399.7873</w:t>
      </w:r>
      <w:r>
        <w:tab/>
        <w:t>1.013e0</w:t>
      </w:r>
    </w:p>
    <w:p w:rsidR="00B5154A" w:rsidRDefault="00B5154A" w:rsidP="00B5154A">
      <w:r>
        <w:t>399.8870</w:t>
      </w:r>
      <w:r>
        <w:tab/>
        <w:t>5.333e0</w:t>
      </w:r>
    </w:p>
    <w:p w:rsidR="00B5154A" w:rsidRDefault="00B5154A" w:rsidP="00B5154A">
      <w:r>
        <w:t>399.9909</w:t>
      </w:r>
      <w:r>
        <w:tab/>
        <w:t>1.373e0</w:t>
      </w:r>
    </w:p>
    <w:p w:rsidR="00B5154A" w:rsidRDefault="00B5154A" w:rsidP="00B5154A">
      <w:r>
        <w:t>400.0446</w:t>
      </w:r>
      <w:r>
        <w:tab/>
        <w:t>1.268e0</w:t>
      </w:r>
    </w:p>
    <w:p w:rsidR="00B5154A" w:rsidRDefault="00B5154A" w:rsidP="00B5154A">
      <w:r>
        <w:t>400.1188</w:t>
      </w:r>
      <w:r>
        <w:tab/>
        <w:t>1.850e1</w:t>
      </w:r>
    </w:p>
    <w:p w:rsidR="00B5154A" w:rsidRDefault="00B5154A" w:rsidP="00B5154A">
      <w:r>
        <w:t>400.2245</w:t>
      </w:r>
      <w:r>
        <w:tab/>
        <w:t>8.794e0</w:t>
      </w:r>
    </w:p>
    <w:p w:rsidR="00B5154A" w:rsidRDefault="00B5154A" w:rsidP="00B5154A">
      <w:r>
        <w:t>400.3005</w:t>
      </w:r>
      <w:r>
        <w:tab/>
        <w:t>3.031e0</w:t>
      </w:r>
    </w:p>
    <w:p w:rsidR="00B5154A" w:rsidRDefault="00B5154A" w:rsidP="00B5154A">
      <w:r>
        <w:t>400.3790</w:t>
      </w:r>
      <w:r>
        <w:tab/>
        <w:t>7.778e1</w:t>
      </w:r>
    </w:p>
    <w:p w:rsidR="00B5154A" w:rsidRDefault="00B5154A" w:rsidP="00B5154A">
      <w:r>
        <w:t>400.5263</w:t>
      </w:r>
      <w:r>
        <w:tab/>
        <w:t>4.051e0</w:t>
      </w:r>
    </w:p>
    <w:p w:rsidR="00B5154A" w:rsidRDefault="00B5154A" w:rsidP="00B5154A">
      <w:r>
        <w:t>400.5924</w:t>
      </w:r>
      <w:r>
        <w:tab/>
        <w:t>3.210e0</w:t>
      </w:r>
    </w:p>
    <w:p w:rsidR="00B5154A" w:rsidRDefault="00B5154A" w:rsidP="00B5154A">
      <w:r>
        <w:t>400.6541</w:t>
      </w:r>
      <w:r>
        <w:tab/>
        <w:t>2.025e0</w:t>
      </w:r>
    </w:p>
    <w:p w:rsidR="00B5154A" w:rsidRDefault="00B5154A" w:rsidP="00B5154A">
      <w:r>
        <w:t>400.8285</w:t>
      </w:r>
      <w:r>
        <w:tab/>
        <w:t>3.824e0</w:t>
      </w:r>
    </w:p>
    <w:p w:rsidR="00B5154A" w:rsidRDefault="00B5154A" w:rsidP="00B5154A">
      <w:r>
        <w:lastRenderedPageBreak/>
        <w:t>400.8926</w:t>
      </w:r>
      <w:r>
        <w:tab/>
        <w:t>4.526e0</w:t>
      </w:r>
    </w:p>
    <w:p w:rsidR="00B5154A" w:rsidRDefault="00B5154A" w:rsidP="00B5154A">
      <w:r>
        <w:t>400.9473</w:t>
      </w:r>
      <w:r>
        <w:tab/>
        <w:t>4.489e0</w:t>
      </w:r>
    </w:p>
    <w:p w:rsidR="00B5154A" w:rsidRDefault="00B5154A" w:rsidP="00B5154A">
      <w:r>
        <w:t>401.1918</w:t>
      </w:r>
      <w:r>
        <w:tab/>
        <w:t>4.580e0</w:t>
      </w:r>
    </w:p>
    <w:p w:rsidR="00B5154A" w:rsidRDefault="00B5154A" w:rsidP="00B5154A">
      <w:r>
        <w:t>401.3241</w:t>
      </w:r>
      <w:r>
        <w:tab/>
        <w:t>1.504e0</w:t>
      </w:r>
    </w:p>
    <w:p w:rsidR="00B5154A" w:rsidRDefault="00B5154A" w:rsidP="00B5154A">
      <w:r>
        <w:t>401.3832</w:t>
      </w:r>
      <w:r>
        <w:tab/>
        <w:t>2.072e1</w:t>
      </w:r>
    </w:p>
    <w:p w:rsidR="00B5154A" w:rsidRDefault="00B5154A" w:rsidP="00B5154A">
      <w:r>
        <w:t>401.4752</w:t>
      </w:r>
      <w:r>
        <w:tab/>
        <w:t>1.558e0</w:t>
      </w:r>
    </w:p>
    <w:p w:rsidR="00B5154A" w:rsidRDefault="00B5154A" w:rsidP="00B5154A">
      <w:r>
        <w:t>401.5457</w:t>
      </w:r>
      <w:r>
        <w:tab/>
        <w:t>2.025e0</w:t>
      </w:r>
    </w:p>
    <w:p w:rsidR="00B5154A" w:rsidRDefault="00B5154A" w:rsidP="00B5154A">
      <w:r>
        <w:t>401.5891</w:t>
      </w:r>
      <w:r>
        <w:tab/>
        <w:t>1.634e0</w:t>
      </w:r>
    </w:p>
    <w:p w:rsidR="00B5154A" w:rsidRDefault="00B5154A" w:rsidP="00B5154A">
      <w:r>
        <w:t>401.6486</w:t>
      </w:r>
      <w:r>
        <w:tab/>
        <w:t>3.790e0</w:t>
      </w:r>
    </w:p>
    <w:p w:rsidR="00B5154A" w:rsidRDefault="00B5154A" w:rsidP="00B5154A">
      <w:r>
        <w:t>401.7509</w:t>
      </w:r>
      <w:r>
        <w:tab/>
        <w:t>3.038e0</w:t>
      </w:r>
    </w:p>
    <w:p w:rsidR="00B5154A" w:rsidRDefault="00B5154A" w:rsidP="00B5154A">
      <w:r>
        <w:t>401.7849</w:t>
      </w:r>
      <w:r>
        <w:tab/>
        <w:t>2.025e0</w:t>
      </w:r>
    </w:p>
    <w:p w:rsidR="00B5154A" w:rsidRDefault="00B5154A" w:rsidP="00B5154A">
      <w:r>
        <w:t>401.8702</w:t>
      </w:r>
      <w:r>
        <w:tab/>
        <w:t>3.237e0</w:t>
      </w:r>
    </w:p>
    <w:p w:rsidR="00B5154A" w:rsidRDefault="00B5154A" w:rsidP="00B5154A">
      <w:r>
        <w:t>401.9214</w:t>
      </w:r>
      <w:r>
        <w:tab/>
        <w:t>1.808e0</w:t>
      </w:r>
    </w:p>
    <w:p w:rsidR="00B5154A" w:rsidRDefault="00B5154A" w:rsidP="00B5154A">
      <w:r>
        <w:t>401.9624</w:t>
      </w:r>
      <w:r>
        <w:tab/>
        <w:t>2.821e0</w:t>
      </w:r>
    </w:p>
    <w:p w:rsidR="00B5154A" w:rsidRDefault="00B5154A" w:rsidP="00B5154A">
      <w:r>
        <w:t>402.0322</w:t>
      </w:r>
      <w:r>
        <w:tab/>
        <w:t>1.647e0</w:t>
      </w:r>
    </w:p>
    <w:p w:rsidR="00B5154A" w:rsidRDefault="00B5154A" w:rsidP="00B5154A">
      <w:r>
        <w:t>402.0976</w:t>
      </w:r>
      <w:r>
        <w:tab/>
        <w:t>4.216e0</w:t>
      </w:r>
    </w:p>
    <w:p w:rsidR="00B5154A" w:rsidRDefault="00B5154A" w:rsidP="00B5154A">
      <w:r>
        <w:t>402.1918</w:t>
      </w:r>
      <w:r>
        <w:tab/>
        <w:t>7.391e0</w:t>
      </w:r>
    </w:p>
    <w:p w:rsidR="00B5154A" w:rsidRDefault="00B5154A" w:rsidP="00B5154A">
      <w:r>
        <w:t>402.2616</w:t>
      </w:r>
      <w:r>
        <w:tab/>
        <w:t>8.451e0</w:t>
      </w:r>
    </w:p>
    <w:p w:rsidR="00B5154A" w:rsidRDefault="00B5154A" w:rsidP="00B5154A">
      <w:r>
        <w:t>402.3622</w:t>
      </w:r>
      <w:r>
        <w:tab/>
        <w:t>3.531e0</w:t>
      </w:r>
    </w:p>
    <w:p w:rsidR="00B5154A" w:rsidRDefault="00B5154A" w:rsidP="00B5154A">
      <w:r>
        <w:lastRenderedPageBreak/>
        <w:t>402.4036</w:t>
      </w:r>
      <w:r>
        <w:tab/>
        <w:t>2.065e0</w:t>
      </w:r>
    </w:p>
    <w:p w:rsidR="00B5154A" w:rsidRDefault="00B5154A" w:rsidP="00B5154A">
      <w:r>
        <w:t>402.4523</w:t>
      </w:r>
      <w:r>
        <w:tab/>
        <w:t>2.867e0</w:t>
      </w:r>
    </w:p>
    <w:p w:rsidR="00B5154A" w:rsidRDefault="00B5154A" w:rsidP="00B5154A">
      <w:r>
        <w:t>402.4913</w:t>
      </w:r>
      <w:r>
        <w:tab/>
        <w:t>3.407e0</w:t>
      </w:r>
    </w:p>
    <w:p w:rsidR="00B5154A" w:rsidRDefault="00B5154A" w:rsidP="00B5154A">
      <w:r>
        <w:t>402.5538</w:t>
      </w:r>
      <w:r>
        <w:tab/>
        <w:t>5.063e0</w:t>
      </w:r>
    </w:p>
    <w:p w:rsidR="00B5154A" w:rsidRDefault="00B5154A" w:rsidP="00B5154A">
      <w:r>
        <w:t>402.6425</w:t>
      </w:r>
      <w:r>
        <w:tab/>
        <w:t>1.634e0</w:t>
      </w:r>
    </w:p>
    <w:p w:rsidR="00B5154A" w:rsidRDefault="00B5154A" w:rsidP="00B5154A">
      <w:r>
        <w:t>402.7002</w:t>
      </w:r>
      <w:r>
        <w:tab/>
        <w:t>1.933e0</w:t>
      </w:r>
    </w:p>
    <w:p w:rsidR="00B5154A" w:rsidRDefault="00B5154A" w:rsidP="00B5154A">
      <w:r>
        <w:t>402.7907</w:t>
      </w:r>
      <w:r>
        <w:tab/>
        <w:t>3.940e0</w:t>
      </w:r>
    </w:p>
    <w:p w:rsidR="00B5154A" w:rsidRDefault="00B5154A" w:rsidP="00B5154A">
      <w:r>
        <w:t>402.8477</w:t>
      </w:r>
      <w:r>
        <w:tab/>
        <w:t>3.597e0</w:t>
      </w:r>
    </w:p>
    <w:p w:rsidR="00B5154A" w:rsidRDefault="00B5154A" w:rsidP="00B5154A">
      <w:r>
        <w:t>402.8863</w:t>
      </w:r>
      <w:r>
        <w:tab/>
        <w:t>3.218e0</w:t>
      </w:r>
    </w:p>
    <w:p w:rsidR="00B5154A" w:rsidRDefault="00B5154A" w:rsidP="00B5154A">
      <w:r>
        <w:t>402.9397</w:t>
      </w:r>
      <w:r>
        <w:tab/>
        <w:t>7.494e0</w:t>
      </w:r>
    </w:p>
    <w:p w:rsidR="00B5154A" w:rsidRDefault="00B5154A" w:rsidP="00B5154A">
      <w:r>
        <w:t>403.1133</w:t>
      </w:r>
      <w:r>
        <w:tab/>
        <w:t>3.705e0</w:t>
      </w:r>
    </w:p>
    <w:p w:rsidR="00B5154A" w:rsidRDefault="00B5154A" w:rsidP="00B5154A">
      <w:r>
        <w:t>403.2345</w:t>
      </w:r>
      <w:r>
        <w:tab/>
        <w:t>9.965e0</w:t>
      </w:r>
    </w:p>
    <w:p w:rsidR="00B5154A" w:rsidRDefault="00B5154A" w:rsidP="00B5154A">
      <w:r>
        <w:t>403.3161</w:t>
      </w:r>
      <w:r>
        <w:tab/>
        <w:t>1.744e0</w:t>
      </w:r>
    </w:p>
    <w:p w:rsidR="00B5154A" w:rsidRDefault="00B5154A" w:rsidP="00B5154A">
      <w:r>
        <w:t>403.4431</w:t>
      </w:r>
      <w:r>
        <w:tab/>
        <w:t>1.109e0</w:t>
      </w:r>
    </w:p>
    <w:p w:rsidR="00B5154A" w:rsidRDefault="00B5154A" w:rsidP="00B5154A">
      <w:r>
        <w:t>403.4906</w:t>
      </w:r>
      <w:r>
        <w:tab/>
        <w:t>1.676e0</w:t>
      </w:r>
    </w:p>
    <w:p w:rsidR="00B5154A" w:rsidRDefault="00B5154A" w:rsidP="00B5154A">
      <w:r>
        <w:t>403.5470</w:t>
      </w:r>
      <w:r>
        <w:tab/>
        <w:t>3.038e0</w:t>
      </w:r>
    </w:p>
    <w:p w:rsidR="00B5154A" w:rsidRDefault="00B5154A" w:rsidP="00B5154A">
      <w:r>
        <w:t>403.6521</w:t>
      </w:r>
      <w:r>
        <w:tab/>
        <w:t>3.699e0</w:t>
      </w:r>
    </w:p>
    <w:p w:rsidR="00B5154A" w:rsidRDefault="00B5154A" w:rsidP="00B5154A">
      <w:r>
        <w:t>403.7525</w:t>
      </w:r>
      <w:r>
        <w:tab/>
        <w:t>1.985e0</w:t>
      </w:r>
    </w:p>
    <w:p w:rsidR="00B5154A" w:rsidRDefault="00B5154A" w:rsidP="00B5154A">
      <w:r>
        <w:t>403.7993</w:t>
      </w:r>
      <w:r>
        <w:tab/>
        <w:t>5.063e0</w:t>
      </w:r>
    </w:p>
    <w:p w:rsidR="00B5154A" w:rsidRDefault="00B5154A" w:rsidP="00B5154A">
      <w:r>
        <w:lastRenderedPageBreak/>
        <w:t>403.8802</w:t>
      </w:r>
      <w:r>
        <w:tab/>
        <w:t>3.036e0</w:t>
      </w:r>
    </w:p>
    <w:p w:rsidR="00B5154A" w:rsidRDefault="00B5154A" w:rsidP="00B5154A">
      <w:r>
        <w:t>403.9603</w:t>
      </w:r>
      <w:r>
        <w:tab/>
        <w:t>1.579e0</w:t>
      </w:r>
    </w:p>
    <w:p w:rsidR="00B5154A" w:rsidRDefault="00B5154A" w:rsidP="00B5154A">
      <w:r>
        <w:t>404.0135</w:t>
      </w:r>
      <w:r>
        <w:tab/>
        <w:t>1.013e0</w:t>
      </w:r>
    </w:p>
    <w:p w:rsidR="00B5154A" w:rsidRDefault="00B5154A" w:rsidP="00B5154A">
      <w:r>
        <w:t>404.1319</w:t>
      </w:r>
      <w:r>
        <w:tab/>
        <w:t>3.304e0</w:t>
      </w:r>
    </w:p>
    <w:p w:rsidR="00B5154A" w:rsidRDefault="00B5154A" w:rsidP="00B5154A">
      <w:r>
        <w:t>404.1802</w:t>
      </w:r>
      <w:r>
        <w:tab/>
        <w:t>1.110e1</w:t>
      </w:r>
    </w:p>
    <w:p w:rsidR="00B5154A" w:rsidRDefault="00B5154A" w:rsidP="00B5154A">
      <w:r>
        <w:t>404.2438</w:t>
      </w:r>
      <w:r>
        <w:tab/>
        <w:t>1.481e0</w:t>
      </w:r>
    </w:p>
    <w:p w:rsidR="00B5154A" w:rsidRDefault="00B5154A" w:rsidP="00B5154A">
      <w:r>
        <w:t>404.3093</w:t>
      </w:r>
      <w:r>
        <w:tab/>
        <w:t>2.670e0</w:t>
      </w:r>
    </w:p>
    <w:p w:rsidR="00B5154A" w:rsidRDefault="00B5154A" w:rsidP="00B5154A">
      <w:r>
        <w:t>404.3740</w:t>
      </w:r>
      <w:r>
        <w:tab/>
        <w:t>2.501e0</w:t>
      </w:r>
    </w:p>
    <w:p w:rsidR="00B5154A" w:rsidRDefault="00B5154A" w:rsidP="00B5154A">
      <w:r>
        <w:t>404.4471</w:t>
      </w:r>
      <w:r>
        <w:tab/>
        <w:t>2.003e0</w:t>
      </w:r>
    </w:p>
    <w:p w:rsidR="00B5154A" w:rsidRDefault="00B5154A" w:rsidP="00B5154A">
      <w:r>
        <w:t>404.5251</w:t>
      </w:r>
      <w:r>
        <w:tab/>
        <w:t>3.038e0</w:t>
      </w:r>
    </w:p>
    <w:p w:rsidR="00B5154A" w:rsidRDefault="00B5154A" w:rsidP="00B5154A">
      <w:r>
        <w:t>404.6216</w:t>
      </w:r>
      <w:r>
        <w:tab/>
        <w:t>2.091e0</w:t>
      </w:r>
    </w:p>
    <w:p w:rsidR="00B5154A" w:rsidRDefault="00B5154A" w:rsidP="00B5154A">
      <w:r>
        <w:t>404.6694</w:t>
      </w:r>
      <w:r>
        <w:tab/>
        <w:t>4.983e0</w:t>
      </w:r>
    </w:p>
    <w:p w:rsidR="00B5154A" w:rsidRDefault="00B5154A" w:rsidP="00B5154A">
      <w:r>
        <w:t>404.7493</w:t>
      </w:r>
      <w:r>
        <w:tab/>
        <w:t>1.985e0</w:t>
      </w:r>
    </w:p>
    <w:p w:rsidR="00B5154A" w:rsidRDefault="00B5154A" w:rsidP="00B5154A">
      <w:r>
        <w:t>404.9042</w:t>
      </w:r>
      <w:r>
        <w:tab/>
        <w:t>1.694e0</w:t>
      </w:r>
    </w:p>
    <w:p w:rsidR="00B5154A" w:rsidRDefault="00B5154A" w:rsidP="00B5154A">
      <w:r>
        <w:t>404.9508</w:t>
      </w:r>
      <w:r>
        <w:tab/>
        <w:t>1.164e0</w:t>
      </w:r>
    </w:p>
    <w:p w:rsidR="00B5154A" w:rsidRDefault="00B5154A" w:rsidP="00B5154A">
      <w:r>
        <w:t>404.9913</w:t>
      </w:r>
      <w:r>
        <w:tab/>
        <w:t>1.718e0</w:t>
      </w:r>
    </w:p>
    <w:p w:rsidR="00B5154A" w:rsidRDefault="00B5154A" w:rsidP="00B5154A">
      <w:r>
        <w:t>405.0653</w:t>
      </w:r>
      <w:r>
        <w:tab/>
        <w:t>3.164e0</w:t>
      </w:r>
    </w:p>
    <w:p w:rsidR="00B5154A" w:rsidRDefault="00B5154A" w:rsidP="00B5154A">
      <w:r>
        <w:t>405.2381</w:t>
      </w:r>
      <w:r>
        <w:tab/>
        <w:t>9.863e0</w:t>
      </w:r>
    </w:p>
    <w:p w:rsidR="00B5154A" w:rsidRDefault="00B5154A" w:rsidP="00B5154A">
      <w:r>
        <w:t>405.3397</w:t>
      </w:r>
      <w:r>
        <w:tab/>
        <w:t>1.956e0</w:t>
      </w:r>
    </w:p>
    <w:p w:rsidR="00B5154A" w:rsidRDefault="00B5154A" w:rsidP="00B5154A">
      <w:r>
        <w:lastRenderedPageBreak/>
        <w:t>405.4993</w:t>
      </w:r>
      <w:r>
        <w:tab/>
        <w:t>7.435e0</w:t>
      </w:r>
    </w:p>
    <w:p w:rsidR="00B5154A" w:rsidRDefault="00B5154A" w:rsidP="00B5154A">
      <w:r>
        <w:t>405.5628</w:t>
      </w:r>
      <w:r>
        <w:tab/>
        <w:t>1.013e0</w:t>
      </w:r>
    </w:p>
    <w:p w:rsidR="00B5154A" w:rsidRDefault="00B5154A" w:rsidP="00B5154A">
      <w:r>
        <w:t>405.6219</w:t>
      </w:r>
      <w:r>
        <w:tab/>
        <w:t>1.902e0</w:t>
      </w:r>
    </w:p>
    <w:p w:rsidR="00B5154A" w:rsidRDefault="00B5154A" w:rsidP="00B5154A">
      <w:r>
        <w:t>405.6936</w:t>
      </w:r>
      <w:r>
        <w:tab/>
        <w:t>2.968e0</w:t>
      </w:r>
    </w:p>
    <w:p w:rsidR="00B5154A" w:rsidRDefault="00B5154A" w:rsidP="00B5154A">
      <w:r>
        <w:t>405.7486</w:t>
      </w:r>
      <w:r>
        <w:tab/>
        <w:t>6.470e0</w:t>
      </w:r>
    </w:p>
    <w:p w:rsidR="00B5154A" w:rsidRDefault="00B5154A" w:rsidP="00B5154A">
      <w:r>
        <w:t>405.9600</w:t>
      </w:r>
      <w:r>
        <w:tab/>
        <w:t>1.725e0</w:t>
      </w:r>
    </w:p>
    <w:p w:rsidR="00B5154A" w:rsidRDefault="00B5154A" w:rsidP="00B5154A">
      <w:r>
        <w:t>406.0149</w:t>
      </w:r>
      <w:r>
        <w:tab/>
        <w:t>9.126e0</w:t>
      </w:r>
    </w:p>
    <w:p w:rsidR="00B5154A" w:rsidRDefault="00B5154A" w:rsidP="00B5154A">
      <w:r>
        <w:t>406.1391</w:t>
      </w:r>
      <w:r>
        <w:tab/>
        <w:t>7.621e0</w:t>
      </w:r>
    </w:p>
    <w:p w:rsidR="00B5154A" w:rsidRDefault="00B5154A" w:rsidP="00B5154A">
      <w:r>
        <w:t>406.2094</w:t>
      </w:r>
      <w:r>
        <w:tab/>
        <w:t>2.198e0</w:t>
      </w:r>
    </w:p>
    <w:p w:rsidR="00B5154A" w:rsidRDefault="00B5154A" w:rsidP="00B5154A">
      <w:r>
        <w:t>406.4489</w:t>
      </w:r>
      <w:r>
        <w:tab/>
        <w:t>2.373e0</w:t>
      </w:r>
    </w:p>
    <w:p w:rsidR="00B5154A" w:rsidRDefault="00B5154A" w:rsidP="00B5154A">
      <w:r>
        <w:t>406.5152</w:t>
      </w:r>
      <w:r>
        <w:tab/>
        <w:t>3.038e0</w:t>
      </w:r>
    </w:p>
    <w:p w:rsidR="00B5154A" w:rsidRDefault="00B5154A" w:rsidP="00B5154A">
      <w:r>
        <w:t>406.6006</w:t>
      </w:r>
      <w:r>
        <w:tab/>
        <w:t>3.730e0</w:t>
      </w:r>
    </w:p>
    <w:p w:rsidR="00B5154A" w:rsidRDefault="00B5154A" w:rsidP="00B5154A">
      <w:r>
        <w:t>406.7162</w:t>
      </w:r>
      <w:r>
        <w:tab/>
        <w:t>1.863e0</w:t>
      </w:r>
    </w:p>
    <w:p w:rsidR="00B5154A" w:rsidRDefault="00B5154A" w:rsidP="00B5154A">
      <w:r>
        <w:t>406.7778</w:t>
      </w:r>
      <w:r>
        <w:tab/>
        <w:t>1.013e0</w:t>
      </w:r>
    </w:p>
    <w:p w:rsidR="00B5154A" w:rsidRDefault="00B5154A" w:rsidP="00B5154A">
      <w:r>
        <w:t>406.8343</w:t>
      </w:r>
      <w:r>
        <w:tab/>
        <w:t>3.577e0</w:t>
      </w:r>
    </w:p>
    <w:p w:rsidR="00B5154A" w:rsidRDefault="00B5154A" w:rsidP="00B5154A">
      <w:r>
        <w:t>406.9037</w:t>
      </w:r>
      <w:r>
        <w:tab/>
        <w:t>2.508e0</w:t>
      </w:r>
    </w:p>
    <w:p w:rsidR="00B5154A" w:rsidRDefault="00B5154A" w:rsidP="00B5154A">
      <w:r>
        <w:t>406.9883</w:t>
      </w:r>
      <w:r>
        <w:tab/>
        <w:t>4.709e0</w:t>
      </w:r>
    </w:p>
    <w:p w:rsidR="00B5154A" w:rsidRDefault="00B5154A" w:rsidP="00B5154A">
      <w:r>
        <w:t>407.0868</w:t>
      </w:r>
      <w:r>
        <w:tab/>
        <w:t>2.622e0</w:t>
      </w:r>
    </w:p>
    <w:p w:rsidR="00B5154A" w:rsidRDefault="00B5154A" w:rsidP="00B5154A">
      <w:r>
        <w:t>407.1741</w:t>
      </w:r>
      <w:r>
        <w:tab/>
        <w:t>5.602e0</w:t>
      </w:r>
    </w:p>
    <w:p w:rsidR="00B5154A" w:rsidRDefault="00B5154A" w:rsidP="00B5154A">
      <w:r>
        <w:lastRenderedPageBreak/>
        <w:t>407.2863</w:t>
      </w:r>
      <w:r>
        <w:tab/>
        <w:t>4.226e0</w:t>
      </w:r>
    </w:p>
    <w:p w:rsidR="00B5154A" w:rsidRDefault="00B5154A" w:rsidP="00B5154A">
      <w:r>
        <w:t>407.3289</w:t>
      </w:r>
      <w:r>
        <w:tab/>
        <w:t>3.590e0</w:t>
      </w:r>
    </w:p>
    <w:p w:rsidR="00B5154A" w:rsidRDefault="00B5154A" w:rsidP="00B5154A">
      <w:r>
        <w:t>407.3959</w:t>
      </w:r>
      <w:r>
        <w:tab/>
        <w:t>1.346e0</w:t>
      </w:r>
    </w:p>
    <w:p w:rsidR="00B5154A" w:rsidRDefault="00B5154A" w:rsidP="00B5154A">
      <w:r>
        <w:t>407.4330</w:t>
      </w:r>
      <w:r>
        <w:tab/>
        <w:t>2.487e0</w:t>
      </w:r>
    </w:p>
    <w:p w:rsidR="00B5154A" w:rsidRDefault="00B5154A" w:rsidP="00B5154A">
      <w:r>
        <w:t>407.5297</w:t>
      </w:r>
      <w:r>
        <w:tab/>
        <w:t>2.025e0</w:t>
      </w:r>
    </w:p>
    <w:p w:rsidR="00B5154A" w:rsidRDefault="00B5154A" w:rsidP="00B5154A">
      <w:r>
        <w:t>407.6657</w:t>
      </w:r>
      <w:r>
        <w:tab/>
        <w:t>1.013e0</w:t>
      </w:r>
    </w:p>
    <w:p w:rsidR="00B5154A" w:rsidRDefault="00B5154A" w:rsidP="00B5154A">
      <w:r>
        <w:t>407.7003</w:t>
      </w:r>
      <w:r>
        <w:tab/>
        <w:t>1.013e0</w:t>
      </w:r>
    </w:p>
    <w:p w:rsidR="00B5154A" w:rsidRDefault="00B5154A" w:rsidP="00B5154A">
      <w:r>
        <w:t>407.7920</w:t>
      </w:r>
      <w:r>
        <w:tab/>
        <w:t>4.051e0</w:t>
      </w:r>
    </w:p>
    <w:p w:rsidR="00B5154A" w:rsidRDefault="00B5154A" w:rsidP="00B5154A">
      <w:r>
        <w:t>407.8940</w:t>
      </w:r>
      <w:r>
        <w:tab/>
        <w:t>3.639e0</w:t>
      </w:r>
    </w:p>
    <w:p w:rsidR="00B5154A" w:rsidRDefault="00B5154A" w:rsidP="00B5154A">
      <w:r>
        <w:t>407.9999</w:t>
      </w:r>
      <w:r>
        <w:tab/>
        <w:t>1.368e0</w:t>
      </w:r>
    </w:p>
    <w:p w:rsidR="00B5154A" w:rsidRDefault="00B5154A" w:rsidP="00B5154A">
      <w:r>
        <w:t>408.1800</w:t>
      </w:r>
      <w:r>
        <w:tab/>
        <w:t>2.391e0</w:t>
      </w:r>
    </w:p>
    <w:p w:rsidR="00B5154A" w:rsidRDefault="00B5154A" w:rsidP="00B5154A">
      <w:r>
        <w:t>408.3124</w:t>
      </w:r>
      <w:r>
        <w:tab/>
        <w:t>3.207e1</w:t>
      </w:r>
    </w:p>
    <w:p w:rsidR="00B5154A" w:rsidRDefault="00B5154A" w:rsidP="00B5154A">
      <w:r>
        <w:t>408.4266</w:t>
      </w:r>
      <w:r>
        <w:tab/>
        <w:t>1.197e0</w:t>
      </w:r>
    </w:p>
    <w:p w:rsidR="00B5154A" w:rsidRDefault="00B5154A" w:rsidP="00B5154A">
      <w:r>
        <w:t>408.4625</w:t>
      </w:r>
      <w:r>
        <w:tab/>
        <w:t>1.940e0</w:t>
      </w:r>
    </w:p>
    <w:p w:rsidR="00B5154A" w:rsidRDefault="00B5154A" w:rsidP="00B5154A">
      <w:r>
        <w:t>408.5310</w:t>
      </w:r>
      <w:r>
        <w:tab/>
        <w:t>2.025e0</w:t>
      </w:r>
    </w:p>
    <w:p w:rsidR="00B5154A" w:rsidRDefault="00B5154A" w:rsidP="00B5154A">
      <w:r>
        <w:t>408.6024</w:t>
      </w:r>
      <w:r>
        <w:tab/>
        <w:t>3.518e0</w:t>
      </w:r>
    </w:p>
    <w:p w:rsidR="00B5154A" w:rsidRDefault="00B5154A" w:rsidP="00B5154A">
      <w:r>
        <w:t>408.7641</w:t>
      </w:r>
      <w:r>
        <w:tab/>
        <w:t>3.504e0</w:t>
      </w:r>
    </w:p>
    <w:p w:rsidR="00B5154A" w:rsidRDefault="00B5154A" w:rsidP="00B5154A">
      <w:r>
        <w:t>408.8972</w:t>
      </w:r>
      <w:r>
        <w:tab/>
        <w:t>4.336e0</w:t>
      </w:r>
    </w:p>
    <w:p w:rsidR="00B5154A" w:rsidRDefault="00B5154A" w:rsidP="00B5154A">
      <w:r>
        <w:t>408.9927</w:t>
      </w:r>
      <w:r>
        <w:tab/>
        <w:t>2.279e0</w:t>
      </w:r>
    </w:p>
    <w:p w:rsidR="00B5154A" w:rsidRDefault="00B5154A" w:rsidP="00B5154A">
      <w:r>
        <w:lastRenderedPageBreak/>
        <w:t>409.0334</w:t>
      </w:r>
      <w:r>
        <w:tab/>
        <w:t>3.175e0</w:t>
      </w:r>
    </w:p>
    <w:p w:rsidR="00B5154A" w:rsidRDefault="00B5154A" w:rsidP="00B5154A">
      <w:r>
        <w:t>409.1228</w:t>
      </w:r>
      <w:r>
        <w:tab/>
        <w:t>1.126e0</w:t>
      </w:r>
    </w:p>
    <w:p w:rsidR="00B5154A" w:rsidRDefault="00B5154A" w:rsidP="00B5154A">
      <w:r>
        <w:t>409.1986</w:t>
      </w:r>
      <w:r>
        <w:tab/>
        <w:t>2.603e0</w:t>
      </w:r>
    </w:p>
    <w:p w:rsidR="00B5154A" w:rsidRDefault="00B5154A" w:rsidP="00B5154A">
      <w:r>
        <w:t>409.3232</w:t>
      </w:r>
      <w:r>
        <w:tab/>
        <w:t>4.384e1</w:t>
      </w:r>
    </w:p>
    <w:p w:rsidR="00B5154A" w:rsidRDefault="00B5154A" w:rsidP="00B5154A">
      <w:r>
        <w:t>409.3914</w:t>
      </w:r>
      <w:r>
        <w:tab/>
        <w:t>5.172e0</w:t>
      </w:r>
    </w:p>
    <w:p w:rsidR="00B5154A" w:rsidRDefault="00B5154A" w:rsidP="00B5154A">
      <w:r>
        <w:t>409.4411</w:t>
      </w:r>
      <w:r>
        <w:tab/>
        <w:t>1.848e0</w:t>
      </w:r>
    </w:p>
    <w:p w:rsidR="00B5154A" w:rsidRDefault="00B5154A" w:rsidP="00B5154A">
      <w:r>
        <w:t>409.5260</w:t>
      </w:r>
      <w:r>
        <w:tab/>
        <w:t>3.038e0</w:t>
      </w:r>
    </w:p>
    <w:p w:rsidR="00B5154A" w:rsidRDefault="00B5154A" w:rsidP="00B5154A">
      <w:r>
        <w:t>409.6469</w:t>
      </w:r>
      <w:r>
        <w:tab/>
        <w:t>5.775e0</w:t>
      </w:r>
    </w:p>
    <w:p w:rsidR="00B5154A" w:rsidRDefault="00B5154A" w:rsidP="00B5154A">
      <w:r>
        <w:t>409.7595</w:t>
      </w:r>
      <w:r>
        <w:tab/>
        <w:t>3.038e0</w:t>
      </w:r>
    </w:p>
    <w:p w:rsidR="00B5154A" w:rsidRDefault="00B5154A" w:rsidP="00B5154A">
      <w:r>
        <w:t>409.8527</w:t>
      </w:r>
      <w:r>
        <w:tab/>
        <w:t>4.184e0</w:t>
      </w:r>
    </w:p>
    <w:p w:rsidR="00B5154A" w:rsidRDefault="00B5154A" w:rsidP="00B5154A">
      <w:r>
        <w:t>409.9002</w:t>
      </w:r>
      <w:r>
        <w:tab/>
        <w:t>1.155e0</w:t>
      </w:r>
    </w:p>
    <w:p w:rsidR="00B5154A" w:rsidRDefault="00B5154A" w:rsidP="00B5154A">
      <w:r>
        <w:t>409.9877</w:t>
      </w:r>
      <w:r>
        <w:tab/>
        <w:t>1.821e0</w:t>
      </w:r>
    </w:p>
    <w:p w:rsidR="00B5154A" w:rsidRDefault="00B5154A" w:rsidP="00B5154A">
      <w:r>
        <w:t>410.0818</w:t>
      </w:r>
      <w:r>
        <w:tab/>
        <w:t>2.677e0</w:t>
      </w:r>
    </w:p>
    <w:p w:rsidR="00B5154A" w:rsidRDefault="00B5154A" w:rsidP="00B5154A">
      <w:r>
        <w:t>410.3253</w:t>
      </w:r>
      <w:r>
        <w:tab/>
        <w:t>1.402e1</w:t>
      </w:r>
    </w:p>
    <w:p w:rsidR="00B5154A" w:rsidRDefault="00B5154A" w:rsidP="00B5154A">
      <w:r>
        <w:t>410.3846</w:t>
      </w:r>
      <w:r>
        <w:tab/>
        <w:t>2.814e0</w:t>
      </w:r>
    </w:p>
    <w:p w:rsidR="00B5154A" w:rsidRDefault="00B5154A" w:rsidP="00B5154A">
      <w:r>
        <w:t>410.4562</w:t>
      </w:r>
      <w:r>
        <w:tab/>
        <w:t>1.586e0</w:t>
      </w:r>
    </w:p>
    <w:p w:rsidR="00B5154A" w:rsidRDefault="00B5154A" w:rsidP="00B5154A">
      <w:r>
        <w:t>410.5077</w:t>
      </w:r>
      <w:r>
        <w:tab/>
        <w:t>2.025e0</w:t>
      </w:r>
    </w:p>
    <w:p w:rsidR="00B5154A" w:rsidRDefault="00B5154A" w:rsidP="00B5154A">
      <w:r>
        <w:t>410.5751</w:t>
      </w:r>
      <w:r>
        <w:tab/>
        <w:t>1.013e0</w:t>
      </w:r>
    </w:p>
    <w:p w:rsidR="00B5154A" w:rsidRDefault="00B5154A" w:rsidP="00B5154A">
      <w:r>
        <w:t>410.6870</w:t>
      </w:r>
      <w:r>
        <w:tab/>
        <w:t>3.038e0</w:t>
      </w:r>
    </w:p>
    <w:p w:rsidR="00B5154A" w:rsidRDefault="00B5154A" w:rsidP="00B5154A">
      <w:r>
        <w:lastRenderedPageBreak/>
        <w:t>410.7304</w:t>
      </w:r>
      <w:r>
        <w:tab/>
        <w:t>3.038e0</w:t>
      </w:r>
    </w:p>
    <w:p w:rsidR="00B5154A" w:rsidRDefault="00B5154A" w:rsidP="00B5154A">
      <w:r>
        <w:t>410.8364</w:t>
      </w:r>
      <w:r>
        <w:tab/>
        <w:t>2.722e0</w:t>
      </w:r>
    </w:p>
    <w:p w:rsidR="00B5154A" w:rsidRDefault="00B5154A" w:rsidP="00B5154A">
      <w:r>
        <w:t>410.8719</w:t>
      </w:r>
      <w:r>
        <w:tab/>
        <w:t>2.248e0</w:t>
      </w:r>
    </w:p>
    <w:p w:rsidR="00B5154A" w:rsidRDefault="00B5154A" w:rsidP="00B5154A">
      <w:r>
        <w:t>410.9403</w:t>
      </w:r>
      <w:r>
        <w:tab/>
        <w:t>5.623e0</w:t>
      </w:r>
    </w:p>
    <w:p w:rsidR="00B5154A" w:rsidRDefault="00B5154A" w:rsidP="00B5154A">
      <w:r>
        <w:t>411.0920</w:t>
      </w:r>
      <w:r>
        <w:tab/>
        <w:t>1.046e2</w:t>
      </w:r>
    </w:p>
    <w:p w:rsidR="00B5154A" w:rsidRDefault="00B5154A" w:rsidP="00B5154A">
      <w:r>
        <w:t>411.1802</w:t>
      </w:r>
      <w:r>
        <w:tab/>
        <w:t>3.539e0</w:t>
      </w:r>
    </w:p>
    <w:p w:rsidR="00B5154A" w:rsidRDefault="00B5154A" w:rsidP="00B5154A">
      <w:r>
        <w:t>411.2745</w:t>
      </w:r>
      <w:r>
        <w:tab/>
        <w:t>3.769e0</w:t>
      </w:r>
    </w:p>
    <w:p w:rsidR="00B5154A" w:rsidRDefault="00B5154A" w:rsidP="00B5154A">
      <w:r>
        <w:t>411.4830</w:t>
      </w:r>
      <w:r>
        <w:tab/>
        <w:t>6.985e0</w:t>
      </w:r>
    </w:p>
    <w:p w:rsidR="00B5154A" w:rsidRDefault="00B5154A" w:rsidP="00B5154A">
      <w:r>
        <w:t>411.5676</w:t>
      </w:r>
      <w:r>
        <w:tab/>
        <w:t>4.963e0</w:t>
      </w:r>
    </w:p>
    <w:p w:rsidR="00B5154A" w:rsidRDefault="00B5154A" w:rsidP="00B5154A">
      <w:r>
        <w:t>411.6445</w:t>
      </w:r>
      <w:r>
        <w:tab/>
        <w:t>2.637e0</w:t>
      </w:r>
    </w:p>
    <w:p w:rsidR="00B5154A" w:rsidRDefault="00B5154A" w:rsidP="00B5154A">
      <w:r>
        <w:t>411.7490</w:t>
      </w:r>
      <w:r>
        <w:tab/>
        <w:t>4.051e0</w:t>
      </w:r>
    </w:p>
    <w:p w:rsidR="00B5154A" w:rsidRDefault="00B5154A" w:rsidP="00B5154A">
      <w:r>
        <w:t>411.8401</w:t>
      </w:r>
      <w:r>
        <w:tab/>
        <w:t>2.495e0</w:t>
      </w:r>
    </w:p>
    <w:p w:rsidR="00B5154A" w:rsidRDefault="00B5154A" w:rsidP="00B5154A">
      <w:r>
        <w:t>412.0977</w:t>
      </w:r>
      <w:r>
        <w:tab/>
        <w:t>3.290e1</w:t>
      </w:r>
    </w:p>
    <w:p w:rsidR="00B5154A" w:rsidRDefault="00B5154A" w:rsidP="00B5154A">
      <w:r>
        <w:t>412.2714</w:t>
      </w:r>
      <w:r>
        <w:tab/>
        <w:t>3.858e0</w:t>
      </w:r>
    </w:p>
    <w:p w:rsidR="00B5154A" w:rsidRDefault="00B5154A" w:rsidP="00B5154A">
      <w:r>
        <w:t>412.3587</w:t>
      </w:r>
      <w:r>
        <w:tab/>
        <w:t>4.863e0</w:t>
      </w:r>
    </w:p>
    <w:p w:rsidR="00B5154A" w:rsidRDefault="00B5154A" w:rsidP="00B5154A">
      <w:r>
        <w:t>412.4377</w:t>
      </w:r>
      <w:r>
        <w:tab/>
        <w:t>4.792e0</w:t>
      </w:r>
    </w:p>
    <w:p w:rsidR="00B5154A" w:rsidRDefault="00B5154A" w:rsidP="00B5154A">
      <w:r>
        <w:t>412.6334</w:t>
      </w:r>
      <w:r>
        <w:tab/>
        <w:t>3.518e0</w:t>
      </w:r>
    </w:p>
    <w:p w:rsidR="00B5154A" w:rsidRDefault="00B5154A" w:rsidP="00B5154A">
      <w:r>
        <w:t>412.6809</w:t>
      </w:r>
      <w:r>
        <w:tab/>
        <w:t>2.025e0</w:t>
      </w:r>
    </w:p>
    <w:p w:rsidR="00B5154A" w:rsidRDefault="00B5154A" w:rsidP="00B5154A">
      <w:r>
        <w:t>412.7227</w:t>
      </w:r>
      <w:r>
        <w:tab/>
        <w:t>2.025e0</w:t>
      </w:r>
    </w:p>
    <w:p w:rsidR="00B5154A" w:rsidRDefault="00B5154A" w:rsidP="00B5154A">
      <w:r>
        <w:lastRenderedPageBreak/>
        <w:t>412.7844</w:t>
      </w:r>
      <w:r>
        <w:tab/>
        <w:t>1.960e0</w:t>
      </w:r>
    </w:p>
    <w:p w:rsidR="00B5154A" w:rsidRDefault="00B5154A" w:rsidP="00B5154A">
      <w:r>
        <w:t>412.8337</w:t>
      </w:r>
      <w:r>
        <w:tab/>
        <w:t>5.213e0</w:t>
      </w:r>
    </w:p>
    <w:p w:rsidR="00B5154A" w:rsidRDefault="00B5154A" w:rsidP="00B5154A">
      <w:r>
        <w:t>412.9107</w:t>
      </w:r>
      <w:r>
        <w:tab/>
        <w:t>2.836e0</w:t>
      </w:r>
    </w:p>
    <w:p w:rsidR="00B5154A" w:rsidRDefault="00B5154A" w:rsidP="00B5154A">
      <w:r>
        <w:t>413.0234</w:t>
      </w:r>
      <w:r>
        <w:tab/>
        <w:t>1.027e0</w:t>
      </w:r>
    </w:p>
    <w:p w:rsidR="00B5154A" w:rsidRDefault="00B5154A" w:rsidP="00B5154A">
      <w:r>
        <w:t>413.0859</w:t>
      </w:r>
      <w:r>
        <w:tab/>
        <w:t>1.473e1</w:t>
      </w:r>
    </w:p>
    <w:p w:rsidR="00B5154A" w:rsidRDefault="00B5154A" w:rsidP="00B5154A">
      <w:r>
        <w:t>413.1209</w:t>
      </w:r>
      <w:r>
        <w:tab/>
        <w:t>1.082e1</w:t>
      </w:r>
    </w:p>
    <w:p w:rsidR="00B5154A" w:rsidRDefault="00B5154A" w:rsidP="00B5154A">
      <w:r>
        <w:t>413.2034</w:t>
      </w:r>
      <w:r>
        <w:tab/>
        <w:t>1.020e1</w:t>
      </w:r>
    </w:p>
    <w:p w:rsidR="00B5154A" w:rsidRDefault="00B5154A" w:rsidP="00B5154A">
      <w:r>
        <w:t>413.3318</w:t>
      </w:r>
      <w:r>
        <w:tab/>
        <w:t>1.541e1</w:t>
      </w:r>
    </w:p>
    <w:p w:rsidR="00B5154A" w:rsidRDefault="00B5154A" w:rsidP="00B5154A">
      <w:r>
        <w:t>413.4229</w:t>
      </w:r>
      <w:r>
        <w:tab/>
        <w:t>2.774e0</w:t>
      </w:r>
    </w:p>
    <w:p w:rsidR="00B5154A" w:rsidRDefault="00B5154A" w:rsidP="00B5154A">
      <w:r>
        <w:t>413.4789</w:t>
      </w:r>
      <w:r>
        <w:tab/>
        <w:t>7.089e0</w:t>
      </w:r>
    </w:p>
    <w:p w:rsidR="00B5154A" w:rsidRDefault="00B5154A" w:rsidP="00B5154A">
      <w:r>
        <w:t>413.5358</w:t>
      </w:r>
      <w:r>
        <w:tab/>
        <w:t>1.013e0</w:t>
      </w:r>
    </w:p>
    <w:p w:rsidR="00B5154A" w:rsidRDefault="00B5154A" w:rsidP="00B5154A">
      <w:r>
        <w:t>413.6063</w:t>
      </w:r>
      <w:r>
        <w:tab/>
        <w:t>1.599e0</w:t>
      </w:r>
    </w:p>
    <w:p w:rsidR="00B5154A" w:rsidRDefault="00B5154A" w:rsidP="00B5154A">
      <w:r>
        <w:t>413.6599</w:t>
      </w:r>
      <w:r>
        <w:tab/>
        <w:t>3.944e0</w:t>
      </w:r>
    </w:p>
    <w:p w:rsidR="00B5154A" w:rsidRDefault="00B5154A" w:rsidP="00B5154A">
      <w:r>
        <w:t>413.7513</w:t>
      </w:r>
      <w:r>
        <w:tab/>
        <w:t>2.025e0</w:t>
      </w:r>
    </w:p>
    <w:p w:rsidR="00B5154A" w:rsidRDefault="00B5154A" w:rsidP="00B5154A">
      <w:r>
        <w:t>413.8556</w:t>
      </w:r>
      <w:r>
        <w:tab/>
        <w:t>1.730e0</w:t>
      </w:r>
    </w:p>
    <w:p w:rsidR="00B5154A" w:rsidRDefault="00B5154A" w:rsidP="00B5154A">
      <w:r>
        <w:t>413.9133</w:t>
      </w:r>
      <w:r>
        <w:tab/>
        <w:t>2.994e0</w:t>
      </w:r>
    </w:p>
    <w:p w:rsidR="00B5154A" w:rsidRDefault="00B5154A" w:rsidP="00B5154A">
      <w:r>
        <w:t>414.0340</w:t>
      </w:r>
      <w:r>
        <w:tab/>
        <w:t>2.391e0</w:t>
      </w:r>
    </w:p>
    <w:p w:rsidR="00B5154A" w:rsidRDefault="00B5154A" w:rsidP="00B5154A">
      <w:r>
        <w:t>414.0827</w:t>
      </w:r>
      <w:r>
        <w:tab/>
        <w:t>2.807e0</w:t>
      </w:r>
    </w:p>
    <w:p w:rsidR="00B5154A" w:rsidRDefault="00B5154A" w:rsidP="00B5154A">
      <w:r>
        <w:t>414.1300</w:t>
      </w:r>
      <w:r>
        <w:tab/>
        <w:t>2.043e0</w:t>
      </w:r>
    </w:p>
    <w:p w:rsidR="00B5154A" w:rsidRDefault="00B5154A" w:rsidP="00B5154A">
      <w:r>
        <w:lastRenderedPageBreak/>
        <w:t>414.2745</w:t>
      </w:r>
      <w:r>
        <w:tab/>
        <w:t>7.109e0</w:t>
      </w:r>
    </w:p>
    <w:p w:rsidR="00B5154A" w:rsidRDefault="00B5154A" w:rsidP="00B5154A">
      <w:r>
        <w:t>414.3605</w:t>
      </w:r>
      <w:r>
        <w:tab/>
        <w:t>7.679e0</w:t>
      </w:r>
    </w:p>
    <w:p w:rsidR="00B5154A" w:rsidRDefault="00B5154A" w:rsidP="00B5154A">
      <w:r>
        <w:t>414.4427</w:t>
      </w:r>
      <w:r>
        <w:tab/>
        <w:t>6.640e0</w:t>
      </w:r>
    </w:p>
    <w:p w:rsidR="00B5154A" w:rsidRDefault="00B5154A" w:rsidP="00B5154A">
      <w:r>
        <w:t>414.5009</w:t>
      </w:r>
      <w:r>
        <w:tab/>
        <w:t>6.076e0</w:t>
      </w:r>
    </w:p>
    <w:p w:rsidR="00B5154A" w:rsidRDefault="00B5154A" w:rsidP="00B5154A">
      <w:r>
        <w:t>414.6458</w:t>
      </w:r>
      <w:r>
        <w:tab/>
        <w:t>2.334e0</w:t>
      </w:r>
    </w:p>
    <w:p w:rsidR="00B5154A" w:rsidRDefault="00B5154A" w:rsidP="00B5154A">
      <w:r>
        <w:t>414.7391</w:t>
      </w:r>
      <w:r>
        <w:tab/>
        <w:t>5.096e0</w:t>
      </w:r>
    </w:p>
    <w:p w:rsidR="00B5154A" w:rsidRDefault="00B5154A" w:rsidP="00B5154A">
      <w:r>
        <w:t>414.8406</w:t>
      </w:r>
      <w:r>
        <w:tab/>
        <w:t>2.243e0</w:t>
      </w:r>
    </w:p>
    <w:p w:rsidR="00B5154A" w:rsidRDefault="00B5154A" w:rsidP="00B5154A">
      <w:r>
        <w:t>414.8814</w:t>
      </w:r>
      <w:r>
        <w:tab/>
        <w:t>4.822e0</w:t>
      </w:r>
    </w:p>
    <w:p w:rsidR="00B5154A" w:rsidRDefault="00B5154A" w:rsidP="00B5154A">
      <w:r>
        <w:t>414.9533</w:t>
      </w:r>
      <w:r>
        <w:tab/>
        <w:t>1.099e0</w:t>
      </w:r>
    </w:p>
    <w:p w:rsidR="00B5154A" w:rsidRDefault="00B5154A" w:rsidP="00B5154A">
      <w:r>
        <w:t>414.9991</w:t>
      </w:r>
      <w:r>
        <w:tab/>
        <w:t>7.792e0</w:t>
      </w:r>
    </w:p>
    <w:p w:rsidR="00B5154A" w:rsidRDefault="00B5154A" w:rsidP="00B5154A">
      <w:r>
        <w:t>415.0704</w:t>
      </w:r>
      <w:r>
        <w:tab/>
        <w:t>9.129e0</w:t>
      </w:r>
    </w:p>
    <w:p w:rsidR="00B5154A" w:rsidRDefault="00B5154A" w:rsidP="00B5154A">
      <w:r>
        <w:t>415.2541</w:t>
      </w:r>
      <w:r>
        <w:tab/>
        <w:t>2.231e0</w:t>
      </w:r>
    </w:p>
    <w:p w:rsidR="00B5154A" w:rsidRDefault="00B5154A" w:rsidP="00B5154A">
      <w:r>
        <w:t>415.3053</w:t>
      </w:r>
      <w:r>
        <w:tab/>
        <w:t>7.061e0</w:t>
      </w:r>
    </w:p>
    <w:p w:rsidR="00B5154A" w:rsidRDefault="00B5154A" w:rsidP="00B5154A">
      <w:r>
        <w:t>415.3458</w:t>
      </w:r>
      <w:r>
        <w:tab/>
        <w:t>3.175e0</w:t>
      </w:r>
    </w:p>
    <w:p w:rsidR="00B5154A" w:rsidRDefault="00B5154A" w:rsidP="00B5154A">
      <w:r>
        <w:t>415.4369</w:t>
      </w:r>
      <w:r>
        <w:tab/>
        <w:t>5.540e0</w:t>
      </w:r>
    </w:p>
    <w:p w:rsidR="00B5154A" w:rsidRDefault="00B5154A" w:rsidP="00B5154A">
      <w:r>
        <w:t>415.5903</w:t>
      </w:r>
      <w:r>
        <w:tab/>
        <w:t>3.837e0</w:t>
      </w:r>
    </w:p>
    <w:p w:rsidR="00B5154A" w:rsidRDefault="00B5154A" w:rsidP="00B5154A">
      <w:r>
        <w:t>415.6328</w:t>
      </w:r>
      <w:r>
        <w:tab/>
        <w:t>1.599e0</w:t>
      </w:r>
    </w:p>
    <w:p w:rsidR="00B5154A" w:rsidRDefault="00B5154A" w:rsidP="00B5154A">
      <w:r>
        <w:t>415.7021</w:t>
      </w:r>
      <w:r>
        <w:tab/>
        <w:t>2.025e0</w:t>
      </w:r>
    </w:p>
    <w:p w:rsidR="00B5154A" w:rsidRDefault="00B5154A" w:rsidP="00B5154A">
      <w:r>
        <w:t>415.7583</w:t>
      </w:r>
      <w:r>
        <w:tab/>
        <w:t>2.025e0</w:t>
      </w:r>
    </w:p>
    <w:p w:rsidR="00B5154A" w:rsidRDefault="00B5154A" w:rsidP="00B5154A">
      <w:r>
        <w:lastRenderedPageBreak/>
        <w:t>415.8141</w:t>
      </w:r>
      <w:r>
        <w:tab/>
        <w:t>1.575e0</w:t>
      </w:r>
    </w:p>
    <w:p w:rsidR="00B5154A" w:rsidRDefault="00B5154A" w:rsidP="00B5154A">
      <w:r>
        <w:t>415.8785</w:t>
      </w:r>
      <w:r>
        <w:tab/>
        <w:t>4.332e0</w:t>
      </w:r>
    </w:p>
    <w:p w:rsidR="00B5154A" w:rsidRDefault="00B5154A" w:rsidP="00B5154A">
      <w:r>
        <w:t>415.9448</w:t>
      </w:r>
      <w:r>
        <w:tab/>
        <w:t>4.082e0</w:t>
      </w:r>
    </w:p>
    <w:p w:rsidR="00B5154A" w:rsidRDefault="00B5154A" w:rsidP="00B5154A">
      <w:r>
        <w:t>415.9918</w:t>
      </w:r>
      <w:r>
        <w:tab/>
        <w:t>6.416e0</w:t>
      </w:r>
    </w:p>
    <w:p w:rsidR="00B5154A" w:rsidRDefault="00B5154A" w:rsidP="00B5154A">
      <w:r>
        <w:t>416.1774</w:t>
      </w:r>
      <w:r>
        <w:tab/>
        <w:t>7.218e1</w:t>
      </w:r>
    </w:p>
    <w:p w:rsidR="00B5154A" w:rsidRDefault="00B5154A" w:rsidP="00B5154A">
      <w:r>
        <w:t>416.3069</w:t>
      </w:r>
      <w:r>
        <w:tab/>
        <w:t>3.604e0</w:t>
      </w:r>
    </w:p>
    <w:p w:rsidR="00B5154A" w:rsidRDefault="00B5154A" w:rsidP="00B5154A">
      <w:r>
        <w:t>416.3532</w:t>
      </w:r>
      <w:r>
        <w:tab/>
        <w:t>1.490e0</w:t>
      </w:r>
    </w:p>
    <w:p w:rsidR="00B5154A" w:rsidRDefault="00B5154A" w:rsidP="00B5154A">
      <w:r>
        <w:t>416.4026</w:t>
      </w:r>
      <w:r>
        <w:tab/>
        <w:t>1.942e0</w:t>
      </w:r>
    </w:p>
    <w:p w:rsidR="00B5154A" w:rsidRDefault="00B5154A" w:rsidP="00B5154A">
      <w:r>
        <w:t>416.5025</w:t>
      </w:r>
      <w:r>
        <w:tab/>
        <w:t>3.038e0</w:t>
      </w:r>
    </w:p>
    <w:p w:rsidR="00B5154A" w:rsidRDefault="00B5154A" w:rsidP="00B5154A">
      <w:r>
        <w:t>416.5810</w:t>
      </w:r>
      <w:r>
        <w:tab/>
        <w:t>2.938e0</w:t>
      </w:r>
    </w:p>
    <w:p w:rsidR="00B5154A" w:rsidRDefault="00B5154A" w:rsidP="00B5154A">
      <w:r>
        <w:t>416.6748</w:t>
      </w:r>
      <w:r>
        <w:tab/>
        <w:t>4.051e0</w:t>
      </w:r>
    </w:p>
    <w:p w:rsidR="00B5154A" w:rsidRDefault="00B5154A" w:rsidP="00B5154A">
      <w:r>
        <w:t>416.7339</w:t>
      </w:r>
      <w:r>
        <w:tab/>
        <w:t>3.849e0</w:t>
      </w:r>
    </w:p>
    <w:p w:rsidR="00B5154A" w:rsidRDefault="00B5154A" w:rsidP="00B5154A">
      <w:r>
        <w:t>416.8409</w:t>
      </w:r>
      <w:r>
        <w:tab/>
        <w:t>5.545e0</w:t>
      </w:r>
    </w:p>
    <w:p w:rsidR="00B5154A" w:rsidRDefault="00B5154A" w:rsidP="00B5154A">
      <w:r>
        <w:t>416.9355</w:t>
      </w:r>
      <w:r>
        <w:tab/>
        <w:t>1.526e0</w:t>
      </w:r>
    </w:p>
    <w:p w:rsidR="00B5154A" w:rsidRDefault="00B5154A" w:rsidP="00B5154A">
      <w:r>
        <w:t>416.9944</w:t>
      </w:r>
      <w:r>
        <w:tab/>
        <w:t>1.440e0</w:t>
      </w:r>
    </w:p>
    <w:p w:rsidR="00B5154A" w:rsidRDefault="00B5154A" w:rsidP="00B5154A">
      <w:r>
        <w:t>417.0737</w:t>
      </w:r>
      <w:r>
        <w:tab/>
        <w:t>4.557e0</w:t>
      </w:r>
    </w:p>
    <w:p w:rsidR="00B5154A" w:rsidRDefault="00B5154A" w:rsidP="00B5154A">
      <w:r>
        <w:t>417.1759</w:t>
      </w:r>
      <w:r>
        <w:tab/>
        <w:t>2.362e1</w:t>
      </w:r>
    </w:p>
    <w:p w:rsidR="00B5154A" w:rsidRDefault="00B5154A" w:rsidP="00B5154A">
      <w:r>
        <w:t>417.2801</w:t>
      </w:r>
      <w:r>
        <w:tab/>
        <w:t>2.694e0</w:t>
      </w:r>
    </w:p>
    <w:p w:rsidR="00B5154A" w:rsidRDefault="00B5154A" w:rsidP="00B5154A">
      <w:r>
        <w:t>417.5097</w:t>
      </w:r>
      <w:r>
        <w:tab/>
        <w:t>4.051e0</w:t>
      </w:r>
    </w:p>
    <w:p w:rsidR="00B5154A" w:rsidRDefault="00B5154A" w:rsidP="00B5154A">
      <w:r>
        <w:lastRenderedPageBreak/>
        <w:t>417.5457</w:t>
      </w:r>
      <w:r>
        <w:tab/>
        <w:t>2.025e0</w:t>
      </w:r>
    </w:p>
    <w:p w:rsidR="00B5154A" w:rsidRDefault="00B5154A" w:rsidP="00B5154A">
      <w:r>
        <w:t>417.6071</w:t>
      </w:r>
      <w:r>
        <w:tab/>
        <w:t>4.710e0</w:t>
      </w:r>
    </w:p>
    <w:p w:rsidR="00B5154A" w:rsidRDefault="00B5154A" w:rsidP="00B5154A">
      <w:r>
        <w:t>417.7091</w:t>
      </w:r>
      <w:r>
        <w:tab/>
        <w:t>1.013e0</w:t>
      </w:r>
    </w:p>
    <w:p w:rsidR="00B5154A" w:rsidRDefault="00B5154A" w:rsidP="00B5154A">
      <w:r>
        <w:t>417.7814</w:t>
      </w:r>
      <w:r>
        <w:tab/>
        <w:t>4.964e0</w:t>
      </w:r>
    </w:p>
    <w:p w:rsidR="00B5154A" w:rsidRDefault="00B5154A" w:rsidP="00B5154A">
      <w:r>
        <w:t>417.8854</w:t>
      </w:r>
      <w:r>
        <w:tab/>
        <w:t>2.903e0</w:t>
      </w:r>
    </w:p>
    <w:p w:rsidR="00B5154A" w:rsidRDefault="00B5154A" w:rsidP="00B5154A">
      <w:r>
        <w:t>417.9617</w:t>
      </w:r>
      <w:r>
        <w:tab/>
        <w:t>1.544e0</w:t>
      </w:r>
    </w:p>
    <w:p w:rsidR="00B5154A" w:rsidRDefault="00B5154A" w:rsidP="00B5154A">
      <w:r>
        <w:t>418.0329</w:t>
      </w:r>
      <w:r>
        <w:tab/>
        <w:t>3.571e0</w:t>
      </w:r>
    </w:p>
    <w:p w:rsidR="00B5154A" w:rsidRDefault="00B5154A" w:rsidP="00B5154A">
      <w:r>
        <w:t>418.1861</w:t>
      </w:r>
      <w:r>
        <w:tab/>
        <w:t>4.726e1</w:t>
      </w:r>
    </w:p>
    <w:p w:rsidR="00B5154A" w:rsidRDefault="00B5154A" w:rsidP="00B5154A">
      <w:r>
        <w:t>418.2497</w:t>
      </w:r>
      <w:r>
        <w:tab/>
        <w:t>3.255e0</w:t>
      </w:r>
    </w:p>
    <w:p w:rsidR="00B5154A" w:rsidRDefault="00B5154A" w:rsidP="00B5154A">
      <w:r>
        <w:t>418.3107</w:t>
      </w:r>
      <w:r>
        <w:tab/>
        <w:t>2.013e0</w:t>
      </w:r>
    </w:p>
    <w:p w:rsidR="00B5154A" w:rsidRDefault="00B5154A" w:rsidP="00B5154A">
      <w:r>
        <w:t>418.5146</w:t>
      </w:r>
      <w:r>
        <w:tab/>
        <w:t>1.013e0</w:t>
      </w:r>
    </w:p>
    <w:p w:rsidR="00B5154A" w:rsidRDefault="00B5154A" w:rsidP="00B5154A">
      <w:r>
        <w:t>418.5987</w:t>
      </w:r>
      <w:r>
        <w:tab/>
        <w:t>1.725e0</w:t>
      </w:r>
    </w:p>
    <w:p w:rsidR="00B5154A" w:rsidRDefault="00B5154A" w:rsidP="00B5154A">
      <w:r>
        <w:t>418.6886</w:t>
      </w:r>
      <w:r>
        <w:tab/>
        <w:t>3.013e0</w:t>
      </w:r>
    </w:p>
    <w:p w:rsidR="00B5154A" w:rsidRDefault="00B5154A" w:rsidP="00B5154A">
      <w:r>
        <w:t>418.7677</w:t>
      </w:r>
      <w:r>
        <w:tab/>
        <w:t>3.038e0</w:t>
      </w:r>
    </w:p>
    <w:p w:rsidR="00B5154A" w:rsidRDefault="00B5154A" w:rsidP="00B5154A">
      <w:r>
        <w:t>418.8171</w:t>
      </w:r>
      <w:r>
        <w:tab/>
        <w:t>1.527e0</w:t>
      </w:r>
    </w:p>
    <w:p w:rsidR="00B5154A" w:rsidRDefault="00B5154A" w:rsidP="00B5154A">
      <w:r>
        <w:t>418.8846</w:t>
      </w:r>
      <w:r>
        <w:tab/>
        <w:t>4.997e0</w:t>
      </w:r>
    </w:p>
    <w:p w:rsidR="00B5154A" w:rsidRDefault="00B5154A" w:rsidP="00B5154A">
      <w:r>
        <w:t>418.9237</w:t>
      </w:r>
      <w:r>
        <w:tab/>
        <w:t>5.063e0</w:t>
      </w:r>
    </w:p>
    <w:p w:rsidR="00B5154A" w:rsidRDefault="00B5154A" w:rsidP="00B5154A">
      <w:r>
        <w:t>418.9768</w:t>
      </w:r>
      <w:r>
        <w:tab/>
        <w:t>2.122e0</w:t>
      </w:r>
    </w:p>
    <w:p w:rsidR="00B5154A" w:rsidRDefault="00B5154A" w:rsidP="00B5154A">
      <w:r>
        <w:t>419.0359</w:t>
      </w:r>
      <w:r>
        <w:tab/>
        <w:t>2.025e0</w:t>
      </w:r>
    </w:p>
    <w:p w:rsidR="00B5154A" w:rsidRDefault="00B5154A" w:rsidP="00B5154A">
      <w:r>
        <w:lastRenderedPageBreak/>
        <w:t>419.1347</w:t>
      </w:r>
      <w:r>
        <w:tab/>
        <w:t>1.910e0</w:t>
      </w:r>
    </w:p>
    <w:p w:rsidR="00B5154A" w:rsidRDefault="00B5154A" w:rsidP="00B5154A">
      <w:r>
        <w:t>419.1937</w:t>
      </w:r>
      <w:r>
        <w:tab/>
        <w:t>1.650e1</w:t>
      </w:r>
    </w:p>
    <w:p w:rsidR="00B5154A" w:rsidRDefault="00B5154A" w:rsidP="00B5154A">
      <w:r>
        <w:t>419.2605</w:t>
      </w:r>
      <w:r>
        <w:tab/>
        <w:t>3.014e0</w:t>
      </w:r>
    </w:p>
    <w:p w:rsidR="00B5154A" w:rsidRDefault="00B5154A" w:rsidP="00B5154A">
      <w:r>
        <w:t>419.4460</w:t>
      </w:r>
      <w:r>
        <w:tab/>
        <w:t>6.897e0</w:t>
      </w:r>
    </w:p>
    <w:p w:rsidR="00B5154A" w:rsidRDefault="00B5154A" w:rsidP="00B5154A">
      <w:r>
        <w:t>419.5298</w:t>
      </w:r>
      <w:r>
        <w:tab/>
        <w:t>2.025e0</w:t>
      </w:r>
    </w:p>
    <w:p w:rsidR="00B5154A" w:rsidRDefault="00B5154A" w:rsidP="00B5154A">
      <w:r>
        <w:t>419.5772</w:t>
      </w:r>
      <w:r>
        <w:tab/>
        <w:t>2.025e0</w:t>
      </w:r>
    </w:p>
    <w:p w:rsidR="00B5154A" w:rsidRDefault="00B5154A" w:rsidP="00B5154A">
      <w:r>
        <w:t>419.6399</w:t>
      </w:r>
      <w:r>
        <w:tab/>
        <w:t>2.222e0</w:t>
      </w:r>
    </w:p>
    <w:p w:rsidR="00B5154A" w:rsidRDefault="00B5154A" w:rsidP="00B5154A">
      <w:r>
        <w:t>419.8745</w:t>
      </w:r>
      <w:r>
        <w:tab/>
        <w:t>4.731e0</w:t>
      </w:r>
    </w:p>
    <w:p w:rsidR="00B5154A" w:rsidRDefault="00B5154A" w:rsidP="00B5154A">
      <w:r>
        <w:t>419.9467</w:t>
      </w:r>
      <w:r>
        <w:tab/>
        <w:t>5.605e0</w:t>
      </w:r>
    </w:p>
    <w:p w:rsidR="00B5154A" w:rsidRDefault="00B5154A" w:rsidP="00B5154A">
      <w:r>
        <w:t>420.0273</w:t>
      </w:r>
      <w:r>
        <w:tab/>
        <w:t>1.143e0</w:t>
      </w:r>
    </w:p>
    <w:p w:rsidR="00B5154A" w:rsidRDefault="00B5154A" w:rsidP="00B5154A">
      <w:r>
        <w:t>420.1859</w:t>
      </w:r>
      <w:r>
        <w:tab/>
        <w:t>2.289e1</w:t>
      </w:r>
    </w:p>
    <w:p w:rsidR="00B5154A" w:rsidRDefault="00B5154A" w:rsidP="00B5154A">
      <w:r>
        <w:t>420.3239</w:t>
      </w:r>
      <w:r>
        <w:tab/>
        <w:t>3.851e0</w:t>
      </w:r>
    </w:p>
    <w:p w:rsidR="00B5154A" w:rsidRDefault="00B5154A" w:rsidP="00B5154A">
      <w:r>
        <w:t>420.4296</w:t>
      </w:r>
      <w:r>
        <w:tab/>
        <w:t>1.252e0</w:t>
      </w:r>
    </w:p>
    <w:p w:rsidR="00B5154A" w:rsidRDefault="00B5154A" w:rsidP="00B5154A">
      <w:r>
        <w:t>420.5220</w:t>
      </w:r>
      <w:r>
        <w:tab/>
        <w:t>2.025e0</w:t>
      </w:r>
    </w:p>
    <w:p w:rsidR="00B5154A" w:rsidRDefault="00B5154A" w:rsidP="00B5154A">
      <w:r>
        <w:t>420.5635</w:t>
      </w:r>
      <w:r>
        <w:tab/>
        <w:t>3.038e0</w:t>
      </w:r>
    </w:p>
    <w:p w:rsidR="00B5154A" w:rsidRDefault="00B5154A" w:rsidP="00B5154A">
      <w:r>
        <w:t>420.6213</w:t>
      </w:r>
      <w:r>
        <w:tab/>
        <w:t>2.437e0</w:t>
      </w:r>
    </w:p>
    <w:p w:rsidR="00B5154A" w:rsidRDefault="00B5154A" w:rsidP="00B5154A">
      <w:r>
        <w:t>420.6868</w:t>
      </w:r>
      <w:r>
        <w:tab/>
        <w:t>3.635e0</w:t>
      </w:r>
    </w:p>
    <w:p w:rsidR="00B5154A" w:rsidRDefault="00B5154A" w:rsidP="00B5154A">
      <w:r>
        <w:t>420.7491</w:t>
      </w:r>
      <w:r>
        <w:tab/>
        <w:t>2.025e0</w:t>
      </w:r>
    </w:p>
    <w:p w:rsidR="00B5154A" w:rsidRDefault="00B5154A" w:rsidP="00B5154A">
      <w:r>
        <w:t>420.8059</w:t>
      </w:r>
      <w:r>
        <w:tab/>
        <w:t>4.081e0</w:t>
      </w:r>
    </w:p>
    <w:p w:rsidR="00B5154A" w:rsidRDefault="00B5154A" w:rsidP="00B5154A">
      <w:r>
        <w:lastRenderedPageBreak/>
        <w:t>420.8995</w:t>
      </w:r>
      <w:r>
        <w:tab/>
        <w:t>4.054e0</w:t>
      </w:r>
    </w:p>
    <w:p w:rsidR="00B5154A" w:rsidRDefault="00B5154A" w:rsidP="00B5154A">
      <w:r>
        <w:t>420.9567</w:t>
      </w:r>
      <w:r>
        <w:tab/>
        <w:t>4.076e0</w:t>
      </w:r>
    </w:p>
    <w:p w:rsidR="00B5154A" w:rsidRDefault="00B5154A" w:rsidP="00B5154A">
      <w:r>
        <w:t>421.0470</w:t>
      </w:r>
      <w:r>
        <w:tab/>
        <w:t>3.586e0</w:t>
      </w:r>
    </w:p>
    <w:p w:rsidR="00B5154A" w:rsidRDefault="00B5154A" w:rsidP="00B5154A">
      <w:r>
        <w:t>421.1283</w:t>
      </w:r>
      <w:r>
        <w:tab/>
        <w:t>2.274e0</w:t>
      </w:r>
    </w:p>
    <w:p w:rsidR="00B5154A" w:rsidRDefault="00B5154A" w:rsidP="00B5154A">
      <w:r>
        <w:t>421.2126</w:t>
      </w:r>
      <w:r>
        <w:tab/>
        <w:t>1.047e1</w:t>
      </w:r>
    </w:p>
    <w:p w:rsidR="00B5154A" w:rsidRDefault="00B5154A" w:rsidP="00B5154A">
      <w:r>
        <w:t>421.3513</w:t>
      </w:r>
      <w:r>
        <w:tab/>
        <w:t>2.896e0</w:t>
      </w:r>
    </w:p>
    <w:p w:rsidR="00B5154A" w:rsidRDefault="00B5154A" w:rsidP="00B5154A">
      <w:r>
        <w:t>421.4648</w:t>
      </w:r>
      <w:r>
        <w:tab/>
        <w:t>2.572e0</w:t>
      </w:r>
    </w:p>
    <w:p w:rsidR="00B5154A" w:rsidRDefault="00B5154A" w:rsidP="00B5154A">
      <w:r>
        <w:t>421.5358</w:t>
      </w:r>
      <w:r>
        <w:tab/>
        <w:t>5.063e0</w:t>
      </w:r>
    </w:p>
    <w:p w:rsidR="00B5154A" w:rsidRDefault="00B5154A" w:rsidP="00B5154A">
      <w:r>
        <w:t>421.5997</w:t>
      </w:r>
      <w:r>
        <w:tab/>
        <w:t>2.825e0</w:t>
      </w:r>
    </w:p>
    <w:p w:rsidR="00B5154A" w:rsidRDefault="00B5154A" w:rsidP="00B5154A">
      <w:r>
        <w:t>421.7007</w:t>
      </w:r>
      <w:r>
        <w:tab/>
        <w:t>4.051e0</w:t>
      </w:r>
    </w:p>
    <w:p w:rsidR="00B5154A" w:rsidRDefault="00B5154A" w:rsidP="00B5154A">
      <w:r>
        <w:t>421.8097</w:t>
      </w:r>
      <w:r>
        <w:tab/>
        <w:t>2.409e0</w:t>
      </w:r>
    </w:p>
    <w:p w:rsidR="00B5154A" w:rsidRDefault="00B5154A" w:rsidP="00B5154A">
      <w:r>
        <w:t>421.8950</w:t>
      </w:r>
      <w:r>
        <w:tab/>
        <w:t>2.645e0</w:t>
      </w:r>
    </w:p>
    <w:p w:rsidR="00B5154A" w:rsidRDefault="00B5154A" w:rsidP="00B5154A">
      <w:r>
        <w:t>421.9908</w:t>
      </w:r>
      <w:r>
        <w:tab/>
        <w:t>7.464e0</w:t>
      </w:r>
    </w:p>
    <w:p w:rsidR="00B5154A" w:rsidRDefault="00B5154A" w:rsidP="00B5154A">
      <w:r>
        <w:t>422.2946</w:t>
      </w:r>
      <w:r>
        <w:tab/>
        <w:t>6.133e0</w:t>
      </w:r>
    </w:p>
    <w:p w:rsidR="00B5154A" w:rsidRDefault="00B5154A" w:rsidP="00B5154A">
      <w:r>
        <w:t>422.3529</w:t>
      </w:r>
      <w:r>
        <w:tab/>
        <w:t>4.622e0</w:t>
      </w:r>
    </w:p>
    <w:p w:rsidR="00B5154A" w:rsidRDefault="00B5154A" w:rsidP="00B5154A">
      <w:r>
        <w:t>422.4821</w:t>
      </w:r>
      <w:r>
        <w:tab/>
        <w:t>4.051e0</w:t>
      </w:r>
    </w:p>
    <w:p w:rsidR="00B5154A" w:rsidRDefault="00B5154A" w:rsidP="00B5154A">
      <w:r>
        <w:t>422.5477</w:t>
      </w:r>
      <w:r>
        <w:tab/>
        <w:t>2.025e0</w:t>
      </w:r>
    </w:p>
    <w:p w:rsidR="00B5154A" w:rsidRDefault="00B5154A" w:rsidP="00B5154A">
      <w:r>
        <w:t>422.5938</w:t>
      </w:r>
      <w:r>
        <w:tab/>
        <w:t>3.950e0</w:t>
      </w:r>
    </w:p>
    <w:p w:rsidR="00B5154A" w:rsidRDefault="00B5154A" w:rsidP="00B5154A">
      <w:r>
        <w:t>422.6334</w:t>
      </w:r>
      <w:r>
        <w:tab/>
        <w:t>3.549e0</w:t>
      </w:r>
    </w:p>
    <w:p w:rsidR="00B5154A" w:rsidRDefault="00B5154A" w:rsidP="00B5154A">
      <w:r>
        <w:lastRenderedPageBreak/>
        <w:t>422.6843</w:t>
      </w:r>
      <w:r>
        <w:tab/>
        <w:t>5.063e0</w:t>
      </w:r>
    </w:p>
    <w:p w:rsidR="00B5154A" w:rsidRDefault="00B5154A" w:rsidP="00B5154A">
      <w:r>
        <w:t>422.7862</w:t>
      </w:r>
      <w:r>
        <w:tab/>
        <w:t>3.366e0</w:t>
      </w:r>
    </w:p>
    <w:p w:rsidR="00B5154A" w:rsidRDefault="00B5154A" w:rsidP="00B5154A">
      <w:r>
        <w:t>422.8422</w:t>
      </w:r>
      <w:r>
        <w:tab/>
        <w:t>3.032e0</w:t>
      </w:r>
    </w:p>
    <w:p w:rsidR="00B5154A" w:rsidRDefault="00B5154A" w:rsidP="00B5154A">
      <w:r>
        <w:t>422.9012</w:t>
      </w:r>
      <w:r>
        <w:tab/>
        <w:t>3.976e0</w:t>
      </w:r>
    </w:p>
    <w:p w:rsidR="00B5154A" w:rsidRDefault="00B5154A" w:rsidP="00B5154A">
      <w:r>
        <w:t>423.0437</w:t>
      </w:r>
      <w:r>
        <w:tab/>
        <w:t>1.649e0</w:t>
      </w:r>
    </w:p>
    <w:p w:rsidR="00B5154A" w:rsidRDefault="00B5154A" w:rsidP="00B5154A">
      <w:r>
        <w:t>423.1774</w:t>
      </w:r>
      <w:r>
        <w:tab/>
        <w:t>4.770e0</w:t>
      </w:r>
    </w:p>
    <w:p w:rsidR="00B5154A" w:rsidRDefault="00B5154A" w:rsidP="00B5154A">
      <w:r>
        <w:t>423.2943</w:t>
      </w:r>
      <w:r>
        <w:tab/>
        <w:t>1.580e0</w:t>
      </w:r>
    </w:p>
    <w:p w:rsidR="00B5154A" w:rsidRDefault="00B5154A" w:rsidP="00B5154A">
      <w:r>
        <w:t>423.4202</w:t>
      </w:r>
      <w:r>
        <w:tab/>
        <w:t>2.609e0</w:t>
      </w:r>
    </w:p>
    <w:p w:rsidR="00B5154A" w:rsidRDefault="00B5154A" w:rsidP="00B5154A">
      <w:r>
        <w:t>423.4771</w:t>
      </w:r>
      <w:r>
        <w:tab/>
        <w:t>1.832e0</w:t>
      </w:r>
    </w:p>
    <w:p w:rsidR="00B5154A" w:rsidRDefault="00B5154A" w:rsidP="00B5154A">
      <w:r>
        <w:t>423.5461</w:t>
      </w:r>
      <w:r>
        <w:tab/>
        <w:t>3.029e0</w:t>
      </w:r>
    </w:p>
    <w:p w:rsidR="00B5154A" w:rsidRDefault="00B5154A" w:rsidP="00B5154A">
      <w:r>
        <w:t>423.6853</w:t>
      </w:r>
      <w:r>
        <w:tab/>
        <w:t>2.539e0</w:t>
      </w:r>
    </w:p>
    <w:p w:rsidR="00B5154A" w:rsidRDefault="00B5154A" w:rsidP="00B5154A">
      <w:r>
        <w:t>423.8348</w:t>
      </w:r>
      <w:r>
        <w:tab/>
        <w:t>3.179e0</w:t>
      </w:r>
    </w:p>
    <w:p w:rsidR="00B5154A" w:rsidRDefault="00B5154A" w:rsidP="00B5154A">
      <w:r>
        <w:t>423.9021</w:t>
      </w:r>
      <w:r>
        <w:tab/>
        <w:t>5.654e0</w:t>
      </w:r>
    </w:p>
    <w:p w:rsidR="00B5154A" w:rsidRDefault="00B5154A" w:rsidP="00B5154A">
      <w:r>
        <w:t>423.9889</w:t>
      </w:r>
      <w:r>
        <w:tab/>
        <w:t>1.795e0</w:t>
      </w:r>
    </w:p>
    <w:p w:rsidR="00B5154A" w:rsidRDefault="00B5154A" w:rsidP="00B5154A">
      <w:r>
        <w:t>424.0765</w:t>
      </w:r>
      <w:r>
        <w:tab/>
        <w:t>1.671e0</w:t>
      </w:r>
    </w:p>
    <w:p w:rsidR="00B5154A" w:rsidRDefault="00B5154A" w:rsidP="00B5154A">
      <w:r>
        <w:t>424.1236</w:t>
      </w:r>
      <w:r>
        <w:tab/>
        <w:t>2.649e0</w:t>
      </w:r>
    </w:p>
    <w:p w:rsidR="00B5154A" w:rsidRDefault="00B5154A" w:rsidP="00B5154A">
      <w:r>
        <w:t>424.2605</w:t>
      </w:r>
      <w:r>
        <w:tab/>
        <w:t>1.614e0</w:t>
      </w:r>
    </w:p>
    <w:p w:rsidR="00B5154A" w:rsidRDefault="00B5154A" w:rsidP="00B5154A">
      <w:r>
        <w:t>424.3191</w:t>
      </w:r>
      <w:r>
        <w:tab/>
        <w:t>2.764e0</w:t>
      </w:r>
    </w:p>
    <w:p w:rsidR="00B5154A" w:rsidRDefault="00B5154A" w:rsidP="00B5154A">
      <w:r>
        <w:t>424.3603</w:t>
      </w:r>
      <w:r>
        <w:tab/>
        <w:t>2.175e0</w:t>
      </w:r>
    </w:p>
    <w:p w:rsidR="00B5154A" w:rsidRDefault="00B5154A" w:rsidP="00B5154A">
      <w:r>
        <w:lastRenderedPageBreak/>
        <w:t>424.4757</w:t>
      </w:r>
      <w:r>
        <w:tab/>
        <w:t>2.025e0</w:t>
      </w:r>
    </w:p>
    <w:p w:rsidR="00B5154A" w:rsidRDefault="00B5154A" w:rsidP="00B5154A">
      <w:r>
        <w:t>424.5456</w:t>
      </w:r>
      <w:r>
        <w:tab/>
        <w:t>2.949e0</w:t>
      </w:r>
    </w:p>
    <w:p w:rsidR="00B5154A" w:rsidRDefault="00B5154A" w:rsidP="00B5154A">
      <w:r>
        <w:t>424.6089</w:t>
      </w:r>
      <w:r>
        <w:tab/>
        <w:t>2.640e0</w:t>
      </w:r>
    </w:p>
    <w:p w:rsidR="00B5154A" w:rsidRDefault="00B5154A" w:rsidP="00B5154A">
      <w:r>
        <w:t>424.6586</w:t>
      </w:r>
      <w:r>
        <w:tab/>
        <w:t>3.542e0</w:t>
      </w:r>
    </w:p>
    <w:p w:rsidR="00B5154A" w:rsidRDefault="00B5154A" w:rsidP="00B5154A">
      <w:r>
        <w:t>424.7386</w:t>
      </w:r>
      <w:r>
        <w:tab/>
        <w:t>2.937e0</w:t>
      </w:r>
    </w:p>
    <w:p w:rsidR="00B5154A" w:rsidRDefault="00B5154A" w:rsidP="00B5154A">
      <w:r>
        <w:t>424.7908</w:t>
      </w:r>
      <w:r>
        <w:tab/>
        <w:t>3.384e0</w:t>
      </w:r>
    </w:p>
    <w:p w:rsidR="00B5154A" w:rsidRDefault="00B5154A" w:rsidP="00B5154A">
      <w:r>
        <w:t>424.8954</w:t>
      </w:r>
      <w:r>
        <w:tab/>
        <w:t>1.502e1</w:t>
      </w:r>
    </w:p>
    <w:p w:rsidR="00B5154A" w:rsidRDefault="00B5154A" w:rsidP="00B5154A">
      <w:r>
        <w:t>424.9707</w:t>
      </w:r>
      <w:r>
        <w:tab/>
        <w:t>5.109e0</w:t>
      </w:r>
    </w:p>
    <w:p w:rsidR="00B5154A" w:rsidRDefault="00B5154A" w:rsidP="00B5154A">
      <w:r>
        <w:t>425.1360</w:t>
      </w:r>
      <w:r>
        <w:tab/>
        <w:t>1.642e0</w:t>
      </w:r>
    </w:p>
    <w:p w:rsidR="00B5154A" w:rsidRDefault="00B5154A" w:rsidP="00B5154A">
      <w:r>
        <w:t>425.1977</w:t>
      </w:r>
      <w:r>
        <w:tab/>
        <w:t>2.299e0</w:t>
      </w:r>
    </w:p>
    <w:p w:rsidR="00B5154A" w:rsidRDefault="00B5154A" w:rsidP="00B5154A">
      <w:r>
        <w:t>425.2932</w:t>
      </w:r>
      <w:r>
        <w:tab/>
        <w:t>4.543e0</w:t>
      </w:r>
    </w:p>
    <w:p w:rsidR="00B5154A" w:rsidRDefault="00B5154A" w:rsidP="00B5154A">
      <w:r>
        <w:t>425.3668</w:t>
      </w:r>
      <w:r>
        <w:tab/>
        <w:t>2.734e0</w:t>
      </w:r>
    </w:p>
    <w:p w:rsidR="00B5154A" w:rsidRDefault="00B5154A" w:rsidP="00B5154A">
      <w:r>
        <w:t>425.4991</w:t>
      </w:r>
      <w:r>
        <w:tab/>
        <w:t>3.038e0</w:t>
      </w:r>
    </w:p>
    <w:p w:rsidR="00B5154A" w:rsidRDefault="00B5154A" w:rsidP="00B5154A">
      <w:r>
        <w:t>425.6058</w:t>
      </w:r>
      <w:r>
        <w:tab/>
        <w:t>4.289e0</w:t>
      </w:r>
    </w:p>
    <w:p w:rsidR="00B5154A" w:rsidRDefault="00B5154A" w:rsidP="00B5154A">
      <w:r>
        <w:t>425.7255</w:t>
      </w:r>
      <w:r>
        <w:tab/>
        <w:t>6.779e0</w:t>
      </w:r>
    </w:p>
    <w:p w:rsidR="00B5154A" w:rsidRDefault="00B5154A" w:rsidP="00B5154A">
      <w:r>
        <w:t>425.7804</w:t>
      </w:r>
      <w:r>
        <w:tab/>
        <w:t>3.850e0</w:t>
      </w:r>
    </w:p>
    <w:p w:rsidR="00B5154A" w:rsidRDefault="00B5154A" w:rsidP="00B5154A">
      <w:r>
        <w:t>425.9436</w:t>
      </w:r>
      <w:r>
        <w:tab/>
        <w:t>1.855e0</w:t>
      </w:r>
    </w:p>
    <w:p w:rsidR="00B5154A" w:rsidRDefault="00B5154A" w:rsidP="00B5154A">
      <w:r>
        <w:t>426.0118</w:t>
      </w:r>
      <w:r>
        <w:tab/>
        <w:t>3.703e0</w:t>
      </w:r>
    </w:p>
    <w:p w:rsidR="00B5154A" w:rsidRDefault="00B5154A" w:rsidP="00B5154A">
      <w:r>
        <w:t>426.0592</w:t>
      </w:r>
      <w:r>
        <w:tab/>
        <w:t>1.665e0</w:t>
      </w:r>
    </w:p>
    <w:p w:rsidR="00B5154A" w:rsidRDefault="00B5154A" w:rsidP="00B5154A">
      <w:r>
        <w:lastRenderedPageBreak/>
        <w:t>426.4420</w:t>
      </w:r>
      <w:r>
        <w:tab/>
        <w:t>4.154e0</w:t>
      </w:r>
    </w:p>
    <w:p w:rsidR="00B5154A" w:rsidRDefault="00B5154A" w:rsidP="00B5154A">
      <w:r>
        <w:t>426.5239</w:t>
      </w:r>
      <w:r>
        <w:tab/>
        <w:t>1.013e0</w:t>
      </w:r>
    </w:p>
    <w:p w:rsidR="00B5154A" w:rsidRDefault="00B5154A" w:rsidP="00B5154A">
      <w:r>
        <w:t>426.7443</w:t>
      </w:r>
      <w:r>
        <w:tab/>
        <w:t>4.631e0</w:t>
      </w:r>
    </w:p>
    <w:p w:rsidR="00B5154A" w:rsidRDefault="00B5154A" w:rsidP="00B5154A">
      <w:r>
        <w:t>426.8411</w:t>
      </w:r>
      <w:r>
        <w:tab/>
        <w:t>1.804e0</w:t>
      </w:r>
    </w:p>
    <w:p w:rsidR="00B5154A" w:rsidRDefault="00B5154A" w:rsidP="00B5154A">
      <w:r>
        <w:t>426.9455</w:t>
      </w:r>
      <w:r>
        <w:tab/>
        <w:t>3.219e0</w:t>
      </w:r>
    </w:p>
    <w:p w:rsidR="00B5154A" w:rsidRDefault="00B5154A" w:rsidP="00B5154A">
      <w:r>
        <w:t>427.0524</w:t>
      </w:r>
      <w:r>
        <w:tab/>
        <w:t>3.312e0</w:t>
      </w:r>
    </w:p>
    <w:p w:rsidR="00B5154A" w:rsidRDefault="00B5154A" w:rsidP="00B5154A">
      <w:r>
        <w:t>427.1414</w:t>
      </w:r>
      <w:r>
        <w:tab/>
        <w:t>4.272e1</w:t>
      </w:r>
    </w:p>
    <w:p w:rsidR="00B5154A" w:rsidRDefault="00B5154A" w:rsidP="00B5154A">
      <w:r>
        <w:t>427.2417</w:t>
      </w:r>
      <w:r>
        <w:tab/>
        <w:t>8.573e0</w:t>
      </w:r>
    </w:p>
    <w:p w:rsidR="00B5154A" w:rsidRDefault="00B5154A" w:rsidP="00B5154A">
      <w:r>
        <w:t>427.3917</w:t>
      </w:r>
      <w:r>
        <w:tab/>
        <w:t>2.652e1</w:t>
      </w:r>
    </w:p>
    <w:p w:rsidR="00B5154A" w:rsidRDefault="00B5154A" w:rsidP="00B5154A">
      <w:r>
        <w:t>427.4934</w:t>
      </w:r>
      <w:r>
        <w:tab/>
        <w:t>2.025e0</w:t>
      </w:r>
    </w:p>
    <w:p w:rsidR="00B5154A" w:rsidRDefault="00B5154A" w:rsidP="00B5154A">
      <w:r>
        <w:t>427.6738</w:t>
      </w:r>
      <w:r>
        <w:tab/>
        <w:t>4.538e0</w:t>
      </w:r>
    </w:p>
    <w:p w:rsidR="00B5154A" w:rsidRDefault="00B5154A" w:rsidP="00B5154A">
      <w:r>
        <w:t>427.7481</w:t>
      </w:r>
      <w:r>
        <w:tab/>
        <w:t>1.505e0</w:t>
      </w:r>
    </w:p>
    <w:p w:rsidR="00B5154A" w:rsidRDefault="00B5154A" w:rsidP="00B5154A">
      <w:r>
        <w:t>427.8413</w:t>
      </w:r>
      <w:r>
        <w:tab/>
        <w:t>1.240e0</w:t>
      </w:r>
    </w:p>
    <w:p w:rsidR="00B5154A" w:rsidRDefault="00B5154A" w:rsidP="00B5154A">
      <w:r>
        <w:t>427.9342</w:t>
      </w:r>
      <w:r>
        <w:tab/>
        <w:t>3.679e0</w:t>
      </w:r>
    </w:p>
    <w:p w:rsidR="00B5154A" w:rsidRDefault="00B5154A" w:rsidP="00B5154A">
      <w:r>
        <w:t>427.9982</w:t>
      </w:r>
      <w:r>
        <w:tab/>
        <w:t>1.718e0</w:t>
      </w:r>
    </w:p>
    <w:p w:rsidR="00B5154A" w:rsidRDefault="00B5154A" w:rsidP="00B5154A">
      <w:r>
        <w:t>428.0947</w:t>
      </w:r>
      <w:r>
        <w:tab/>
        <w:t>1.290e0</w:t>
      </w:r>
    </w:p>
    <w:p w:rsidR="00B5154A" w:rsidRDefault="00B5154A" w:rsidP="00B5154A">
      <w:r>
        <w:t>428.1493</w:t>
      </w:r>
      <w:r>
        <w:tab/>
        <w:t>1.358e0</w:t>
      </w:r>
    </w:p>
    <w:p w:rsidR="00B5154A" w:rsidRDefault="00B5154A" w:rsidP="00B5154A">
      <w:r>
        <w:t>428.3143</w:t>
      </w:r>
      <w:r>
        <w:tab/>
        <w:t>2.293e1</w:t>
      </w:r>
    </w:p>
    <w:p w:rsidR="00B5154A" w:rsidRDefault="00B5154A" w:rsidP="00B5154A">
      <w:r>
        <w:t>428.3735</w:t>
      </w:r>
      <w:r>
        <w:tab/>
        <w:t>9.194e0</w:t>
      </w:r>
    </w:p>
    <w:p w:rsidR="00B5154A" w:rsidRDefault="00B5154A" w:rsidP="00B5154A">
      <w:r>
        <w:lastRenderedPageBreak/>
        <w:t>428.4627</w:t>
      </w:r>
      <w:r>
        <w:tab/>
        <w:t>3.666e0</w:t>
      </w:r>
    </w:p>
    <w:p w:rsidR="00B5154A" w:rsidRDefault="00B5154A" w:rsidP="00B5154A">
      <w:r>
        <w:t>428.5130</w:t>
      </w:r>
      <w:r>
        <w:tab/>
        <w:t>4.051e0</w:t>
      </w:r>
    </w:p>
    <w:p w:rsidR="00B5154A" w:rsidRDefault="00B5154A" w:rsidP="00B5154A">
      <w:r>
        <w:t>428.6411</w:t>
      </w:r>
      <w:r>
        <w:tab/>
        <w:t>5.303e0</w:t>
      </w:r>
    </w:p>
    <w:p w:rsidR="00B5154A" w:rsidRDefault="00B5154A" w:rsidP="00B5154A">
      <w:r>
        <w:t>428.7106</w:t>
      </w:r>
      <w:r>
        <w:tab/>
        <w:t>1.284e0</w:t>
      </w:r>
    </w:p>
    <w:p w:rsidR="00B5154A" w:rsidRDefault="00B5154A" w:rsidP="00B5154A">
      <w:r>
        <w:t>428.7814</w:t>
      </w:r>
      <w:r>
        <w:tab/>
        <w:t>1.996e0</w:t>
      </w:r>
    </w:p>
    <w:p w:rsidR="00B5154A" w:rsidRDefault="00B5154A" w:rsidP="00B5154A">
      <w:r>
        <w:t>428.8247</w:t>
      </w:r>
      <w:r>
        <w:tab/>
        <w:t>1.788e0</w:t>
      </w:r>
    </w:p>
    <w:p w:rsidR="00B5154A" w:rsidRDefault="00B5154A" w:rsidP="00B5154A">
      <w:r>
        <w:t>428.9059</w:t>
      </w:r>
      <w:r>
        <w:tab/>
        <w:t>7.047e0</w:t>
      </w:r>
    </w:p>
    <w:p w:rsidR="00B5154A" w:rsidRDefault="00B5154A" w:rsidP="00B5154A">
      <w:r>
        <w:t>428.9885</w:t>
      </w:r>
      <w:r>
        <w:tab/>
        <w:t>5.615e0</w:t>
      </w:r>
    </w:p>
    <w:p w:rsidR="00B5154A" w:rsidRDefault="00B5154A" w:rsidP="00B5154A">
      <w:r>
        <w:t>429.0907</w:t>
      </w:r>
      <w:r>
        <w:tab/>
        <w:t>4.538e0</w:t>
      </w:r>
    </w:p>
    <w:p w:rsidR="00B5154A" w:rsidRDefault="00B5154A" w:rsidP="00B5154A">
      <w:r>
        <w:t>429.3198</w:t>
      </w:r>
      <w:r>
        <w:tab/>
        <w:t>4.321e1</w:t>
      </w:r>
    </w:p>
    <w:p w:rsidR="00B5154A" w:rsidRDefault="00B5154A" w:rsidP="00B5154A">
      <w:r>
        <w:t>429.4144</w:t>
      </w:r>
      <w:r>
        <w:tab/>
        <w:t>3.399e0</w:t>
      </w:r>
    </w:p>
    <w:p w:rsidR="00B5154A" w:rsidRDefault="00B5154A" w:rsidP="00B5154A">
      <w:r>
        <w:t>429.4893</w:t>
      </w:r>
      <w:r>
        <w:tab/>
        <w:t>3.038e0</w:t>
      </w:r>
    </w:p>
    <w:p w:rsidR="00B5154A" w:rsidRDefault="00B5154A" w:rsidP="00B5154A">
      <w:r>
        <w:t>429.5404</w:t>
      </w:r>
      <w:r>
        <w:tab/>
        <w:t>1.013e0</w:t>
      </w:r>
    </w:p>
    <w:p w:rsidR="00B5154A" w:rsidRDefault="00B5154A" w:rsidP="00B5154A">
      <w:r>
        <w:t>429.5950</w:t>
      </w:r>
      <w:r>
        <w:tab/>
        <w:t>2.353e0</w:t>
      </w:r>
    </w:p>
    <w:p w:rsidR="00B5154A" w:rsidRDefault="00B5154A" w:rsidP="00B5154A">
      <w:r>
        <w:t>429.6385</w:t>
      </w:r>
      <w:r>
        <w:tab/>
        <w:t>1.099e0</w:t>
      </w:r>
    </w:p>
    <w:p w:rsidR="00B5154A" w:rsidRDefault="00B5154A" w:rsidP="00B5154A">
      <w:r>
        <w:t>430.1917</w:t>
      </w:r>
      <w:r>
        <w:tab/>
        <w:t>7.475e0</w:t>
      </w:r>
    </w:p>
    <w:p w:rsidR="00B5154A" w:rsidRDefault="00B5154A" w:rsidP="00B5154A">
      <w:r>
        <w:t>430.3314</w:t>
      </w:r>
      <w:r>
        <w:tab/>
        <w:t>7.232e0</w:t>
      </w:r>
    </w:p>
    <w:p w:rsidR="00B5154A" w:rsidRDefault="00B5154A" w:rsidP="00B5154A">
      <w:r>
        <w:t>430.3878</w:t>
      </w:r>
      <w:r>
        <w:tab/>
        <w:t>1.155e1</w:t>
      </w:r>
    </w:p>
    <w:p w:rsidR="00B5154A" w:rsidRDefault="00B5154A" w:rsidP="00B5154A">
      <w:r>
        <w:t>430.5085</w:t>
      </w:r>
      <w:r>
        <w:tab/>
        <w:t>2.025e0</w:t>
      </w:r>
    </w:p>
    <w:p w:rsidR="00B5154A" w:rsidRDefault="00B5154A" w:rsidP="00B5154A">
      <w:r>
        <w:lastRenderedPageBreak/>
        <w:t>430.5762</w:t>
      </w:r>
      <w:r>
        <w:tab/>
        <w:t>2.440e0</w:t>
      </w:r>
    </w:p>
    <w:p w:rsidR="00B5154A" w:rsidRDefault="00B5154A" w:rsidP="00B5154A">
      <w:r>
        <w:t>430.6387</w:t>
      </w:r>
      <w:r>
        <w:tab/>
        <w:t>2.694e0</w:t>
      </w:r>
    </w:p>
    <w:p w:rsidR="00B5154A" w:rsidRDefault="00B5154A" w:rsidP="00B5154A">
      <w:r>
        <w:t>430.7299</w:t>
      </w:r>
      <w:r>
        <w:tab/>
        <w:t>2.955e0</w:t>
      </w:r>
    </w:p>
    <w:p w:rsidR="00B5154A" w:rsidRDefault="00B5154A" w:rsidP="00B5154A">
      <w:r>
        <w:t>430.8338</w:t>
      </w:r>
      <w:r>
        <w:tab/>
        <w:t>5.134e0</w:t>
      </w:r>
    </w:p>
    <w:p w:rsidR="00B5154A" w:rsidRDefault="00B5154A" w:rsidP="00B5154A">
      <w:r>
        <w:t>430.9134</w:t>
      </w:r>
      <w:r>
        <w:tab/>
        <w:t>1.792e1</w:t>
      </w:r>
    </w:p>
    <w:p w:rsidR="00B5154A" w:rsidRDefault="00B5154A" w:rsidP="00B5154A">
      <w:r>
        <w:t>431.0012</w:t>
      </w:r>
      <w:r>
        <w:tab/>
        <w:t>2.899e0</w:t>
      </w:r>
    </w:p>
    <w:p w:rsidR="00B5154A" w:rsidRDefault="00B5154A" w:rsidP="00B5154A">
      <w:r>
        <w:t>431.0813</w:t>
      </w:r>
      <w:r>
        <w:tab/>
        <w:t>2.065e0</w:t>
      </w:r>
    </w:p>
    <w:p w:rsidR="00B5154A" w:rsidRDefault="00B5154A" w:rsidP="00B5154A">
      <w:r>
        <w:t>431.1841</w:t>
      </w:r>
      <w:r>
        <w:tab/>
        <w:t>1.068e1</w:t>
      </w:r>
    </w:p>
    <w:p w:rsidR="00B5154A" w:rsidRDefault="00B5154A" w:rsidP="00B5154A">
      <w:r>
        <w:t>431.2727</w:t>
      </w:r>
      <w:r>
        <w:tab/>
        <w:t>3.463e0</w:t>
      </w:r>
    </w:p>
    <w:p w:rsidR="00B5154A" w:rsidRDefault="00B5154A" w:rsidP="00B5154A">
      <w:r>
        <w:t>431.3105</w:t>
      </w:r>
      <w:r>
        <w:tab/>
        <w:t>2.826e0</w:t>
      </w:r>
    </w:p>
    <w:p w:rsidR="00B5154A" w:rsidRDefault="00B5154A" w:rsidP="00B5154A">
      <w:r>
        <w:t>431.3750</w:t>
      </w:r>
      <w:r>
        <w:tab/>
        <w:t>7.703e0</w:t>
      </w:r>
    </w:p>
    <w:p w:rsidR="00B5154A" w:rsidRDefault="00B5154A" w:rsidP="00B5154A">
      <w:r>
        <w:t>431.5150</w:t>
      </w:r>
      <w:r>
        <w:tab/>
        <w:t>4.051e0</w:t>
      </w:r>
    </w:p>
    <w:p w:rsidR="00B5154A" w:rsidRDefault="00B5154A" w:rsidP="00B5154A">
      <w:r>
        <w:t>431.5874</w:t>
      </w:r>
      <w:r>
        <w:tab/>
        <w:t>1.314e0</w:t>
      </w:r>
    </w:p>
    <w:p w:rsidR="00B5154A" w:rsidRDefault="00B5154A" w:rsidP="00B5154A">
      <w:r>
        <w:t>431.6822</w:t>
      </w:r>
      <w:r>
        <w:tab/>
        <w:t>2.777e0</w:t>
      </w:r>
    </w:p>
    <w:p w:rsidR="00B5154A" w:rsidRDefault="00B5154A" w:rsidP="00B5154A">
      <w:r>
        <w:t>431.7929</w:t>
      </w:r>
      <w:r>
        <w:tab/>
        <w:t>4.848e0</w:t>
      </w:r>
    </w:p>
    <w:p w:rsidR="00B5154A" w:rsidRDefault="00B5154A" w:rsidP="00B5154A">
      <w:r>
        <w:t>431.9152</w:t>
      </w:r>
      <w:r>
        <w:tab/>
        <w:t>1.416e0</w:t>
      </w:r>
    </w:p>
    <w:p w:rsidR="00B5154A" w:rsidRDefault="00B5154A" w:rsidP="00B5154A">
      <w:r>
        <w:t>431.9804</w:t>
      </w:r>
      <w:r>
        <w:tab/>
        <w:t>1.724e0</w:t>
      </w:r>
    </w:p>
    <w:p w:rsidR="00B5154A" w:rsidRDefault="00B5154A" w:rsidP="00B5154A">
      <w:r>
        <w:t>432.1819</w:t>
      </w:r>
      <w:r>
        <w:tab/>
        <w:t>1.233e2</w:t>
      </w:r>
    </w:p>
    <w:p w:rsidR="00B5154A" w:rsidRDefault="00B5154A" w:rsidP="00B5154A">
      <w:r>
        <w:t>432.2758</w:t>
      </w:r>
      <w:r>
        <w:tab/>
        <w:t>6.285e0</w:t>
      </w:r>
    </w:p>
    <w:p w:rsidR="00B5154A" w:rsidRDefault="00B5154A" w:rsidP="00B5154A">
      <w:r>
        <w:lastRenderedPageBreak/>
        <w:t>432.3791</w:t>
      </w:r>
      <w:r>
        <w:tab/>
        <w:t>6.434e0</w:t>
      </w:r>
    </w:p>
    <w:p w:rsidR="00B5154A" w:rsidRDefault="00B5154A" w:rsidP="00B5154A">
      <w:r>
        <w:t>432.4622</w:t>
      </w:r>
      <w:r>
        <w:tab/>
        <w:t>1.442e0</w:t>
      </w:r>
    </w:p>
    <w:p w:rsidR="00B5154A" w:rsidRDefault="00B5154A" w:rsidP="00B5154A">
      <w:r>
        <w:t>432.6013</w:t>
      </w:r>
      <w:r>
        <w:tab/>
        <w:t>3.394e0</w:t>
      </w:r>
    </w:p>
    <w:p w:rsidR="00B5154A" w:rsidRDefault="00B5154A" w:rsidP="00B5154A">
      <w:r>
        <w:t>432.6894</w:t>
      </w:r>
      <w:r>
        <w:tab/>
        <w:t>1.013e0</w:t>
      </w:r>
    </w:p>
    <w:p w:rsidR="00B5154A" w:rsidRDefault="00B5154A" w:rsidP="00B5154A">
      <w:r>
        <w:t>432.7859</w:t>
      </w:r>
      <w:r>
        <w:tab/>
        <w:t>3.347e0</w:t>
      </w:r>
    </w:p>
    <w:p w:rsidR="00B5154A" w:rsidRDefault="00B5154A" w:rsidP="00B5154A">
      <w:r>
        <w:t>432.8449</w:t>
      </w:r>
      <w:r>
        <w:tab/>
        <w:t>5.374e0</w:t>
      </w:r>
    </w:p>
    <w:p w:rsidR="00B5154A" w:rsidRDefault="00B5154A" w:rsidP="00B5154A">
      <w:r>
        <w:t>432.9732</w:t>
      </w:r>
      <w:r>
        <w:tab/>
        <w:t>6.963e0</w:t>
      </w:r>
    </w:p>
    <w:p w:rsidR="00B5154A" w:rsidRDefault="00B5154A" w:rsidP="00B5154A">
      <w:r>
        <w:t>433.0571</w:t>
      </w:r>
      <w:r>
        <w:tab/>
        <w:t>2.796e0</w:t>
      </w:r>
    </w:p>
    <w:p w:rsidR="00B5154A" w:rsidRDefault="00B5154A" w:rsidP="00B5154A">
      <w:r>
        <w:t>433.1096</w:t>
      </w:r>
      <w:r>
        <w:tab/>
        <w:t>3.742e0</w:t>
      </w:r>
    </w:p>
    <w:p w:rsidR="00B5154A" w:rsidRDefault="00B5154A" w:rsidP="00B5154A">
      <w:r>
        <w:t>433.1935</w:t>
      </w:r>
      <w:r>
        <w:tab/>
        <w:t>2.762e1</w:t>
      </w:r>
    </w:p>
    <w:p w:rsidR="00B5154A" w:rsidRDefault="00B5154A" w:rsidP="00B5154A">
      <w:r>
        <w:t>433.3586</w:t>
      </w:r>
      <w:r>
        <w:tab/>
        <w:t>3.662e0</w:t>
      </w:r>
    </w:p>
    <w:p w:rsidR="00B5154A" w:rsidRDefault="00B5154A" w:rsidP="00B5154A">
      <w:r>
        <w:t>433.4357</w:t>
      </w:r>
      <w:r>
        <w:tab/>
        <w:t>1.289e0</w:t>
      </w:r>
    </w:p>
    <w:p w:rsidR="00B5154A" w:rsidRDefault="00B5154A" w:rsidP="00B5154A">
      <w:r>
        <w:t>433.5111</w:t>
      </w:r>
      <w:r>
        <w:tab/>
        <w:t>3.038e0</w:t>
      </w:r>
    </w:p>
    <w:p w:rsidR="00B5154A" w:rsidRDefault="00B5154A" w:rsidP="00B5154A">
      <w:r>
        <w:t>433.5532</w:t>
      </w:r>
      <w:r>
        <w:tab/>
        <w:t>1.820e0</w:t>
      </w:r>
    </w:p>
    <w:p w:rsidR="00B5154A" w:rsidRDefault="00B5154A" w:rsidP="00B5154A">
      <w:r>
        <w:t>433.6361</w:t>
      </w:r>
      <w:r>
        <w:tab/>
        <w:t>1.984e0</w:t>
      </w:r>
    </w:p>
    <w:p w:rsidR="00B5154A" w:rsidRDefault="00B5154A" w:rsidP="00B5154A">
      <w:r>
        <w:t>433.6707</w:t>
      </w:r>
      <w:r>
        <w:tab/>
        <w:t>3.840e0</w:t>
      </w:r>
    </w:p>
    <w:p w:rsidR="00B5154A" w:rsidRDefault="00B5154A" w:rsidP="00B5154A">
      <w:r>
        <w:t>433.7195</w:t>
      </w:r>
      <w:r>
        <w:tab/>
        <w:t>2.025e0</w:t>
      </w:r>
    </w:p>
    <w:p w:rsidR="00B5154A" w:rsidRDefault="00B5154A" w:rsidP="00B5154A">
      <w:r>
        <w:t>433.7937</w:t>
      </w:r>
      <w:r>
        <w:tab/>
        <w:t>4.211e0</w:t>
      </w:r>
    </w:p>
    <w:p w:rsidR="00B5154A" w:rsidRDefault="00B5154A" w:rsidP="00B5154A">
      <w:r>
        <w:t>433.8541</w:t>
      </w:r>
      <w:r>
        <w:tab/>
        <w:t>2.190e0</w:t>
      </w:r>
    </w:p>
    <w:p w:rsidR="00B5154A" w:rsidRDefault="00B5154A" w:rsidP="00B5154A">
      <w:r>
        <w:lastRenderedPageBreak/>
        <w:t>433.9567</w:t>
      </w:r>
      <w:r>
        <w:tab/>
        <w:t>1.949e0</w:t>
      </w:r>
    </w:p>
    <w:p w:rsidR="00B5154A" w:rsidRDefault="00B5154A" w:rsidP="00B5154A">
      <w:r>
        <w:t>434.0977</w:t>
      </w:r>
      <w:r>
        <w:tab/>
        <w:t>2.264e0</w:t>
      </w:r>
    </w:p>
    <w:p w:rsidR="00B5154A" w:rsidRDefault="00B5154A" w:rsidP="00B5154A">
      <w:r>
        <w:t>434.1872</w:t>
      </w:r>
      <w:r>
        <w:tab/>
        <w:t>2.832e1</w:t>
      </w:r>
    </w:p>
    <w:p w:rsidR="00B5154A" w:rsidRDefault="00B5154A" w:rsidP="00B5154A">
      <w:r>
        <w:t>434.2449</w:t>
      </w:r>
      <w:r>
        <w:tab/>
        <w:t>8.613e0</w:t>
      </w:r>
    </w:p>
    <w:p w:rsidR="00B5154A" w:rsidRDefault="00B5154A" w:rsidP="00B5154A">
      <w:r>
        <w:t>434.3314</w:t>
      </w:r>
      <w:r>
        <w:tab/>
        <w:t>1.816e1</w:t>
      </w:r>
    </w:p>
    <w:p w:rsidR="00B5154A" w:rsidRDefault="00B5154A" w:rsidP="00B5154A">
      <w:r>
        <w:t>434.3870</w:t>
      </w:r>
      <w:r>
        <w:tab/>
        <w:t>6.189e0</w:t>
      </w:r>
    </w:p>
    <w:p w:rsidR="00B5154A" w:rsidRDefault="00B5154A" w:rsidP="00B5154A">
      <w:r>
        <w:t>434.4932</w:t>
      </w:r>
      <w:r>
        <w:tab/>
        <w:t>2.724e0</w:t>
      </w:r>
    </w:p>
    <w:p w:rsidR="00B5154A" w:rsidRDefault="00B5154A" w:rsidP="00B5154A">
      <w:r>
        <w:t>434.5633</w:t>
      </w:r>
      <w:r>
        <w:tab/>
        <w:t>2.248e0</w:t>
      </w:r>
    </w:p>
    <w:p w:rsidR="00B5154A" w:rsidRDefault="00B5154A" w:rsidP="00B5154A">
      <w:r>
        <w:t>434.6212</w:t>
      </w:r>
      <w:r>
        <w:tab/>
        <w:t>3.907e0</w:t>
      </w:r>
    </w:p>
    <w:p w:rsidR="00B5154A" w:rsidRDefault="00B5154A" w:rsidP="00B5154A">
      <w:r>
        <w:t>434.6713</w:t>
      </w:r>
      <w:r>
        <w:tab/>
        <w:t>3.629e0</w:t>
      </w:r>
    </w:p>
    <w:p w:rsidR="00B5154A" w:rsidRDefault="00B5154A" w:rsidP="00B5154A">
      <w:r>
        <w:t>434.7080</w:t>
      </w:r>
      <w:r>
        <w:tab/>
        <w:t>3.038e0</w:t>
      </w:r>
    </w:p>
    <w:p w:rsidR="00B5154A" w:rsidRDefault="00B5154A" w:rsidP="00B5154A">
      <w:r>
        <w:t>434.7911</w:t>
      </w:r>
      <w:r>
        <w:tab/>
        <w:t>2.355e0</w:t>
      </w:r>
    </w:p>
    <w:p w:rsidR="00B5154A" w:rsidRDefault="00B5154A" w:rsidP="00B5154A">
      <w:r>
        <w:t>434.8573</w:t>
      </w:r>
      <w:r>
        <w:tab/>
        <w:t>3.020e0</w:t>
      </w:r>
    </w:p>
    <w:p w:rsidR="00B5154A" w:rsidRDefault="00B5154A" w:rsidP="00B5154A">
      <w:r>
        <w:t>434.9323</w:t>
      </w:r>
      <w:r>
        <w:tab/>
        <w:t>3.568e0</w:t>
      </w:r>
    </w:p>
    <w:p w:rsidR="00B5154A" w:rsidRDefault="00B5154A" w:rsidP="00B5154A">
      <w:r>
        <w:t>435.0805</w:t>
      </w:r>
      <w:r>
        <w:tab/>
        <w:t>2.750e0</w:t>
      </w:r>
    </w:p>
    <w:p w:rsidR="00B5154A" w:rsidRDefault="00B5154A" w:rsidP="00B5154A">
      <w:r>
        <w:t>435.2144</w:t>
      </w:r>
      <w:r>
        <w:tab/>
        <w:t>1.697e1</w:t>
      </w:r>
    </w:p>
    <w:p w:rsidR="00B5154A" w:rsidRDefault="00B5154A" w:rsidP="00B5154A">
      <w:r>
        <w:t>435.3693</w:t>
      </w:r>
      <w:r>
        <w:tab/>
        <w:t>3.303e0</w:t>
      </w:r>
    </w:p>
    <w:p w:rsidR="00B5154A" w:rsidRDefault="00B5154A" w:rsidP="00B5154A">
      <w:r>
        <w:t>435.4486</w:t>
      </w:r>
      <w:r>
        <w:tab/>
        <w:t>5.660e0</w:t>
      </w:r>
    </w:p>
    <w:p w:rsidR="00B5154A" w:rsidRDefault="00B5154A" w:rsidP="00B5154A">
      <w:r>
        <w:t>435.5076</w:t>
      </w:r>
      <w:r>
        <w:tab/>
        <w:t>4.206e0</w:t>
      </w:r>
    </w:p>
    <w:p w:rsidR="00B5154A" w:rsidRDefault="00B5154A" w:rsidP="00B5154A">
      <w:r>
        <w:lastRenderedPageBreak/>
        <w:t>435.5667</w:t>
      </w:r>
      <w:r>
        <w:tab/>
        <w:t>3.743e0</w:t>
      </w:r>
    </w:p>
    <w:p w:rsidR="00B5154A" w:rsidRDefault="00B5154A" w:rsidP="00B5154A">
      <w:r>
        <w:t>435.6065</w:t>
      </w:r>
      <w:r>
        <w:tab/>
        <w:t>2.210e0</w:t>
      </w:r>
    </w:p>
    <w:p w:rsidR="00B5154A" w:rsidRDefault="00B5154A" w:rsidP="00B5154A">
      <w:r>
        <w:t>435.7233</w:t>
      </w:r>
      <w:r>
        <w:tab/>
        <w:t>5.063e0</w:t>
      </w:r>
    </w:p>
    <w:p w:rsidR="00B5154A" w:rsidRDefault="00B5154A" w:rsidP="00B5154A">
      <w:r>
        <w:t>435.7733</w:t>
      </w:r>
      <w:r>
        <w:tab/>
        <w:t>1.046e1</w:t>
      </w:r>
    </w:p>
    <w:p w:rsidR="00B5154A" w:rsidRDefault="00B5154A" w:rsidP="00B5154A">
      <w:r>
        <w:t>435.8567</w:t>
      </w:r>
      <w:r>
        <w:tab/>
        <w:t>4.416e0</w:t>
      </w:r>
    </w:p>
    <w:p w:rsidR="00B5154A" w:rsidRDefault="00B5154A" w:rsidP="00B5154A">
      <w:r>
        <w:t>435.9171</w:t>
      </w:r>
      <w:r>
        <w:tab/>
        <w:t>1.769e0</w:t>
      </w:r>
    </w:p>
    <w:p w:rsidR="00B5154A" w:rsidRDefault="00B5154A" w:rsidP="00B5154A">
      <w:r>
        <w:t>435.9941</w:t>
      </w:r>
      <w:r>
        <w:tab/>
        <w:t>9.142e0</w:t>
      </w:r>
    </w:p>
    <w:p w:rsidR="00B5154A" w:rsidRDefault="00B5154A" w:rsidP="00B5154A">
      <w:r>
        <w:t>436.1417</w:t>
      </w:r>
      <w:r>
        <w:tab/>
        <w:t>2.242e3</w:t>
      </w:r>
    </w:p>
    <w:p w:rsidR="00B5154A" w:rsidRDefault="00B5154A" w:rsidP="00B5154A">
      <w:r>
        <w:t>436.2612</w:t>
      </w:r>
      <w:r>
        <w:tab/>
        <w:t>2.437e0</w:t>
      </w:r>
    </w:p>
    <w:p w:rsidR="00B5154A" w:rsidRDefault="00B5154A" w:rsidP="00B5154A">
      <w:r>
        <w:t>436.2946</w:t>
      </w:r>
      <w:r>
        <w:tab/>
        <w:t>4.503e0</w:t>
      </w:r>
    </w:p>
    <w:p w:rsidR="00B5154A" w:rsidRDefault="00B5154A" w:rsidP="00B5154A">
      <w:r>
        <w:t>436.3513</w:t>
      </w:r>
      <w:r>
        <w:tab/>
        <w:t>4.869e0</w:t>
      </w:r>
    </w:p>
    <w:p w:rsidR="00B5154A" w:rsidRDefault="00B5154A" w:rsidP="00B5154A">
      <w:r>
        <w:t>436.4165</w:t>
      </w:r>
      <w:r>
        <w:tab/>
        <w:t>3.445e0</w:t>
      </w:r>
    </w:p>
    <w:p w:rsidR="00B5154A" w:rsidRDefault="00B5154A" w:rsidP="00B5154A">
      <w:r>
        <w:t>436.5027</w:t>
      </w:r>
      <w:r>
        <w:tab/>
        <w:t>4.932e0</w:t>
      </w:r>
    </w:p>
    <w:p w:rsidR="00B5154A" w:rsidRDefault="00B5154A" w:rsidP="00B5154A">
      <w:r>
        <w:t>436.5681</w:t>
      </w:r>
      <w:r>
        <w:tab/>
        <w:t>9.616e0</w:t>
      </w:r>
    </w:p>
    <w:p w:rsidR="00B5154A" w:rsidRDefault="00B5154A" w:rsidP="00B5154A">
      <w:r>
        <w:t>436.6308</w:t>
      </w:r>
      <w:r>
        <w:tab/>
        <w:t>5.889e0</w:t>
      </w:r>
    </w:p>
    <w:p w:rsidR="00B5154A" w:rsidRDefault="00B5154A" w:rsidP="00B5154A">
      <w:r>
        <w:t>436.7192</w:t>
      </w:r>
      <w:r>
        <w:tab/>
        <w:t>8.101e0</w:t>
      </w:r>
    </w:p>
    <w:p w:rsidR="00B5154A" w:rsidRDefault="00B5154A" w:rsidP="00B5154A">
      <w:r>
        <w:t>436.7925</w:t>
      </w:r>
      <w:r>
        <w:tab/>
        <w:t>8.902e0</w:t>
      </w:r>
    </w:p>
    <w:p w:rsidR="00B5154A" w:rsidRDefault="00B5154A" w:rsidP="00B5154A">
      <w:r>
        <w:t>436.8450</w:t>
      </w:r>
      <w:r>
        <w:tab/>
        <w:t>8.713e0</w:t>
      </w:r>
    </w:p>
    <w:p w:rsidR="00B5154A" w:rsidRDefault="00B5154A" w:rsidP="00B5154A">
      <w:r>
        <w:t>436.9264</w:t>
      </w:r>
      <w:r>
        <w:tab/>
        <w:t>1.204e1</w:t>
      </w:r>
    </w:p>
    <w:p w:rsidR="00B5154A" w:rsidRDefault="00B5154A" w:rsidP="00B5154A">
      <w:r>
        <w:lastRenderedPageBreak/>
        <w:t>436.9850</w:t>
      </w:r>
      <w:r>
        <w:tab/>
        <w:t>9.039e0</w:t>
      </w:r>
    </w:p>
    <w:p w:rsidR="00B5154A" w:rsidRDefault="00B5154A" w:rsidP="00B5154A">
      <w:r>
        <w:t>437.0506</w:t>
      </w:r>
      <w:r>
        <w:tab/>
        <w:t>5.633e0</w:t>
      </w:r>
    </w:p>
    <w:p w:rsidR="00B5154A" w:rsidRDefault="00B5154A" w:rsidP="00B5154A">
      <w:r>
        <w:t>437.1452</w:t>
      </w:r>
      <w:r>
        <w:tab/>
        <w:t>4.932e2</w:t>
      </w:r>
    </w:p>
    <w:p w:rsidR="00B5154A" w:rsidRDefault="00B5154A" w:rsidP="00B5154A">
      <w:r>
        <w:t>437.2475</w:t>
      </w:r>
      <w:r>
        <w:tab/>
        <w:t>1.142e1</w:t>
      </w:r>
    </w:p>
    <w:p w:rsidR="00B5154A" w:rsidRDefault="00B5154A" w:rsidP="00B5154A">
      <w:r>
        <w:t>437.3061</w:t>
      </w:r>
      <w:r>
        <w:tab/>
        <w:t>4.840e0</w:t>
      </w:r>
    </w:p>
    <w:p w:rsidR="00B5154A" w:rsidRDefault="00B5154A" w:rsidP="00B5154A">
      <w:r>
        <w:t>437.4381</w:t>
      </w:r>
      <w:r>
        <w:tab/>
        <w:t>4.568e0</w:t>
      </w:r>
    </w:p>
    <w:p w:rsidR="00B5154A" w:rsidRDefault="00B5154A" w:rsidP="00B5154A">
      <w:r>
        <w:t>437.5251</w:t>
      </w:r>
      <w:r>
        <w:tab/>
        <w:t>5.781e0</w:t>
      </w:r>
    </w:p>
    <w:p w:rsidR="00B5154A" w:rsidRDefault="00B5154A" w:rsidP="00B5154A">
      <w:r>
        <w:t>437.6232</w:t>
      </w:r>
      <w:r>
        <w:tab/>
        <w:t>6.740e0</w:t>
      </w:r>
    </w:p>
    <w:p w:rsidR="00B5154A" w:rsidRDefault="00B5154A" w:rsidP="00B5154A">
      <w:r>
        <w:t>437.7156</w:t>
      </w:r>
      <w:r>
        <w:tab/>
        <w:t>6.101e0</w:t>
      </w:r>
    </w:p>
    <w:p w:rsidR="00B5154A" w:rsidRDefault="00B5154A" w:rsidP="00B5154A">
      <w:r>
        <w:t>437.8040</w:t>
      </w:r>
      <w:r>
        <w:tab/>
        <w:t>7.541e0</w:t>
      </w:r>
    </w:p>
    <w:p w:rsidR="00B5154A" w:rsidRDefault="00B5154A" w:rsidP="00B5154A">
      <w:r>
        <w:t>437.8454</w:t>
      </w:r>
      <w:r>
        <w:tab/>
        <w:t>2.568e0</w:t>
      </w:r>
    </w:p>
    <w:p w:rsidR="00B5154A" w:rsidRDefault="00B5154A" w:rsidP="00B5154A">
      <w:r>
        <w:t>437.9032</w:t>
      </w:r>
      <w:r>
        <w:tab/>
        <w:t>1.814e0</w:t>
      </w:r>
    </w:p>
    <w:p w:rsidR="00B5154A" w:rsidRDefault="00B5154A" w:rsidP="00B5154A">
      <w:r>
        <w:t>437.9417</w:t>
      </w:r>
      <w:r>
        <w:tab/>
        <w:t>4.119e0</w:t>
      </w:r>
    </w:p>
    <w:p w:rsidR="00B5154A" w:rsidRDefault="00B5154A" w:rsidP="00B5154A">
      <w:r>
        <w:t>438.0306</w:t>
      </w:r>
      <w:r>
        <w:tab/>
        <w:t>4.487e0</w:t>
      </w:r>
    </w:p>
    <w:p w:rsidR="00B5154A" w:rsidRDefault="00B5154A" w:rsidP="00B5154A">
      <w:r>
        <w:t>438.1438</w:t>
      </w:r>
      <w:r>
        <w:tab/>
        <w:t>2.144e2</w:t>
      </w:r>
    </w:p>
    <w:p w:rsidR="00B5154A" w:rsidRDefault="00B5154A" w:rsidP="00B5154A">
      <w:r>
        <w:t>438.3707</w:t>
      </w:r>
      <w:r>
        <w:tab/>
        <w:t>1.431e0</w:t>
      </w:r>
    </w:p>
    <w:p w:rsidR="00B5154A" w:rsidRDefault="00B5154A" w:rsidP="00B5154A">
      <w:r>
        <w:t>438.4337</w:t>
      </w:r>
      <w:r>
        <w:tab/>
        <w:t>2.804e0</w:t>
      </w:r>
    </w:p>
    <w:p w:rsidR="00B5154A" w:rsidRDefault="00B5154A" w:rsidP="00B5154A">
      <w:r>
        <w:t>438.4814</w:t>
      </w:r>
      <w:r>
        <w:tab/>
        <w:t>5.083e0</w:t>
      </w:r>
    </w:p>
    <w:p w:rsidR="00B5154A" w:rsidRDefault="00B5154A" w:rsidP="00B5154A">
      <w:r>
        <w:t>438.5789</w:t>
      </w:r>
      <w:r>
        <w:tab/>
        <w:t>2.899e0</w:t>
      </w:r>
    </w:p>
    <w:p w:rsidR="00B5154A" w:rsidRDefault="00B5154A" w:rsidP="00B5154A">
      <w:r>
        <w:lastRenderedPageBreak/>
        <w:t>438.6700</w:t>
      </w:r>
      <w:r>
        <w:tab/>
        <w:t>1.583e0</w:t>
      </w:r>
    </w:p>
    <w:p w:rsidR="00B5154A" w:rsidRDefault="00B5154A" w:rsidP="00B5154A">
      <w:r>
        <w:t>438.7542</w:t>
      </w:r>
      <w:r>
        <w:tab/>
        <w:t>5.143e0</w:t>
      </w:r>
    </w:p>
    <w:p w:rsidR="00B5154A" w:rsidRDefault="00B5154A" w:rsidP="00B5154A">
      <w:r>
        <w:t>438.8385</w:t>
      </w:r>
      <w:r>
        <w:tab/>
        <w:t>5.530e0</w:t>
      </w:r>
    </w:p>
    <w:p w:rsidR="00B5154A" w:rsidRDefault="00B5154A" w:rsidP="00B5154A">
      <w:r>
        <w:t>438.8918</w:t>
      </w:r>
      <w:r>
        <w:tab/>
        <w:t>3.831e0</w:t>
      </w:r>
    </w:p>
    <w:p w:rsidR="00B5154A" w:rsidRDefault="00B5154A" w:rsidP="00B5154A">
      <w:r>
        <w:t>438.9844</w:t>
      </w:r>
      <w:r>
        <w:tab/>
        <w:t>4.582e0</w:t>
      </w:r>
    </w:p>
    <w:p w:rsidR="00B5154A" w:rsidRDefault="00B5154A" w:rsidP="00B5154A">
      <w:r>
        <w:t>439.0214</w:t>
      </w:r>
      <w:r>
        <w:tab/>
        <w:t>6.557e0</w:t>
      </w:r>
    </w:p>
    <w:p w:rsidR="00B5154A" w:rsidRDefault="00B5154A" w:rsidP="00B5154A">
      <w:r>
        <w:t>439.1436</w:t>
      </w:r>
      <w:r>
        <w:tab/>
        <w:t>4.418e1</w:t>
      </w:r>
    </w:p>
    <w:p w:rsidR="00B5154A" w:rsidRDefault="00B5154A" w:rsidP="00B5154A">
      <w:r>
        <w:t>439.2561</w:t>
      </w:r>
      <w:r>
        <w:tab/>
        <w:t>2.754e0</w:t>
      </w:r>
    </w:p>
    <w:p w:rsidR="00B5154A" w:rsidRDefault="00B5154A" w:rsidP="00B5154A">
      <w:r>
        <w:t>439.4131</w:t>
      </w:r>
      <w:r>
        <w:tab/>
        <w:t>3.482e0</w:t>
      </w:r>
    </w:p>
    <w:p w:rsidR="00B5154A" w:rsidRDefault="00B5154A" w:rsidP="00B5154A">
      <w:r>
        <w:t>439.4757</w:t>
      </w:r>
      <w:r>
        <w:tab/>
        <w:t>3.211e0</w:t>
      </w:r>
    </w:p>
    <w:p w:rsidR="00B5154A" w:rsidRDefault="00B5154A" w:rsidP="00B5154A">
      <w:r>
        <w:t>439.5453</w:t>
      </w:r>
      <w:r>
        <w:tab/>
        <w:t>3.038e0</w:t>
      </w:r>
    </w:p>
    <w:p w:rsidR="00B5154A" w:rsidRDefault="00B5154A" w:rsidP="00B5154A">
      <w:r>
        <w:t>439.6490</w:t>
      </w:r>
      <w:r>
        <w:tab/>
        <w:t>2.997e0</w:t>
      </w:r>
    </w:p>
    <w:p w:rsidR="00B5154A" w:rsidRDefault="00B5154A" w:rsidP="00B5154A">
      <w:r>
        <w:t>439.7261</w:t>
      </w:r>
      <w:r>
        <w:tab/>
        <w:t>4.051e0</w:t>
      </w:r>
    </w:p>
    <w:p w:rsidR="00B5154A" w:rsidRDefault="00B5154A" w:rsidP="00B5154A">
      <w:r>
        <w:t>439.7797</w:t>
      </w:r>
      <w:r>
        <w:tab/>
        <w:t>2.025e0</w:t>
      </w:r>
    </w:p>
    <w:p w:rsidR="00B5154A" w:rsidRDefault="00B5154A" w:rsidP="00B5154A">
      <w:r>
        <w:t>439.8968</w:t>
      </w:r>
      <w:r>
        <w:tab/>
        <w:t>3.544e0</w:t>
      </w:r>
    </w:p>
    <w:p w:rsidR="00B5154A" w:rsidRDefault="00B5154A" w:rsidP="00B5154A">
      <w:r>
        <w:t>439.9487</w:t>
      </w:r>
      <w:r>
        <w:tab/>
        <w:t>2.901e0</w:t>
      </w:r>
    </w:p>
    <w:p w:rsidR="00B5154A" w:rsidRDefault="00B5154A" w:rsidP="00B5154A">
      <w:r>
        <w:t>440.0223</w:t>
      </w:r>
      <w:r>
        <w:tab/>
        <w:t>1.325e0</w:t>
      </w:r>
    </w:p>
    <w:p w:rsidR="00B5154A" w:rsidRDefault="00B5154A" w:rsidP="00B5154A">
      <w:r>
        <w:t>440.2141</w:t>
      </w:r>
      <w:r>
        <w:tab/>
        <w:t>5.553e0</w:t>
      </w:r>
    </w:p>
    <w:p w:rsidR="00B5154A" w:rsidRDefault="00B5154A" w:rsidP="00B5154A">
      <w:r>
        <w:t>440.3039</w:t>
      </w:r>
      <w:r>
        <w:tab/>
        <w:t>9.442e0</w:t>
      </w:r>
    </w:p>
    <w:p w:rsidR="00B5154A" w:rsidRDefault="00B5154A" w:rsidP="00B5154A">
      <w:r>
        <w:lastRenderedPageBreak/>
        <w:t>440.3930</w:t>
      </w:r>
      <w:r>
        <w:tab/>
        <w:t>3.910e0</w:t>
      </w:r>
    </w:p>
    <w:p w:rsidR="00B5154A" w:rsidRDefault="00B5154A" w:rsidP="00B5154A">
      <w:r>
        <w:t>440.4751</w:t>
      </w:r>
      <w:r>
        <w:tab/>
        <w:t>4.989e0</w:t>
      </w:r>
    </w:p>
    <w:p w:rsidR="00B5154A" w:rsidRDefault="00B5154A" w:rsidP="00B5154A">
      <w:r>
        <w:t>440.5819</w:t>
      </w:r>
      <w:r>
        <w:tab/>
        <w:t>2.286e0</w:t>
      </w:r>
    </w:p>
    <w:p w:rsidR="00B5154A" w:rsidRDefault="00B5154A" w:rsidP="00B5154A">
      <w:r>
        <w:t>440.6495</w:t>
      </w:r>
      <w:r>
        <w:tab/>
        <w:t>4.840e0</w:t>
      </w:r>
    </w:p>
    <w:p w:rsidR="00B5154A" w:rsidRDefault="00B5154A" w:rsidP="00B5154A">
      <w:r>
        <w:t>440.7112</w:t>
      </w:r>
      <w:r>
        <w:tab/>
        <w:t>1.013e0</w:t>
      </w:r>
    </w:p>
    <w:p w:rsidR="00B5154A" w:rsidRDefault="00B5154A" w:rsidP="00B5154A">
      <w:r>
        <w:t>440.7751</w:t>
      </w:r>
      <w:r>
        <w:tab/>
        <w:t>1.013e0</w:t>
      </w:r>
    </w:p>
    <w:p w:rsidR="00B5154A" w:rsidRDefault="00B5154A" w:rsidP="00B5154A">
      <w:r>
        <w:t>440.8660</w:t>
      </w:r>
      <w:r>
        <w:tab/>
        <w:t>8.292e0</w:t>
      </w:r>
    </w:p>
    <w:p w:rsidR="00B5154A" w:rsidRDefault="00B5154A" w:rsidP="00B5154A">
      <w:r>
        <w:t>440.9900</w:t>
      </w:r>
      <w:r>
        <w:tab/>
        <w:t>2.039e0</w:t>
      </w:r>
    </w:p>
    <w:p w:rsidR="00B5154A" w:rsidRDefault="00B5154A" w:rsidP="00B5154A">
      <w:r>
        <w:t>441.0771</w:t>
      </w:r>
      <w:r>
        <w:tab/>
        <w:t>1.584e0</w:t>
      </w:r>
    </w:p>
    <w:p w:rsidR="00B5154A" w:rsidRDefault="00B5154A" w:rsidP="00B5154A">
      <w:r>
        <w:t>441.1489</w:t>
      </w:r>
      <w:r>
        <w:tab/>
        <w:t>7.186e0</w:t>
      </w:r>
    </w:p>
    <w:p w:rsidR="00B5154A" w:rsidRDefault="00B5154A" w:rsidP="00B5154A">
      <w:r>
        <w:t>441.2946</w:t>
      </w:r>
      <w:r>
        <w:tab/>
        <w:t>7.328e0</w:t>
      </w:r>
    </w:p>
    <w:p w:rsidR="00B5154A" w:rsidRDefault="00B5154A" w:rsidP="00B5154A">
      <w:r>
        <w:t>441.4334</w:t>
      </w:r>
      <w:r>
        <w:tab/>
        <w:t>1.285e0</w:t>
      </w:r>
    </w:p>
    <w:p w:rsidR="00B5154A" w:rsidRDefault="00B5154A" w:rsidP="00B5154A">
      <w:r>
        <w:t>441.4755</w:t>
      </w:r>
      <w:r>
        <w:tab/>
        <w:t>1.181e0</w:t>
      </w:r>
    </w:p>
    <w:p w:rsidR="00B5154A" w:rsidRDefault="00B5154A" w:rsidP="00B5154A">
      <w:r>
        <w:t>441.5966</w:t>
      </w:r>
      <w:r>
        <w:tab/>
        <w:t>2.683e0</w:t>
      </w:r>
    </w:p>
    <w:p w:rsidR="00B5154A" w:rsidRDefault="00B5154A" w:rsidP="00B5154A">
      <w:r>
        <w:t>441.6711</w:t>
      </w:r>
      <w:r>
        <w:tab/>
        <w:t>1.715e0</w:t>
      </w:r>
    </w:p>
    <w:p w:rsidR="00B5154A" w:rsidRDefault="00B5154A" w:rsidP="00B5154A">
      <w:r>
        <w:t>441.7661</w:t>
      </w:r>
      <w:r>
        <w:tab/>
        <w:t>5.063e0</w:t>
      </w:r>
    </w:p>
    <w:p w:rsidR="00B5154A" w:rsidRDefault="00B5154A" w:rsidP="00B5154A">
      <w:r>
        <w:t>441.8806</w:t>
      </w:r>
      <w:r>
        <w:tab/>
        <w:t>3.925e0</w:t>
      </w:r>
    </w:p>
    <w:p w:rsidR="00B5154A" w:rsidRDefault="00B5154A" w:rsidP="00B5154A">
      <w:r>
        <w:t>442.0200</w:t>
      </w:r>
      <w:r>
        <w:tab/>
        <w:t>3.484e0</w:t>
      </w:r>
    </w:p>
    <w:p w:rsidR="00B5154A" w:rsidRDefault="00B5154A" w:rsidP="00B5154A">
      <w:r>
        <w:t>442.2854</w:t>
      </w:r>
      <w:r>
        <w:tab/>
        <w:t>4.231e0</w:t>
      </w:r>
    </w:p>
    <w:p w:rsidR="00B5154A" w:rsidRDefault="00B5154A" w:rsidP="00B5154A">
      <w:r>
        <w:lastRenderedPageBreak/>
        <w:t>442.5319</w:t>
      </w:r>
      <w:r>
        <w:tab/>
        <w:t>4.766e0</w:t>
      </w:r>
    </w:p>
    <w:p w:rsidR="00B5154A" w:rsidRDefault="00B5154A" w:rsidP="00B5154A">
      <w:r>
        <w:t>442.6473</w:t>
      </w:r>
      <w:r>
        <w:tab/>
        <w:t>3.038e0</w:t>
      </w:r>
    </w:p>
    <w:p w:rsidR="00B5154A" w:rsidRDefault="00B5154A" w:rsidP="00B5154A">
      <w:r>
        <w:t>442.7538</w:t>
      </w:r>
      <w:r>
        <w:tab/>
        <w:t>3.038e0</w:t>
      </w:r>
    </w:p>
    <w:p w:rsidR="00B5154A" w:rsidRDefault="00B5154A" w:rsidP="00B5154A">
      <w:r>
        <w:t>442.8351</w:t>
      </w:r>
      <w:r>
        <w:tab/>
        <w:t>1.293e0</w:t>
      </w:r>
    </w:p>
    <w:p w:rsidR="00B5154A" w:rsidRDefault="00B5154A" w:rsidP="00B5154A">
      <w:r>
        <w:t>442.8780</w:t>
      </w:r>
      <w:r>
        <w:tab/>
        <w:t>1.134e0</w:t>
      </w:r>
    </w:p>
    <w:p w:rsidR="00B5154A" w:rsidRDefault="00B5154A" w:rsidP="00B5154A">
      <w:r>
        <w:t>443.0020</w:t>
      </w:r>
      <w:r>
        <w:tab/>
        <w:t>1.267e0</w:t>
      </w:r>
    </w:p>
    <w:p w:rsidR="00B5154A" w:rsidRDefault="00B5154A" w:rsidP="00B5154A">
      <w:r>
        <w:t>443.0597</w:t>
      </w:r>
      <w:r>
        <w:tab/>
        <w:t>2.705e0</w:t>
      </w:r>
    </w:p>
    <w:p w:rsidR="00B5154A" w:rsidRDefault="00B5154A" w:rsidP="00B5154A">
      <w:r>
        <w:t>443.3184</w:t>
      </w:r>
      <w:r>
        <w:tab/>
        <w:t>1.609e1</w:t>
      </w:r>
    </w:p>
    <w:p w:rsidR="00B5154A" w:rsidRDefault="00B5154A" w:rsidP="00B5154A">
      <w:r>
        <w:t>443.3552</w:t>
      </w:r>
      <w:r>
        <w:tab/>
        <w:t>5.576e0</w:t>
      </w:r>
    </w:p>
    <w:p w:rsidR="00B5154A" w:rsidRDefault="00B5154A" w:rsidP="00B5154A">
      <w:r>
        <w:t>443.4197</w:t>
      </w:r>
      <w:r>
        <w:tab/>
        <w:t>1.277e0</w:t>
      </w:r>
    </w:p>
    <w:p w:rsidR="00B5154A" w:rsidRDefault="00B5154A" w:rsidP="00B5154A">
      <w:r>
        <w:t>443.5220</w:t>
      </w:r>
      <w:r>
        <w:tab/>
        <w:t>6.493e0</w:t>
      </w:r>
    </w:p>
    <w:p w:rsidR="00B5154A" w:rsidRDefault="00B5154A" w:rsidP="00B5154A">
      <w:r>
        <w:t>443.6237</w:t>
      </w:r>
      <w:r>
        <w:tab/>
        <w:t>4.628e0</w:t>
      </w:r>
    </w:p>
    <w:p w:rsidR="00B5154A" w:rsidRDefault="00B5154A" w:rsidP="00B5154A">
      <w:r>
        <w:t>443.7217</w:t>
      </w:r>
      <w:r>
        <w:tab/>
        <w:t>3.038e0</w:t>
      </w:r>
    </w:p>
    <w:p w:rsidR="00B5154A" w:rsidRDefault="00B5154A" w:rsidP="00B5154A">
      <w:r>
        <w:t>443.8365</w:t>
      </w:r>
      <w:r>
        <w:tab/>
        <w:t>6.954e0</w:t>
      </w:r>
    </w:p>
    <w:p w:rsidR="00B5154A" w:rsidRDefault="00B5154A" w:rsidP="00B5154A">
      <w:r>
        <w:t>443.9221</w:t>
      </w:r>
      <w:r>
        <w:tab/>
        <w:t>4.547e0</w:t>
      </w:r>
    </w:p>
    <w:p w:rsidR="00B5154A" w:rsidRDefault="00B5154A" w:rsidP="00B5154A">
      <w:r>
        <w:t>444.0325</w:t>
      </w:r>
      <w:r>
        <w:tab/>
        <w:t>5.493e0</w:t>
      </w:r>
    </w:p>
    <w:p w:rsidR="00B5154A" w:rsidRDefault="00B5154A" w:rsidP="00B5154A">
      <w:r>
        <w:t>444.3975</w:t>
      </w:r>
      <w:r>
        <w:tab/>
        <w:t>1.888e1</w:t>
      </w:r>
    </w:p>
    <w:p w:rsidR="00B5154A" w:rsidRDefault="00B5154A" w:rsidP="00B5154A">
      <w:r>
        <w:t>444.5752</w:t>
      </w:r>
      <w:r>
        <w:tab/>
        <w:t>1.013e0</w:t>
      </w:r>
    </w:p>
    <w:p w:rsidR="00B5154A" w:rsidRDefault="00B5154A" w:rsidP="00B5154A">
      <w:r>
        <w:t>444.6281</w:t>
      </w:r>
      <w:r>
        <w:tab/>
        <w:t>1.405e0</w:t>
      </w:r>
    </w:p>
    <w:p w:rsidR="00B5154A" w:rsidRDefault="00B5154A" w:rsidP="00B5154A">
      <w:r>
        <w:lastRenderedPageBreak/>
        <w:t>444.7046</w:t>
      </w:r>
      <w:r>
        <w:tab/>
        <w:t>2.025e0</w:t>
      </w:r>
    </w:p>
    <w:p w:rsidR="00B5154A" w:rsidRDefault="00B5154A" w:rsidP="00B5154A">
      <w:r>
        <w:t>444.7731</w:t>
      </w:r>
      <w:r>
        <w:tab/>
        <w:t>2.025e0</w:t>
      </w:r>
    </w:p>
    <w:p w:rsidR="00B5154A" w:rsidRDefault="00B5154A" w:rsidP="00B5154A">
      <w:r>
        <w:t>444.8687</w:t>
      </w:r>
      <w:r>
        <w:tab/>
        <w:t>1.515e0</w:t>
      </w:r>
    </w:p>
    <w:p w:rsidR="00B5154A" w:rsidRDefault="00B5154A" w:rsidP="00B5154A">
      <w:r>
        <w:t>444.9279</w:t>
      </w:r>
      <w:r>
        <w:tab/>
        <w:t>4.317e0</w:t>
      </w:r>
    </w:p>
    <w:p w:rsidR="00B5154A" w:rsidRDefault="00B5154A" w:rsidP="00B5154A">
      <w:r>
        <w:t>445.1036</w:t>
      </w:r>
      <w:r>
        <w:tab/>
        <w:t>1.837e0</w:t>
      </w:r>
    </w:p>
    <w:p w:rsidR="00B5154A" w:rsidRDefault="00B5154A" w:rsidP="00B5154A">
      <w:r>
        <w:t>445.3032</w:t>
      </w:r>
      <w:r>
        <w:tab/>
        <w:t>7.316e0</w:t>
      </w:r>
    </w:p>
    <w:p w:rsidR="00B5154A" w:rsidRDefault="00B5154A" w:rsidP="00B5154A">
      <w:r>
        <w:t>445.3694</w:t>
      </w:r>
      <w:r>
        <w:tab/>
        <w:t>6.453e0</w:t>
      </w:r>
    </w:p>
    <w:p w:rsidR="00B5154A" w:rsidRDefault="00B5154A" w:rsidP="00B5154A">
      <w:r>
        <w:t>445.4407</w:t>
      </w:r>
      <w:r>
        <w:tab/>
        <w:t>5.429e0</w:t>
      </w:r>
    </w:p>
    <w:p w:rsidR="00B5154A" w:rsidRDefault="00B5154A" w:rsidP="00B5154A">
      <w:r>
        <w:t>445.5397</w:t>
      </w:r>
      <w:r>
        <w:tab/>
        <w:t>1.877e0</w:t>
      </w:r>
    </w:p>
    <w:p w:rsidR="00B5154A" w:rsidRDefault="00B5154A" w:rsidP="00B5154A">
      <w:r>
        <w:t>445.7087</w:t>
      </w:r>
      <w:r>
        <w:tab/>
        <w:t>4.051e0</w:t>
      </w:r>
    </w:p>
    <w:p w:rsidR="00B5154A" w:rsidRDefault="00B5154A" w:rsidP="00B5154A">
      <w:r>
        <w:t>445.8056</w:t>
      </w:r>
      <w:r>
        <w:tab/>
        <w:t>4.051e0</w:t>
      </w:r>
    </w:p>
    <w:p w:rsidR="00B5154A" w:rsidRDefault="00B5154A" w:rsidP="00B5154A">
      <w:r>
        <w:t>445.8555</w:t>
      </w:r>
      <w:r>
        <w:tab/>
        <w:t>1.502e0</w:t>
      </w:r>
    </w:p>
    <w:p w:rsidR="00B5154A" w:rsidRDefault="00B5154A" w:rsidP="00B5154A">
      <w:r>
        <w:t>445.9363</w:t>
      </w:r>
      <w:r>
        <w:tab/>
        <w:t>1.604e0</w:t>
      </w:r>
    </w:p>
    <w:p w:rsidR="00B5154A" w:rsidRDefault="00B5154A" w:rsidP="00B5154A">
      <w:r>
        <w:t>446.0648</w:t>
      </w:r>
      <w:r>
        <w:tab/>
        <w:t>3.472e0</w:t>
      </w:r>
    </w:p>
    <w:p w:rsidR="00B5154A" w:rsidRDefault="00B5154A" w:rsidP="00B5154A">
      <w:r>
        <w:t>446.2147</w:t>
      </w:r>
      <w:r>
        <w:tab/>
        <w:t>1.160e1</w:t>
      </w:r>
    </w:p>
    <w:p w:rsidR="00B5154A" w:rsidRDefault="00B5154A" w:rsidP="00B5154A">
      <w:r>
        <w:t>446.3092</w:t>
      </w:r>
      <w:r>
        <w:tab/>
        <w:t>2.178e0</w:t>
      </w:r>
    </w:p>
    <w:p w:rsidR="00B5154A" w:rsidRDefault="00B5154A" w:rsidP="00B5154A">
      <w:r>
        <w:t>446.3897</w:t>
      </w:r>
      <w:r>
        <w:tab/>
        <w:t>4.944e0</w:t>
      </w:r>
    </w:p>
    <w:p w:rsidR="00B5154A" w:rsidRDefault="00B5154A" w:rsidP="00B5154A">
      <w:r>
        <w:t>446.4313</w:t>
      </w:r>
      <w:r>
        <w:tab/>
        <w:t>3.441e0</w:t>
      </w:r>
    </w:p>
    <w:p w:rsidR="00B5154A" w:rsidRDefault="00B5154A" w:rsidP="00B5154A">
      <w:r>
        <w:t>446.5733</w:t>
      </w:r>
      <w:r>
        <w:tab/>
        <w:t>1.013e0</w:t>
      </w:r>
    </w:p>
    <w:p w:rsidR="00B5154A" w:rsidRDefault="00B5154A" w:rsidP="00B5154A">
      <w:r>
        <w:lastRenderedPageBreak/>
        <w:t>446.7314</w:t>
      </w:r>
      <w:r>
        <w:tab/>
        <w:t>2.025e0</w:t>
      </w:r>
    </w:p>
    <w:p w:rsidR="00B5154A" w:rsidRDefault="00B5154A" w:rsidP="00B5154A">
      <w:r>
        <w:t>446.8045</w:t>
      </w:r>
      <w:r>
        <w:tab/>
        <w:t>2.025e0</w:t>
      </w:r>
    </w:p>
    <w:p w:rsidR="00B5154A" w:rsidRDefault="00B5154A" w:rsidP="00B5154A">
      <w:r>
        <w:t>446.8729</w:t>
      </w:r>
      <w:r>
        <w:tab/>
        <w:t>3.178e0</w:t>
      </w:r>
    </w:p>
    <w:p w:rsidR="00B5154A" w:rsidRDefault="00B5154A" w:rsidP="00B5154A">
      <w:r>
        <w:t>446.9928</w:t>
      </w:r>
      <w:r>
        <w:tab/>
        <w:t>3.066e0</w:t>
      </w:r>
    </w:p>
    <w:p w:rsidR="00B5154A" w:rsidRDefault="00B5154A" w:rsidP="00B5154A">
      <w:r>
        <w:t>447.2356</w:t>
      </w:r>
      <w:r>
        <w:tab/>
        <w:t>9.018e0</w:t>
      </w:r>
    </w:p>
    <w:p w:rsidR="00B5154A" w:rsidRDefault="00B5154A" w:rsidP="00B5154A">
      <w:r>
        <w:t>447.3015</w:t>
      </w:r>
      <w:r>
        <w:tab/>
        <w:t>3.545e0</w:t>
      </w:r>
    </w:p>
    <w:p w:rsidR="00B5154A" w:rsidRDefault="00B5154A" w:rsidP="00B5154A">
      <w:r>
        <w:t>447.4527</w:t>
      </w:r>
      <w:r>
        <w:tab/>
        <w:t>1.034e0</w:t>
      </w:r>
    </w:p>
    <w:p w:rsidR="00B5154A" w:rsidRDefault="00B5154A" w:rsidP="00B5154A">
      <w:r>
        <w:t>447.5302</w:t>
      </w:r>
      <w:r>
        <w:tab/>
        <w:t>1.013e0</w:t>
      </w:r>
    </w:p>
    <w:p w:rsidR="00B5154A" w:rsidRDefault="00B5154A" w:rsidP="00B5154A">
      <w:r>
        <w:t>447.5907</w:t>
      </w:r>
      <w:r>
        <w:tab/>
        <w:t>4.051e0</w:t>
      </w:r>
    </w:p>
    <w:p w:rsidR="00B5154A" w:rsidRDefault="00B5154A" w:rsidP="00B5154A">
      <w:r>
        <w:t>447.6643</w:t>
      </w:r>
      <w:r>
        <w:tab/>
        <w:t>1.988e0</w:t>
      </w:r>
    </w:p>
    <w:p w:rsidR="00B5154A" w:rsidRDefault="00B5154A" w:rsidP="00B5154A">
      <w:r>
        <w:t>447.7897</w:t>
      </w:r>
      <w:r>
        <w:tab/>
        <w:t>1.013e0</w:t>
      </w:r>
    </w:p>
    <w:p w:rsidR="00B5154A" w:rsidRDefault="00B5154A" w:rsidP="00B5154A">
      <w:r>
        <w:t>447.8643</w:t>
      </w:r>
      <w:r>
        <w:tab/>
        <w:t>1.502e0</w:t>
      </w:r>
    </w:p>
    <w:p w:rsidR="00B5154A" w:rsidRDefault="00B5154A" w:rsidP="00B5154A">
      <w:r>
        <w:t>448.0045</w:t>
      </w:r>
      <w:r>
        <w:tab/>
        <w:t>1.348e0</w:t>
      </w:r>
    </w:p>
    <w:p w:rsidR="00B5154A" w:rsidRDefault="00B5154A" w:rsidP="00B5154A">
      <w:r>
        <w:t>448.1967</w:t>
      </w:r>
      <w:r>
        <w:tab/>
        <w:t>2.017e1</w:t>
      </w:r>
    </w:p>
    <w:p w:rsidR="00B5154A" w:rsidRDefault="00B5154A" w:rsidP="00B5154A">
      <w:r>
        <w:t>448.5243</w:t>
      </w:r>
      <w:r>
        <w:tab/>
        <w:t>5.063e0</w:t>
      </w:r>
    </w:p>
    <w:p w:rsidR="00B5154A" w:rsidRDefault="00B5154A" w:rsidP="00B5154A">
      <w:r>
        <w:t>448.6539</w:t>
      </w:r>
      <w:r>
        <w:tab/>
        <w:t>1.979e0</w:t>
      </w:r>
    </w:p>
    <w:p w:rsidR="00B5154A" w:rsidRDefault="00B5154A" w:rsidP="00B5154A">
      <w:r>
        <w:t>448.7395</w:t>
      </w:r>
      <w:r>
        <w:tab/>
        <w:t>4.325e0</w:t>
      </w:r>
    </w:p>
    <w:p w:rsidR="00B5154A" w:rsidRDefault="00B5154A" w:rsidP="00B5154A">
      <w:r>
        <w:t>448.8452</w:t>
      </w:r>
      <w:r>
        <w:tab/>
        <w:t>2.713e0</w:t>
      </w:r>
    </w:p>
    <w:p w:rsidR="00B5154A" w:rsidRDefault="00B5154A" w:rsidP="00B5154A">
      <w:r>
        <w:t>448.9685</w:t>
      </w:r>
      <w:r>
        <w:tab/>
        <w:t>3.195e0</w:t>
      </w:r>
    </w:p>
    <w:p w:rsidR="00B5154A" w:rsidRDefault="00B5154A" w:rsidP="00B5154A">
      <w:r>
        <w:lastRenderedPageBreak/>
        <w:t>449.0362</w:t>
      </w:r>
      <w:r>
        <w:tab/>
        <w:t>1.740e0</w:t>
      </w:r>
    </w:p>
    <w:p w:rsidR="00B5154A" w:rsidRDefault="00B5154A" w:rsidP="00B5154A">
      <w:r>
        <w:t>449.3575</w:t>
      </w:r>
      <w:r>
        <w:tab/>
        <w:t>7.920e0</w:t>
      </w:r>
    </w:p>
    <w:p w:rsidR="00B5154A" w:rsidRDefault="00B5154A" w:rsidP="00B5154A">
      <w:r>
        <w:t>449.4491</w:t>
      </w:r>
      <w:r>
        <w:tab/>
        <w:t>7.337e0</w:t>
      </w:r>
    </w:p>
    <w:p w:rsidR="00B5154A" w:rsidRDefault="00B5154A" w:rsidP="00B5154A">
      <w:r>
        <w:t>449.5439</w:t>
      </w:r>
      <w:r>
        <w:tab/>
        <w:t>4.051e0</w:t>
      </w:r>
    </w:p>
    <w:p w:rsidR="00B5154A" w:rsidRDefault="00B5154A" w:rsidP="00B5154A">
      <w:r>
        <w:t>449.6024</w:t>
      </w:r>
      <w:r>
        <w:tab/>
        <w:t>2.016e0</w:t>
      </w:r>
    </w:p>
    <w:p w:rsidR="00B5154A" w:rsidRDefault="00B5154A" w:rsidP="00B5154A">
      <w:r>
        <w:t>449.7031</w:t>
      </w:r>
      <w:r>
        <w:tab/>
        <w:t>8.083e0</w:t>
      </w:r>
    </w:p>
    <w:p w:rsidR="00B5154A" w:rsidRDefault="00B5154A" w:rsidP="00B5154A">
      <w:r>
        <w:t>449.8263</w:t>
      </w:r>
      <w:r>
        <w:tab/>
        <w:t>5.063e0</w:t>
      </w:r>
    </w:p>
    <w:p w:rsidR="00B5154A" w:rsidRDefault="00B5154A" w:rsidP="00B5154A">
      <w:r>
        <w:t>449.9185</w:t>
      </w:r>
      <w:r>
        <w:tab/>
        <w:t>8.479e0</w:t>
      </w:r>
    </w:p>
    <w:p w:rsidR="00B5154A" w:rsidRDefault="00B5154A" w:rsidP="00B5154A">
      <w:r>
        <w:t>450.0013</w:t>
      </w:r>
      <w:r>
        <w:tab/>
        <w:t>1.726e0</w:t>
      </w:r>
    </w:p>
    <w:p w:rsidR="00B5154A" w:rsidRDefault="00B5154A" w:rsidP="00B5154A">
      <w:r>
        <w:t>450.1649</w:t>
      </w:r>
      <w:r>
        <w:tab/>
        <w:t>1.960e0</w:t>
      </w:r>
    </w:p>
    <w:p w:rsidR="00B5154A" w:rsidRDefault="00B5154A" w:rsidP="00B5154A">
      <w:r>
        <w:t>450.3637</w:t>
      </w:r>
      <w:r>
        <w:tab/>
        <w:t>6.590e0</w:t>
      </w:r>
    </w:p>
    <w:p w:rsidR="00B5154A" w:rsidRDefault="00B5154A" w:rsidP="00B5154A">
      <w:r>
        <w:t>450.4664</w:t>
      </w:r>
      <w:r>
        <w:tab/>
        <w:t>3.059e0</w:t>
      </w:r>
    </w:p>
    <w:p w:rsidR="00B5154A" w:rsidRDefault="00B5154A" w:rsidP="00B5154A">
      <w:r>
        <w:t>450.5482</w:t>
      </w:r>
      <w:r>
        <w:tab/>
        <w:t>3.038e0</w:t>
      </w:r>
    </w:p>
    <w:p w:rsidR="00B5154A" w:rsidRDefault="00B5154A" w:rsidP="00B5154A">
      <w:r>
        <w:t>450.6468</w:t>
      </w:r>
      <w:r>
        <w:tab/>
        <w:t>2.983e0</w:t>
      </w:r>
    </w:p>
    <w:p w:rsidR="00B5154A" w:rsidRDefault="00B5154A" w:rsidP="00B5154A">
      <w:r>
        <w:t>450.7516</w:t>
      </w:r>
      <w:r>
        <w:tab/>
        <w:t>2.025e0</w:t>
      </w:r>
    </w:p>
    <w:p w:rsidR="00B5154A" w:rsidRDefault="00B5154A" w:rsidP="00B5154A">
      <w:r>
        <w:t>450.8169</w:t>
      </w:r>
      <w:r>
        <w:tab/>
        <w:t>1.013e0</w:t>
      </w:r>
    </w:p>
    <w:p w:rsidR="00B5154A" w:rsidRDefault="00B5154A" w:rsidP="00B5154A">
      <w:r>
        <w:t>450.8611</w:t>
      </w:r>
      <w:r>
        <w:tab/>
        <w:t>1.227e0</w:t>
      </w:r>
    </w:p>
    <w:p w:rsidR="00B5154A" w:rsidRDefault="00B5154A" w:rsidP="00B5154A">
      <w:r>
        <w:t>450.9285</w:t>
      </w:r>
      <w:r>
        <w:tab/>
        <w:t>6.508e0</w:t>
      </w:r>
    </w:p>
    <w:p w:rsidR="00B5154A" w:rsidRDefault="00B5154A" w:rsidP="00B5154A">
      <w:r>
        <w:t>450.9766</w:t>
      </w:r>
      <w:r>
        <w:tab/>
        <w:t>5.220e0</w:t>
      </w:r>
    </w:p>
    <w:p w:rsidR="00B5154A" w:rsidRDefault="00B5154A" w:rsidP="00B5154A">
      <w:r>
        <w:lastRenderedPageBreak/>
        <w:t>451.0217</w:t>
      </w:r>
      <w:r>
        <w:tab/>
        <w:t>4.566e0</w:t>
      </w:r>
    </w:p>
    <w:p w:rsidR="00B5154A" w:rsidRDefault="00B5154A" w:rsidP="00B5154A">
      <w:r>
        <w:t>451.1539</w:t>
      </w:r>
      <w:r>
        <w:tab/>
        <w:t>6.415e0</w:t>
      </w:r>
    </w:p>
    <w:p w:rsidR="00B5154A" w:rsidRDefault="00B5154A" w:rsidP="00B5154A">
      <w:r>
        <w:t>451.4338</w:t>
      </w:r>
      <w:r>
        <w:tab/>
        <w:t>2.628e0</w:t>
      </w:r>
    </w:p>
    <w:p w:rsidR="00B5154A" w:rsidRDefault="00B5154A" w:rsidP="00B5154A">
      <w:r>
        <w:t>451.4777</w:t>
      </w:r>
      <w:r>
        <w:tab/>
        <w:t>2.866e0</w:t>
      </w:r>
    </w:p>
    <w:p w:rsidR="00B5154A" w:rsidRDefault="00B5154A" w:rsidP="00B5154A">
      <w:r>
        <w:t>451.5454</w:t>
      </w:r>
      <w:r>
        <w:tab/>
        <w:t>2.006e0</w:t>
      </w:r>
    </w:p>
    <w:p w:rsidR="00B5154A" w:rsidRDefault="00B5154A" w:rsidP="00B5154A">
      <w:r>
        <w:t>451.6146</w:t>
      </w:r>
      <w:r>
        <w:tab/>
        <w:t>2.007e0</w:t>
      </w:r>
    </w:p>
    <w:p w:rsidR="00B5154A" w:rsidRDefault="00B5154A" w:rsidP="00B5154A">
      <w:r>
        <w:t>451.7300</w:t>
      </w:r>
      <w:r>
        <w:tab/>
        <w:t>1.013e0</w:t>
      </w:r>
    </w:p>
    <w:p w:rsidR="00B5154A" w:rsidRDefault="00B5154A" w:rsidP="00B5154A">
      <w:r>
        <w:t>451.8457</w:t>
      </w:r>
      <w:r>
        <w:tab/>
        <w:t>3.038e0</w:t>
      </w:r>
    </w:p>
    <w:p w:rsidR="00B5154A" w:rsidRDefault="00B5154A" w:rsidP="00B5154A">
      <w:r>
        <w:t>451.9863</w:t>
      </w:r>
      <w:r>
        <w:tab/>
        <w:t>2.472e0</w:t>
      </w:r>
    </w:p>
    <w:p w:rsidR="00B5154A" w:rsidRDefault="00B5154A" w:rsidP="00B5154A">
      <w:r>
        <w:t>452.0542</w:t>
      </w:r>
      <w:r>
        <w:tab/>
        <w:t>1.775e0</w:t>
      </w:r>
    </w:p>
    <w:p w:rsidR="00B5154A" w:rsidRDefault="00B5154A" w:rsidP="00B5154A">
      <w:r>
        <w:t>452.1251</w:t>
      </w:r>
      <w:r>
        <w:tab/>
        <w:t>5.454e0</w:t>
      </w:r>
    </w:p>
    <w:p w:rsidR="00B5154A" w:rsidRDefault="00B5154A" w:rsidP="00B5154A">
      <w:r>
        <w:t>452.1896</w:t>
      </w:r>
      <w:r>
        <w:tab/>
        <w:t>1.422e0</w:t>
      </w:r>
    </w:p>
    <w:p w:rsidR="00B5154A" w:rsidRDefault="00B5154A" w:rsidP="00B5154A">
      <w:r>
        <w:t>452.4131</w:t>
      </w:r>
      <w:r>
        <w:tab/>
        <w:t>3.531e0</w:t>
      </w:r>
    </w:p>
    <w:p w:rsidR="00B5154A" w:rsidRDefault="00B5154A" w:rsidP="00B5154A">
      <w:r>
        <w:t>452.5258</w:t>
      </w:r>
      <w:r>
        <w:tab/>
        <w:t>3.112e0</w:t>
      </w:r>
    </w:p>
    <w:p w:rsidR="00B5154A" w:rsidRDefault="00B5154A" w:rsidP="00B5154A">
      <w:r>
        <w:t>452.6383</w:t>
      </w:r>
      <w:r>
        <w:tab/>
        <w:t>5.063e0</w:t>
      </w:r>
    </w:p>
    <w:p w:rsidR="00B5154A" w:rsidRDefault="00B5154A" w:rsidP="00B5154A">
      <w:r>
        <w:t>452.6979</w:t>
      </w:r>
      <w:r>
        <w:tab/>
        <w:t>2.025e0</w:t>
      </w:r>
    </w:p>
    <w:p w:rsidR="00B5154A" w:rsidRDefault="00B5154A" w:rsidP="00B5154A">
      <w:r>
        <w:t>452.7693</w:t>
      </w:r>
      <w:r>
        <w:tab/>
        <w:t>1.013e0</w:t>
      </w:r>
    </w:p>
    <w:p w:rsidR="00B5154A" w:rsidRDefault="00B5154A" w:rsidP="00B5154A">
      <w:r>
        <w:t>452.8250</w:t>
      </w:r>
      <w:r>
        <w:tab/>
        <w:t>1.013e0</w:t>
      </w:r>
    </w:p>
    <w:p w:rsidR="00B5154A" w:rsidRDefault="00B5154A" w:rsidP="00B5154A">
      <w:r>
        <w:t>452.8639</w:t>
      </w:r>
      <w:r>
        <w:tab/>
        <w:t>1.375e0</w:t>
      </w:r>
    </w:p>
    <w:p w:rsidR="00B5154A" w:rsidRDefault="00B5154A" w:rsidP="00B5154A">
      <w:r>
        <w:lastRenderedPageBreak/>
        <w:t>452.9480</w:t>
      </w:r>
      <w:r>
        <w:tab/>
        <w:t>4.146e0</w:t>
      </w:r>
    </w:p>
    <w:p w:rsidR="00B5154A" w:rsidRDefault="00B5154A" w:rsidP="00B5154A">
      <w:r>
        <w:t>452.9933</w:t>
      </w:r>
      <w:r>
        <w:tab/>
        <w:t>3.485e0</w:t>
      </w:r>
    </w:p>
    <w:p w:rsidR="00B5154A" w:rsidRDefault="00B5154A" w:rsidP="00B5154A">
      <w:r>
        <w:t>453.0789</w:t>
      </w:r>
      <w:r>
        <w:tab/>
        <w:t>4.145e1</w:t>
      </w:r>
    </w:p>
    <w:p w:rsidR="00B5154A" w:rsidRDefault="00B5154A" w:rsidP="00B5154A">
      <w:r>
        <w:t>453.3154</w:t>
      </w:r>
      <w:r>
        <w:tab/>
        <w:t>3.412e0</w:t>
      </w:r>
    </w:p>
    <w:p w:rsidR="00B5154A" w:rsidRDefault="00B5154A" w:rsidP="00B5154A">
      <w:r>
        <w:t>453.3661</w:t>
      </w:r>
      <w:r>
        <w:tab/>
        <w:t>5.519e0</w:t>
      </w:r>
    </w:p>
    <w:p w:rsidR="00B5154A" w:rsidRDefault="00B5154A" w:rsidP="00B5154A">
      <w:r>
        <w:t>453.4378</w:t>
      </w:r>
      <w:r>
        <w:tab/>
        <w:t>1.975e0</w:t>
      </w:r>
    </w:p>
    <w:p w:rsidR="00B5154A" w:rsidRDefault="00B5154A" w:rsidP="00B5154A">
      <w:r>
        <w:t>453.4935</w:t>
      </w:r>
      <w:r>
        <w:tab/>
        <w:t>1.013e0</w:t>
      </w:r>
    </w:p>
    <w:p w:rsidR="00B5154A" w:rsidRDefault="00B5154A" w:rsidP="00B5154A">
      <w:r>
        <w:t>453.6554</w:t>
      </w:r>
      <w:r>
        <w:tab/>
        <w:t>5.326e0</w:t>
      </w:r>
    </w:p>
    <w:p w:rsidR="00B5154A" w:rsidRDefault="00B5154A" w:rsidP="00B5154A">
      <w:r>
        <w:t>453.8147</w:t>
      </w:r>
      <w:r>
        <w:tab/>
        <w:t>4.051e0</w:t>
      </w:r>
    </w:p>
    <w:p w:rsidR="00B5154A" w:rsidRDefault="00B5154A" w:rsidP="00B5154A">
      <w:r>
        <w:t>453.9407</w:t>
      </w:r>
      <w:r>
        <w:tab/>
        <w:t>2.617e0</w:t>
      </w:r>
    </w:p>
    <w:p w:rsidR="00B5154A" w:rsidRDefault="00B5154A" w:rsidP="00B5154A">
      <w:r>
        <w:t>453.9988</w:t>
      </w:r>
      <w:r>
        <w:tab/>
        <w:t>1.459e0</w:t>
      </w:r>
    </w:p>
    <w:p w:rsidR="00B5154A" w:rsidRDefault="00B5154A" w:rsidP="00B5154A">
      <w:r>
        <w:t>454.0687</w:t>
      </w:r>
      <w:r>
        <w:tab/>
        <w:t>2.410e0</w:t>
      </w:r>
    </w:p>
    <w:p w:rsidR="00B5154A" w:rsidRDefault="00B5154A" w:rsidP="00B5154A">
      <w:r>
        <w:t>454.2212</w:t>
      </w:r>
      <w:r>
        <w:tab/>
        <w:t>9.487e0</w:t>
      </w:r>
    </w:p>
    <w:p w:rsidR="00B5154A" w:rsidRDefault="00B5154A" w:rsidP="00B5154A">
      <w:r>
        <w:t>454.2988</w:t>
      </w:r>
      <w:r>
        <w:tab/>
        <w:t>3.504e1</w:t>
      </w:r>
    </w:p>
    <w:p w:rsidR="00B5154A" w:rsidRDefault="00B5154A" w:rsidP="00B5154A">
      <w:r>
        <w:t>454.4261</w:t>
      </w:r>
      <w:r>
        <w:tab/>
        <w:t>1.016e0</w:t>
      </w:r>
    </w:p>
    <w:p w:rsidR="00B5154A" w:rsidRDefault="00B5154A" w:rsidP="00B5154A">
      <w:r>
        <w:t>454.5135</w:t>
      </w:r>
      <w:r>
        <w:tab/>
        <w:t>6.070e0</w:t>
      </w:r>
    </w:p>
    <w:p w:rsidR="00B5154A" w:rsidRDefault="00B5154A" w:rsidP="00B5154A">
      <w:r>
        <w:t>454.7018</w:t>
      </w:r>
      <w:r>
        <w:tab/>
        <w:t>6.076e0</w:t>
      </w:r>
    </w:p>
    <w:p w:rsidR="00B5154A" w:rsidRDefault="00B5154A" w:rsidP="00B5154A">
      <w:r>
        <w:t>454.8200</w:t>
      </w:r>
      <w:r>
        <w:tab/>
        <w:t>2.025e0</w:t>
      </w:r>
    </w:p>
    <w:p w:rsidR="00B5154A" w:rsidRDefault="00B5154A" w:rsidP="00B5154A">
      <w:r>
        <w:t>454.8955</w:t>
      </w:r>
      <w:r>
        <w:tab/>
        <w:t>1.647e0</w:t>
      </w:r>
    </w:p>
    <w:p w:rsidR="00B5154A" w:rsidRDefault="00B5154A" w:rsidP="00B5154A">
      <w:r>
        <w:lastRenderedPageBreak/>
        <w:t>454.9583</w:t>
      </w:r>
      <w:r>
        <w:tab/>
        <w:t>2.902e0</w:t>
      </w:r>
    </w:p>
    <w:p w:rsidR="00B5154A" w:rsidRDefault="00B5154A" w:rsidP="00B5154A">
      <w:r>
        <w:t>455.0656</w:t>
      </w:r>
      <w:r>
        <w:tab/>
        <w:t>6.933e0</w:t>
      </w:r>
    </w:p>
    <w:p w:rsidR="00B5154A" w:rsidRDefault="00B5154A" w:rsidP="00B5154A">
      <w:r>
        <w:t>455.1889</w:t>
      </w:r>
      <w:r>
        <w:tab/>
        <w:t>1.277e1</w:t>
      </w:r>
    </w:p>
    <w:p w:rsidR="00B5154A" w:rsidRDefault="00B5154A" w:rsidP="00B5154A">
      <w:r>
        <w:t>455.2931</w:t>
      </w:r>
      <w:r>
        <w:tab/>
        <w:t>4.733e0</w:t>
      </w:r>
    </w:p>
    <w:p w:rsidR="00B5154A" w:rsidRDefault="00B5154A" w:rsidP="00B5154A">
      <w:r>
        <w:t>455.4121</w:t>
      </w:r>
      <w:r>
        <w:tab/>
        <w:t>3.087e0</w:t>
      </w:r>
    </w:p>
    <w:p w:rsidR="00B5154A" w:rsidRDefault="00B5154A" w:rsidP="00B5154A">
      <w:r>
        <w:t>455.4673</w:t>
      </w:r>
      <w:r>
        <w:tab/>
        <w:t>1.529e0</w:t>
      </w:r>
    </w:p>
    <w:p w:rsidR="00B5154A" w:rsidRDefault="00B5154A" w:rsidP="00B5154A">
      <w:r>
        <w:t>455.5298</w:t>
      </w:r>
      <w:r>
        <w:tab/>
        <w:t>2.016e0</w:t>
      </w:r>
    </w:p>
    <w:p w:rsidR="00B5154A" w:rsidRDefault="00B5154A" w:rsidP="00B5154A">
      <w:r>
        <w:t>455.6472</w:t>
      </w:r>
      <w:r>
        <w:tab/>
        <w:t>4.296e0</w:t>
      </w:r>
    </w:p>
    <w:p w:rsidR="00B5154A" w:rsidRDefault="00B5154A" w:rsidP="00B5154A">
      <w:r>
        <w:t>455.7755</w:t>
      </w:r>
      <w:r>
        <w:tab/>
        <w:t>3.038e0</w:t>
      </w:r>
    </w:p>
    <w:p w:rsidR="00B5154A" w:rsidRDefault="00B5154A" w:rsidP="00B5154A">
      <w:r>
        <w:t>455.8208</w:t>
      </w:r>
      <w:r>
        <w:tab/>
        <w:t>3.038e0</w:t>
      </w:r>
    </w:p>
    <w:p w:rsidR="00B5154A" w:rsidRDefault="00B5154A" w:rsidP="00B5154A">
      <w:r>
        <w:t>455.9522</w:t>
      </w:r>
      <w:r>
        <w:tab/>
        <w:t>3.447e0</w:t>
      </w:r>
    </w:p>
    <w:p w:rsidR="00B5154A" w:rsidRDefault="00B5154A" w:rsidP="00B5154A">
      <w:r>
        <w:t>456.0165</w:t>
      </w:r>
      <w:r>
        <w:tab/>
        <w:t>1.415e0</w:t>
      </w:r>
    </w:p>
    <w:p w:rsidR="00B5154A" w:rsidRDefault="00B5154A" w:rsidP="00B5154A">
      <w:r>
        <w:t>456.0899</w:t>
      </w:r>
      <w:r>
        <w:tab/>
        <w:t>3.227e0</w:t>
      </w:r>
    </w:p>
    <w:p w:rsidR="00B5154A" w:rsidRDefault="00B5154A" w:rsidP="00B5154A">
      <w:r>
        <w:t>456.1740</w:t>
      </w:r>
      <w:r>
        <w:tab/>
        <w:t>1.102e1</w:t>
      </w:r>
    </w:p>
    <w:p w:rsidR="00B5154A" w:rsidRDefault="00B5154A" w:rsidP="00B5154A">
      <w:r>
        <w:t>456.3987</w:t>
      </w:r>
      <w:r>
        <w:tab/>
        <w:t>3.300e0</w:t>
      </w:r>
    </w:p>
    <w:p w:rsidR="00B5154A" w:rsidRDefault="00B5154A" w:rsidP="00B5154A">
      <w:r>
        <w:t>456.4478</w:t>
      </w:r>
      <w:r>
        <w:tab/>
        <w:t>1.596e0</w:t>
      </w:r>
    </w:p>
    <w:p w:rsidR="00B5154A" w:rsidRDefault="00B5154A" w:rsidP="00B5154A">
      <w:r>
        <w:t>456.5522</w:t>
      </w:r>
      <w:r>
        <w:tab/>
        <w:t>3.019e0</w:t>
      </w:r>
    </w:p>
    <w:p w:rsidR="00B5154A" w:rsidRDefault="00B5154A" w:rsidP="00B5154A">
      <w:r>
        <w:t>456.6274</w:t>
      </w:r>
      <w:r>
        <w:tab/>
        <w:t>2.903e0</w:t>
      </w:r>
    </w:p>
    <w:p w:rsidR="00B5154A" w:rsidRDefault="00B5154A" w:rsidP="00B5154A">
      <w:r>
        <w:t>456.6952</w:t>
      </w:r>
      <w:r>
        <w:tab/>
        <w:t>4.006e0</w:t>
      </w:r>
    </w:p>
    <w:p w:rsidR="00B5154A" w:rsidRDefault="00B5154A" w:rsidP="00B5154A">
      <w:r>
        <w:lastRenderedPageBreak/>
        <w:t>456.7622</w:t>
      </w:r>
      <w:r>
        <w:tab/>
        <w:t>3.027e0</w:t>
      </w:r>
    </w:p>
    <w:p w:rsidR="00B5154A" w:rsidRDefault="00B5154A" w:rsidP="00B5154A">
      <w:r>
        <w:t>456.8264</w:t>
      </w:r>
      <w:r>
        <w:tab/>
        <w:t>2.471e0</w:t>
      </w:r>
    </w:p>
    <w:p w:rsidR="00B5154A" w:rsidRDefault="00B5154A" w:rsidP="00B5154A">
      <w:r>
        <w:t>456.8874</w:t>
      </w:r>
      <w:r>
        <w:tab/>
        <w:t>1.168e0</w:t>
      </w:r>
    </w:p>
    <w:p w:rsidR="00B5154A" w:rsidRDefault="00B5154A" w:rsidP="00B5154A">
      <w:r>
        <w:t>456.9753</w:t>
      </w:r>
      <w:r>
        <w:tab/>
        <w:t>5.537e0</w:t>
      </w:r>
    </w:p>
    <w:p w:rsidR="00B5154A" w:rsidRDefault="00B5154A" w:rsidP="00B5154A">
      <w:r>
        <w:t>457.0793</w:t>
      </w:r>
      <w:r>
        <w:tab/>
        <w:t>6.308e0</w:t>
      </w:r>
    </w:p>
    <w:p w:rsidR="00B5154A" w:rsidRDefault="00B5154A" w:rsidP="00B5154A">
      <w:r>
        <w:t>457.1719</w:t>
      </w:r>
      <w:r>
        <w:tab/>
        <w:t>1.624e1</w:t>
      </w:r>
    </w:p>
    <w:p w:rsidR="00B5154A" w:rsidRDefault="00B5154A" w:rsidP="00B5154A">
      <w:r>
        <w:t>457.2722</w:t>
      </w:r>
      <w:r>
        <w:tab/>
        <w:t>1.891e0</w:t>
      </w:r>
    </w:p>
    <w:p w:rsidR="00B5154A" w:rsidRDefault="00B5154A" w:rsidP="00B5154A">
      <w:r>
        <w:t>457.3554</w:t>
      </w:r>
      <w:r>
        <w:tab/>
        <w:t>3.552e1</w:t>
      </w:r>
    </w:p>
    <w:p w:rsidR="00B5154A" w:rsidRDefault="00B5154A" w:rsidP="00B5154A">
      <w:r>
        <w:t>457.4536</w:t>
      </w:r>
      <w:r>
        <w:tab/>
        <w:t>3.306e0</w:t>
      </w:r>
    </w:p>
    <w:p w:rsidR="00B5154A" w:rsidRDefault="00B5154A" w:rsidP="00B5154A">
      <w:r>
        <w:t>457.5427</w:t>
      </w:r>
      <w:r>
        <w:tab/>
        <w:t>2.009e0</w:t>
      </w:r>
    </w:p>
    <w:p w:rsidR="00B5154A" w:rsidRDefault="00B5154A" w:rsidP="00B5154A">
      <w:r>
        <w:t>457.6028</w:t>
      </w:r>
      <w:r>
        <w:tab/>
        <w:t>4.051e0</w:t>
      </w:r>
    </w:p>
    <w:p w:rsidR="00B5154A" w:rsidRDefault="00B5154A" w:rsidP="00B5154A">
      <w:r>
        <w:t>457.6804</w:t>
      </w:r>
      <w:r>
        <w:tab/>
        <w:t>5.941e0</w:t>
      </w:r>
    </w:p>
    <w:p w:rsidR="00B5154A" w:rsidRDefault="00B5154A" w:rsidP="00B5154A">
      <w:r>
        <w:t>457.7935</w:t>
      </w:r>
      <w:r>
        <w:tab/>
        <w:t>2.025e0</w:t>
      </w:r>
    </w:p>
    <w:p w:rsidR="00B5154A" w:rsidRDefault="00B5154A" w:rsidP="00B5154A">
      <w:r>
        <w:t>457.8667</w:t>
      </w:r>
      <w:r>
        <w:tab/>
        <w:t>7.642e0</w:t>
      </w:r>
    </w:p>
    <w:p w:rsidR="00B5154A" w:rsidRDefault="00B5154A" w:rsidP="00B5154A">
      <w:r>
        <w:t>458.0357</w:t>
      </w:r>
      <w:r>
        <w:tab/>
        <w:t>5.204e0</w:t>
      </w:r>
    </w:p>
    <w:p w:rsidR="00B5154A" w:rsidRDefault="00B5154A" w:rsidP="00B5154A">
      <w:r>
        <w:t>458.2359</w:t>
      </w:r>
      <w:r>
        <w:tab/>
        <w:t>5.999e0</w:t>
      </w:r>
    </w:p>
    <w:p w:rsidR="00B5154A" w:rsidRDefault="00B5154A" w:rsidP="00B5154A">
      <w:r>
        <w:t>458.3077</w:t>
      </w:r>
      <w:r>
        <w:tab/>
        <w:t>2.025e0</w:t>
      </w:r>
    </w:p>
    <w:p w:rsidR="00B5154A" w:rsidRDefault="00B5154A" w:rsidP="00B5154A">
      <w:r>
        <w:t>458.3894</w:t>
      </w:r>
      <w:r>
        <w:tab/>
        <w:t>2.797e0</w:t>
      </w:r>
    </w:p>
    <w:p w:rsidR="00B5154A" w:rsidRDefault="00B5154A" w:rsidP="00B5154A">
      <w:r>
        <w:t>458.4760</w:t>
      </w:r>
      <w:r>
        <w:tab/>
        <w:t>2.541e0</w:t>
      </w:r>
    </w:p>
    <w:p w:rsidR="00B5154A" w:rsidRDefault="00B5154A" w:rsidP="00B5154A">
      <w:r>
        <w:lastRenderedPageBreak/>
        <w:t>458.5631</w:t>
      </w:r>
      <w:r>
        <w:tab/>
        <w:t>7.070e0</w:t>
      </w:r>
    </w:p>
    <w:p w:rsidR="00B5154A" w:rsidRDefault="00B5154A" w:rsidP="00B5154A">
      <w:r>
        <w:t>458.6499</w:t>
      </w:r>
      <w:r>
        <w:tab/>
        <w:t>2.983e0</w:t>
      </w:r>
    </w:p>
    <w:p w:rsidR="00B5154A" w:rsidRDefault="00B5154A" w:rsidP="00B5154A">
      <w:r>
        <w:t>458.7557</w:t>
      </w:r>
      <w:r>
        <w:tab/>
        <w:t>4.037e0</w:t>
      </w:r>
    </w:p>
    <w:p w:rsidR="00B5154A" w:rsidRDefault="00B5154A" w:rsidP="00B5154A">
      <w:r>
        <w:t>458.8734</w:t>
      </w:r>
      <w:r>
        <w:tab/>
        <w:t>3.277e0</w:t>
      </w:r>
    </w:p>
    <w:p w:rsidR="00B5154A" w:rsidRDefault="00B5154A" w:rsidP="00B5154A">
      <w:r>
        <w:t>459.0236</w:t>
      </w:r>
      <w:r>
        <w:tab/>
        <w:t>4.519e0</w:t>
      </w:r>
    </w:p>
    <w:p w:rsidR="00B5154A" w:rsidRDefault="00B5154A" w:rsidP="00B5154A">
      <w:r>
        <w:t>459.1996</w:t>
      </w:r>
      <w:r>
        <w:tab/>
        <w:t>9.202e0</w:t>
      </w:r>
    </w:p>
    <w:p w:rsidR="00B5154A" w:rsidRDefault="00B5154A" w:rsidP="00B5154A">
      <w:r>
        <w:t>459.2602</w:t>
      </w:r>
      <w:r>
        <w:tab/>
        <w:t>1.194e0</w:t>
      </w:r>
    </w:p>
    <w:p w:rsidR="00B5154A" w:rsidRDefault="00B5154A" w:rsidP="00B5154A">
      <w:r>
        <w:t>459.3350</w:t>
      </w:r>
      <w:r>
        <w:tab/>
        <w:t>5.056e0</w:t>
      </w:r>
    </w:p>
    <w:p w:rsidR="00B5154A" w:rsidRDefault="00B5154A" w:rsidP="00B5154A">
      <w:r>
        <w:t>459.4555</w:t>
      </w:r>
      <w:r>
        <w:tab/>
        <w:t>6.637e0</w:t>
      </w:r>
    </w:p>
    <w:p w:rsidR="00B5154A" w:rsidRDefault="00B5154A" w:rsidP="00B5154A">
      <w:r>
        <w:t>459.5261</w:t>
      </w:r>
      <w:r>
        <w:tab/>
        <w:t>2.025e0</w:t>
      </w:r>
    </w:p>
    <w:p w:rsidR="00B5154A" w:rsidRDefault="00B5154A" w:rsidP="00B5154A">
      <w:r>
        <w:t>459.6254</w:t>
      </w:r>
      <w:r>
        <w:tab/>
        <w:t>1.998e0</w:t>
      </w:r>
    </w:p>
    <w:p w:rsidR="00B5154A" w:rsidRDefault="00B5154A" w:rsidP="00B5154A">
      <w:r>
        <w:t>459.6919</w:t>
      </w:r>
      <w:r>
        <w:tab/>
        <w:t>3.029e0</w:t>
      </w:r>
    </w:p>
    <w:p w:rsidR="00B5154A" w:rsidRDefault="00B5154A" w:rsidP="00B5154A">
      <w:r>
        <w:t>459.7480</w:t>
      </w:r>
      <w:r>
        <w:tab/>
        <w:t>3.024e0</w:t>
      </w:r>
    </w:p>
    <w:p w:rsidR="00B5154A" w:rsidRDefault="00B5154A" w:rsidP="00B5154A">
      <w:r>
        <w:t>459.8144</w:t>
      </w:r>
      <w:r>
        <w:tab/>
        <w:t>1.871e0</w:t>
      </w:r>
    </w:p>
    <w:p w:rsidR="00B5154A" w:rsidRDefault="00B5154A" w:rsidP="00B5154A">
      <w:r>
        <w:t>459.8907</w:t>
      </w:r>
      <w:r>
        <w:tab/>
        <w:t>2.729e0</w:t>
      </w:r>
    </w:p>
    <w:p w:rsidR="00B5154A" w:rsidRDefault="00B5154A" w:rsidP="00B5154A">
      <w:r>
        <w:t>459.9700</w:t>
      </w:r>
      <w:r>
        <w:tab/>
        <w:t>5.211e0</w:t>
      </w:r>
    </w:p>
    <w:p w:rsidR="00B5154A" w:rsidRDefault="00B5154A" w:rsidP="00B5154A">
      <w:r>
        <w:t>460.1859</w:t>
      </w:r>
      <w:r>
        <w:tab/>
        <w:t>4.717e0</w:t>
      </w:r>
    </w:p>
    <w:p w:rsidR="00B5154A" w:rsidRDefault="00B5154A" w:rsidP="00B5154A">
      <w:r>
        <w:t>460.2949</w:t>
      </w:r>
      <w:r>
        <w:tab/>
        <w:t>3.799e0</w:t>
      </w:r>
    </w:p>
    <w:p w:rsidR="00B5154A" w:rsidRDefault="00B5154A" w:rsidP="00B5154A">
      <w:r>
        <w:t>460.3516</w:t>
      </w:r>
      <w:r>
        <w:tab/>
        <w:t>2.494e0</w:t>
      </w:r>
    </w:p>
    <w:p w:rsidR="00B5154A" w:rsidRDefault="00B5154A" w:rsidP="00B5154A">
      <w:r>
        <w:lastRenderedPageBreak/>
        <w:t>460.4419</w:t>
      </w:r>
      <w:r>
        <w:tab/>
        <w:t>1.893e0</w:t>
      </w:r>
    </w:p>
    <w:p w:rsidR="00B5154A" w:rsidRDefault="00B5154A" w:rsidP="00B5154A">
      <w:r>
        <w:t>460.5005</w:t>
      </w:r>
      <w:r>
        <w:tab/>
        <w:t>3.005e0</w:t>
      </w:r>
    </w:p>
    <w:p w:rsidR="00B5154A" w:rsidRDefault="00B5154A" w:rsidP="00B5154A">
      <w:r>
        <w:t>460.5677</w:t>
      </w:r>
      <w:r>
        <w:tab/>
        <w:t>9.114e0</w:t>
      </w:r>
    </w:p>
    <w:p w:rsidR="00B5154A" w:rsidRDefault="00B5154A" w:rsidP="00B5154A">
      <w:r>
        <w:t>460.6540</w:t>
      </w:r>
      <w:r>
        <w:tab/>
        <w:t>2.983e0</w:t>
      </w:r>
    </w:p>
    <w:p w:rsidR="00B5154A" w:rsidRDefault="00B5154A" w:rsidP="00B5154A">
      <w:r>
        <w:t>460.7861</w:t>
      </w:r>
      <w:r>
        <w:tab/>
        <w:t>4.044e0</w:t>
      </w:r>
    </w:p>
    <w:p w:rsidR="00B5154A" w:rsidRDefault="00B5154A" w:rsidP="00B5154A">
      <w:r>
        <w:t>460.8789</w:t>
      </w:r>
      <w:r>
        <w:tab/>
        <w:t>3.006e0</w:t>
      </w:r>
    </w:p>
    <w:p w:rsidR="00B5154A" w:rsidRDefault="00B5154A" w:rsidP="00B5154A">
      <w:r>
        <w:t>460.9266</w:t>
      </w:r>
      <w:r>
        <w:tab/>
        <w:t>2.389e0</w:t>
      </w:r>
    </w:p>
    <w:p w:rsidR="00B5154A" w:rsidRDefault="00B5154A" w:rsidP="00B5154A">
      <w:r>
        <w:t>460.9983</w:t>
      </w:r>
      <w:r>
        <w:tab/>
        <w:t>4.152e0</w:t>
      </w:r>
    </w:p>
    <w:p w:rsidR="00B5154A" w:rsidRDefault="00B5154A" w:rsidP="00B5154A">
      <w:r>
        <w:t>461.1134</w:t>
      </w:r>
      <w:r>
        <w:tab/>
        <w:t>1.288e0</w:t>
      </w:r>
    </w:p>
    <w:p w:rsidR="00B5154A" w:rsidRDefault="00B5154A" w:rsidP="00B5154A">
      <w:r>
        <w:t>461.1856</w:t>
      </w:r>
      <w:r>
        <w:tab/>
        <w:t>6.219e0</w:t>
      </w:r>
    </w:p>
    <w:p w:rsidR="00B5154A" w:rsidRDefault="00B5154A" w:rsidP="00B5154A">
      <w:r>
        <w:t>461.2840</w:t>
      </w:r>
      <w:r>
        <w:tab/>
        <w:t>6.952e0</w:t>
      </w:r>
    </w:p>
    <w:p w:rsidR="00B5154A" w:rsidRDefault="00B5154A" w:rsidP="00B5154A">
      <w:r>
        <w:t>461.3513</w:t>
      </w:r>
      <w:r>
        <w:tab/>
        <w:t>1.027e1</w:t>
      </w:r>
    </w:p>
    <w:p w:rsidR="00B5154A" w:rsidRDefault="00B5154A" w:rsidP="00B5154A">
      <w:r>
        <w:t>461.5557</w:t>
      </w:r>
      <w:r>
        <w:tab/>
        <w:t>3.022e0</w:t>
      </w:r>
    </w:p>
    <w:p w:rsidR="00B5154A" w:rsidRDefault="00B5154A" w:rsidP="00B5154A">
      <w:r>
        <w:t>461.6037</w:t>
      </w:r>
      <w:r>
        <w:tab/>
        <w:t>5.760e0</w:t>
      </w:r>
    </w:p>
    <w:p w:rsidR="00B5154A" w:rsidRDefault="00B5154A" w:rsidP="00B5154A">
      <w:r>
        <w:t>461.8321</w:t>
      </w:r>
      <w:r>
        <w:tab/>
        <w:t>3.587e0</w:t>
      </w:r>
    </w:p>
    <w:p w:rsidR="00B5154A" w:rsidRDefault="00B5154A" w:rsidP="00B5154A">
      <w:r>
        <w:t>461.9275</w:t>
      </w:r>
      <w:r>
        <w:tab/>
        <w:t>1.876e0</w:t>
      </w:r>
    </w:p>
    <w:p w:rsidR="00B5154A" w:rsidRDefault="00B5154A" w:rsidP="00B5154A">
      <w:r>
        <w:t>461.9850</w:t>
      </w:r>
      <w:r>
        <w:tab/>
        <w:t>2.443e0</w:t>
      </w:r>
    </w:p>
    <w:p w:rsidR="00B5154A" w:rsidRDefault="00B5154A" w:rsidP="00B5154A">
      <w:r>
        <w:t>462.1292</w:t>
      </w:r>
      <w:r>
        <w:tab/>
        <w:t>3.551e0</w:t>
      </w:r>
    </w:p>
    <w:p w:rsidR="00B5154A" w:rsidRDefault="00B5154A" w:rsidP="00B5154A">
      <w:r>
        <w:t>462.2394</w:t>
      </w:r>
      <w:r>
        <w:tab/>
        <w:t>1.582e2</w:t>
      </w:r>
    </w:p>
    <w:p w:rsidR="00B5154A" w:rsidRDefault="00B5154A" w:rsidP="00B5154A">
      <w:r>
        <w:lastRenderedPageBreak/>
        <w:t>462.3524</w:t>
      </w:r>
      <w:r>
        <w:tab/>
        <w:t>5.007e0</w:t>
      </w:r>
    </w:p>
    <w:p w:rsidR="00B5154A" w:rsidRDefault="00B5154A" w:rsidP="00B5154A">
      <w:r>
        <w:t>462.4050</w:t>
      </w:r>
      <w:r>
        <w:tab/>
        <w:t>2.325e0</w:t>
      </w:r>
    </w:p>
    <w:p w:rsidR="00B5154A" w:rsidRDefault="00B5154A" w:rsidP="00B5154A">
      <w:r>
        <w:t>462.4510</w:t>
      </w:r>
      <w:r>
        <w:tab/>
        <w:t>2.608e0</w:t>
      </w:r>
    </w:p>
    <w:p w:rsidR="00B5154A" w:rsidRDefault="00B5154A" w:rsidP="00B5154A">
      <w:r>
        <w:t>462.5707</w:t>
      </w:r>
      <w:r>
        <w:tab/>
        <w:t>1.796e0</w:t>
      </w:r>
    </w:p>
    <w:p w:rsidR="00B5154A" w:rsidRDefault="00B5154A" w:rsidP="00B5154A">
      <w:r>
        <w:t>462.7286</w:t>
      </w:r>
      <w:r>
        <w:tab/>
        <w:t>5.038e0</w:t>
      </w:r>
    </w:p>
    <w:p w:rsidR="00B5154A" w:rsidRDefault="00B5154A" w:rsidP="00B5154A">
      <w:r>
        <w:t>462.7909</w:t>
      </w:r>
      <w:r>
        <w:tab/>
        <w:t>3.990e0</w:t>
      </w:r>
    </w:p>
    <w:p w:rsidR="00B5154A" w:rsidRDefault="00B5154A" w:rsidP="00B5154A">
      <w:r>
        <w:t>462.8732</w:t>
      </w:r>
      <w:r>
        <w:tab/>
        <w:t>1.058e0</w:t>
      </w:r>
    </w:p>
    <w:p w:rsidR="00B5154A" w:rsidRDefault="00B5154A" w:rsidP="00B5154A">
      <w:r>
        <w:t>462.9579</w:t>
      </w:r>
      <w:r>
        <w:tab/>
        <w:t>5.333e0</w:t>
      </w:r>
    </w:p>
    <w:p w:rsidR="00B5154A" w:rsidRDefault="00B5154A" w:rsidP="00B5154A">
      <w:r>
        <w:t>463.1029</w:t>
      </w:r>
      <w:r>
        <w:tab/>
        <w:t>1.624e2</w:t>
      </w:r>
    </w:p>
    <w:p w:rsidR="00B5154A" w:rsidRDefault="00B5154A" w:rsidP="00B5154A">
      <w:r>
        <w:t>463.2369</w:t>
      </w:r>
      <w:r>
        <w:tab/>
        <w:t>2.774e1</w:t>
      </w:r>
    </w:p>
    <w:p w:rsidR="00B5154A" w:rsidRDefault="00B5154A" w:rsidP="00B5154A">
      <w:r>
        <w:t>463.3634</w:t>
      </w:r>
      <w:r>
        <w:tab/>
        <w:t>4.251e0</w:t>
      </w:r>
    </w:p>
    <w:p w:rsidR="00B5154A" w:rsidRDefault="00B5154A" w:rsidP="00B5154A">
      <w:r>
        <w:t>463.4836</w:t>
      </w:r>
      <w:r>
        <w:tab/>
        <w:t>3.810e0</w:t>
      </w:r>
    </w:p>
    <w:p w:rsidR="00B5154A" w:rsidRDefault="00B5154A" w:rsidP="00B5154A">
      <w:r>
        <w:t>463.5886</w:t>
      </w:r>
      <w:r>
        <w:tab/>
        <w:t>5.421e0</w:t>
      </w:r>
    </w:p>
    <w:p w:rsidR="00B5154A" w:rsidRDefault="00B5154A" w:rsidP="00B5154A">
      <w:r>
        <w:t>463.6765</w:t>
      </w:r>
      <w:r>
        <w:tab/>
        <w:t>1.988e0</w:t>
      </w:r>
    </w:p>
    <w:p w:rsidR="00B5154A" w:rsidRDefault="00B5154A" w:rsidP="00B5154A">
      <w:r>
        <w:t>463.8214</w:t>
      </w:r>
      <w:r>
        <w:tab/>
        <w:t>6.146e0</w:t>
      </w:r>
    </w:p>
    <w:p w:rsidR="00B5154A" w:rsidRDefault="00B5154A" w:rsidP="00B5154A">
      <w:r>
        <w:t>463.9380</w:t>
      </w:r>
      <w:r>
        <w:tab/>
        <w:t>1.039e1</w:t>
      </w:r>
    </w:p>
    <w:p w:rsidR="00B5154A" w:rsidRDefault="00B5154A" w:rsidP="00B5154A">
      <w:r>
        <w:t>464.1082</w:t>
      </w:r>
      <w:r>
        <w:tab/>
        <w:t>3.017e1</w:t>
      </w:r>
    </w:p>
    <w:p w:rsidR="00B5154A" w:rsidRDefault="00B5154A" w:rsidP="00B5154A">
      <w:r>
        <w:t>464.2745</w:t>
      </w:r>
      <w:r>
        <w:tab/>
        <w:t>6.414e0</w:t>
      </w:r>
    </w:p>
    <w:p w:rsidR="00B5154A" w:rsidRDefault="00B5154A" w:rsidP="00B5154A">
      <w:r>
        <w:t>464.4482</w:t>
      </w:r>
      <w:r>
        <w:tab/>
        <w:t>3.099e0</w:t>
      </w:r>
    </w:p>
    <w:p w:rsidR="00B5154A" w:rsidRDefault="00B5154A" w:rsidP="00B5154A">
      <w:r>
        <w:lastRenderedPageBreak/>
        <w:t>464.4978</w:t>
      </w:r>
      <w:r>
        <w:tab/>
        <w:t>3.157e0</w:t>
      </w:r>
    </w:p>
    <w:p w:rsidR="00B5154A" w:rsidRDefault="00B5154A" w:rsidP="00B5154A">
      <w:r>
        <w:t>464.6075</w:t>
      </w:r>
      <w:r>
        <w:tab/>
        <w:t>6.997e0</w:t>
      </w:r>
    </w:p>
    <w:p w:rsidR="00B5154A" w:rsidRDefault="00B5154A" w:rsidP="00B5154A">
      <w:r>
        <w:t>464.7207</w:t>
      </w:r>
      <w:r>
        <w:tab/>
        <w:t>3.033e0</w:t>
      </w:r>
    </w:p>
    <w:p w:rsidR="00B5154A" w:rsidRDefault="00B5154A" w:rsidP="00B5154A">
      <w:r>
        <w:t>464.7963</w:t>
      </w:r>
      <w:r>
        <w:tab/>
        <w:t>3.068e0</w:t>
      </w:r>
    </w:p>
    <w:p w:rsidR="00B5154A" w:rsidRDefault="00B5154A" w:rsidP="00B5154A">
      <w:r>
        <w:t>464.8651</w:t>
      </w:r>
      <w:r>
        <w:tab/>
        <w:t>4.040e0</w:t>
      </w:r>
    </w:p>
    <w:p w:rsidR="00B5154A" w:rsidRDefault="00B5154A" w:rsidP="00B5154A">
      <w:r>
        <w:t>464.9245</w:t>
      </w:r>
      <w:r>
        <w:tab/>
        <w:t>1.133e0</w:t>
      </w:r>
    </w:p>
    <w:p w:rsidR="00B5154A" w:rsidRDefault="00B5154A" w:rsidP="00B5154A">
      <w:r>
        <w:t>464.9860</w:t>
      </w:r>
      <w:r>
        <w:tab/>
        <w:t>3.073e0</w:t>
      </w:r>
    </w:p>
    <w:p w:rsidR="00B5154A" w:rsidRDefault="00B5154A" w:rsidP="00B5154A">
      <w:r>
        <w:t>465.1051</w:t>
      </w:r>
      <w:r>
        <w:tab/>
        <w:t>8.614e0</w:t>
      </w:r>
    </w:p>
    <w:p w:rsidR="00B5154A" w:rsidRDefault="00B5154A" w:rsidP="00B5154A">
      <w:r>
        <w:t>465.2564</w:t>
      </w:r>
      <w:r>
        <w:tab/>
        <w:t>2.418e0</w:t>
      </w:r>
    </w:p>
    <w:p w:rsidR="00B5154A" w:rsidRDefault="00B5154A" w:rsidP="00B5154A">
      <w:r>
        <w:t>465.4469</w:t>
      </w:r>
      <w:r>
        <w:tab/>
        <w:t>2.146e0</w:t>
      </w:r>
    </w:p>
    <w:p w:rsidR="00B5154A" w:rsidRDefault="00B5154A" w:rsidP="00B5154A">
      <w:r>
        <w:t>465.5219</w:t>
      </w:r>
      <w:r>
        <w:tab/>
        <w:t>1.678e0</w:t>
      </w:r>
    </w:p>
    <w:p w:rsidR="00B5154A" w:rsidRDefault="00B5154A" w:rsidP="00B5154A">
      <w:r>
        <w:t>465.6159</w:t>
      </w:r>
      <w:r>
        <w:tab/>
        <w:t>1.013e0</w:t>
      </w:r>
    </w:p>
    <w:p w:rsidR="00B5154A" w:rsidRDefault="00B5154A" w:rsidP="00B5154A">
      <w:r>
        <w:t>465.7343</w:t>
      </w:r>
      <w:r>
        <w:tab/>
        <w:t>6.076e0</w:t>
      </w:r>
    </w:p>
    <w:p w:rsidR="00B5154A" w:rsidRDefault="00B5154A" w:rsidP="00B5154A">
      <w:r>
        <w:t>465.8065</w:t>
      </w:r>
      <w:r>
        <w:tab/>
        <w:t>1.038e0</w:t>
      </w:r>
    </w:p>
    <w:p w:rsidR="00B5154A" w:rsidRDefault="00B5154A" w:rsidP="00B5154A">
      <w:r>
        <w:t>465.8849</w:t>
      </w:r>
      <w:r>
        <w:tab/>
        <w:t>7.523e0</w:t>
      </w:r>
    </w:p>
    <w:p w:rsidR="00B5154A" w:rsidRDefault="00B5154A" w:rsidP="00B5154A">
      <w:r>
        <w:t>465.9451</w:t>
      </w:r>
      <w:r>
        <w:tab/>
        <w:t>8.245e0</w:t>
      </w:r>
    </w:p>
    <w:p w:rsidR="00B5154A" w:rsidRDefault="00B5154A" w:rsidP="00B5154A">
      <w:r>
        <w:t>466.0013</w:t>
      </w:r>
      <w:r>
        <w:tab/>
        <w:t>2.263e0</w:t>
      </w:r>
    </w:p>
    <w:p w:rsidR="00B5154A" w:rsidRDefault="00B5154A" w:rsidP="00B5154A">
      <w:r>
        <w:t>466.1159</w:t>
      </w:r>
      <w:r>
        <w:tab/>
        <w:t>3.363e0</w:t>
      </w:r>
    </w:p>
    <w:p w:rsidR="00B5154A" w:rsidRDefault="00B5154A" w:rsidP="00B5154A">
      <w:r>
        <w:t>466.3324</w:t>
      </w:r>
      <w:r>
        <w:tab/>
        <w:t>4.435e0</w:t>
      </w:r>
    </w:p>
    <w:p w:rsidR="00B5154A" w:rsidRDefault="00B5154A" w:rsidP="00B5154A">
      <w:r>
        <w:lastRenderedPageBreak/>
        <w:t>466.4071</w:t>
      </w:r>
      <w:r>
        <w:tab/>
        <w:t>1.149e0</w:t>
      </w:r>
    </w:p>
    <w:p w:rsidR="00B5154A" w:rsidRDefault="00B5154A" w:rsidP="00B5154A">
      <w:r>
        <w:t>466.4911</w:t>
      </w:r>
      <w:r>
        <w:tab/>
        <w:t>2.901e0</w:t>
      </w:r>
    </w:p>
    <w:p w:rsidR="00B5154A" w:rsidRDefault="00B5154A" w:rsidP="00B5154A">
      <w:r>
        <w:t>466.5587</w:t>
      </w:r>
      <w:r>
        <w:tab/>
        <w:t>1.013e0</w:t>
      </w:r>
    </w:p>
    <w:p w:rsidR="00B5154A" w:rsidRDefault="00B5154A" w:rsidP="00B5154A">
      <w:r>
        <w:t>466.6420</w:t>
      </w:r>
      <w:r>
        <w:tab/>
        <w:t>5.063e0</w:t>
      </w:r>
    </w:p>
    <w:p w:rsidR="00B5154A" w:rsidRDefault="00B5154A" w:rsidP="00B5154A">
      <w:r>
        <w:t>466.7104</w:t>
      </w:r>
      <w:r>
        <w:tab/>
        <w:t>2.025e0</w:t>
      </w:r>
    </w:p>
    <w:p w:rsidR="00B5154A" w:rsidRDefault="00B5154A" w:rsidP="00B5154A">
      <w:r>
        <w:t>466.7788</w:t>
      </w:r>
      <w:r>
        <w:tab/>
        <w:t>3.038e0</w:t>
      </w:r>
    </w:p>
    <w:p w:rsidR="00B5154A" w:rsidRDefault="00B5154A" w:rsidP="00B5154A">
      <w:r>
        <w:t>466.8499</w:t>
      </w:r>
      <w:r>
        <w:tab/>
        <w:t>5.605e0</w:t>
      </w:r>
    </w:p>
    <w:p w:rsidR="00B5154A" w:rsidRDefault="00B5154A" w:rsidP="00B5154A">
      <w:r>
        <w:t>467.0082</w:t>
      </w:r>
      <w:r>
        <w:tab/>
        <w:t>3.201e0</w:t>
      </w:r>
    </w:p>
    <w:p w:rsidR="00B5154A" w:rsidRDefault="00B5154A" w:rsidP="00B5154A">
      <w:r>
        <w:t>467.1446</w:t>
      </w:r>
      <w:r>
        <w:tab/>
        <w:t>4.873e0</w:t>
      </w:r>
    </w:p>
    <w:p w:rsidR="00B5154A" w:rsidRDefault="00B5154A" w:rsidP="00B5154A">
      <w:r>
        <w:t>467.4649</w:t>
      </w:r>
      <w:r>
        <w:tab/>
        <w:t>5.717e0</w:t>
      </w:r>
    </w:p>
    <w:p w:rsidR="00B5154A" w:rsidRDefault="00B5154A" w:rsidP="00B5154A">
      <w:r>
        <w:t>467.5716</w:t>
      </w:r>
      <w:r>
        <w:tab/>
        <w:t>1.013e0</w:t>
      </w:r>
    </w:p>
    <w:p w:rsidR="00B5154A" w:rsidRDefault="00B5154A" w:rsidP="00B5154A">
      <w:r>
        <w:t>467.6309</w:t>
      </w:r>
      <w:r>
        <w:tab/>
        <w:t>4.051e0</w:t>
      </w:r>
    </w:p>
    <w:p w:rsidR="00B5154A" w:rsidRDefault="00B5154A" w:rsidP="00B5154A">
      <w:r>
        <w:t>467.6975</w:t>
      </w:r>
      <w:r>
        <w:tab/>
        <w:t>1.013e0</w:t>
      </w:r>
    </w:p>
    <w:p w:rsidR="00B5154A" w:rsidRDefault="00B5154A" w:rsidP="00B5154A">
      <w:r>
        <w:t>467.7820</w:t>
      </w:r>
      <w:r>
        <w:tab/>
        <w:t>1.013e0</w:t>
      </w:r>
    </w:p>
    <w:p w:rsidR="00B5154A" w:rsidRDefault="00B5154A" w:rsidP="00B5154A">
      <w:r>
        <w:t>467.8282</w:t>
      </w:r>
      <w:r>
        <w:tab/>
        <w:t>2.852e0</w:t>
      </w:r>
    </w:p>
    <w:p w:rsidR="00B5154A" w:rsidRDefault="00B5154A" w:rsidP="00B5154A">
      <w:r>
        <w:t>468.0462</w:t>
      </w:r>
      <w:r>
        <w:tab/>
        <w:t>5.311e0</w:t>
      </w:r>
    </w:p>
    <w:p w:rsidR="00B5154A" w:rsidRDefault="00B5154A" w:rsidP="00B5154A">
      <w:r>
        <w:t>468.0945</w:t>
      </w:r>
      <w:r>
        <w:tab/>
        <w:t>2.100e0</w:t>
      </w:r>
    </w:p>
    <w:p w:rsidR="00B5154A" w:rsidRDefault="00B5154A" w:rsidP="00B5154A">
      <w:r>
        <w:t>468.3864</w:t>
      </w:r>
      <w:r>
        <w:tab/>
        <w:t>7.563e0</w:t>
      </w:r>
    </w:p>
    <w:p w:rsidR="00B5154A" w:rsidRDefault="00B5154A" w:rsidP="00B5154A">
      <w:r>
        <w:t>468.4367</w:t>
      </w:r>
      <w:r>
        <w:tab/>
        <w:t>3.570e0</w:t>
      </w:r>
    </w:p>
    <w:p w:rsidR="00B5154A" w:rsidRDefault="00B5154A" w:rsidP="00B5154A">
      <w:r>
        <w:lastRenderedPageBreak/>
        <w:t>468.5106</w:t>
      </w:r>
      <w:r>
        <w:tab/>
        <w:t>5.158e0</w:t>
      </w:r>
    </w:p>
    <w:p w:rsidR="00B5154A" w:rsidRDefault="00B5154A" w:rsidP="00B5154A">
      <w:r>
        <w:t>468.6067</w:t>
      </w:r>
      <w:r>
        <w:tab/>
        <w:t>3.038e0</w:t>
      </w:r>
    </w:p>
    <w:p w:rsidR="00B5154A" w:rsidRDefault="00B5154A" w:rsidP="00B5154A">
      <w:r>
        <w:t>468.7000</w:t>
      </w:r>
      <w:r>
        <w:tab/>
        <w:t>6.076e0</w:t>
      </w:r>
    </w:p>
    <w:p w:rsidR="00B5154A" w:rsidRDefault="00B5154A" w:rsidP="00B5154A">
      <w:r>
        <w:t>468.7720</w:t>
      </w:r>
      <w:r>
        <w:tab/>
        <w:t>3.971e0</w:t>
      </w:r>
    </w:p>
    <w:p w:rsidR="00B5154A" w:rsidRDefault="00B5154A" w:rsidP="00B5154A">
      <w:r>
        <w:t>468.8926</w:t>
      </w:r>
      <w:r>
        <w:tab/>
        <w:t>3.529e0</w:t>
      </w:r>
    </w:p>
    <w:p w:rsidR="00B5154A" w:rsidRDefault="00B5154A" w:rsidP="00B5154A">
      <w:r>
        <w:t>469.2624</w:t>
      </w:r>
      <w:r>
        <w:tab/>
        <w:t>3.289e0</w:t>
      </w:r>
    </w:p>
    <w:p w:rsidR="00B5154A" w:rsidRDefault="00B5154A" w:rsidP="00B5154A">
      <w:r>
        <w:t>469.4482</w:t>
      </w:r>
      <w:r>
        <w:tab/>
        <w:t>1.162e1</w:t>
      </w:r>
    </w:p>
    <w:p w:rsidR="00B5154A" w:rsidRDefault="00B5154A" w:rsidP="00B5154A">
      <w:r>
        <w:t>469.6716</w:t>
      </w:r>
      <w:r>
        <w:tab/>
        <w:t>4.300e0</w:t>
      </w:r>
    </w:p>
    <w:p w:rsidR="00B5154A" w:rsidRDefault="00B5154A" w:rsidP="00B5154A">
      <w:r>
        <w:t>469.7829</w:t>
      </w:r>
      <w:r>
        <w:tab/>
        <w:t>5.647e0</w:t>
      </w:r>
    </w:p>
    <w:p w:rsidR="00B5154A" w:rsidRDefault="00B5154A" w:rsidP="00B5154A">
      <w:r>
        <w:t>469.8357</w:t>
      </w:r>
      <w:r>
        <w:tab/>
        <w:t>1.879e0</w:t>
      </w:r>
    </w:p>
    <w:p w:rsidR="00B5154A" w:rsidRDefault="00B5154A" w:rsidP="00B5154A">
      <w:r>
        <w:t>469.9223</w:t>
      </w:r>
      <w:r>
        <w:tab/>
        <w:t>2.652e0</w:t>
      </w:r>
    </w:p>
    <w:p w:rsidR="00B5154A" w:rsidRDefault="00B5154A" w:rsidP="00B5154A">
      <w:r>
        <w:t>470.0472</w:t>
      </w:r>
      <w:r>
        <w:tab/>
        <w:t>2.620e0</w:t>
      </w:r>
    </w:p>
    <w:p w:rsidR="00B5154A" w:rsidRDefault="00B5154A" w:rsidP="00B5154A">
      <w:r>
        <w:t>470.4268</w:t>
      </w:r>
      <w:r>
        <w:tab/>
        <w:t>1.173e1</w:t>
      </w:r>
    </w:p>
    <w:p w:rsidR="00B5154A" w:rsidRDefault="00B5154A" w:rsidP="00B5154A">
      <w:r>
        <w:t>470.5304</w:t>
      </w:r>
      <w:r>
        <w:tab/>
        <w:t>3.163e0</w:t>
      </w:r>
    </w:p>
    <w:p w:rsidR="00B5154A" w:rsidRDefault="00B5154A" w:rsidP="00B5154A">
      <w:r>
        <w:t>470.5962</w:t>
      </w:r>
      <w:r>
        <w:tab/>
        <w:t>3.038e0</w:t>
      </w:r>
    </w:p>
    <w:p w:rsidR="00B5154A" w:rsidRDefault="00B5154A" w:rsidP="00B5154A">
      <w:r>
        <w:t>470.8889</w:t>
      </w:r>
      <w:r>
        <w:tab/>
        <w:t>3.520e0</w:t>
      </w:r>
    </w:p>
    <w:p w:rsidR="00B5154A" w:rsidRDefault="00B5154A" w:rsidP="00B5154A">
      <w:r>
        <w:t>470.9595</w:t>
      </w:r>
      <w:r>
        <w:tab/>
        <w:t>1.609e0</w:t>
      </w:r>
    </w:p>
    <w:p w:rsidR="00B5154A" w:rsidRDefault="00B5154A" w:rsidP="00B5154A">
      <w:r>
        <w:t>471.0476</w:t>
      </w:r>
      <w:r>
        <w:tab/>
        <w:t>1.808e0</w:t>
      </w:r>
    </w:p>
    <w:p w:rsidR="00B5154A" w:rsidRDefault="00B5154A" w:rsidP="00B5154A">
      <w:r>
        <w:t>471.1354</w:t>
      </w:r>
      <w:r>
        <w:tab/>
        <w:t>1.061e0</w:t>
      </w:r>
    </w:p>
    <w:p w:rsidR="00B5154A" w:rsidRDefault="00B5154A" w:rsidP="00B5154A">
      <w:r>
        <w:lastRenderedPageBreak/>
        <w:t>471.2070</w:t>
      </w:r>
      <w:r>
        <w:tab/>
        <w:t>3.273e0</w:t>
      </w:r>
    </w:p>
    <w:p w:rsidR="00B5154A" w:rsidRDefault="00B5154A" w:rsidP="00B5154A">
      <w:r>
        <w:t>471.3015</w:t>
      </w:r>
      <w:r>
        <w:tab/>
        <w:t>2.382e0</w:t>
      </w:r>
    </w:p>
    <w:p w:rsidR="00B5154A" w:rsidRDefault="00B5154A" w:rsidP="00B5154A">
      <w:r>
        <w:t>471.4381</w:t>
      </w:r>
      <w:r>
        <w:tab/>
        <w:t>4.078e0</w:t>
      </w:r>
    </w:p>
    <w:p w:rsidR="00B5154A" w:rsidRDefault="00B5154A" w:rsidP="00B5154A">
      <w:r>
        <w:t>471.5108</w:t>
      </w:r>
      <w:r>
        <w:tab/>
        <w:t>3.194e0</w:t>
      </w:r>
    </w:p>
    <w:p w:rsidR="00B5154A" w:rsidRDefault="00B5154A" w:rsidP="00B5154A">
      <w:r>
        <w:t>471.5635</w:t>
      </w:r>
      <w:r>
        <w:tab/>
        <w:t>2.025e0</w:t>
      </w:r>
    </w:p>
    <w:p w:rsidR="00B5154A" w:rsidRDefault="00B5154A" w:rsidP="00B5154A">
      <w:r>
        <w:t>471.7165</w:t>
      </w:r>
      <w:r>
        <w:tab/>
        <w:t>2.025e0</w:t>
      </w:r>
    </w:p>
    <w:p w:rsidR="00B5154A" w:rsidRDefault="00B5154A" w:rsidP="00B5154A">
      <w:r>
        <w:t>471.7852</w:t>
      </w:r>
      <w:r>
        <w:tab/>
        <w:t>1.596e0</w:t>
      </w:r>
    </w:p>
    <w:p w:rsidR="00B5154A" w:rsidRDefault="00B5154A" w:rsidP="00B5154A">
      <w:r>
        <w:t>471.8311</w:t>
      </w:r>
      <w:r>
        <w:tab/>
        <w:t>1.227e0</w:t>
      </w:r>
    </w:p>
    <w:p w:rsidR="00B5154A" w:rsidRDefault="00B5154A" w:rsidP="00B5154A">
      <w:r>
        <w:t>471.9529</w:t>
      </w:r>
      <w:r>
        <w:tab/>
        <w:t>5.779e0</w:t>
      </w:r>
    </w:p>
    <w:p w:rsidR="00B5154A" w:rsidRDefault="00B5154A" w:rsidP="00B5154A">
      <w:r>
        <w:t>472.0145</w:t>
      </w:r>
      <w:r>
        <w:tab/>
        <w:t>2.034e0</w:t>
      </w:r>
    </w:p>
    <w:p w:rsidR="00B5154A" w:rsidRDefault="00B5154A" w:rsidP="00B5154A">
      <w:r>
        <w:t>472.0747</w:t>
      </w:r>
      <w:r>
        <w:tab/>
        <w:t>1.589e0</w:t>
      </w:r>
    </w:p>
    <w:p w:rsidR="00B5154A" w:rsidRDefault="00B5154A" w:rsidP="00B5154A">
      <w:r>
        <w:t>472.2365</w:t>
      </w:r>
      <w:r>
        <w:tab/>
        <w:t>1.462e1</w:t>
      </w:r>
    </w:p>
    <w:p w:rsidR="00B5154A" w:rsidRDefault="00B5154A" w:rsidP="00B5154A">
      <w:r>
        <w:t>472.4510</w:t>
      </w:r>
      <w:r>
        <w:tab/>
        <w:t>5.413e0</w:t>
      </w:r>
    </w:p>
    <w:p w:rsidR="00B5154A" w:rsidRDefault="00B5154A" w:rsidP="00B5154A">
      <w:r>
        <w:t>472.5781</w:t>
      </w:r>
      <w:r>
        <w:tab/>
        <w:t>2.025e0</w:t>
      </w:r>
    </w:p>
    <w:p w:rsidR="00B5154A" w:rsidRDefault="00B5154A" w:rsidP="00B5154A">
      <w:r>
        <w:t>472.8284</w:t>
      </w:r>
      <w:r>
        <w:tab/>
        <w:t>3.278e0</w:t>
      </w:r>
    </w:p>
    <w:p w:rsidR="00B5154A" w:rsidRDefault="00B5154A" w:rsidP="00B5154A">
      <w:r>
        <w:t>472.8881</w:t>
      </w:r>
      <w:r>
        <w:tab/>
        <w:t>1.297e0</w:t>
      </w:r>
    </w:p>
    <w:p w:rsidR="00B5154A" w:rsidRDefault="00B5154A" w:rsidP="00B5154A">
      <w:r>
        <w:t>472.9539</w:t>
      </w:r>
      <w:r>
        <w:tab/>
        <w:t>1.609e0</w:t>
      </w:r>
    </w:p>
    <w:p w:rsidR="00B5154A" w:rsidRDefault="00B5154A" w:rsidP="00B5154A">
      <w:r>
        <w:t>473.1121</w:t>
      </w:r>
      <w:r>
        <w:tab/>
        <w:t>9.110e0</w:t>
      </w:r>
    </w:p>
    <w:p w:rsidR="00B5154A" w:rsidRDefault="00B5154A" w:rsidP="00B5154A">
      <w:r>
        <w:t>473.1819</w:t>
      </w:r>
      <w:r>
        <w:tab/>
        <w:t>8.672e0</w:t>
      </w:r>
    </w:p>
    <w:p w:rsidR="00B5154A" w:rsidRDefault="00B5154A" w:rsidP="00B5154A">
      <w:r>
        <w:lastRenderedPageBreak/>
        <w:t>473.2386</w:t>
      </w:r>
      <w:r>
        <w:tab/>
        <w:t>1.424e1</w:t>
      </w:r>
    </w:p>
    <w:p w:rsidR="00B5154A" w:rsidRDefault="00B5154A" w:rsidP="00B5154A">
      <w:r>
        <w:t>473.3484</w:t>
      </w:r>
      <w:r>
        <w:tab/>
        <w:t>3.932e1</w:t>
      </w:r>
    </w:p>
    <w:p w:rsidR="00B5154A" w:rsidRDefault="00B5154A" w:rsidP="00B5154A">
      <w:r>
        <w:t>473.5206</w:t>
      </w:r>
      <w:r>
        <w:tab/>
        <w:t>3.079e0</w:t>
      </w:r>
    </w:p>
    <w:p w:rsidR="00B5154A" w:rsidRDefault="00B5154A" w:rsidP="00B5154A">
      <w:r>
        <w:t>473.6013</w:t>
      </w:r>
      <w:r>
        <w:tab/>
        <w:t>3.758e0</w:t>
      </w:r>
    </w:p>
    <w:p w:rsidR="00B5154A" w:rsidRDefault="00B5154A" w:rsidP="00B5154A">
      <w:r>
        <w:t>473.6868</w:t>
      </w:r>
      <w:r>
        <w:tab/>
        <w:t>2.880e0</w:t>
      </w:r>
    </w:p>
    <w:p w:rsidR="00B5154A" w:rsidRDefault="00B5154A" w:rsidP="00B5154A">
      <w:r>
        <w:t>473.8320</w:t>
      </w:r>
      <w:r>
        <w:tab/>
        <w:t>1.253e0</w:t>
      </w:r>
    </w:p>
    <w:p w:rsidR="00B5154A" w:rsidRDefault="00B5154A" w:rsidP="00B5154A">
      <w:r>
        <w:t>473.8886</w:t>
      </w:r>
      <w:r>
        <w:tab/>
        <w:t>4.023e0</w:t>
      </w:r>
    </w:p>
    <w:p w:rsidR="00B5154A" w:rsidRDefault="00B5154A" w:rsidP="00B5154A">
      <w:r>
        <w:t>473.9500</w:t>
      </w:r>
      <w:r>
        <w:tab/>
        <w:t>1.641e0</w:t>
      </w:r>
    </w:p>
    <w:p w:rsidR="00B5154A" w:rsidRDefault="00B5154A" w:rsidP="00B5154A">
      <w:r>
        <w:t>474.0356</w:t>
      </w:r>
      <w:r>
        <w:tab/>
        <w:t>4.229e0</w:t>
      </w:r>
    </w:p>
    <w:p w:rsidR="00B5154A" w:rsidRDefault="00B5154A" w:rsidP="00B5154A">
      <w:r>
        <w:t>474.1639</w:t>
      </w:r>
      <w:r>
        <w:tab/>
        <w:t>4.930e0</w:t>
      </w:r>
    </w:p>
    <w:p w:rsidR="00B5154A" w:rsidRDefault="00B5154A" w:rsidP="00B5154A">
      <w:r>
        <w:t>474.2375</w:t>
      </w:r>
      <w:r>
        <w:tab/>
        <w:t>1.727e1</w:t>
      </w:r>
    </w:p>
    <w:p w:rsidR="00B5154A" w:rsidRDefault="00B5154A" w:rsidP="00B5154A">
      <w:r>
        <w:t>474.3562</w:t>
      </w:r>
      <w:r>
        <w:tab/>
        <w:t>6.273e0</w:t>
      </w:r>
    </w:p>
    <w:p w:rsidR="00B5154A" w:rsidRDefault="00B5154A" w:rsidP="00B5154A">
      <w:r>
        <w:t>474.5465</w:t>
      </w:r>
      <w:r>
        <w:tab/>
        <w:t>1.684e0</w:t>
      </w:r>
    </w:p>
    <w:p w:rsidR="00B5154A" w:rsidRDefault="00B5154A" w:rsidP="00B5154A">
      <w:r>
        <w:t>474.6982</w:t>
      </w:r>
      <w:r>
        <w:tab/>
        <w:t>5.063e0</w:t>
      </w:r>
    </w:p>
    <w:p w:rsidR="00B5154A" w:rsidRDefault="00B5154A" w:rsidP="00B5154A">
      <w:r>
        <w:t>474.8567</w:t>
      </w:r>
      <w:r>
        <w:tab/>
        <w:t>5.609e0</w:t>
      </w:r>
    </w:p>
    <w:p w:rsidR="00B5154A" w:rsidRDefault="00B5154A" w:rsidP="00B5154A">
      <w:r>
        <w:t>474.9397</w:t>
      </w:r>
      <w:r>
        <w:tab/>
        <w:t>3.586e0</w:t>
      </w:r>
    </w:p>
    <w:p w:rsidR="00B5154A" w:rsidRDefault="00B5154A" w:rsidP="00B5154A">
      <w:r>
        <w:t>474.9934</w:t>
      </w:r>
      <w:r>
        <w:tab/>
        <w:t>4.392e0</w:t>
      </w:r>
    </w:p>
    <w:p w:rsidR="00B5154A" w:rsidRDefault="00B5154A" w:rsidP="00B5154A">
      <w:r>
        <w:t>475.1099</w:t>
      </w:r>
      <w:r>
        <w:tab/>
        <w:t>2.801e0</w:t>
      </w:r>
    </w:p>
    <w:p w:rsidR="00B5154A" w:rsidRDefault="00B5154A" w:rsidP="00B5154A">
      <w:r>
        <w:t>475.1557</w:t>
      </w:r>
      <w:r>
        <w:tab/>
        <w:t>3.411e0</w:t>
      </w:r>
    </w:p>
    <w:p w:rsidR="00B5154A" w:rsidRDefault="00B5154A" w:rsidP="00B5154A">
      <w:r>
        <w:lastRenderedPageBreak/>
        <w:t>475.2710</w:t>
      </w:r>
      <w:r>
        <w:tab/>
        <w:t>8.352e0</w:t>
      </w:r>
    </w:p>
    <w:p w:rsidR="00B5154A" w:rsidRDefault="00B5154A" w:rsidP="00B5154A">
      <w:r>
        <w:t>475.3241</w:t>
      </w:r>
      <w:r>
        <w:tab/>
        <w:t>6.068e0</w:t>
      </w:r>
    </w:p>
    <w:p w:rsidR="00B5154A" w:rsidRDefault="00B5154A" w:rsidP="00B5154A">
      <w:r>
        <w:t>475.4180</w:t>
      </w:r>
      <w:r>
        <w:tab/>
        <w:t>4.549e0</w:t>
      </w:r>
    </w:p>
    <w:p w:rsidR="00B5154A" w:rsidRDefault="00B5154A" w:rsidP="00B5154A">
      <w:r>
        <w:t>475.4794</w:t>
      </w:r>
      <w:r>
        <w:tab/>
        <w:t>1.553e0</w:t>
      </w:r>
    </w:p>
    <w:p w:rsidR="00B5154A" w:rsidRDefault="00B5154A" w:rsidP="00B5154A">
      <w:r>
        <w:t>475.6208</w:t>
      </w:r>
      <w:r>
        <w:tab/>
        <w:t>4.689e0</w:t>
      </w:r>
    </w:p>
    <w:p w:rsidR="00B5154A" w:rsidRDefault="00B5154A" w:rsidP="00B5154A">
      <w:r>
        <w:t>475.6747</w:t>
      </w:r>
      <w:r>
        <w:tab/>
        <w:t>1.809e0</w:t>
      </w:r>
    </w:p>
    <w:p w:rsidR="00B5154A" w:rsidRDefault="00B5154A" w:rsidP="00B5154A">
      <w:r>
        <w:t>475.7861</w:t>
      </w:r>
      <w:r>
        <w:tab/>
        <w:t>3.038e0</w:t>
      </w:r>
    </w:p>
    <w:p w:rsidR="00B5154A" w:rsidRDefault="00B5154A" w:rsidP="00B5154A">
      <w:r>
        <w:t>475.8915</w:t>
      </w:r>
      <w:r>
        <w:tab/>
        <w:t>3.069e0</w:t>
      </w:r>
    </w:p>
    <w:p w:rsidR="00B5154A" w:rsidRDefault="00B5154A" w:rsidP="00B5154A">
      <w:r>
        <w:t>476.0049</w:t>
      </w:r>
      <w:r>
        <w:tab/>
        <w:t>2.929e0</w:t>
      </w:r>
    </w:p>
    <w:p w:rsidR="00B5154A" w:rsidRDefault="00B5154A" w:rsidP="00B5154A">
      <w:r>
        <w:t>476.0555</w:t>
      </w:r>
      <w:r>
        <w:tab/>
        <w:t>4.744e0</w:t>
      </w:r>
    </w:p>
    <w:p w:rsidR="00B5154A" w:rsidRDefault="00B5154A" w:rsidP="00B5154A">
      <w:r>
        <w:t>476.1306</w:t>
      </w:r>
      <w:r>
        <w:tab/>
        <w:t>1.783e0</w:t>
      </w:r>
    </w:p>
    <w:p w:rsidR="00B5154A" w:rsidRDefault="00B5154A" w:rsidP="00B5154A">
      <w:r>
        <w:t>476.2326</w:t>
      </w:r>
      <w:r>
        <w:tab/>
        <w:t>7.360e1</w:t>
      </w:r>
    </w:p>
    <w:p w:rsidR="00B5154A" w:rsidRDefault="00B5154A" w:rsidP="00B5154A">
      <w:r>
        <w:t>476.4384</w:t>
      </w:r>
      <w:r>
        <w:tab/>
        <w:t>1.600e0</w:t>
      </w:r>
    </w:p>
    <w:p w:rsidR="00B5154A" w:rsidRDefault="00B5154A" w:rsidP="00B5154A">
      <w:r>
        <w:t>476.5035</w:t>
      </w:r>
      <w:r>
        <w:tab/>
        <w:t>1.183e0</w:t>
      </w:r>
    </w:p>
    <w:p w:rsidR="00B5154A" w:rsidRDefault="00B5154A" w:rsidP="00B5154A">
      <w:r>
        <w:t>476.5738</w:t>
      </w:r>
      <w:r>
        <w:tab/>
        <w:t>1.013e0</w:t>
      </w:r>
    </w:p>
    <w:p w:rsidR="00B5154A" w:rsidRDefault="00B5154A" w:rsidP="00B5154A">
      <w:r>
        <w:t>476.6721</w:t>
      </w:r>
      <w:r>
        <w:tab/>
        <w:t>2.025e0</w:t>
      </w:r>
    </w:p>
    <w:p w:rsidR="00B5154A" w:rsidRDefault="00B5154A" w:rsidP="00B5154A">
      <w:r>
        <w:t>476.7548</w:t>
      </w:r>
      <w:r>
        <w:tab/>
        <w:t>2.025e0</w:t>
      </w:r>
    </w:p>
    <w:p w:rsidR="00B5154A" w:rsidRDefault="00B5154A" w:rsidP="00B5154A">
      <w:r>
        <w:t>476.7982</w:t>
      </w:r>
      <w:r>
        <w:tab/>
        <w:t>2.025e0</w:t>
      </w:r>
    </w:p>
    <w:p w:rsidR="00B5154A" w:rsidRDefault="00B5154A" w:rsidP="00B5154A">
      <w:r>
        <w:t>476.8727</w:t>
      </w:r>
      <w:r>
        <w:tab/>
        <w:t>3.427e0</w:t>
      </w:r>
    </w:p>
    <w:p w:rsidR="00B5154A" w:rsidRDefault="00B5154A" w:rsidP="00B5154A">
      <w:r>
        <w:lastRenderedPageBreak/>
        <w:t>476.9119</w:t>
      </w:r>
      <w:r>
        <w:tab/>
        <w:t>3.038e0</w:t>
      </w:r>
    </w:p>
    <w:p w:rsidR="00B5154A" w:rsidRDefault="00B5154A" w:rsidP="00B5154A">
      <w:r>
        <w:t>477.0216</w:t>
      </w:r>
      <w:r>
        <w:tab/>
        <w:t>2.595e0</w:t>
      </w:r>
    </w:p>
    <w:p w:rsidR="00B5154A" w:rsidRDefault="00B5154A" w:rsidP="00B5154A">
      <w:r>
        <w:t>477.1061</w:t>
      </w:r>
      <w:r>
        <w:tab/>
        <w:t>2.532e0</w:t>
      </w:r>
    </w:p>
    <w:p w:rsidR="00B5154A" w:rsidRDefault="00B5154A" w:rsidP="00B5154A">
      <w:r>
        <w:t>477.1578</w:t>
      </w:r>
      <w:r>
        <w:tab/>
        <w:t>3.697e0</w:t>
      </w:r>
    </w:p>
    <w:p w:rsidR="00B5154A" w:rsidRDefault="00B5154A" w:rsidP="00B5154A">
      <w:r>
        <w:t>477.2356</w:t>
      </w:r>
      <w:r>
        <w:tab/>
        <w:t>2.431e1</w:t>
      </w:r>
    </w:p>
    <w:p w:rsidR="00B5154A" w:rsidRDefault="00B5154A" w:rsidP="00B5154A">
      <w:r>
        <w:t>477.3017</w:t>
      </w:r>
      <w:r>
        <w:tab/>
        <w:t>4.006e0</w:t>
      </w:r>
    </w:p>
    <w:p w:rsidR="00B5154A" w:rsidRDefault="00B5154A" w:rsidP="00B5154A">
      <w:r>
        <w:t>477.3807</w:t>
      </w:r>
      <w:r>
        <w:tab/>
        <w:t>3.551e0</w:t>
      </w:r>
    </w:p>
    <w:p w:rsidR="00B5154A" w:rsidRDefault="00B5154A" w:rsidP="00B5154A">
      <w:r>
        <w:t>477.4861</w:t>
      </w:r>
      <w:r>
        <w:tab/>
        <w:t>3.143e0</w:t>
      </w:r>
    </w:p>
    <w:p w:rsidR="00B5154A" w:rsidRDefault="00B5154A" w:rsidP="00B5154A">
      <w:r>
        <w:t>477.5821</w:t>
      </w:r>
      <w:r>
        <w:tab/>
        <w:t>2.025e0</w:t>
      </w:r>
    </w:p>
    <w:p w:rsidR="00B5154A" w:rsidRDefault="00B5154A" w:rsidP="00B5154A">
      <w:r>
        <w:t>477.7484</w:t>
      </w:r>
      <w:r>
        <w:tab/>
        <w:t>2.025e0</w:t>
      </w:r>
    </w:p>
    <w:p w:rsidR="00B5154A" w:rsidRDefault="00B5154A" w:rsidP="00B5154A">
      <w:r>
        <w:t>477.8069</w:t>
      </w:r>
      <w:r>
        <w:tab/>
        <w:t>2.767e0</w:t>
      </w:r>
    </w:p>
    <w:p w:rsidR="00B5154A" w:rsidRDefault="00B5154A" w:rsidP="00B5154A">
      <w:r>
        <w:t>477.8571</w:t>
      </w:r>
      <w:r>
        <w:tab/>
        <w:t>4.070e0</w:t>
      </w:r>
    </w:p>
    <w:p w:rsidR="00B5154A" w:rsidRDefault="00B5154A" w:rsidP="00B5154A">
      <w:r>
        <w:t>477.9492</w:t>
      </w:r>
      <w:r>
        <w:tab/>
        <w:t>9.396e0</w:t>
      </w:r>
    </w:p>
    <w:p w:rsidR="00B5154A" w:rsidRDefault="00B5154A" w:rsidP="00B5154A">
      <w:r>
        <w:t>478.0378</w:t>
      </w:r>
      <w:r>
        <w:tab/>
        <w:t>1.869e0</w:t>
      </w:r>
    </w:p>
    <w:p w:rsidR="00B5154A" w:rsidRDefault="00B5154A" w:rsidP="00B5154A">
      <w:r>
        <w:t>478.2286</w:t>
      </w:r>
      <w:r>
        <w:tab/>
        <w:t>4.561e0</w:t>
      </w:r>
    </w:p>
    <w:p w:rsidR="00B5154A" w:rsidRDefault="00B5154A" w:rsidP="00B5154A">
      <w:r>
        <w:t>478.2962</w:t>
      </w:r>
      <w:r>
        <w:tab/>
        <w:t>1.053e0</w:t>
      </w:r>
    </w:p>
    <w:p w:rsidR="00B5154A" w:rsidRDefault="00B5154A" w:rsidP="00B5154A">
      <w:r>
        <w:t>478.4115</w:t>
      </w:r>
      <w:r>
        <w:tab/>
        <w:t>2.099e0</w:t>
      </w:r>
    </w:p>
    <w:p w:rsidR="00B5154A" w:rsidRDefault="00B5154A" w:rsidP="00B5154A">
      <w:r>
        <w:t>478.4742</w:t>
      </w:r>
      <w:r>
        <w:tab/>
        <w:t>1.933e0</w:t>
      </w:r>
    </w:p>
    <w:p w:rsidR="00B5154A" w:rsidRDefault="00B5154A" w:rsidP="00B5154A">
      <w:r>
        <w:t>478.5385</w:t>
      </w:r>
      <w:r>
        <w:tab/>
        <w:t>3.468e0</w:t>
      </w:r>
    </w:p>
    <w:p w:rsidR="00B5154A" w:rsidRDefault="00B5154A" w:rsidP="00B5154A">
      <w:r>
        <w:lastRenderedPageBreak/>
        <w:t>478.6148</w:t>
      </w:r>
      <w:r>
        <w:tab/>
        <w:t>5.063e0</w:t>
      </w:r>
    </w:p>
    <w:p w:rsidR="00B5154A" w:rsidRDefault="00B5154A" w:rsidP="00B5154A">
      <w:r>
        <w:t>478.6857</w:t>
      </w:r>
      <w:r>
        <w:tab/>
        <w:t>3.038e0</w:t>
      </w:r>
    </w:p>
    <w:p w:rsidR="00B5154A" w:rsidRDefault="00B5154A" w:rsidP="00B5154A">
      <w:r>
        <w:t>478.7665</w:t>
      </w:r>
      <w:r>
        <w:tab/>
        <w:t>1.616e0</w:t>
      </w:r>
    </w:p>
    <w:p w:rsidR="00B5154A" w:rsidRDefault="00B5154A" w:rsidP="00B5154A">
      <w:r>
        <w:t>478.8439</w:t>
      </w:r>
      <w:r>
        <w:tab/>
        <w:t>4.319e0</w:t>
      </w:r>
    </w:p>
    <w:p w:rsidR="00B5154A" w:rsidRDefault="00B5154A" w:rsidP="00B5154A">
      <w:r>
        <w:t>478.9079</w:t>
      </w:r>
      <w:r>
        <w:tab/>
        <w:t>5.580e0</w:t>
      </w:r>
    </w:p>
    <w:p w:rsidR="00B5154A" w:rsidRDefault="00B5154A" w:rsidP="00B5154A">
      <w:r>
        <w:t>478.9587</w:t>
      </w:r>
      <w:r>
        <w:tab/>
        <w:t>3.020e0</w:t>
      </w:r>
    </w:p>
    <w:p w:rsidR="00B5154A" w:rsidRDefault="00B5154A" w:rsidP="00B5154A">
      <w:r>
        <w:t>479.0793</w:t>
      </w:r>
      <w:r>
        <w:tab/>
        <w:t>1.023e1</w:t>
      </w:r>
    </w:p>
    <w:p w:rsidR="00B5154A" w:rsidRDefault="00B5154A" w:rsidP="00B5154A">
      <w:r>
        <w:t>479.1671</w:t>
      </w:r>
      <w:r>
        <w:tab/>
        <w:t>2.522e1</w:t>
      </w:r>
    </w:p>
    <w:p w:rsidR="00B5154A" w:rsidRDefault="00B5154A" w:rsidP="00B5154A">
      <w:r>
        <w:t>479.2583</w:t>
      </w:r>
      <w:r>
        <w:tab/>
        <w:t>4.873e0</w:t>
      </w:r>
    </w:p>
    <w:p w:rsidR="00B5154A" w:rsidRDefault="00B5154A" w:rsidP="00B5154A">
      <w:r>
        <w:t>479.4710</w:t>
      </w:r>
      <w:r>
        <w:tab/>
        <w:t>1.916e0</w:t>
      </w:r>
    </w:p>
    <w:p w:rsidR="00B5154A" w:rsidRDefault="00B5154A" w:rsidP="00B5154A">
      <w:r>
        <w:t>479.6559</w:t>
      </w:r>
      <w:r>
        <w:tab/>
        <w:t>2.025e0</w:t>
      </w:r>
    </w:p>
    <w:p w:rsidR="00B5154A" w:rsidRDefault="00B5154A" w:rsidP="00B5154A">
      <w:r>
        <w:t>479.7713</w:t>
      </w:r>
      <w:r>
        <w:tab/>
        <w:t>2.960e0</w:t>
      </w:r>
    </w:p>
    <w:p w:rsidR="00B5154A" w:rsidRDefault="00B5154A" w:rsidP="00B5154A">
      <w:r>
        <w:t>479.8432</w:t>
      </w:r>
      <w:r>
        <w:tab/>
        <w:t>3.073e0</w:t>
      </w:r>
    </w:p>
    <w:p w:rsidR="00B5154A" w:rsidRDefault="00B5154A" w:rsidP="00B5154A">
      <w:r>
        <w:t>479.9391</w:t>
      </w:r>
      <w:r>
        <w:tab/>
        <w:t>2.501e0</w:t>
      </w:r>
    </w:p>
    <w:p w:rsidR="00B5154A" w:rsidRDefault="00B5154A" w:rsidP="00B5154A">
      <w:r>
        <w:t>480.0950</w:t>
      </w:r>
      <w:r>
        <w:tab/>
        <w:t>9.996e0</w:t>
      </w:r>
    </w:p>
    <w:p w:rsidR="00B5154A" w:rsidRDefault="00B5154A" w:rsidP="00B5154A">
      <w:r>
        <w:t>480.1768</w:t>
      </w:r>
      <w:r>
        <w:tab/>
        <w:t>8.317e0</w:t>
      </w:r>
    </w:p>
    <w:p w:rsidR="00B5154A" w:rsidRDefault="00B5154A" w:rsidP="00B5154A">
      <w:r>
        <w:t>480.2606</w:t>
      </w:r>
      <w:r>
        <w:tab/>
        <w:t>3.450e0</w:t>
      </w:r>
    </w:p>
    <w:p w:rsidR="00B5154A" w:rsidRDefault="00B5154A" w:rsidP="00B5154A">
      <w:r>
        <w:t>480.3118</w:t>
      </w:r>
      <w:r>
        <w:tab/>
        <w:t>2.250e0</w:t>
      </w:r>
    </w:p>
    <w:p w:rsidR="00B5154A" w:rsidRDefault="00B5154A" w:rsidP="00B5154A">
      <w:r>
        <w:t>480.4207</w:t>
      </w:r>
      <w:r>
        <w:tab/>
        <w:t>1.762e0</w:t>
      </w:r>
    </w:p>
    <w:p w:rsidR="00B5154A" w:rsidRDefault="00B5154A" w:rsidP="00B5154A">
      <w:r>
        <w:lastRenderedPageBreak/>
        <w:t>480.5012</w:t>
      </w:r>
      <w:r>
        <w:tab/>
        <w:t>5.038e0</w:t>
      </w:r>
    </w:p>
    <w:p w:rsidR="00B5154A" w:rsidRDefault="00B5154A" w:rsidP="00B5154A">
      <w:r>
        <w:t>480.5689</w:t>
      </w:r>
      <w:r>
        <w:tab/>
        <w:t>2.025e0</w:t>
      </w:r>
    </w:p>
    <w:p w:rsidR="00B5154A" w:rsidRDefault="00B5154A" w:rsidP="00B5154A">
      <w:r>
        <w:t>480.6586</w:t>
      </w:r>
      <w:r>
        <w:tab/>
        <w:t>1.874e0</w:t>
      </w:r>
    </w:p>
    <w:p w:rsidR="00B5154A" w:rsidRDefault="00B5154A" w:rsidP="00B5154A">
      <w:r>
        <w:t>480.7183</w:t>
      </w:r>
      <w:r>
        <w:tab/>
        <w:t>4.051e0</w:t>
      </w:r>
    </w:p>
    <w:p w:rsidR="00B5154A" w:rsidRDefault="00B5154A" w:rsidP="00B5154A">
      <w:r>
        <w:t>480.8145</w:t>
      </w:r>
      <w:r>
        <w:tab/>
        <w:t>3.960e0</w:t>
      </w:r>
    </w:p>
    <w:p w:rsidR="00B5154A" w:rsidRDefault="00B5154A" w:rsidP="00B5154A">
      <w:r>
        <w:t>480.9067</w:t>
      </w:r>
      <w:r>
        <w:tab/>
        <w:t>5.721e0</w:t>
      </w:r>
    </w:p>
    <w:p w:rsidR="00B5154A" w:rsidRDefault="00B5154A" w:rsidP="00B5154A">
      <w:r>
        <w:t>481.0825</w:t>
      </w:r>
      <w:r>
        <w:tab/>
        <w:t>3.104e0</w:t>
      </w:r>
    </w:p>
    <w:p w:rsidR="00B5154A" w:rsidRDefault="00B5154A" w:rsidP="00B5154A">
      <w:r>
        <w:t>481.1709</w:t>
      </w:r>
      <w:r>
        <w:tab/>
        <w:t>3.787e0</w:t>
      </w:r>
    </w:p>
    <w:p w:rsidR="00B5154A" w:rsidRDefault="00B5154A" w:rsidP="00B5154A">
      <w:r>
        <w:t>481.2529</w:t>
      </w:r>
      <w:r>
        <w:tab/>
        <w:t>1.820e1</w:t>
      </w:r>
    </w:p>
    <w:p w:rsidR="00B5154A" w:rsidRDefault="00B5154A" w:rsidP="00B5154A">
      <w:r>
        <w:t>481.3710</w:t>
      </w:r>
      <w:r>
        <w:tab/>
        <w:t>1.844e0</w:t>
      </w:r>
    </w:p>
    <w:p w:rsidR="00B5154A" w:rsidRDefault="00B5154A" w:rsidP="00B5154A">
      <w:r>
        <w:t>481.4780</w:t>
      </w:r>
      <w:r>
        <w:tab/>
        <w:t>5.798e0</w:t>
      </w:r>
    </w:p>
    <w:p w:rsidR="00B5154A" w:rsidRDefault="00B5154A" w:rsidP="00B5154A">
      <w:r>
        <w:t>481.5465</w:t>
      </w:r>
      <w:r>
        <w:tab/>
        <w:t>2.697e0</w:t>
      </w:r>
    </w:p>
    <w:p w:rsidR="00B5154A" w:rsidRDefault="00B5154A" w:rsidP="00B5154A">
      <w:r>
        <w:t>481.5937</w:t>
      </w:r>
      <w:r>
        <w:tab/>
        <w:t>3.038e0</w:t>
      </w:r>
    </w:p>
    <w:p w:rsidR="00B5154A" w:rsidRDefault="00B5154A" w:rsidP="00B5154A">
      <w:r>
        <w:t>481.6595</w:t>
      </w:r>
      <w:r>
        <w:tab/>
        <w:t>3.038e0</w:t>
      </w:r>
    </w:p>
    <w:p w:rsidR="00B5154A" w:rsidRDefault="00B5154A" w:rsidP="00B5154A">
      <w:r>
        <w:t>481.8046</w:t>
      </w:r>
      <w:r>
        <w:tab/>
        <w:t>2.322e0</w:t>
      </w:r>
    </w:p>
    <w:p w:rsidR="00B5154A" w:rsidRDefault="00B5154A" w:rsidP="00B5154A">
      <w:r>
        <w:t>481.9047</w:t>
      </w:r>
      <w:r>
        <w:tab/>
        <w:t>4.920e0</w:t>
      </w:r>
    </w:p>
    <w:p w:rsidR="00B5154A" w:rsidRDefault="00B5154A" w:rsidP="00B5154A">
      <w:r>
        <w:t>482.0243</w:t>
      </w:r>
      <w:r>
        <w:tab/>
        <w:t>2.046e0</w:t>
      </w:r>
    </w:p>
    <w:p w:rsidR="00B5154A" w:rsidRDefault="00B5154A" w:rsidP="00B5154A">
      <w:r>
        <w:t>482.1232</w:t>
      </w:r>
      <w:r>
        <w:tab/>
        <w:t>4.597e0</w:t>
      </w:r>
    </w:p>
    <w:p w:rsidR="00B5154A" w:rsidRDefault="00B5154A" w:rsidP="00B5154A">
      <w:r>
        <w:t>482.1836</w:t>
      </w:r>
      <w:r>
        <w:tab/>
        <w:t>1.677e0</w:t>
      </w:r>
    </w:p>
    <w:p w:rsidR="00B5154A" w:rsidRDefault="00B5154A" w:rsidP="00B5154A">
      <w:r>
        <w:lastRenderedPageBreak/>
        <w:t>482.3122</w:t>
      </w:r>
      <w:r>
        <w:tab/>
        <w:t>7.317e0</w:t>
      </w:r>
    </w:p>
    <w:p w:rsidR="00B5154A" w:rsidRDefault="00B5154A" w:rsidP="00B5154A">
      <w:r>
        <w:t>482.4235</w:t>
      </w:r>
      <w:r>
        <w:tab/>
        <w:t>1.264e1</w:t>
      </w:r>
    </w:p>
    <w:p w:rsidR="00B5154A" w:rsidRDefault="00B5154A" w:rsidP="00B5154A">
      <w:r>
        <w:t>482.5487</w:t>
      </w:r>
      <w:r>
        <w:tab/>
        <w:t>2.733e0</w:t>
      </w:r>
    </w:p>
    <w:p w:rsidR="00B5154A" w:rsidRDefault="00B5154A" w:rsidP="00B5154A">
      <w:r>
        <w:t>482.6606</w:t>
      </w:r>
      <w:r>
        <w:tab/>
        <w:t>3.038e0</w:t>
      </w:r>
    </w:p>
    <w:p w:rsidR="00B5154A" w:rsidRDefault="00B5154A" w:rsidP="00B5154A">
      <w:r>
        <w:t>482.7222</w:t>
      </w:r>
      <w:r>
        <w:tab/>
        <w:t>5.862e0</w:t>
      </w:r>
    </w:p>
    <w:p w:rsidR="00B5154A" w:rsidRDefault="00B5154A" w:rsidP="00B5154A">
      <w:r>
        <w:t>482.8121</w:t>
      </w:r>
      <w:r>
        <w:tab/>
        <w:t>1.202e0</w:t>
      </w:r>
    </w:p>
    <w:p w:rsidR="00B5154A" w:rsidRDefault="00B5154A" w:rsidP="00B5154A">
      <w:r>
        <w:t>482.9039</w:t>
      </w:r>
      <w:r>
        <w:tab/>
        <w:t>1.892e0</w:t>
      </w:r>
    </w:p>
    <w:p w:rsidR="00B5154A" w:rsidRDefault="00B5154A" w:rsidP="00B5154A">
      <w:r>
        <w:t>482.9401</w:t>
      </w:r>
      <w:r>
        <w:tab/>
        <w:t>3.912e0</w:t>
      </w:r>
    </w:p>
    <w:p w:rsidR="00B5154A" w:rsidRDefault="00B5154A" w:rsidP="00B5154A">
      <w:r>
        <w:t>483.0809</w:t>
      </w:r>
      <w:r>
        <w:tab/>
        <w:t>4.892e0</w:t>
      </w:r>
    </w:p>
    <w:p w:rsidR="00B5154A" w:rsidRDefault="00B5154A" w:rsidP="00B5154A">
      <w:r>
        <w:t>483.2613</w:t>
      </w:r>
      <w:r>
        <w:tab/>
        <w:t>3.377e0</w:t>
      </w:r>
    </w:p>
    <w:p w:rsidR="00B5154A" w:rsidRDefault="00B5154A" w:rsidP="00B5154A">
      <w:r>
        <w:t>483.4601</w:t>
      </w:r>
      <w:r>
        <w:tab/>
        <w:t>4.537e0</w:t>
      </w:r>
    </w:p>
    <w:p w:rsidR="00B5154A" w:rsidRDefault="00B5154A" w:rsidP="00B5154A">
      <w:r>
        <w:t>483.6223</w:t>
      </w:r>
      <w:r>
        <w:tab/>
        <w:t>3.038e0</w:t>
      </w:r>
    </w:p>
    <w:p w:rsidR="00B5154A" w:rsidRDefault="00B5154A" w:rsidP="00B5154A">
      <w:r>
        <w:t>483.8084</w:t>
      </w:r>
      <w:r>
        <w:tab/>
        <w:t>2.824e0</w:t>
      </w:r>
    </w:p>
    <w:p w:rsidR="00B5154A" w:rsidRDefault="00B5154A" w:rsidP="00B5154A">
      <w:r>
        <w:t>483.8734</w:t>
      </w:r>
      <w:r>
        <w:tab/>
        <w:t>1.106e0</w:t>
      </w:r>
    </w:p>
    <w:p w:rsidR="00B5154A" w:rsidRDefault="00B5154A" w:rsidP="00B5154A">
      <w:r>
        <w:t>483.9495</w:t>
      </w:r>
      <w:r>
        <w:tab/>
        <w:t>2.014e0</w:t>
      </w:r>
    </w:p>
    <w:p w:rsidR="00B5154A" w:rsidRDefault="00B5154A" w:rsidP="00B5154A">
      <w:r>
        <w:t>484.1858</w:t>
      </w:r>
      <w:r>
        <w:tab/>
        <w:t>4.821e0</w:t>
      </w:r>
    </w:p>
    <w:p w:rsidR="00B5154A" w:rsidRDefault="00B5154A" w:rsidP="00B5154A">
      <w:r>
        <w:t>484.2347</w:t>
      </w:r>
      <w:r>
        <w:tab/>
        <w:t>6.141e0</w:t>
      </w:r>
    </w:p>
    <w:p w:rsidR="00B5154A" w:rsidRDefault="00B5154A" w:rsidP="00B5154A">
      <w:r>
        <w:t>484.4497</w:t>
      </w:r>
      <w:r>
        <w:tab/>
        <w:t>5.520e0</w:t>
      </w:r>
    </w:p>
    <w:p w:rsidR="00B5154A" w:rsidRDefault="00B5154A" w:rsidP="00B5154A">
      <w:r>
        <w:t>484.5856</w:t>
      </w:r>
      <w:r>
        <w:tab/>
        <w:t>1.013e0</w:t>
      </w:r>
    </w:p>
    <w:p w:rsidR="00B5154A" w:rsidRDefault="00B5154A" w:rsidP="00B5154A">
      <w:r>
        <w:lastRenderedPageBreak/>
        <w:t>484.7410</w:t>
      </w:r>
      <w:r>
        <w:tab/>
        <w:t>3.836e0</w:t>
      </w:r>
    </w:p>
    <w:p w:rsidR="00B5154A" w:rsidRDefault="00B5154A" w:rsidP="00B5154A">
      <w:r>
        <w:t>484.8353</w:t>
      </w:r>
      <w:r>
        <w:tab/>
        <w:t>3.815e0</w:t>
      </w:r>
    </w:p>
    <w:p w:rsidR="00B5154A" w:rsidRDefault="00B5154A" w:rsidP="00B5154A">
      <w:r>
        <w:t>484.9978</w:t>
      </w:r>
      <w:r>
        <w:tab/>
        <w:t>2.618e0</w:t>
      </w:r>
    </w:p>
    <w:p w:rsidR="00B5154A" w:rsidRDefault="00B5154A" w:rsidP="00B5154A">
      <w:r>
        <w:t>485.1101</w:t>
      </w:r>
      <w:r>
        <w:tab/>
        <w:t>2.801e0</w:t>
      </w:r>
    </w:p>
    <w:p w:rsidR="00B5154A" w:rsidRDefault="00B5154A" w:rsidP="00B5154A">
      <w:r>
        <w:t>485.2120</w:t>
      </w:r>
      <w:r>
        <w:tab/>
        <w:t>5.685e0</w:t>
      </w:r>
    </w:p>
    <w:p w:rsidR="00B5154A" w:rsidRDefault="00B5154A" w:rsidP="00B5154A">
      <w:r>
        <w:t>485.2755</w:t>
      </w:r>
      <w:r>
        <w:tab/>
        <w:t>6.307e0</w:t>
      </w:r>
    </w:p>
    <w:p w:rsidR="00B5154A" w:rsidRDefault="00B5154A" w:rsidP="00B5154A">
      <w:r>
        <w:t>485.3269</w:t>
      </w:r>
      <w:r>
        <w:tab/>
        <w:t>2.033e0</w:t>
      </w:r>
    </w:p>
    <w:p w:rsidR="00B5154A" w:rsidRDefault="00B5154A" w:rsidP="00B5154A">
      <w:r>
        <w:t>485.4440</w:t>
      </w:r>
      <w:r>
        <w:tab/>
        <w:t>1.486e0</w:t>
      </w:r>
    </w:p>
    <w:p w:rsidR="00B5154A" w:rsidRDefault="00B5154A" w:rsidP="00B5154A">
      <w:r>
        <w:t>485.5219</w:t>
      </w:r>
      <w:r>
        <w:tab/>
        <w:t>3.281e0</w:t>
      </w:r>
    </w:p>
    <w:p w:rsidR="00B5154A" w:rsidRDefault="00B5154A" w:rsidP="00B5154A">
      <w:r>
        <w:t>485.6650</w:t>
      </w:r>
      <w:r>
        <w:tab/>
        <w:t>1.955e0</w:t>
      </w:r>
    </w:p>
    <w:p w:rsidR="00B5154A" w:rsidRDefault="00B5154A" w:rsidP="00B5154A">
      <w:r>
        <w:t>485.7556</w:t>
      </w:r>
      <w:r>
        <w:tab/>
        <w:t>1.596e0</w:t>
      </w:r>
    </w:p>
    <w:p w:rsidR="00B5154A" w:rsidRDefault="00B5154A" w:rsidP="00B5154A">
      <w:r>
        <w:t>485.8323</w:t>
      </w:r>
      <w:r>
        <w:tab/>
        <w:t>2.073e0</w:t>
      </w:r>
    </w:p>
    <w:p w:rsidR="00B5154A" w:rsidRDefault="00B5154A" w:rsidP="00B5154A">
      <w:r>
        <w:t>485.8967</w:t>
      </w:r>
      <w:r>
        <w:tab/>
        <w:t>1.817e0</w:t>
      </w:r>
    </w:p>
    <w:p w:rsidR="00B5154A" w:rsidRDefault="00B5154A" w:rsidP="00B5154A">
      <w:r>
        <w:t>486.1925</w:t>
      </w:r>
      <w:r>
        <w:tab/>
        <w:t>6.670e0</w:t>
      </w:r>
    </w:p>
    <w:p w:rsidR="00B5154A" w:rsidRDefault="00B5154A" w:rsidP="00B5154A">
      <w:r>
        <w:t>486.3110</w:t>
      </w:r>
      <w:r>
        <w:tab/>
        <w:t>8.382e0</w:t>
      </w:r>
    </w:p>
    <w:p w:rsidR="00B5154A" w:rsidRDefault="00B5154A" w:rsidP="00B5154A">
      <w:r>
        <w:t>486.4336</w:t>
      </w:r>
      <w:r>
        <w:tab/>
        <w:t>1.080e1</w:t>
      </w:r>
    </w:p>
    <w:p w:rsidR="00B5154A" w:rsidRDefault="00B5154A" w:rsidP="00B5154A">
      <w:r>
        <w:t>486.5338</w:t>
      </w:r>
      <w:r>
        <w:tab/>
        <w:t>2.525e0</w:t>
      </w:r>
    </w:p>
    <w:p w:rsidR="00B5154A" w:rsidRDefault="00B5154A" w:rsidP="00B5154A">
      <w:r>
        <w:t>486.5767</w:t>
      </w:r>
      <w:r>
        <w:tab/>
        <w:t>1.013e0</w:t>
      </w:r>
    </w:p>
    <w:p w:rsidR="00B5154A" w:rsidRDefault="00B5154A" w:rsidP="00B5154A">
      <w:r>
        <w:t>486.6736</w:t>
      </w:r>
      <w:r>
        <w:tab/>
        <w:t>4.051e0</w:t>
      </w:r>
    </w:p>
    <w:p w:rsidR="00B5154A" w:rsidRDefault="00B5154A" w:rsidP="00B5154A">
      <w:r>
        <w:lastRenderedPageBreak/>
        <w:t>486.7893</w:t>
      </w:r>
      <w:r>
        <w:tab/>
        <w:t>2.977e0</w:t>
      </w:r>
    </w:p>
    <w:p w:rsidR="00B5154A" w:rsidRDefault="00B5154A" w:rsidP="00B5154A">
      <w:r>
        <w:t>486.8540</w:t>
      </w:r>
      <w:r>
        <w:tab/>
        <w:t>7.621e0</w:t>
      </w:r>
    </w:p>
    <w:p w:rsidR="00B5154A" w:rsidRDefault="00B5154A" w:rsidP="00B5154A">
      <w:r>
        <w:t>486.9351</w:t>
      </w:r>
      <w:r>
        <w:tab/>
        <w:t>1.955e0</w:t>
      </w:r>
    </w:p>
    <w:p w:rsidR="00B5154A" w:rsidRDefault="00B5154A" w:rsidP="00B5154A">
      <w:r>
        <w:t>487.0850</w:t>
      </w:r>
      <w:r>
        <w:tab/>
        <w:t>4.893e0</w:t>
      </w:r>
    </w:p>
    <w:p w:rsidR="00B5154A" w:rsidRDefault="00B5154A" w:rsidP="00B5154A">
      <w:r>
        <w:t>487.2653</w:t>
      </w:r>
      <w:r>
        <w:tab/>
        <w:t>4.379e0</w:t>
      </w:r>
    </w:p>
    <w:p w:rsidR="00B5154A" w:rsidRDefault="00B5154A" w:rsidP="00B5154A">
      <w:r>
        <w:t>487.3502</w:t>
      </w:r>
      <w:r>
        <w:tab/>
        <w:t>1.164e1</w:t>
      </w:r>
    </w:p>
    <w:p w:rsidR="00B5154A" w:rsidRDefault="00B5154A" w:rsidP="00B5154A">
      <w:r>
        <w:t>487.3997</w:t>
      </w:r>
      <w:r>
        <w:tab/>
        <w:t>6.574e0</w:t>
      </w:r>
    </w:p>
    <w:p w:rsidR="00B5154A" w:rsidRDefault="00B5154A" w:rsidP="00B5154A">
      <w:r>
        <w:t>487.4569</w:t>
      </w:r>
      <w:r>
        <w:tab/>
        <w:t>3.277e0</w:t>
      </w:r>
    </w:p>
    <w:p w:rsidR="00B5154A" w:rsidRDefault="00B5154A" w:rsidP="00B5154A">
      <w:r>
        <w:t>487.5111</w:t>
      </w:r>
      <w:r>
        <w:tab/>
        <w:t>1.874e0</w:t>
      </w:r>
    </w:p>
    <w:p w:rsidR="00B5154A" w:rsidRDefault="00B5154A" w:rsidP="00B5154A">
      <w:r>
        <w:t>487.5697</w:t>
      </w:r>
      <w:r>
        <w:tab/>
        <w:t>1.655e0</w:t>
      </w:r>
    </w:p>
    <w:p w:rsidR="00B5154A" w:rsidRDefault="00B5154A" w:rsidP="00B5154A">
      <w:r>
        <w:t>487.6781</w:t>
      </w:r>
      <w:r>
        <w:tab/>
        <w:t>2.025e0</w:t>
      </w:r>
    </w:p>
    <w:p w:rsidR="00B5154A" w:rsidRDefault="00B5154A" w:rsidP="00B5154A">
      <w:r>
        <w:t>487.7442</w:t>
      </w:r>
      <w:r>
        <w:tab/>
        <w:t>2.824e0</w:t>
      </w:r>
    </w:p>
    <w:p w:rsidR="00B5154A" w:rsidRDefault="00B5154A" w:rsidP="00B5154A">
      <w:r>
        <w:t>487.7868</w:t>
      </w:r>
      <w:r>
        <w:tab/>
        <w:t>1.453e0</w:t>
      </w:r>
    </w:p>
    <w:p w:rsidR="00B5154A" w:rsidRDefault="00B5154A" w:rsidP="00B5154A">
      <w:r>
        <w:t>487.9572</w:t>
      </w:r>
      <w:r>
        <w:tab/>
        <w:t>5.015e0</w:t>
      </w:r>
    </w:p>
    <w:p w:rsidR="00B5154A" w:rsidRDefault="00B5154A" w:rsidP="00B5154A">
      <w:r>
        <w:t>488.0531</w:t>
      </w:r>
      <w:r>
        <w:tab/>
        <w:t>3.814e0</w:t>
      </w:r>
    </w:p>
    <w:p w:rsidR="00B5154A" w:rsidRDefault="00B5154A" w:rsidP="00B5154A">
      <w:r>
        <w:t>488.0991</w:t>
      </w:r>
      <w:r>
        <w:tab/>
        <w:t>4.351e0</w:t>
      </w:r>
    </w:p>
    <w:p w:rsidR="00B5154A" w:rsidRDefault="00B5154A" w:rsidP="00B5154A">
      <w:r>
        <w:t>488.1850</w:t>
      </w:r>
      <w:r>
        <w:tab/>
        <w:t>1.478e0</w:t>
      </w:r>
    </w:p>
    <w:p w:rsidR="00B5154A" w:rsidRDefault="00B5154A" w:rsidP="00B5154A">
      <w:r>
        <w:t>488.2768</w:t>
      </w:r>
      <w:r>
        <w:tab/>
        <w:t>2.382e0</w:t>
      </w:r>
    </w:p>
    <w:p w:rsidR="00B5154A" w:rsidRDefault="00B5154A" w:rsidP="00B5154A">
      <w:r>
        <w:t>488.3679</w:t>
      </w:r>
      <w:r>
        <w:tab/>
        <w:t>1.122e1</w:t>
      </w:r>
    </w:p>
    <w:p w:rsidR="00B5154A" w:rsidRDefault="00B5154A" w:rsidP="00B5154A">
      <w:r>
        <w:lastRenderedPageBreak/>
        <w:t>488.4856</w:t>
      </w:r>
      <w:r>
        <w:tab/>
        <w:t>2.103e0</w:t>
      </w:r>
    </w:p>
    <w:p w:rsidR="00B5154A" w:rsidRDefault="00B5154A" w:rsidP="00B5154A">
      <w:r>
        <w:t>488.5851</w:t>
      </w:r>
      <w:r>
        <w:tab/>
        <w:t>2.025e0</w:t>
      </w:r>
    </w:p>
    <w:p w:rsidR="00B5154A" w:rsidRDefault="00B5154A" w:rsidP="00B5154A">
      <w:r>
        <w:t>488.6493</w:t>
      </w:r>
      <w:r>
        <w:tab/>
        <w:t>3.038e0</w:t>
      </w:r>
    </w:p>
    <w:p w:rsidR="00B5154A" w:rsidRDefault="00B5154A" w:rsidP="00B5154A">
      <w:r>
        <w:t>488.7282</w:t>
      </w:r>
      <w:r>
        <w:tab/>
        <w:t>1.487e0</w:t>
      </w:r>
    </w:p>
    <w:p w:rsidR="00B5154A" w:rsidRDefault="00B5154A" w:rsidP="00B5154A">
      <w:r>
        <w:t>488.8027</w:t>
      </w:r>
      <w:r>
        <w:tab/>
        <w:t>4.312e0</w:t>
      </w:r>
    </w:p>
    <w:p w:rsidR="00B5154A" w:rsidRDefault="00B5154A" w:rsidP="00B5154A">
      <w:r>
        <w:t>488.8801</w:t>
      </w:r>
      <w:r>
        <w:tab/>
        <w:t>4.698e0</w:t>
      </w:r>
    </w:p>
    <w:p w:rsidR="00B5154A" w:rsidRDefault="00B5154A" w:rsidP="00B5154A">
      <w:r>
        <w:t>488.9246</w:t>
      </w:r>
      <w:r>
        <w:tab/>
        <w:t>4.567e0</w:t>
      </w:r>
    </w:p>
    <w:p w:rsidR="00B5154A" w:rsidRDefault="00B5154A" w:rsidP="00B5154A">
      <w:r>
        <w:t>489.0643</w:t>
      </w:r>
      <w:r>
        <w:tab/>
        <w:t>6.760e0</w:t>
      </w:r>
    </w:p>
    <w:p w:rsidR="00B5154A" w:rsidRDefault="00B5154A" w:rsidP="00B5154A">
      <w:r>
        <w:t>489.1101</w:t>
      </w:r>
      <w:r>
        <w:tab/>
        <w:t>8.509e0</w:t>
      </w:r>
    </w:p>
    <w:p w:rsidR="00B5154A" w:rsidRDefault="00B5154A" w:rsidP="00B5154A">
      <w:r>
        <w:t>489.1826</w:t>
      </w:r>
      <w:r>
        <w:tab/>
        <w:t>3.149e0</w:t>
      </w:r>
    </w:p>
    <w:p w:rsidR="00B5154A" w:rsidRDefault="00B5154A" w:rsidP="00B5154A">
      <w:r>
        <w:t>489.3396</w:t>
      </w:r>
      <w:r>
        <w:tab/>
        <w:t>1.199e1</w:t>
      </w:r>
    </w:p>
    <w:p w:rsidR="00B5154A" w:rsidRDefault="00B5154A" w:rsidP="00B5154A">
      <w:r>
        <w:t>489.5954</w:t>
      </w:r>
      <w:r>
        <w:tab/>
        <w:t>2.025e0</w:t>
      </w:r>
    </w:p>
    <w:p w:rsidR="00B5154A" w:rsidRDefault="00B5154A" w:rsidP="00B5154A">
      <w:r>
        <w:t>489.6549</w:t>
      </w:r>
      <w:r>
        <w:tab/>
        <w:t>1.013e0</w:t>
      </w:r>
    </w:p>
    <w:p w:rsidR="00B5154A" w:rsidRDefault="00B5154A" w:rsidP="00B5154A">
      <w:r>
        <w:t>489.7446</w:t>
      </w:r>
      <w:r>
        <w:tab/>
        <w:t>3.836e0</w:t>
      </w:r>
    </w:p>
    <w:p w:rsidR="00B5154A" w:rsidRDefault="00B5154A" w:rsidP="00B5154A">
      <w:r>
        <w:t>489.8626</w:t>
      </w:r>
      <w:r>
        <w:tab/>
        <w:t>1.748e0</w:t>
      </w:r>
    </w:p>
    <w:p w:rsidR="00B5154A" w:rsidRDefault="00B5154A" w:rsidP="00B5154A">
      <w:r>
        <w:t>490.0020</w:t>
      </w:r>
      <w:r>
        <w:tab/>
        <w:t>2.993e0</w:t>
      </w:r>
    </w:p>
    <w:p w:rsidR="00B5154A" w:rsidRDefault="00B5154A" w:rsidP="00B5154A">
      <w:r>
        <w:t>490.0696</w:t>
      </w:r>
      <w:r>
        <w:tab/>
        <w:t>1.169e0</w:t>
      </w:r>
    </w:p>
    <w:p w:rsidR="00B5154A" w:rsidRDefault="00B5154A" w:rsidP="00B5154A">
      <w:r>
        <w:t>490.1219</w:t>
      </w:r>
      <w:r>
        <w:tab/>
        <w:t>1.541e0</w:t>
      </w:r>
    </w:p>
    <w:p w:rsidR="00B5154A" w:rsidRDefault="00B5154A" w:rsidP="00B5154A">
      <w:r>
        <w:t>490.2218</w:t>
      </w:r>
      <w:r>
        <w:tab/>
        <w:t>1.510e0</w:t>
      </w:r>
    </w:p>
    <w:p w:rsidR="00B5154A" w:rsidRDefault="00B5154A" w:rsidP="00B5154A">
      <w:r>
        <w:lastRenderedPageBreak/>
        <w:t>490.3020</w:t>
      </w:r>
      <w:r>
        <w:tab/>
        <w:t>1.632e0</w:t>
      </w:r>
    </w:p>
    <w:p w:rsidR="00B5154A" w:rsidRDefault="00B5154A" w:rsidP="00B5154A">
      <w:r>
        <w:t>490.4326</w:t>
      </w:r>
      <w:r>
        <w:tab/>
        <w:t>8.787e0</w:t>
      </w:r>
    </w:p>
    <w:p w:rsidR="00B5154A" w:rsidRDefault="00B5154A" w:rsidP="00B5154A">
      <w:r>
        <w:t>490.5165</w:t>
      </w:r>
      <w:r>
        <w:tab/>
        <w:t>5.812e0</w:t>
      </w:r>
    </w:p>
    <w:p w:rsidR="00B5154A" w:rsidRDefault="00B5154A" w:rsidP="00B5154A">
      <w:r>
        <w:t>490.6924</w:t>
      </w:r>
      <w:r>
        <w:tab/>
        <w:t>3.834e0</w:t>
      </w:r>
    </w:p>
    <w:p w:rsidR="00B5154A" w:rsidRDefault="00B5154A" w:rsidP="00B5154A">
      <w:r>
        <w:t>490.7696</w:t>
      </w:r>
      <w:r>
        <w:tab/>
        <w:t>3.189e0</w:t>
      </w:r>
    </w:p>
    <w:p w:rsidR="00B5154A" w:rsidRDefault="00B5154A" w:rsidP="00B5154A">
      <w:r>
        <w:t>490.8332</w:t>
      </w:r>
      <w:r>
        <w:tab/>
        <w:t>3.716e0</w:t>
      </w:r>
    </w:p>
    <w:p w:rsidR="00B5154A" w:rsidRDefault="00B5154A" w:rsidP="00B5154A">
      <w:r>
        <w:t>490.9045</w:t>
      </w:r>
      <w:r>
        <w:tab/>
        <w:t>2.814e0</w:t>
      </w:r>
    </w:p>
    <w:p w:rsidR="00B5154A" w:rsidRDefault="00B5154A" w:rsidP="00B5154A">
      <w:r>
        <w:t>490.9871</w:t>
      </w:r>
      <w:r>
        <w:tab/>
        <w:t>7.868e0</w:t>
      </w:r>
    </w:p>
    <w:p w:rsidR="00B5154A" w:rsidRDefault="00B5154A" w:rsidP="00B5154A">
      <w:r>
        <w:t>491.0930</w:t>
      </w:r>
      <w:r>
        <w:tab/>
        <w:t>1.999e0</w:t>
      </w:r>
    </w:p>
    <w:p w:rsidR="00B5154A" w:rsidRDefault="00B5154A" w:rsidP="00B5154A">
      <w:r>
        <w:t>491.1576</w:t>
      </w:r>
      <w:r>
        <w:tab/>
        <w:t>2.886e0</w:t>
      </w:r>
    </w:p>
    <w:p w:rsidR="00B5154A" w:rsidRDefault="00B5154A" w:rsidP="00B5154A">
      <w:r>
        <w:t>491.3401</w:t>
      </w:r>
      <w:r>
        <w:tab/>
        <w:t>2.556e0</w:t>
      </w:r>
    </w:p>
    <w:p w:rsidR="00B5154A" w:rsidRDefault="00B5154A" w:rsidP="00B5154A">
      <w:r>
        <w:t>491.3907</w:t>
      </w:r>
      <w:r>
        <w:tab/>
        <w:t>9.324e0</w:t>
      </w:r>
    </w:p>
    <w:p w:rsidR="00B5154A" w:rsidRDefault="00B5154A" w:rsidP="00B5154A">
      <w:r>
        <w:t>491.5527</w:t>
      </w:r>
      <w:r>
        <w:tab/>
        <w:t>1.013e0</w:t>
      </w:r>
    </w:p>
    <w:p w:rsidR="00B5154A" w:rsidRDefault="00B5154A" w:rsidP="00B5154A">
      <w:r>
        <w:t>491.6140</w:t>
      </w:r>
      <w:r>
        <w:tab/>
        <w:t>2.025e0</w:t>
      </w:r>
    </w:p>
    <w:p w:rsidR="00B5154A" w:rsidRDefault="00B5154A" w:rsidP="00B5154A">
      <w:r>
        <w:t>491.7231</w:t>
      </w:r>
      <w:r>
        <w:tab/>
        <w:t>3.464e0</w:t>
      </w:r>
    </w:p>
    <w:p w:rsidR="00B5154A" w:rsidRDefault="00B5154A" w:rsidP="00B5154A">
      <w:r>
        <w:t>491.8734</w:t>
      </w:r>
      <w:r>
        <w:tab/>
        <w:t>4.760e0</w:t>
      </w:r>
    </w:p>
    <w:p w:rsidR="00B5154A" w:rsidRDefault="00B5154A" w:rsidP="00B5154A">
      <w:r>
        <w:t>491.9440</w:t>
      </w:r>
      <w:r>
        <w:tab/>
        <w:t>1.975e0</w:t>
      </w:r>
    </w:p>
    <w:p w:rsidR="00B5154A" w:rsidRDefault="00B5154A" w:rsidP="00B5154A">
      <w:r>
        <w:t>492.1259</w:t>
      </w:r>
      <w:r>
        <w:tab/>
        <w:t>1.791e0</w:t>
      </w:r>
    </w:p>
    <w:p w:rsidR="00B5154A" w:rsidRDefault="00B5154A" w:rsidP="00B5154A">
      <w:r>
        <w:t>492.5352</w:t>
      </w:r>
      <w:r>
        <w:tab/>
        <w:t>1.256e0</w:t>
      </w:r>
    </w:p>
    <w:p w:rsidR="00B5154A" w:rsidRDefault="00B5154A" w:rsidP="00B5154A">
      <w:r>
        <w:lastRenderedPageBreak/>
        <w:t>492.6858</w:t>
      </w:r>
      <w:r>
        <w:tab/>
        <w:t>1.013e0</w:t>
      </w:r>
    </w:p>
    <w:p w:rsidR="00B5154A" w:rsidRDefault="00B5154A" w:rsidP="00B5154A">
      <w:r>
        <w:t>492.7391</w:t>
      </w:r>
      <w:r>
        <w:tab/>
        <w:t>2.025e0</w:t>
      </w:r>
    </w:p>
    <w:p w:rsidR="00B5154A" w:rsidRDefault="00B5154A" w:rsidP="00B5154A">
      <w:r>
        <w:t>492.8089</w:t>
      </w:r>
      <w:r>
        <w:tab/>
        <w:t>4.633e0</w:t>
      </w:r>
    </w:p>
    <w:p w:rsidR="00B5154A" w:rsidRDefault="00B5154A" w:rsidP="00B5154A">
      <w:r>
        <w:t>492.8834</w:t>
      </w:r>
      <w:r>
        <w:tab/>
        <w:t>9.795e0</w:t>
      </w:r>
    </w:p>
    <w:p w:rsidR="00B5154A" w:rsidRDefault="00B5154A" w:rsidP="00B5154A">
      <w:r>
        <w:t>492.9522</w:t>
      </w:r>
      <w:r>
        <w:tab/>
        <w:t>4.963e0</w:t>
      </w:r>
    </w:p>
    <w:p w:rsidR="00B5154A" w:rsidRDefault="00B5154A" w:rsidP="00B5154A">
      <w:r>
        <w:t>493.0515</w:t>
      </w:r>
      <w:r>
        <w:tab/>
        <w:t>1.793e0</w:t>
      </w:r>
    </w:p>
    <w:p w:rsidR="00B5154A" w:rsidRDefault="00B5154A" w:rsidP="00B5154A">
      <w:r>
        <w:t>493.2051</w:t>
      </w:r>
      <w:r>
        <w:tab/>
        <w:t>2.486e1</w:t>
      </w:r>
    </w:p>
    <w:p w:rsidR="00B5154A" w:rsidRDefault="00B5154A" w:rsidP="00B5154A">
      <w:r>
        <w:t>493.3341</w:t>
      </w:r>
      <w:r>
        <w:tab/>
        <w:t>2.249e0</w:t>
      </w:r>
    </w:p>
    <w:p w:rsidR="00B5154A" w:rsidRDefault="00B5154A" w:rsidP="00B5154A">
      <w:r>
        <w:t>493.4994</w:t>
      </w:r>
      <w:r>
        <w:tab/>
        <w:t>2.747e0</w:t>
      </w:r>
    </w:p>
    <w:p w:rsidR="00B5154A" w:rsidRDefault="00B5154A" w:rsidP="00B5154A">
      <w:r>
        <w:t>493.5815</w:t>
      </w:r>
      <w:r>
        <w:tab/>
        <w:t>6.076e0</w:t>
      </w:r>
    </w:p>
    <w:p w:rsidR="00B5154A" w:rsidRDefault="00B5154A" w:rsidP="00B5154A">
      <w:r>
        <w:t>493.6652</w:t>
      </w:r>
      <w:r>
        <w:tab/>
        <w:t>2.025e0</w:t>
      </w:r>
    </w:p>
    <w:p w:rsidR="00B5154A" w:rsidRDefault="00B5154A" w:rsidP="00B5154A">
      <w:r>
        <w:t>493.7874</w:t>
      </w:r>
      <w:r>
        <w:tab/>
        <w:t>2.303e0</w:t>
      </w:r>
    </w:p>
    <w:p w:rsidR="00B5154A" w:rsidRDefault="00B5154A" w:rsidP="00B5154A">
      <w:r>
        <w:t>493.8978</w:t>
      </w:r>
      <w:r>
        <w:tab/>
        <w:t>1.976e0</w:t>
      </w:r>
    </w:p>
    <w:p w:rsidR="00B5154A" w:rsidRDefault="00B5154A" w:rsidP="00B5154A">
      <w:r>
        <w:t>494.0595</w:t>
      </w:r>
      <w:r>
        <w:tab/>
        <w:t>2.799e0</w:t>
      </w:r>
    </w:p>
    <w:p w:rsidR="00B5154A" w:rsidRDefault="00B5154A" w:rsidP="00B5154A">
      <w:r>
        <w:t>494.2641</w:t>
      </w:r>
      <w:r>
        <w:tab/>
        <w:t>3.118e1</w:t>
      </w:r>
    </w:p>
    <w:p w:rsidR="00B5154A" w:rsidRDefault="00B5154A" w:rsidP="00B5154A">
      <w:r>
        <w:t>494.3397</w:t>
      </w:r>
      <w:r>
        <w:tab/>
        <w:t>1.325e0</w:t>
      </w:r>
    </w:p>
    <w:p w:rsidR="00B5154A" w:rsidRDefault="00B5154A" w:rsidP="00B5154A">
      <w:r>
        <w:t>494.5747</w:t>
      </w:r>
      <w:r>
        <w:tab/>
        <w:t>3.278e1</w:t>
      </w:r>
    </w:p>
    <w:p w:rsidR="00B5154A" w:rsidRDefault="00B5154A" w:rsidP="00B5154A">
      <w:r>
        <w:t>494.7193</w:t>
      </w:r>
      <w:r>
        <w:tab/>
        <w:t>3.038e0</w:t>
      </w:r>
    </w:p>
    <w:p w:rsidR="00B5154A" w:rsidRDefault="00B5154A" w:rsidP="00B5154A">
      <w:r>
        <w:t>494.9418</w:t>
      </w:r>
      <w:r>
        <w:tab/>
        <w:t>1.981e0</w:t>
      </w:r>
    </w:p>
    <w:p w:rsidR="00B5154A" w:rsidRDefault="00B5154A" w:rsidP="00B5154A">
      <w:r>
        <w:lastRenderedPageBreak/>
        <w:t>495.0369</w:t>
      </w:r>
      <w:r>
        <w:tab/>
        <w:t>1.412e0</w:t>
      </w:r>
    </w:p>
    <w:p w:rsidR="00B5154A" w:rsidRDefault="00B5154A" w:rsidP="00B5154A">
      <w:r>
        <w:t>495.1747</w:t>
      </w:r>
      <w:r>
        <w:tab/>
        <w:t>4.072e0</w:t>
      </w:r>
    </w:p>
    <w:p w:rsidR="00B5154A" w:rsidRDefault="00B5154A" w:rsidP="00B5154A">
      <w:r>
        <w:t>495.2559</w:t>
      </w:r>
      <w:r>
        <w:tab/>
        <w:t>6.213e0</w:t>
      </w:r>
    </w:p>
    <w:p w:rsidR="00B5154A" w:rsidRDefault="00B5154A" w:rsidP="00B5154A">
      <w:r>
        <w:t>495.3351</w:t>
      </w:r>
      <w:r>
        <w:tab/>
        <w:t>2.795e0</w:t>
      </w:r>
    </w:p>
    <w:p w:rsidR="00B5154A" w:rsidRDefault="00B5154A" w:rsidP="00B5154A">
      <w:r>
        <w:t>495.4213</w:t>
      </w:r>
      <w:r>
        <w:tab/>
        <w:t>1.610e0</w:t>
      </w:r>
    </w:p>
    <w:p w:rsidR="00B5154A" w:rsidRDefault="00B5154A" w:rsidP="00B5154A">
      <w:r>
        <w:t>495.5768</w:t>
      </w:r>
      <w:r>
        <w:tab/>
        <w:t>1.780e1</w:t>
      </w:r>
    </w:p>
    <w:p w:rsidR="00B5154A" w:rsidRDefault="00B5154A" w:rsidP="00B5154A">
      <w:r>
        <w:t>495.8572</w:t>
      </w:r>
      <w:r>
        <w:tab/>
        <w:t>2.171e0</w:t>
      </w:r>
    </w:p>
    <w:p w:rsidR="00B5154A" w:rsidRDefault="00B5154A" w:rsidP="00B5154A">
      <w:r>
        <w:t>495.9147</w:t>
      </w:r>
      <w:r>
        <w:tab/>
        <w:t>4.632e0</w:t>
      </w:r>
    </w:p>
    <w:p w:rsidR="00B5154A" w:rsidRDefault="00B5154A" w:rsidP="00B5154A">
      <w:r>
        <w:t>495.9713</w:t>
      </w:r>
      <w:r>
        <w:tab/>
        <w:t>4.633e0</w:t>
      </w:r>
    </w:p>
    <w:p w:rsidR="00B5154A" w:rsidRDefault="00B5154A" w:rsidP="00B5154A">
      <w:r>
        <w:t>496.1619</w:t>
      </w:r>
      <w:r>
        <w:tab/>
        <w:t>4.242e0</w:t>
      </w:r>
    </w:p>
    <w:p w:rsidR="00B5154A" w:rsidRDefault="00B5154A" w:rsidP="00B5154A">
      <w:r>
        <w:t>496.4397</w:t>
      </w:r>
      <w:r>
        <w:tab/>
        <w:t>5.884e0</w:t>
      </w:r>
    </w:p>
    <w:p w:rsidR="00B5154A" w:rsidRDefault="00B5154A" w:rsidP="00B5154A">
      <w:r>
        <w:t>496.4980</w:t>
      </w:r>
      <w:r>
        <w:tab/>
        <w:t>2.936e0</w:t>
      </w:r>
    </w:p>
    <w:p w:rsidR="00B5154A" w:rsidRDefault="00B5154A" w:rsidP="00B5154A">
      <w:r>
        <w:t>496.5834</w:t>
      </w:r>
      <w:r>
        <w:tab/>
        <w:t>4.549e0</w:t>
      </w:r>
    </w:p>
    <w:p w:rsidR="00B5154A" w:rsidRDefault="00B5154A" w:rsidP="00B5154A">
      <w:r>
        <w:t>496.7325</w:t>
      </w:r>
      <w:r>
        <w:tab/>
        <w:t>1.949e0</w:t>
      </w:r>
    </w:p>
    <w:p w:rsidR="00B5154A" w:rsidRDefault="00B5154A" w:rsidP="00B5154A">
      <w:r>
        <w:t>496.8267</w:t>
      </w:r>
      <w:r>
        <w:tab/>
        <w:t>2.408e0</w:t>
      </w:r>
    </w:p>
    <w:p w:rsidR="00B5154A" w:rsidRDefault="00B5154A" w:rsidP="00B5154A">
      <w:r>
        <w:t>496.9273</w:t>
      </w:r>
      <w:r>
        <w:tab/>
        <w:t>4.361e0</w:t>
      </w:r>
    </w:p>
    <w:p w:rsidR="00B5154A" w:rsidRDefault="00B5154A" w:rsidP="00B5154A">
      <w:r>
        <w:t>497.0388</w:t>
      </w:r>
      <w:r>
        <w:tab/>
        <w:t>1.535e0</w:t>
      </w:r>
    </w:p>
    <w:p w:rsidR="00B5154A" w:rsidRDefault="00B5154A" w:rsidP="00B5154A">
      <w:r>
        <w:t>497.2275</w:t>
      </w:r>
      <w:r>
        <w:tab/>
        <w:t>6.505e0</w:t>
      </w:r>
    </w:p>
    <w:p w:rsidR="00B5154A" w:rsidRDefault="00B5154A" w:rsidP="00B5154A">
      <w:r>
        <w:t>497.2823</w:t>
      </w:r>
      <w:r>
        <w:tab/>
        <w:t>5.040e0</w:t>
      </w:r>
    </w:p>
    <w:p w:rsidR="00B5154A" w:rsidRDefault="00B5154A" w:rsidP="00B5154A">
      <w:r>
        <w:lastRenderedPageBreak/>
        <w:t>497.4360</w:t>
      </w:r>
      <w:r>
        <w:tab/>
        <w:t>3.106e0</w:t>
      </w:r>
    </w:p>
    <w:p w:rsidR="00B5154A" w:rsidRDefault="00B5154A" w:rsidP="00B5154A">
      <w:r>
        <w:t>497.5058</w:t>
      </w:r>
      <w:r>
        <w:tab/>
        <w:t>1.961e0</w:t>
      </w:r>
    </w:p>
    <w:p w:rsidR="00B5154A" w:rsidRDefault="00B5154A" w:rsidP="00B5154A">
      <w:r>
        <w:t>497.5429</w:t>
      </w:r>
      <w:r>
        <w:tab/>
        <w:t>2.502e0</w:t>
      </w:r>
    </w:p>
    <w:p w:rsidR="00B5154A" w:rsidRDefault="00B5154A" w:rsidP="00B5154A">
      <w:r>
        <w:t>497.6721</w:t>
      </w:r>
      <w:r>
        <w:tab/>
        <w:t>3.038e0</w:t>
      </w:r>
    </w:p>
    <w:p w:rsidR="00B5154A" w:rsidRDefault="00B5154A" w:rsidP="00B5154A">
      <w:r>
        <w:t>497.8010</w:t>
      </w:r>
      <w:r>
        <w:tab/>
        <w:t>4.902e0</w:t>
      </w:r>
    </w:p>
    <w:p w:rsidR="00B5154A" w:rsidRDefault="00B5154A" w:rsidP="00B5154A">
      <w:r>
        <w:t>497.8567</w:t>
      </w:r>
      <w:r>
        <w:tab/>
        <w:t>1.037e0</w:t>
      </w:r>
    </w:p>
    <w:p w:rsidR="00B5154A" w:rsidRDefault="00B5154A" w:rsidP="00B5154A">
      <w:r>
        <w:t>497.9606</w:t>
      </w:r>
      <w:r>
        <w:tab/>
        <w:t>4.879e0</w:t>
      </w:r>
    </w:p>
    <w:p w:rsidR="00B5154A" w:rsidRDefault="00B5154A" w:rsidP="00B5154A">
      <w:r>
        <w:t>498.0352</w:t>
      </w:r>
      <w:r>
        <w:tab/>
        <w:t>4.561e0</w:t>
      </w:r>
    </w:p>
    <w:p w:rsidR="00B5154A" w:rsidRDefault="00B5154A" w:rsidP="00B5154A">
      <w:r>
        <w:t>498.1212</w:t>
      </w:r>
      <w:r>
        <w:tab/>
        <w:t>2.044e1</w:t>
      </w:r>
    </w:p>
    <w:p w:rsidR="00B5154A" w:rsidRDefault="00B5154A" w:rsidP="00B5154A">
      <w:r>
        <w:t>498.1934</w:t>
      </w:r>
      <w:r>
        <w:tab/>
        <w:t>4.978e0</w:t>
      </w:r>
    </w:p>
    <w:p w:rsidR="00B5154A" w:rsidRDefault="00B5154A" w:rsidP="00B5154A">
      <w:r>
        <w:t>498.3974</w:t>
      </w:r>
      <w:r>
        <w:tab/>
        <w:t>2.663e0</w:t>
      </w:r>
    </w:p>
    <w:p w:rsidR="00B5154A" w:rsidRDefault="00B5154A" w:rsidP="00B5154A">
      <w:r>
        <w:t>498.4475</w:t>
      </w:r>
      <w:r>
        <w:tab/>
        <w:t>1.988e0</w:t>
      </w:r>
    </w:p>
    <w:p w:rsidR="00B5154A" w:rsidRDefault="00B5154A" w:rsidP="00B5154A">
      <w:r>
        <w:t>498.5243</w:t>
      </w:r>
      <w:r>
        <w:tab/>
        <w:t>1.853e0</w:t>
      </w:r>
    </w:p>
    <w:p w:rsidR="00B5154A" w:rsidRDefault="00B5154A" w:rsidP="00B5154A">
      <w:r>
        <w:t>498.7213</w:t>
      </w:r>
      <w:r>
        <w:tab/>
        <w:t>3.118e0</w:t>
      </w:r>
    </w:p>
    <w:p w:rsidR="00B5154A" w:rsidRDefault="00B5154A" w:rsidP="00B5154A">
      <w:r>
        <w:t>498.8320</w:t>
      </w:r>
      <w:r>
        <w:tab/>
        <w:t>9.263e0</w:t>
      </w:r>
    </w:p>
    <w:p w:rsidR="00B5154A" w:rsidRDefault="00B5154A" w:rsidP="00B5154A">
      <w:r>
        <w:t>498.8918</w:t>
      </w:r>
      <w:r>
        <w:tab/>
        <w:t>6.159e0</w:t>
      </w:r>
    </w:p>
    <w:p w:rsidR="00B5154A" w:rsidRDefault="00B5154A" w:rsidP="00B5154A">
      <w:r>
        <w:t>499.0188</w:t>
      </w:r>
      <w:r>
        <w:tab/>
        <w:t>1.533e0</w:t>
      </w:r>
    </w:p>
    <w:p w:rsidR="00B5154A" w:rsidRDefault="00B5154A" w:rsidP="00B5154A">
      <w:r>
        <w:t>499.1399</w:t>
      </w:r>
      <w:r>
        <w:tab/>
        <w:t>4.733e0</w:t>
      </w:r>
    </w:p>
    <w:p w:rsidR="00B5154A" w:rsidRDefault="00B5154A" w:rsidP="00B5154A">
      <w:r>
        <w:t>499.1868</w:t>
      </w:r>
      <w:r>
        <w:tab/>
        <w:t>3.142e0</w:t>
      </w:r>
    </w:p>
    <w:p w:rsidR="00B5154A" w:rsidRDefault="00B5154A" w:rsidP="00B5154A">
      <w:r>
        <w:lastRenderedPageBreak/>
        <w:t>499.4058</w:t>
      </w:r>
      <w:r>
        <w:tab/>
        <w:t>1.376e1</w:t>
      </w:r>
    </w:p>
    <w:p w:rsidR="00B5154A" w:rsidRDefault="00B5154A" w:rsidP="00B5154A">
      <w:r>
        <w:t>499.4805</w:t>
      </w:r>
      <w:r>
        <w:tab/>
        <w:t>4.708e0</w:t>
      </w:r>
    </w:p>
    <w:p w:rsidR="00B5154A" w:rsidRDefault="00B5154A" w:rsidP="00B5154A">
      <w:r>
        <w:t>499.5858</w:t>
      </w:r>
      <w:r>
        <w:tab/>
        <w:t>1.635e0</w:t>
      </w:r>
    </w:p>
    <w:p w:rsidR="00B5154A" w:rsidRDefault="00B5154A" w:rsidP="00B5154A">
      <w:r>
        <w:t>499.6388</w:t>
      </w:r>
      <w:r>
        <w:tab/>
        <w:t>2.025e0</w:t>
      </w:r>
    </w:p>
    <w:p w:rsidR="00B5154A" w:rsidRDefault="00B5154A" w:rsidP="00B5154A">
      <w:r>
        <w:t>499.7857</w:t>
      </w:r>
      <w:r>
        <w:tab/>
        <w:t>2.025e0</w:t>
      </w:r>
    </w:p>
    <w:p w:rsidR="00B5154A" w:rsidRDefault="00B5154A" w:rsidP="00B5154A">
      <w:r>
        <w:t>499.8555</w:t>
      </w:r>
      <w:r>
        <w:tab/>
        <w:t>5.239e0</w:t>
      </w:r>
    </w:p>
    <w:p w:rsidR="00B5154A" w:rsidRDefault="00B5154A" w:rsidP="00B5154A">
      <w:r>
        <w:t>499.9465</w:t>
      </w:r>
      <w:r>
        <w:tab/>
        <w:t>4.549e0</w:t>
      </w:r>
    </w:p>
    <w:p w:rsidR="00B5154A" w:rsidRDefault="00B5154A" w:rsidP="00B5154A">
      <w:r>
        <w:t>500.1274</w:t>
      </w:r>
      <w:r>
        <w:tab/>
        <w:t>6.282e0</w:t>
      </w:r>
    </w:p>
    <w:p w:rsidR="00B5154A" w:rsidRDefault="00B5154A" w:rsidP="00B5154A">
      <w:r>
        <w:t>500.2072</w:t>
      </w:r>
      <w:r>
        <w:tab/>
        <w:t>1.014e0</w:t>
      </w:r>
    </w:p>
    <w:p w:rsidR="00B5154A" w:rsidRDefault="00B5154A" w:rsidP="00B5154A">
      <w:r>
        <w:t>500.3874</w:t>
      </w:r>
      <w:r>
        <w:tab/>
        <w:t>2.989e0</w:t>
      </w:r>
    </w:p>
    <w:p w:rsidR="00B5154A" w:rsidRDefault="00B5154A" w:rsidP="00B5154A">
      <w:r>
        <w:t>500.4283</w:t>
      </w:r>
      <w:r>
        <w:tab/>
        <w:t>5.184e0</w:t>
      </w:r>
    </w:p>
    <w:p w:rsidR="00B5154A" w:rsidRDefault="00B5154A" w:rsidP="00B5154A">
      <w:r>
        <w:t>500.5913</w:t>
      </w:r>
      <w:r>
        <w:tab/>
        <w:t>6.519e0</w:t>
      </w:r>
    </w:p>
    <w:p w:rsidR="00B5154A" w:rsidRDefault="00B5154A" w:rsidP="00B5154A">
      <w:r>
        <w:t>500.7641</w:t>
      </w:r>
      <w:r>
        <w:tab/>
        <w:t>7.021e0</w:t>
      </w:r>
    </w:p>
    <w:p w:rsidR="00B5154A" w:rsidRDefault="00B5154A" w:rsidP="00B5154A">
      <w:r>
        <w:t>500.8379</w:t>
      </w:r>
      <w:r>
        <w:tab/>
        <w:t>2.636e0</w:t>
      </w:r>
    </w:p>
    <w:p w:rsidR="00B5154A" w:rsidRDefault="00B5154A" w:rsidP="00B5154A">
      <w:r>
        <w:t>500.9358</w:t>
      </w:r>
      <w:r>
        <w:tab/>
        <w:t>1.740e0</w:t>
      </w:r>
    </w:p>
    <w:p w:rsidR="00B5154A" w:rsidRDefault="00B5154A" w:rsidP="00B5154A">
      <w:r>
        <w:t>500.9900</w:t>
      </w:r>
      <w:r>
        <w:tab/>
        <w:t>2.051e0</w:t>
      </w:r>
    </w:p>
    <w:p w:rsidR="00B5154A" w:rsidRDefault="00B5154A" w:rsidP="00B5154A">
      <w:r>
        <w:t>501.0321</w:t>
      </w:r>
      <w:r>
        <w:tab/>
        <w:t>1.690e0</w:t>
      </w:r>
    </w:p>
    <w:p w:rsidR="00B5154A" w:rsidRDefault="00B5154A" w:rsidP="00B5154A">
      <w:r>
        <w:t>501.1556</w:t>
      </w:r>
      <w:r>
        <w:tab/>
        <w:t>4.822e0</w:t>
      </w:r>
    </w:p>
    <w:p w:rsidR="00B5154A" w:rsidRDefault="00B5154A" w:rsidP="00B5154A">
      <w:r>
        <w:t>501.2075</w:t>
      </w:r>
      <w:r>
        <w:tab/>
        <w:t>4.582e0</w:t>
      </w:r>
    </w:p>
    <w:p w:rsidR="00B5154A" w:rsidRDefault="00B5154A" w:rsidP="00B5154A">
      <w:r>
        <w:lastRenderedPageBreak/>
        <w:t>501.2955</w:t>
      </w:r>
      <w:r>
        <w:tab/>
        <w:t>1.999e0</w:t>
      </w:r>
    </w:p>
    <w:p w:rsidR="00B5154A" w:rsidRDefault="00B5154A" w:rsidP="00B5154A">
      <w:r>
        <w:t>501.3794</w:t>
      </w:r>
      <w:r>
        <w:tab/>
        <w:t>2.142e1</w:t>
      </w:r>
    </w:p>
    <w:p w:rsidR="00B5154A" w:rsidRDefault="00B5154A" w:rsidP="00B5154A">
      <w:r>
        <w:t>501.4892</w:t>
      </w:r>
      <w:r>
        <w:tab/>
        <w:t>3.861e0</w:t>
      </w:r>
    </w:p>
    <w:p w:rsidR="00B5154A" w:rsidRDefault="00B5154A" w:rsidP="00B5154A">
      <w:r>
        <w:t>501.5626</w:t>
      </w:r>
      <w:r>
        <w:tab/>
        <w:t>3.598e0</w:t>
      </w:r>
    </w:p>
    <w:p w:rsidR="00B5154A" w:rsidRDefault="00B5154A" w:rsidP="00B5154A">
      <w:r>
        <w:t>501.6916</w:t>
      </w:r>
      <w:r>
        <w:tab/>
        <w:t>6.076e0</w:t>
      </w:r>
    </w:p>
    <w:p w:rsidR="00B5154A" w:rsidRDefault="00B5154A" w:rsidP="00B5154A">
      <w:r>
        <w:t>501.8169</w:t>
      </w:r>
      <w:r>
        <w:tab/>
        <w:t>1.704e0</w:t>
      </w:r>
    </w:p>
    <w:p w:rsidR="00B5154A" w:rsidRDefault="00B5154A" w:rsidP="00B5154A">
      <w:r>
        <w:t>501.9195</w:t>
      </w:r>
      <w:r>
        <w:tab/>
        <w:t>5.612e0</w:t>
      </w:r>
    </w:p>
    <w:p w:rsidR="00B5154A" w:rsidRDefault="00B5154A" w:rsidP="00B5154A">
      <w:r>
        <w:t>502.0004</w:t>
      </w:r>
      <w:r>
        <w:tab/>
        <w:t>3.144e0</w:t>
      </w:r>
    </w:p>
    <w:p w:rsidR="00B5154A" w:rsidRDefault="00B5154A" w:rsidP="00B5154A">
      <w:r>
        <w:t>502.1221</w:t>
      </w:r>
      <w:r>
        <w:tab/>
        <w:t>3.951e0</w:t>
      </w:r>
    </w:p>
    <w:p w:rsidR="00B5154A" w:rsidRDefault="00B5154A" w:rsidP="00B5154A">
      <w:r>
        <w:t>502.2050</w:t>
      </w:r>
      <w:r>
        <w:tab/>
        <w:t>4.119e0</w:t>
      </w:r>
    </w:p>
    <w:p w:rsidR="00B5154A" w:rsidRDefault="00B5154A" w:rsidP="00B5154A">
      <w:r>
        <w:t>502.2868</w:t>
      </w:r>
      <w:r>
        <w:tab/>
        <w:t>2.778e0</w:t>
      </w:r>
    </w:p>
    <w:p w:rsidR="00B5154A" w:rsidRDefault="00B5154A" w:rsidP="00B5154A">
      <w:r>
        <w:t>502.3731</w:t>
      </w:r>
      <w:r>
        <w:tab/>
        <w:t>1.403e0</w:t>
      </w:r>
    </w:p>
    <w:p w:rsidR="00B5154A" w:rsidRDefault="00B5154A" w:rsidP="00B5154A">
      <w:r>
        <w:t>502.4566</w:t>
      </w:r>
      <w:r>
        <w:tab/>
        <w:t>3.300e0</w:t>
      </w:r>
    </w:p>
    <w:p w:rsidR="00B5154A" w:rsidRDefault="00B5154A" w:rsidP="00B5154A">
      <w:r>
        <w:t>502.5217</w:t>
      </w:r>
      <w:r>
        <w:tab/>
        <w:t>2.827e0</w:t>
      </w:r>
    </w:p>
    <w:p w:rsidR="00B5154A" w:rsidRDefault="00B5154A" w:rsidP="00B5154A">
      <w:r>
        <w:t>502.5782</w:t>
      </w:r>
      <w:r>
        <w:tab/>
        <w:t>4.794e0</w:t>
      </w:r>
    </w:p>
    <w:p w:rsidR="00B5154A" w:rsidRDefault="00B5154A" w:rsidP="00B5154A">
      <w:r>
        <w:t>502.6598</w:t>
      </w:r>
      <w:r>
        <w:tab/>
        <w:t>3.214e0</w:t>
      </w:r>
    </w:p>
    <w:p w:rsidR="00B5154A" w:rsidRDefault="00B5154A" w:rsidP="00B5154A">
      <w:r>
        <w:t>502.8325</w:t>
      </w:r>
      <w:r>
        <w:tab/>
        <w:t>2.746e0</w:t>
      </w:r>
    </w:p>
    <w:p w:rsidR="00B5154A" w:rsidRDefault="00B5154A" w:rsidP="00B5154A">
      <w:r>
        <w:t>502.9964</w:t>
      </w:r>
      <w:r>
        <w:tab/>
        <w:t>4.737e0</w:t>
      </w:r>
    </w:p>
    <w:p w:rsidR="00B5154A" w:rsidRDefault="00B5154A" w:rsidP="00B5154A">
      <w:r>
        <w:t>503.1153</w:t>
      </w:r>
      <w:r>
        <w:tab/>
        <w:t>5.217e0</w:t>
      </w:r>
    </w:p>
    <w:p w:rsidR="00B5154A" w:rsidRDefault="00B5154A" w:rsidP="00B5154A">
      <w:r>
        <w:lastRenderedPageBreak/>
        <w:t>503.3411</w:t>
      </w:r>
      <w:r>
        <w:tab/>
        <w:t>1.230e1</w:t>
      </w:r>
    </w:p>
    <w:p w:rsidR="00B5154A" w:rsidRDefault="00B5154A" w:rsidP="00B5154A">
      <w:r>
        <w:t>503.6143</w:t>
      </w:r>
      <w:r>
        <w:tab/>
        <w:t>3.417e0</w:t>
      </w:r>
    </w:p>
    <w:p w:rsidR="00B5154A" w:rsidRDefault="00B5154A" w:rsidP="00B5154A">
      <w:r>
        <w:t>503.6906</w:t>
      </w:r>
      <w:r>
        <w:tab/>
        <w:t>1.920e0</w:t>
      </w:r>
    </w:p>
    <w:p w:rsidR="00B5154A" w:rsidRDefault="00B5154A" w:rsidP="00B5154A">
      <w:r>
        <w:t>503.7678</w:t>
      </w:r>
      <w:r>
        <w:tab/>
        <w:t>2.025e0</w:t>
      </w:r>
    </w:p>
    <w:p w:rsidR="00B5154A" w:rsidRDefault="00B5154A" w:rsidP="00B5154A">
      <w:r>
        <w:t>503.8526</w:t>
      </w:r>
      <w:r>
        <w:tab/>
        <w:t>4.587e0</w:t>
      </w:r>
    </w:p>
    <w:p w:rsidR="00B5154A" w:rsidRDefault="00B5154A" w:rsidP="00B5154A">
      <w:r>
        <w:t>503.9290</w:t>
      </w:r>
      <w:r>
        <w:tab/>
        <w:t>6.160e0</w:t>
      </w:r>
    </w:p>
    <w:p w:rsidR="00B5154A" w:rsidRDefault="00B5154A" w:rsidP="00B5154A">
      <w:r>
        <w:t>504.0102</w:t>
      </w:r>
      <w:r>
        <w:tab/>
        <w:t>5.504e0</w:t>
      </w:r>
    </w:p>
    <w:p w:rsidR="00B5154A" w:rsidRDefault="00B5154A" w:rsidP="00B5154A">
      <w:r>
        <w:t>504.0812</w:t>
      </w:r>
      <w:r>
        <w:tab/>
        <w:t>4.546e0</w:t>
      </w:r>
    </w:p>
    <w:p w:rsidR="00B5154A" w:rsidRDefault="00B5154A" w:rsidP="00B5154A">
      <w:r>
        <w:t>504.3471</w:t>
      </w:r>
      <w:r>
        <w:tab/>
        <w:t>2.135e0</w:t>
      </w:r>
    </w:p>
    <w:p w:rsidR="00B5154A" w:rsidRDefault="00B5154A" w:rsidP="00B5154A">
      <w:r>
        <w:t>504.4065</w:t>
      </w:r>
      <w:r>
        <w:tab/>
        <w:t>2.332e0</w:t>
      </w:r>
    </w:p>
    <w:p w:rsidR="00B5154A" w:rsidRDefault="00B5154A" w:rsidP="00B5154A">
      <w:r>
        <w:t>504.5555</w:t>
      </w:r>
      <w:r>
        <w:tab/>
        <w:t>3.028e0</w:t>
      </w:r>
    </w:p>
    <w:p w:rsidR="00B5154A" w:rsidRDefault="00B5154A" w:rsidP="00B5154A">
      <w:r>
        <w:t>504.6973</w:t>
      </w:r>
      <w:r>
        <w:tab/>
        <w:t>5.971e0</w:t>
      </w:r>
    </w:p>
    <w:p w:rsidR="00B5154A" w:rsidRDefault="00B5154A" w:rsidP="00B5154A">
      <w:r>
        <w:t>504.8867</w:t>
      </w:r>
      <w:r>
        <w:tab/>
        <w:t>2.805e0</w:t>
      </w:r>
    </w:p>
    <w:p w:rsidR="00B5154A" w:rsidRDefault="00B5154A" w:rsidP="00B5154A">
      <w:r>
        <w:t>505.0529</w:t>
      </w:r>
      <w:r>
        <w:tab/>
        <w:t>1.980e0</w:t>
      </w:r>
    </w:p>
    <w:p w:rsidR="00B5154A" w:rsidRDefault="00B5154A" w:rsidP="00B5154A">
      <w:r>
        <w:t>505.1525</w:t>
      </w:r>
      <w:r>
        <w:tab/>
        <w:t>1.630e0</w:t>
      </w:r>
    </w:p>
    <w:p w:rsidR="00B5154A" w:rsidRDefault="00B5154A" w:rsidP="00B5154A">
      <w:r>
        <w:t>505.3194</w:t>
      </w:r>
      <w:r>
        <w:tab/>
        <w:t>4.212e0</w:t>
      </w:r>
    </w:p>
    <w:p w:rsidR="00B5154A" w:rsidRDefault="00B5154A" w:rsidP="00B5154A">
      <w:r>
        <w:t>505.4250</w:t>
      </w:r>
      <w:r>
        <w:tab/>
        <w:t>3.022e0</w:t>
      </w:r>
    </w:p>
    <w:p w:rsidR="00B5154A" w:rsidRDefault="00B5154A" w:rsidP="00B5154A">
      <w:r>
        <w:t>505.5276</w:t>
      </w:r>
      <w:r>
        <w:tab/>
        <w:t>1.164e0</w:t>
      </w:r>
    </w:p>
    <w:p w:rsidR="00B5154A" w:rsidRDefault="00B5154A" w:rsidP="00B5154A">
      <w:r>
        <w:t>505.5797</w:t>
      </w:r>
      <w:r>
        <w:tab/>
        <w:t>1.912e0</w:t>
      </w:r>
    </w:p>
    <w:p w:rsidR="00B5154A" w:rsidRDefault="00B5154A" w:rsidP="00B5154A">
      <w:r>
        <w:lastRenderedPageBreak/>
        <w:t>505.6653</w:t>
      </w:r>
      <w:r>
        <w:tab/>
        <w:t>1.013e0</w:t>
      </w:r>
    </w:p>
    <w:p w:rsidR="00B5154A" w:rsidRDefault="00B5154A" w:rsidP="00B5154A">
      <w:r>
        <w:t>505.7608</w:t>
      </w:r>
      <w:r>
        <w:tab/>
        <w:t>3.038e0</w:t>
      </w:r>
    </w:p>
    <w:p w:rsidR="00B5154A" w:rsidRDefault="00B5154A" w:rsidP="00B5154A">
      <w:r>
        <w:t>505.8571</w:t>
      </w:r>
      <w:r>
        <w:tab/>
        <w:t>5.624e0</w:t>
      </w:r>
    </w:p>
    <w:p w:rsidR="00B5154A" w:rsidRDefault="00B5154A" w:rsidP="00B5154A">
      <w:r>
        <w:t>506.0981</w:t>
      </w:r>
      <w:r>
        <w:tab/>
        <w:t>1.896e0</w:t>
      </w:r>
    </w:p>
    <w:p w:rsidR="00B5154A" w:rsidRPr="00044EB7" w:rsidRDefault="00B5154A" w:rsidP="00B5154A">
      <w:r>
        <w:t>506.1695</w:t>
      </w:r>
      <w:r>
        <w:tab/>
        <w:t>3.783e0</w:t>
      </w:r>
    </w:p>
    <w:sectPr w:rsidR="00B5154A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4A"/>
    <w:rsid w:val="00044EB7"/>
    <w:rsid w:val="000C34AF"/>
    <w:rsid w:val="004C2A0A"/>
    <w:rsid w:val="00595483"/>
    <w:rsid w:val="00696879"/>
    <w:rsid w:val="00B22530"/>
    <w:rsid w:val="00B5154A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DF6B24C47B584098E4E95D8FAD97E0" ma:contentTypeVersion="13" ma:contentTypeDescription="Create a new document." ma:contentTypeScope="" ma:versionID="572c56eb4e0105832b09090ec44f9d73">
  <xsd:schema xmlns:xsd="http://www.w3.org/2001/XMLSchema" xmlns:xs="http://www.w3.org/2001/XMLSchema" xmlns:p="http://schemas.microsoft.com/office/2006/metadata/properties" xmlns:ns2="8a091f01-394e-45bd-b942-1d4b97a17acd" xmlns:ns3="9c8cbd33-904c-40c3-983b-46bf7351cc2b" targetNamespace="http://schemas.microsoft.com/office/2006/metadata/properties" ma:root="true" ma:fieldsID="187708ef1aefc6c4d876bdd37808eb39" ns2:_="" ns3:_="">
    <xsd:import namespace="8a091f01-394e-45bd-b942-1d4b97a17acd"/>
    <xsd:import namespace="9c8cbd33-904c-40c3-983b-46bf7351cc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91f01-394e-45bd-b942-1d4b97a17a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74661dae-d6df-48fc-a54e-a577d2899e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8cbd33-904c-40c3-983b-46bf7351cc2b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5f32099-593b-4693-b66a-7fb8c07b5b12}" ma:internalName="TaxCatchAll" ma:showField="CatchAllData" ma:web="9c8cbd33-904c-40c3-983b-46bf7351cc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a091f01-394e-45bd-b942-1d4b97a17acd">
      <Terms xmlns="http://schemas.microsoft.com/office/infopath/2007/PartnerControls"/>
    </lcf76f155ced4ddcb4097134ff3c332f>
    <TaxCatchAll xmlns="9c8cbd33-904c-40c3-983b-46bf7351cc2b" xsi:nil="true"/>
  </documentManagement>
</p:properties>
</file>

<file path=customXml/itemProps1.xml><?xml version="1.0" encoding="utf-8"?>
<ds:datastoreItem xmlns:ds="http://schemas.openxmlformats.org/officeDocument/2006/customXml" ds:itemID="{F20B53F2-3C7B-4BC3-87CA-B9A9FC663DFE}"/>
</file>

<file path=customXml/itemProps2.xml><?xml version="1.0" encoding="utf-8"?>
<ds:datastoreItem xmlns:ds="http://schemas.openxmlformats.org/officeDocument/2006/customXml" ds:itemID="{6076ABF8-829A-44F4-9BAE-E0BBBF836F7C}"/>
</file>

<file path=customXml/itemProps3.xml><?xml version="1.0" encoding="utf-8"?>
<ds:datastoreItem xmlns:ds="http://schemas.openxmlformats.org/officeDocument/2006/customXml" ds:itemID="{1481D5B5-D109-4E40-B842-AA9F09F62047}"/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2</TotalTime>
  <Pages>301</Pages>
  <Words>14541</Words>
  <Characters>82888</Characters>
  <Application>Microsoft Office Word</Application>
  <DocSecurity>0</DocSecurity>
  <Lines>690</Lines>
  <Paragraphs>194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97235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3</cp:revision>
  <dcterms:created xsi:type="dcterms:W3CDTF">2021-03-29T09:44:00Z</dcterms:created>
  <dcterms:modified xsi:type="dcterms:W3CDTF">2021-03-29T09:51:00Z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0x010100B0DF6B24C47B584098E4E95D8FAD97E0</vt:lpwstr>
  </property>
</Properties>
</file>